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eastAsiaTheme="majorEastAsia" w:cstheme="majorBidi"/>
          <w:b/>
          <w:color w:val="FF0062"/>
          <w:sz w:val="92"/>
          <w:szCs w:val="32"/>
        </w:rPr>
        <w:id w:val="-1175267750"/>
        <w:docPartObj>
          <w:docPartGallery w:val="Cover Pages"/>
          <w:docPartUnique/>
        </w:docPartObj>
      </w:sdtPr>
      <w:sdtEndPr>
        <w:rPr>
          <w:rFonts w:eastAsiaTheme="minorHAnsi" w:cstheme="minorBidi"/>
          <w:b w:val="0"/>
          <w:color w:val="auto"/>
          <w:sz w:val="22"/>
          <w:szCs w:val="22"/>
        </w:rPr>
      </w:sdtEndPr>
      <w:sdtContent>
        <w:p w14:paraId="13CF0813" w14:textId="5FF7C47A" w:rsidR="00544BDE" w:rsidRDefault="00891080">
          <w:pPr>
            <w:jc w:val="left"/>
            <w:rPr>
              <w:rFonts w:eastAsiaTheme="majorEastAsia" w:cstheme="majorBidi"/>
              <w:b/>
              <w:color w:val="FF0062"/>
              <w:sz w:val="92"/>
              <w:szCs w:val="32"/>
            </w:rPr>
          </w:pPr>
          <w:r w:rsidRPr="0008634D">
            <w:rPr>
              <w:rFonts w:eastAsiaTheme="majorEastAsia" w:cstheme="majorBidi"/>
              <w:b/>
              <w:noProof/>
              <w:color w:val="FF0062"/>
              <w:sz w:val="92"/>
              <w:szCs w:val="32"/>
              <w:lang w:eastAsia="es-CO"/>
            </w:rPr>
            <mc:AlternateContent>
              <mc:Choice Requires="wps">
                <w:drawing>
                  <wp:anchor distT="45720" distB="45720" distL="114300" distR="114300" simplePos="0" relativeHeight="251658244" behindDoc="0" locked="0" layoutInCell="1" allowOverlap="1" wp14:anchorId="09281C61" wp14:editId="68C63EF3">
                    <wp:simplePos x="0" y="0"/>
                    <wp:positionH relativeFrom="page">
                      <wp:align>right</wp:align>
                    </wp:positionH>
                    <wp:positionV relativeFrom="paragraph">
                      <wp:posOffset>5919788</wp:posOffset>
                    </wp:positionV>
                    <wp:extent cx="3361373" cy="1604010"/>
                    <wp:effectExtent l="0" t="0" r="1905" b="0"/>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3361373" cy="1604010"/>
                            </a:xfrm>
                            <a:prstGeom prst="rect">
                              <a:avLst/>
                            </a:prstGeom>
                            <a:noFill/>
                            <a:ln w="9525">
                              <a:noFill/>
                              <a:miter lim="800000"/>
                              <a:headEnd/>
                              <a:tailEnd/>
                            </a:ln>
                          </wps:spPr>
                          <wps:txbx>
                            <w:txbxContent>
                              <w:p w14:paraId="3164954D" w14:textId="1E7CFD7B" w:rsidR="0008634D" w:rsidRPr="00891080" w:rsidRDefault="0008634D" w:rsidP="002942D4">
                                <w:pPr>
                                  <w:rPr>
                                    <w:b/>
                                    <w:bCs/>
                                    <w:color w:val="3366CA" w:themeColor="accent1"/>
                                    <w:sz w:val="144"/>
                                    <w:szCs w:val="144"/>
                                  </w:rPr>
                                </w:pPr>
                                <w:r w:rsidRPr="00891080">
                                  <w:rPr>
                                    <w:b/>
                                    <w:bCs/>
                                    <w:color w:val="3366CA" w:themeColor="accent1"/>
                                    <w:sz w:val="144"/>
                                    <w:szCs w:val="144"/>
                                  </w:rPr>
                                  <w:t>M</w:t>
                                </w:r>
                                <w:r w:rsidR="00891080" w:rsidRPr="00891080">
                                  <w:rPr>
                                    <w:b/>
                                    <w:bCs/>
                                    <w:color w:val="3366CA" w:themeColor="accent1"/>
                                    <w:sz w:val="144"/>
                                    <w:szCs w:val="144"/>
                                  </w:rPr>
                                  <w:t>GGTI</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09281C61" id="_x0000_t202" coordsize="21600,21600" o:spt="202" path="m,l,21600r21600,l21600,xe">
                    <v:stroke joinstyle="miter"/>
                    <v:path gradientshapeok="t" o:connecttype="rect"/>
                  </v:shapetype>
                  <v:shape id="Cuadro de texto 2" o:spid="_x0000_s1026" type="#_x0000_t202" style="position:absolute;margin-left:213.5pt;margin-top:466.15pt;width:264.7pt;height:126.3pt;rotation:-90;z-index:251658244;visibility:visible;mso-wrap-style:square;mso-width-percent:0;mso-height-percent:0;mso-wrap-distance-left:9pt;mso-wrap-distance-top:3.6pt;mso-wrap-distance-right:9pt;mso-wrap-distance-bottom:3.6pt;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" filled="f" stroked="f">
                    <v:textbox style="mso-fit-shape-to-text:t">
                      <w:txbxContent>
                        <w:p w14:paraId="3164954D" w14:textId="1E7CFD7B" w:rsidR="0008634D" w:rsidRPr="00891080" w:rsidRDefault="0008634D" w:rsidP="002942D4">
                          <w:pPr>
                            <w:rPr>
                              <w:b/>
                              <w:bCs/>
                              <w:color w:val="3366CA" w:themeColor="accent1"/>
                              <w:sz w:val="144"/>
                              <w:szCs w:val="144"/>
                            </w:rPr>
                          </w:pPr>
                          <w:r w:rsidRPr="00891080">
                            <w:rPr>
                              <w:b/>
                              <w:bCs/>
                              <w:color w:val="3366CA" w:themeColor="accent1"/>
                              <w:sz w:val="144"/>
                              <w:szCs w:val="144"/>
                            </w:rPr>
                            <w:t>M</w:t>
                          </w:r>
                          <w:r w:rsidR="00891080" w:rsidRPr="00891080">
                            <w:rPr>
                              <w:b/>
                              <w:bCs/>
                              <w:color w:val="3366CA" w:themeColor="accent1"/>
                              <w:sz w:val="144"/>
                              <w:szCs w:val="144"/>
                            </w:rPr>
                            <w:t>GGTI</w:t>
                          </w:r>
                        </w:p>
                      </w:txbxContent>
                    </v:textbox>
                    <w10:wrap anchorx="page"/>
                  </v:shape>
                </w:pict>
              </mc:Fallback>
            </mc:AlternateContent>
          </w:r>
          <w:r w:rsidR="00552379" w:rsidRPr="0008634D">
            <w:rPr>
              <w:rFonts w:eastAsiaTheme="majorEastAsia" w:cstheme="majorBidi"/>
              <w:b/>
              <w:noProof/>
              <w:color w:val="FF0062"/>
              <w:sz w:val="92"/>
              <w:szCs w:val="32"/>
              <w:lang w:eastAsia="es-CO"/>
            </w:rPr>
            <mc:AlternateContent>
              <mc:Choice Requires="wps">
                <w:drawing>
                  <wp:anchor distT="45720" distB="45720" distL="114300" distR="114300" simplePos="0" relativeHeight="251658243" behindDoc="1" locked="0" layoutInCell="1" allowOverlap="1" wp14:anchorId="1656C1FF" wp14:editId="7D6D64F0">
                    <wp:simplePos x="0" y="0"/>
                    <wp:positionH relativeFrom="column">
                      <wp:posOffset>-306070</wp:posOffset>
                    </wp:positionH>
                    <wp:positionV relativeFrom="paragraph">
                      <wp:posOffset>4293870</wp:posOffset>
                    </wp:positionV>
                    <wp:extent cx="6219731" cy="688063"/>
                    <wp:effectExtent l="0" t="0" r="0" b="0"/>
                    <wp:wrapNone/>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731" cy="688063"/>
                            </a:xfrm>
                            <a:prstGeom prst="rect">
                              <a:avLst/>
                            </a:prstGeom>
                            <a:noFill/>
                            <a:ln w="9525">
                              <a:noFill/>
                              <a:miter lim="800000"/>
                              <a:headEnd/>
                              <a:tailEnd/>
                            </a:ln>
                          </wps:spPr>
                          <wps:txbx>
                            <w:txbxContent>
                              <w:p w14:paraId="02773DAB" w14:textId="72A4A283" w:rsidR="0008634D" w:rsidRPr="002942D4" w:rsidRDefault="000B27BC" w:rsidP="002942D4">
                                <w:pPr>
                                  <w:pStyle w:val="Ttulo"/>
                                  <w:jc w:val="left"/>
                                  <w:rPr>
                                    <w:color w:val="0070C0"/>
                                  </w:rPr>
                                </w:pPr>
                                <w:r>
                                  <w:rPr>
                                    <w:color w:val="0070C0"/>
                                  </w:rPr>
                                  <w:t xml:space="preserve">Ministerio de </w:t>
                                </w:r>
                                <w:r w:rsidR="007C7D7D">
                                  <w:rPr>
                                    <w:color w:val="0070C0"/>
                                  </w:rPr>
                                  <w:t xml:space="preserve">tecnologías </w:t>
                                </w:r>
                                <w:r w:rsidR="00552379">
                                  <w:rPr>
                                    <w:color w:val="0070C0"/>
                                  </w:rPr>
                                  <w:t>de la información y las comunicaciones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56C1FF" id="_x0000_s1027" type="#_x0000_t202" style="position:absolute;margin-left:-24.1pt;margin-top:338.1pt;width:489.75pt;height:54.2pt;z-index:-25165823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" filled="f" stroked="f">
                    <v:textbox>
                      <w:txbxContent>
                        <w:p w14:paraId="02773DAB" w14:textId="72A4A283" w:rsidR="0008634D" w:rsidRPr="002942D4" w:rsidRDefault="000B27BC" w:rsidP="002942D4">
                          <w:pPr>
                            <w:pStyle w:val="Ttulo"/>
                            <w:jc w:val="left"/>
                            <w:rPr>
                              <w:color w:val="0070C0"/>
                            </w:rPr>
                          </w:pPr>
                          <w:r>
                            <w:rPr>
                              <w:color w:val="0070C0"/>
                            </w:rPr>
                            <w:t xml:space="preserve">Ministerio de </w:t>
                          </w:r>
                          <w:r w:rsidR="007C7D7D">
                            <w:rPr>
                              <w:color w:val="0070C0"/>
                            </w:rPr>
                            <w:t xml:space="preserve">tecnologías </w:t>
                          </w:r>
                          <w:r w:rsidR="00552379">
                            <w:rPr>
                              <w:color w:val="0070C0"/>
                            </w:rPr>
                            <w:t>de la información y las comunicaciones</w:t>
                          </w:r>
                        </w:p>
                      </w:txbxContent>
                    </v:textbox>
                  </v:shape>
                </w:pict>
              </mc:Fallback>
            </mc:AlternateContent>
          </w:r>
          <w:r w:rsidR="00544BDE" w:rsidRPr="0008634D">
            <w:rPr>
              <w:rFonts w:eastAsiaTheme="majorEastAsia" w:cstheme="majorBidi"/>
              <w:b/>
              <w:noProof/>
              <w:color w:val="FF0062"/>
              <w:sz w:val="92"/>
              <w:szCs w:val="32"/>
              <w:lang w:eastAsia="es-CO"/>
            </w:rPr>
            <w:drawing>
              <wp:anchor distT="0" distB="0" distL="114300" distR="114300" simplePos="0" relativeHeight="251658240" behindDoc="1" locked="0" layoutInCell="1" allowOverlap="1" wp14:anchorId="7FC7F168" wp14:editId="23958A20">
                <wp:simplePos x="0" y="0"/>
                <wp:positionH relativeFrom="page">
                  <wp:align>right</wp:align>
                </wp:positionH>
                <wp:positionV relativeFrom="paragraph">
                  <wp:posOffset>-900738</wp:posOffset>
                </wp:positionV>
                <wp:extent cx="7762240" cy="10201275"/>
                <wp:effectExtent l="0" t="0" r="0" b="9525"/>
                <wp:wrapNone/>
                <wp:docPr id="1" name="Gráfic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7762857" cy="10202086"/>
                        </a:xfrm>
                        <a:prstGeom prst="rect">
                          <a:avLst/>
                        </a:prstGeom>
                      </pic:spPr>
                    </pic:pic>
                  </a:graphicData>
                </a:graphic>
                <wp14:sizeRelH relativeFrom="margin">
                  <wp14:pctWidth>0</wp14:pctWidth>
                </wp14:sizeRelH>
                <wp14:sizeRelV relativeFrom="margin">
                  <wp14:pctHeight>0</wp14:pctHeight>
                </wp14:sizeRelV>
              </wp:anchor>
            </w:drawing>
          </w:r>
          <w:r w:rsidR="0008634D" w:rsidRPr="0008634D">
            <w:rPr>
              <w:rFonts w:eastAsiaTheme="majorEastAsia" w:cstheme="majorBidi"/>
              <w:b/>
              <w:noProof/>
              <w:color w:val="FF0062"/>
              <w:sz w:val="92"/>
              <w:szCs w:val="32"/>
              <w:lang w:eastAsia="es-CO"/>
            </w:rPr>
            <mc:AlternateContent>
              <mc:Choice Requires="wps">
                <w:drawing>
                  <wp:anchor distT="45720" distB="45720" distL="114300" distR="114300" simplePos="0" relativeHeight="251658242" behindDoc="1" locked="0" layoutInCell="1" allowOverlap="1" wp14:anchorId="2228A6BA" wp14:editId="59FDECAC">
                    <wp:simplePos x="0" y="0"/>
                    <wp:positionH relativeFrom="column">
                      <wp:posOffset>-251460</wp:posOffset>
                    </wp:positionH>
                    <wp:positionV relativeFrom="paragraph">
                      <wp:posOffset>2479040</wp:posOffset>
                    </wp:positionV>
                    <wp:extent cx="6056630" cy="679450"/>
                    <wp:effectExtent l="0" t="0" r="0" b="6350"/>
                    <wp:wrapNone/>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6630" cy="679450"/>
                            </a:xfrm>
                            <a:prstGeom prst="rect">
                              <a:avLst/>
                            </a:prstGeom>
                            <a:noFill/>
                            <a:ln w="9525">
                              <a:noFill/>
                              <a:miter lim="800000"/>
                              <a:headEnd/>
                              <a:tailEnd/>
                            </a:ln>
                          </wps:spPr>
                          <wps:txbx>
                            <w:txbxContent>
                              <w:p w14:paraId="7590D81E" w14:textId="4B26CAA6" w:rsidR="0008634D" w:rsidRPr="00373A16" w:rsidRDefault="00022179" w:rsidP="00813BDE">
                                <w:pPr>
                                  <w:rPr>
                                    <w:rFonts w:ascii="Work Sans Black" w:hAnsi="Work Sans Black"/>
                                    <w:outline/>
                                    <w:color w:val="FF0062" w:themeColor="accent2"/>
                                    <w:sz w:val="48"/>
                                    <w:szCs w:val="48"/>
                                    <w14:textOutline w14:w="19050" w14:cap="rnd" w14:cmpd="sng" w14:algn="ctr">
                                      <w14:solidFill>
                                        <w14:schemeClr w14:val="bg1"/>
                                      </w14:solidFill>
                                      <w14:prstDash w14:val="solid"/>
                                      <w14:bevel/>
                                    </w14:textOutline>
                                  </w:rPr>
                                </w:pPr>
                                <w:r>
                                  <w:rPr>
                                    <w:rFonts w:ascii="Work Sans Black" w:hAnsi="Work Sans Black"/>
                                    <w:outline/>
                                    <w:color w:val="FF0062" w:themeColor="accent2"/>
                                    <w:sz w:val="48"/>
                                    <w:szCs w:val="48"/>
                                    <w14:textOutline w14:w="19050" w14:cap="rnd" w14:cmpd="sng" w14:algn="ctr">
                                      <w14:solidFill>
                                        <w14:schemeClr w14:val="bg1"/>
                                      </w14:solidFill>
                                      <w14:prstDash w14:val="solid"/>
                                      <w14:bevel/>
                                    </w14:textOutline>
                                  </w:rPr>
                                  <w:t>MGGTI</w:t>
                                </w:r>
                                <w:r w:rsidR="000B0648">
                                  <w:rPr>
                                    <w:rFonts w:ascii="Work Sans Black" w:hAnsi="Work Sans Black"/>
                                    <w:outline/>
                                    <w:color w:val="FF0062" w:themeColor="accent2"/>
                                    <w:sz w:val="48"/>
                                    <w:szCs w:val="48"/>
                                    <w14:textOutline w14:w="19050" w14:cap="rnd" w14:cmpd="sng" w14:algn="ctr">
                                      <w14:solidFill>
                                        <w14:schemeClr w14:val="bg1"/>
                                      </w14:solidFill>
                                      <w14:prstDash w14:val="solid"/>
                                      <w14:bevel/>
                                    </w14:textOutline>
                                  </w:rPr>
                                  <w:t>.H.</w:t>
                                </w:r>
                                <w:r w:rsidR="007273E2">
                                  <w:rPr>
                                    <w:rFonts w:ascii="Work Sans Black" w:hAnsi="Work Sans Black"/>
                                    <w:outline/>
                                    <w:color w:val="FF0062" w:themeColor="accent2"/>
                                    <w:sz w:val="48"/>
                                    <w:szCs w:val="48"/>
                                    <w14:textOutline w14:w="19050" w14:cap="rnd" w14:cmpd="sng" w14:algn="ctr">
                                      <w14:solidFill>
                                        <w14:schemeClr w14:val="bg1"/>
                                      </w14:solidFill>
                                      <w14:prstDash w14:val="solid"/>
                                      <w14:bevel/>
                                    </w14:textOutline>
                                  </w:rPr>
                                  <w:t>GI</w:t>
                                </w:r>
                                <w:r w:rsidR="000B0648">
                                  <w:rPr>
                                    <w:rFonts w:ascii="Work Sans Black" w:hAnsi="Work Sans Black"/>
                                    <w:outline/>
                                    <w:color w:val="FF0062" w:themeColor="accent2"/>
                                    <w:sz w:val="48"/>
                                    <w:szCs w:val="48"/>
                                    <w14:textOutline w14:w="19050" w14:cap="rnd" w14:cmpd="sng" w14:algn="ctr">
                                      <w14:solidFill>
                                        <w14:schemeClr w14:val="bg1"/>
                                      </w14:solidFill>
                                      <w14:prstDash w14:val="solid"/>
                                      <w14:bevel/>
                                    </w14:textOutline>
                                  </w:rPr>
                                  <w:t>.02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28A6BA" id="_x0000_s1028" type="#_x0000_t202" style="position:absolute;margin-left:-19.8pt;margin-top:195.2pt;width:476.9pt;height:53.5pt;z-index:-25165823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" filled="f" stroked="f">
                    <v:textbox>
                      <w:txbxContent>
                        <w:p w14:paraId="7590D81E" w14:textId="4B26CAA6" w:rsidR="0008634D" w:rsidRPr="00373A16" w:rsidRDefault="00022179" w:rsidP="00813BDE">
                          <w:pPr>
                            <w:rPr>
                              <w:rFonts w:ascii="Work Sans Black" w:hAnsi="Work Sans Black"/>
                              <w:outline/>
                              <w:color w:val="FF0062" w:themeColor="accent2"/>
                              <w:sz w:val="48"/>
                              <w:szCs w:val="48"/>
                              <w14:textOutline w14:w="19050" w14:cap="rnd" w14:cmpd="sng" w14:algn="ctr">
                                <w14:solidFill>
                                  <w14:schemeClr w14:val="bg1"/>
                                </w14:solidFill>
                                <w14:prstDash w14:val="solid"/>
                                <w14:bevel/>
                              </w14:textOutline>
                            </w:rPr>
                          </w:pPr>
                          <w:r>
                            <w:rPr>
                              <w:rFonts w:ascii="Work Sans Black" w:hAnsi="Work Sans Black"/>
                              <w:outline/>
                              <w:color w:val="FF0062" w:themeColor="accent2"/>
                              <w:sz w:val="48"/>
                              <w:szCs w:val="48"/>
                              <w14:textOutline w14:w="19050" w14:cap="rnd" w14:cmpd="sng" w14:algn="ctr">
                                <w14:solidFill>
                                  <w14:schemeClr w14:val="bg1"/>
                                </w14:solidFill>
                                <w14:prstDash w14:val="solid"/>
                                <w14:bevel/>
                              </w14:textOutline>
                            </w:rPr>
                            <w:t>MGGTI</w:t>
                          </w:r>
                          <w:r w:rsidR="000B0648">
                            <w:rPr>
                              <w:rFonts w:ascii="Work Sans Black" w:hAnsi="Work Sans Black"/>
                              <w:outline/>
                              <w:color w:val="FF0062" w:themeColor="accent2"/>
                              <w:sz w:val="48"/>
                              <w:szCs w:val="48"/>
                              <w14:textOutline w14:w="19050" w14:cap="rnd" w14:cmpd="sng" w14:algn="ctr">
                                <w14:solidFill>
                                  <w14:schemeClr w14:val="bg1"/>
                                </w14:solidFill>
                                <w14:prstDash w14:val="solid"/>
                                <w14:bevel/>
                              </w14:textOutline>
                            </w:rPr>
                            <w:t>.H.</w:t>
                          </w:r>
                          <w:r w:rsidR="007273E2">
                            <w:rPr>
                              <w:rFonts w:ascii="Work Sans Black" w:hAnsi="Work Sans Black"/>
                              <w:outline/>
                              <w:color w:val="FF0062" w:themeColor="accent2"/>
                              <w:sz w:val="48"/>
                              <w:szCs w:val="48"/>
                              <w14:textOutline w14:w="19050" w14:cap="rnd" w14:cmpd="sng" w14:algn="ctr">
                                <w14:solidFill>
                                  <w14:schemeClr w14:val="bg1"/>
                                </w14:solidFill>
                                <w14:prstDash w14:val="solid"/>
                                <w14:bevel/>
                              </w14:textOutline>
                            </w:rPr>
                            <w:t>GI</w:t>
                          </w:r>
                          <w:r w:rsidR="000B0648">
                            <w:rPr>
                              <w:rFonts w:ascii="Work Sans Black" w:hAnsi="Work Sans Black"/>
                              <w:outline/>
                              <w:color w:val="FF0062" w:themeColor="accent2"/>
                              <w:sz w:val="48"/>
                              <w:szCs w:val="48"/>
                              <w14:textOutline w14:w="19050" w14:cap="rnd" w14:cmpd="sng" w14:algn="ctr">
                                <w14:solidFill>
                                  <w14:schemeClr w14:val="bg1"/>
                                </w14:solidFill>
                                <w14:prstDash w14:val="solid"/>
                                <w14:bevel/>
                              </w14:textOutline>
                            </w:rPr>
                            <w:t>.02</w:t>
                          </w:r>
                        </w:p>
                      </w:txbxContent>
                    </v:textbox>
                  </v:shape>
                </w:pict>
              </mc:Fallback>
            </mc:AlternateContent>
          </w:r>
          <w:r w:rsidR="0008634D" w:rsidRPr="0008634D">
            <w:rPr>
              <w:rFonts w:eastAsiaTheme="majorEastAsia" w:cstheme="majorBidi"/>
              <w:b/>
              <w:noProof/>
              <w:color w:val="FF0062"/>
              <w:sz w:val="92"/>
              <w:szCs w:val="32"/>
              <w:lang w:eastAsia="es-CO"/>
            </w:rPr>
            <mc:AlternateContent>
              <mc:Choice Requires="wps">
                <w:drawing>
                  <wp:anchor distT="45720" distB="45720" distL="114300" distR="114300" simplePos="0" relativeHeight="251658241" behindDoc="1" locked="0" layoutInCell="1" allowOverlap="1" wp14:anchorId="2CD71DE1" wp14:editId="3AE0B7F4">
                    <wp:simplePos x="0" y="0"/>
                    <wp:positionH relativeFrom="column">
                      <wp:posOffset>-252095</wp:posOffset>
                    </wp:positionH>
                    <wp:positionV relativeFrom="paragraph">
                      <wp:posOffset>2919133</wp:posOffset>
                    </wp:positionV>
                    <wp:extent cx="6172200" cy="1604010"/>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1604010"/>
                            </a:xfrm>
                            <a:prstGeom prst="rect">
                              <a:avLst/>
                            </a:prstGeom>
                            <a:noFill/>
                            <a:ln w="9525">
                              <a:noFill/>
                              <a:miter lim="800000"/>
                              <a:headEnd/>
                              <a:tailEnd/>
                            </a:ln>
                          </wps:spPr>
                          <wps:txbx>
                            <w:txbxContent>
                              <w:p w14:paraId="71E4E7F8" w14:textId="79BA9C6C" w:rsidR="0008634D" w:rsidRPr="00373A16" w:rsidRDefault="00EA6757" w:rsidP="00373A16">
                                <w:pPr>
                                  <w:pStyle w:val="Ttulo4"/>
                                  <w:jc w:val="left"/>
                                  <w:rPr>
                                    <w:color w:val="0070C0"/>
                                    <w:sz w:val="56"/>
                                    <w:szCs w:val="48"/>
                                  </w:rPr>
                                </w:pPr>
                                <w:r>
                                  <w:rPr>
                                    <w:color w:val="0070C0"/>
                                    <w:sz w:val="56"/>
                                    <w:szCs w:val="48"/>
                                  </w:rPr>
                                  <w:t xml:space="preserve">Instructivo para la construcción </w:t>
                                </w:r>
                                <w:r w:rsidR="0054303C">
                                  <w:rPr>
                                    <w:color w:val="0070C0"/>
                                    <w:sz w:val="56"/>
                                    <w:szCs w:val="48"/>
                                  </w:rPr>
                                  <w:t xml:space="preserve">del </w:t>
                                </w:r>
                                <w:r w:rsidR="004C7FDA">
                                  <w:rPr>
                                    <w:color w:val="0070C0"/>
                                    <w:sz w:val="56"/>
                                    <w:szCs w:val="48"/>
                                  </w:rPr>
                                  <w:t>catálogo</w:t>
                                </w:r>
                                <w:r w:rsidR="0054303C">
                                  <w:rPr>
                                    <w:color w:val="0070C0"/>
                                    <w:sz w:val="56"/>
                                    <w:szCs w:val="48"/>
                                  </w:rPr>
                                  <w:t xml:space="preserve"> de </w:t>
                                </w:r>
                                <w:r w:rsidR="00423DC1">
                                  <w:rPr>
                                    <w:color w:val="0070C0"/>
                                    <w:sz w:val="56"/>
                                    <w:szCs w:val="48"/>
                                  </w:rPr>
                                  <w:t>componentes de información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CD71DE1" id="_x0000_s1029" type="#_x0000_t202" style="position:absolute;margin-left:-19.85pt;margin-top:229.85pt;width:486pt;height:126.3pt;z-index:-251658239;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" filled="f" stroked="f">
                    <v:textbox style="mso-fit-shape-to-text:t">
                      <w:txbxContent>
                        <w:p w14:paraId="71E4E7F8" w14:textId="79BA9C6C" w:rsidR="0008634D" w:rsidRPr="00373A16" w:rsidRDefault="00EA6757" w:rsidP="00373A16">
                          <w:pPr>
                            <w:pStyle w:val="Ttulo4"/>
                            <w:jc w:val="left"/>
                            <w:rPr>
                              <w:color w:val="0070C0"/>
                              <w:sz w:val="56"/>
                              <w:szCs w:val="48"/>
                            </w:rPr>
                          </w:pPr>
                          <w:r>
                            <w:rPr>
                              <w:color w:val="0070C0"/>
                              <w:sz w:val="56"/>
                              <w:szCs w:val="48"/>
                            </w:rPr>
                            <w:t xml:space="preserve">Instructivo para la construcción </w:t>
                          </w:r>
                          <w:r w:rsidR="0054303C">
                            <w:rPr>
                              <w:color w:val="0070C0"/>
                              <w:sz w:val="56"/>
                              <w:szCs w:val="48"/>
                            </w:rPr>
                            <w:t xml:space="preserve">del </w:t>
                          </w:r>
                          <w:r w:rsidR="004C7FDA">
                            <w:rPr>
                              <w:color w:val="0070C0"/>
                              <w:sz w:val="56"/>
                              <w:szCs w:val="48"/>
                            </w:rPr>
                            <w:t>catálogo</w:t>
                          </w:r>
                          <w:r w:rsidR="0054303C">
                            <w:rPr>
                              <w:color w:val="0070C0"/>
                              <w:sz w:val="56"/>
                              <w:szCs w:val="48"/>
                            </w:rPr>
                            <w:t xml:space="preserve"> de </w:t>
                          </w:r>
                          <w:r w:rsidR="00423DC1">
                            <w:rPr>
                              <w:color w:val="0070C0"/>
                              <w:sz w:val="56"/>
                              <w:szCs w:val="48"/>
                            </w:rPr>
                            <w:t>componentes de información</w:t>
                          </w:r>
                        </w:p>
                      </w:txbxContent>
                    </v:textbox>
                  </v:shape>
                </w:pict>
              </mc:Fallback>
            </mc:AlternateContent>
          </w:r>
          <w:r w:rsidR="0008634D" w:rsidRPr="0008634D">
            <w:rPr>
              <w:rFonts w:eastAsiaTheme="majorEastAsia" w:cstheme="majorBidi"/>
              <w:b/>
              <w:noProof/>
              <w:color w:val="FF0062"/>
              <w:sz w:val="92"/>
              <w:szCs w:val="32"/>
              <w:lang w:eastAsia="es-CO"/>
            </w:rPr>
            <w:drawing>
              <wp:anchor distT="0" distB="0" distL="114300" distR="114300" simplePos="0" relativeHeight="251658245" behindDoc="0" locked="1" layoutInCell="1" allowOverlap="1" wp14:anchorId="15EC7B16" wp14:editId="1869E28C">
                <wp:simplePos x="0" y="0"/>
                <wp:positionH relativeFrom="page">
                  <wp:align>left</wp:align>
                </wp:positionH>
                <wp:positionV relativeFrom="page">
                  <wp:posOffset>434975</wp:posOffset>
                </wp:positionV>
                <wp:extent cx="3091815" cy="708660"/>
                <wp:effectExtent l="0" t="0" r="0" b="0"/>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91815" cy="708660"/>
                        </a:xfrm>
                        <a:prstGeom prst="rect">
                          <a:avLst/>
                        </a:prstGeom>
                        <a:noFill/>
                        <a:ln>
                          <a:noFill/>
                        </a:ln>
                      </pic:spPr>
                    </pic:pic>
                  </a:graphicData>
                </a:graphic>
                <wp14:sizeRelH relativeFrom="page">
                  <wp14:pctWidth>0</wp14:pctWidth>
                </wp14:sizeRelH>
                <wp14:sizeRelV relativeFrom="page">
                  <wp14:pctHeight>0</wp14:pctHeight>
                </wp14:sizeRelV>
              </wp:anchor>
            </w:drawing>
          </w:r>
          <w:r w:rsidR="0008634D">
            <w:rPr>
              <w:rFonts w:eastAsiaTheme="majorEastAsia" w:cstheme="majorBidi"/>
              <w:b/>
              <w:color w:val="FF0062"/>
              <w:sz w:val="92"/>
              <w:szCs w:val="32"/>
            </w:rPr>
            <w:br w:type="page"/>
          </w:r>
        </w:p>
        <w:sdt>
          <w:sdtPr>
            <w:rPr>
              <w:rFonts w:ascii="Work Sans" w:eastAsiaTheme="minorHAnsi" w:hAnsi="Work Sans" w:cstheme="minorBidi"/>
              <w:color w:val="auto"/>
              <w:sz w:val="22"/>
              <w:szCs w:val="22"/>
              <w:lang w:val="es-ES" w:eastAsia="en-US"/>
            </w:rPr>
            <w:id w:val="-443152442"/>
            <w:docPartObj>
              <w:docPartGallery w:val="Table of Contents"/>
              <w:docPartUnique/>
            </w:docPartObj>
          </w:sdtPr>
          <w:sdtEndPr>
            <w:rPr>
              <w:b/>
              <w:bCs/>
            </w:rPr>
          </w:sdtEndPr>
          <w:sdtContent>
            <w:p w14:paraId="0D98FF4C" w14:textId="5FF21009" w:rsidR="00B35F6F" w:rsidRDefault="00B35F6F" w:rsidP="00B35F6F">
              <w:pPr>
                <w:pStyle w:val="TtuloTDC"/>
                <w:jc w:val="center"/>
                <w:rPr>
                  <w:rStyle w:val="Ttulo2Car"/>
                  <w:rFonts w:ascii="Work Sans" w:hAnsi="Work Sans"/>
                </w:rPr>
              </w:pPr>
              <w:r w:rsidRPr="00B35F6F">
                <w:rPr>
                  <w:rStyle w:val="Ttulo2Car"/>
                  <w:rFonts w:ascii="Work Sans" w:hAnsi="Work Sans"/>
                </w:rPr>
                <w:t>Tabla de contenido</w:t>
              </w:r>
            </w:p>
            <w:p w14:paraId="021A1329" w14:textId="77777777" w:rsidR="00B35F6F" w:rsidRPr="00B35F6F" w:rsidRDefault="00B35F6F" w:rsidP="00B35F6F">
              <w:pPr>
                <w:rPr>
                  <w:lang w:val="es-419" w:eastAsia="es-419"/>
                </w:rPr>
              </w:pPr>
            </w:p>
            <w:p w14:paraId="0AB702F5" w14:textId="5932BE9D" w:rsidR="000D2F52" w:rsidRDefault="00B35F6F">
              <w:pPr>
                <w:pStyle w:val="TDC2"/>
                <w:rPr>
                  <w:rFonts w:asciiTheme="minorHAnsi" w:eastAsiaTheme="minorEastAsia" w:hAnsiTheme="minorHAnsi"/>
                  <w:noProof/>
                  <w:lang w:eastAsia="es-CO"/>
                </w:rPr>
              </w:pPr>
              <w:r>
                <w:fldChar w:fldCharType="begin"/>
              </w:r>
              <w:r>
                <w:instrText xml:space="preserve"> TOC \o "1-3" \h \z \u </w:instrText>
              </w:r>
              <w:r>
                <w:fldChar w:fldCharType="separate"/>
              </w:r>
              <w:hyperlink w:anchor="_Toc114754722" w:history="1">
                <w:r w:rsidR="000D2F52" w:rsidRPr="000719F9">
                  <w:rPr>
                    <w:rStyle w:val="Hipervnculo"/>
                    <w:noProof/>
                    <w:lang w:val="es-419" w:eastAsia="es-419"/>
                  </w:rPr>
                  <w:t>Listado de tablas</w:t>
                </w:r>
                <w:r w:rsidR="000D2F52">
                  <w:rPr>
                    <w:noProof/>
                    <w:webHidden/>
                  </w:rPr>
                  <w:tab/>
                </w:r>
                <w:r w:rsidR="000D2F52">
                  <w:rPr>
                    <w:noProof/>
                    <w:webHidden/>
                  </w:rPr>
                  <w:fldChar w:fldCharType="begin"/>
                </w:r>
                <w:r w:rsidR="000D2F52">
                  <w:rPr>
                    <w:noProof/>
                    <w:webHidden/>
                  </w:rPr>
                  <w:instrText xml:space="preserve"> PAGEREF _Toc114754722 \h </w:instrText>
                </w:r>
                <w:r w:rsidR="000D2F52">
                  <w:rPr>
                    <w:noProof/>
                    <w:webHidden/>
                  </w:rPr>
                </w:r>
                <w:r w:rsidR="000D2F52">
                  <w:rPr>
                    <w:noProof/>
                    <w:webHidden/>
                  </w:rPr>
                  <w:fldChar w:fldCharType="separate"/>
                </w:r>
                <w:r w:rsidR="000D2F52">
                  <w:rPr>
                    <w:noProof/>
                    <w:webHidden/>
                  </w:rPr>
                  <w:t>3</w:t>
                </w:r>
                <w:r w:rsidR="000D2F52">
                  <w:rPr>
                    <w:noProof/>
                    <w:webHidden/>
                  </w:rPr>
                  <w:fldChar w:fldCharType="end"/>
                </w:r>
              </w:hyperlink>
            </w:p>
            <w:p w14:paraId="29F92887" w14:textId="62B67547" w:rsidR="000D2F52" w:rsidRDefault="000D2F52">
              <w:pPr>
                <w:pStyle w:val="TDC2"/>
                <w:rPr>
                  <w:rFonts w:asciiTheme="minorHAnsi" w:eastAsiaTheme="minorEastAsia" w:hAnsiTheme="minorHAnsi"/>
                  <w:noProof/>
                  <w:lang w:eastAsia="es-CO"/>
                </w:rPr>
              </w:pPr>
              <w:hyperlink w:anchor="_Toc114754723" w:history="1">
                <w:r w:rsidRPr="000719F9">
                  <w:rPr>
                    <w:rStyle w:val="Hipervnculo"/>
                    <w:noProof/>
                    <w:lang w:val="es-419" w:eastAsia="es-419"/>
                  </w:rPr>
                  <w:t>Tabla de Ilustraciones</w:t>
                </w:r>
                <w:r>
                  <w:rPr>
                    <w:noProof/>
                    <w:webHidden/>
                  </w:rPr>
                  <w:tab/>
                </w:r>
                <w:r>
                  <w:rPr>
                    <w:noProof/>
                    <w:webHidden/>
                  </w:rPr>
                  <w:fldChar w:fldCharType="begin"/>
                </w:r>
                <w:r>
                  <w:rPr>
                    <w:noProof/>
                    <w:webHidden/>
                  </w:rPr>
                  <w:instrText xml:space="preserve"> PAGEREF _Toc114754723 \h </w:instrText>
                </w:r>
                <w:r>
                  <w:rPr>
                    <w:noProof/>
                    <w:webHidden/>
                  </w:rPr>
                </w:r>
                <w:r>
                  <w:rPr>
                    <w:noProof/>
                    <w:webHidden/>
                  </w:rPr>
                  <w:fldChar w:fldCharType="separate"/>
                </w:r>
                <w:r>
                  <w:rPr>
                    <w:noProof/>
                    <w:webHidden/>
                  </w:rPr>
                  <w:t>4</w:t>
                </w:r>
                <w:r>
                  <w:rPr>
                    <w:noProof/>
                    <w:webHidden/>
                  </w:rPr>
                  <w:fldChar w:fldCharType="end"/>
                </w:r>
              </w:hyperlink>
            </w:p>
            <w:p w14:paraId="56948D5F" w14:textId="3D365383" w:rsidR="000D2F52" w:rsidRDefault="000D2F52">
              <w:pPr>
                <w:pStyle w:val="TDC1"/>
                <w:tabs>
                  <w:tab w:val="left" w:pos="440"/>
                  <w:tab w:val="right" w:leader="dot" w:pos="9962"/>
                </w:tabs>
                <w:rPr>
                  <w:rFonts w:asciiTheme="minorHAnsi" w:eastAsiaTheme="minorEastAsia" w:hAnsiTheme="minorHAnsi"/>
                  <w:noProof/>
                  <w:lang w:eastAsia="es-CO"/>
                </w:rPr>
              </w:pPr>
              <w:hyperlink w:anchor="_Toc114754724" w:history="1">
                <w:r w:rsidRPr="000719F9">
                  <w:rPr>
                    <w:rStyle w:val="Hipervnculo"/>
                    <w:rFonts w:eastAsia="Times New Roman"/>
                    <w:noProof/>
                  </w:rPr>
                  <w:t>1.</w:t>
                </w:r>
                <w:r>
                  <w:rPr>
                    <w:rFonts w:asciiTheme="minorHAnsi" w:eastAsiaTheme="minorEastAsia" w:hAnsiTheme="minorHAnsi"/>
                    <w:noProof/>
                    <w:lang w:eastAsia="es-CO"/>
                  </w:rPr>
                  <w:tab/>
                </w:r>
                <w:r w:rsidRPr="000719F9">
                  <w:rPr>
                    <w:rStyle w:val="Hipervnculo"/>
                    <w:rFonts w:eastAsia="Times New Roman"/>
                    <w:noProof/>
                  </w:rPr>
                  <w:t xml:space="preserve">  Introducción</w:t>
                </w:r>
                <w:r>
                  <w:rPr>
                    <w:noProof/>
                    <w:webHidden/>
                  </w:rPr>
                  <w:tab/>
                </w:r>
                <w:r>
                  <w:rPr>
                    <w:noProof/>
                    <w:webHidden/>
                  </w:rPr>
                  <w:fldChar w:fldCharType="begin"/>
                </w:r>
                <w:r>
                  <w:rPr>
                    <w:noProof/>
                    <w:webHidden/>
                  </w:rPr>
                  <w:instrText xml:space="preserve"> PAGEREF _Toc114754724 \h </w:instrText>
                </w:r>
                <w:r>
                  <w:rPr>
                    <w:noProof/>
                    <w:webHidden/>
                  </w:rPr>
                </w:r>
                <w:r>
                  <w:rPr>
                    <w:noProof/>
                    <w:webHidden/>
                  </w:rPr>
                  <w:fldChar w:fldCharType="separate"/>
                </w:r>
                <w:r>
                  <w:rPr>
                    <w:noProof/>
                    <w:webHidden/>
                  </w:rPr>
                  <w:t>5</w:t>
                </w:r>
                <w:r>
                  <w:rPr>
                    <w:noProof/>
                    <w:webHidden/>
                  </w:rPr>
                  <w:fldChar w:fldCharType="end"/>
                </w:r>
              </w:hyperlink>
            </w:p>
            <w:p w14:paraId="1C00568C" w14:textId="5853AE9F" w:rsidR="000D2F52" w:rsidRDefault="000D2F52">
              <w:pPr>
                <w:pStyle w:val="TDC2"/>
                <w:rPr>
                  <w:rFonts w:asciiTheme="minorHAnsi" w:eastAsiaTheme="minorEastAsia" w:hAnsiTheme="minorHAnsi"/>
                  <w:noProof/>
                  <w:lang w:eastAsia="es-CO"/>
                </w:rPr>
              </w:pPr>
              <w:hyperlink w:anchor="_Toc114754725" w:history="1">
                <w:r w:rsidRPr="000719F9">
                  <w:rPr>
                    <w:rStyle w:val="Hipervnculo"/>
                    <w:noProof/>
                    <w:lang w:val="es-419"/>
                  </w:rPr>
                  <w:t>1.1</w:t>
                </w:r>
                <w:r>
                  <w:rPr>
                    <w:rFonts w:asciiTheme="minorHAnsi" w:eastAsiaTheme="minorEastAsia" w:hAnsiTheme="minorHAnsi"/>
                    <w:noProof/>
                    <w:lang w:eastAsia="es-CO"/>
                  </w:rPr>
                  <w:tab/>
                </w:r>
                <w:r w:rsidRPr="000719F9">
                  <w:rPr>
                    <w:rStyle w:val="Hipervnculo"/>
                    <w:noProof/>
                  </w:rPr>
                  <w:t>Objetivo</w:t>
                </w:r>
                <w:r w:rsidRPr="000719F9">
                  <w:rPr>
                    <w:rStyle w:val="Hipervnculo"/>
                    <w:noProof/>
                    <w:lang w:val="es-419"/>
                  </w:rPr>
                  <w:t xml:space="preserve"> del instructivo</w:t>
                </w:r>
                <w:r>
                  <w:rPr>
                    <w:noProof/>
                    <w:webHidden/>
                  </w:rPr>
                  <w:tab/>
                </w:r>
                <w:r>
                  <w:rPr>
                    <w:noProof/>
                    <w:webHidden/>
                  </w:rPr>
                  <w:fldChar w:fldCharType="begin"/>
                </w:r>
                <w:r>
                  <w:rPr>
                    <w:noProof/>
                    <w:webHidden/>
                  </w:rPr>
                  <w:instrText xml:space="preserve"> PAGEREF _Toc114754725 \h </w:instrText>
                </w:r>
                <w:r>
                  <w:rPr>
                    <w:noProof/>
                    <w:webHidden/>
                  </w:rPr>
                </w:r>
                <w:r>
                  <w:rPr>
                    <w:noProof/>
                    <w:webHidden/>
                  </w:rPr>
                  <w:fldChar w:fldCharType="separate"/>
                </w:r>
                <w:r>
                  <w:rPr>
                    <w:noProof/>
                    <w:webHidden/>
                  </w:rPr>
                  <w:t>7</w:t>
                </w:r>
                <w:r>
                  <w:rPr>
                    <w:noProof/>
                    <w:webHidden/>
                  </w:rPr>
                  <w:fldChar w:fldCharType="end"/>
                </w:r>
              </w:hyperlink>
            </w:p>
            <w:p w14:paraId="5404F4F3" w14:textId="1D7286D9" w:rsidR="000D2F52" w:rsidRDefault="000D2F52">
              <w:pPr>
                <w:pStyle w:val="TDC2"/>
                <w:rPr>
                  <w:rFonts w:asciiTheme="minorHAnsi" w:eastAsiaTheme="minorEastAsia" w:hAnsiTheme="minorHAnsi"/>
                  <w:noProof/>
                  <w:lang w:eastAsia="es-CO"/>
                </w:rPr>
              </w:pPr>
              <w:hyperlink w:anchor="_Toc114754726" w:history="1">
                <w:r w:rsidRPr="000719F9">
                  <w:rPr>
                    <w:rStyle w:val="Hipervnculo"/>
                    <w:noProof/>
                    <w:lang w:val="es-419"/>
                  </w:rPr>
                  <w:t>1.2</w:t>
                </w:r>
                <w:r>
                  <w:rPr>
                    <w:rFonts w:asciiTheme="minorHAnsi" w:eastAsiaTheme="minorEastAsia" w:hAnsiTheme="minorHAnsi"/>
                    <w:noProof/>
                    <w:lang w:eastAsia="es-CO"/>
                  </w:rPr>
                  <w:tab/>
                </w:r>
                <w:r w:rsidRPr="000719F9">
                  <w:rPr>
                    <w:rStyle w:val="Hipervnculo"/>
                    <w:noProof/>
                    <w:lang w:val="es-419"/>
                  </w:rPr>
                  <w:t>Alcance del instructivo</w:t>
                </w:r>
                <w:r>
                  <w:rPr>
                    <w:noProof/>
                    <w:webHidden/>
                  </w:rPr>
                  <w:tab/>
                </w:r>
                <w:r>
                  <w:rPr>
                    <w:noProof/>
                    <w:webHidden/>
                  </w:rPr>
                  <w:fldChar w:fldCharType="begin"/>
                </w:r>
                <w:r>
                  <w:rPr>
                    <w:noProof/>
                    <w:webHidden/>
                  </w:rPr>
                  <w:instrText xml:space="preserve"> PAGEREF _Toc114754726 \h </w:instrText>
                </w:r>
                <w:r>
                  <w:rPr>
                    <w:noProof/>
                    <w:webHidden/>
                  </w:rPr>
                </w:r>
                <w:r>
                  <w:rPr>
                    <w:noProof/>
                    <w:webHidden/>
                  </w:rPr>
                  <w:fldChar w:fldCharType="separate"/>
                </w:r>
                <w:r>
                  <w:rPr>
                    <w:noProof/>
                    <w:webHidden/>
                  </w:rPr>
                  <w:t>7</w:t>
                </w:r>
                <w:r>
                  <w:rPr>
                    <w:noProof/>
                    <w:webHidden/>
                  </w:rPr>
                  <w:fldChar w:fldCharType="end"/>
                </w:r>
              </w:hyperlink>
            </w:p>
            <w:p w14:paraId="5D36020A" w14:textId="6293379B" w:rsidR="000D2F52" w:rsidRDefault="000D2F52">
              <w:pPr>
                <w:pStyle w:val="TDC1"/>
                <w:tabs>
                  <w:tab w:val="left" w:pos="440"/>
                  <w:tab w:val="right" w:leader="dot" w:pos="9962"/>
                </w:tabs>
                <w:rPr>
                  <w:rFonts w:asciiTheme="minorHAnsi" w:eastAsiaTheme="minorEastAsia" w:hAnsiTheme="minorHAnsi"/>
                  <w:noProof/>
                  <w:lang w:eastAsia="es-CO"/>
                </w:rPr>
              </w:pPr>
              <w:hyperlink w:anchor="_Toc114754727" w:history="1">
                <w:r w:rsidRPr="000719F9">
                  <w:rPr>
                    <w:rStyle w:val="Hipervnculo"/>
                    <w:rFonts w:eastAsia="Times New Roman"/>
                    <w:noProof/>
                  </w:rPr>
                  <w:t>2.</w:t>
                </w:r>
                <w:r>
                  <w:rPr>
                    <w:rFonts w:asciiTheme="minorHAnsi" w:eastAsiaTheme="minorEastAsia" w:hAnsiTheme="minorHAnsi"/>
                    <w:noProof/>
                    <w:lang w:eastAsia="es-CO"/>
                  </w:rPr>
                  <w:tab/>
                </w:r>
                <w:r w:rsidRPr="000719F9">
                  <w:rPr>
                    <w:rStyle w:val="Hipervnculo"/>
                    <w:rFonts w:eastAsia="Times New Roman"/>
                    <w:noProof/>
                  </w:rPr>
                  <w:t xml:space="preserve">  ¿Qué es un componente de Información?</w:t>
                </w:r>
                <w:r>
                  <w:rPr>
                    <w:noProof/>
                    <w:webHidden/>
                  </w:rPr>
                  <w:tab/>
                </w:r>
                <w:r>
                  <w:rPr>
                    <w:noProof/>
                    <w:webHidden/>
                  </w:rPr>
                  <w:fldChar w:fldCharType="begin"/>
                </w:r>
                <w:r>
                  <w:rPr>
                    <w:noProof/>
                    <w:webHidden/>
                  </w:rPr>
                  <w:instrText xml:space="preserve"> PAGEREF _Toc114754727 \h </w:instrText>
                </w:r>
                <w:r>
                  <w:rPr>
                    <w:noProof/>
                    <w:webHidden/>
                  </w:rPr>
                </w:r>
                <w:r>
                  <w:rPr>
                    <w:noProof/>
                    <w:webHidden/>
                  </w:rPr>
                  <w:fldChar w:fldCharType="separate"/>
                </w:r>
                <w:r>
                  <w:rPr>
                    <w:noProof/>
                    <w:webHidden/>
                  </w:rPr>
                  <w:t>8</w:t>
                </w:r>
                <w:r>
                  <w:rPr>
                    <w:noProof/>
                    <w:webHidden/>
                  </w:rPr>
                  <w:fldChar w:fldCharType="end"/>
                </w:r>
              </w:hyperlink>
            </w:p>
            <w:p w14:paraId="7BF92BD2" w14:textId="5E1C8ED5" w:rsidR="000D2F52" w:rsidRDefault="000D2F52">
              <w:pPr>
                <w:pStyle w:val="TDC1"/>
                <w:tabs>
                  <w:tab w:val="left" w:pos="440"/>
                  <w:tab w:val="right" w:leader="dot" w:pos="9962"/>
                </w:tabs>
                <w:rPr>
                  <w:rFonts w:asciiTheme="minorHAnsi" w:eastAsiaTheme="minorEastAsia" w:hAnsiTheme="minorHAnsi"/>
                  <w:noProof/>
                  <w:lang w:eastAsia="es-CO"/>
                </w:rPr>
              </w:pPr>
              <w:hyperlink w:anchor="_Toc114754728" w:history="1">
                <w:r w:rsidRPr="000719F9">
                  <w:rPr>
                    <w:rStyle w:val="Hipervnculo"/>
                    <w:rFonts w:eastAsia="Times New Roman"/>
                    <w:noProof/>
                  </w:rPr>
                  <w:t>3.</w:t>
                </w:r>
                <w:r>
                  <w:rPr>
                    <w:rFonts w:asciiTheme="minorHAnsi" w:eastAsiaTheme="minorEastAsia" w:hAnsiTheme="minorHAnsi"/>
                    <w:noProof/>
                    <w:lang w:eastAsia="es-CO"/>
                  </w:rPr>
                  <w:tab/>
                </w:r>
                <w:r w:rsidRPr="000719F9">
                  <w:rPr>
                    <w:rStyle w:val="Hipervnculo"/>
                    <w:rFonts w:eastAsia="Times New Roman"/>
                    <w:noProof/>
                  </w:rPr>
                  <w:t xml:space="preserve">  ¿Cómo construir el catálogo de componentes de información?</w:t>
                </w:r>
                <w:r>
                  <w:rPr>
                    <w:noProof/>
                    <w:webHidden/>
                  </w:rPr>
                  <w:tab/>
                </w:r>
                <w:r>
                  <w:rPr>
                    <w:noProof/>
                    <w:webHidden/>
                  </w:rPr>
                  <w:fldChar w:fldCharType="begin"/>
                </w:r>
                <w:r>
                  <w:rPr>
                    <w:noProof/>
                    <w:webHidden/>
                  </w:rPr>
                  <w:instrText xml:space="preserve"> PAGEREF _Toc114754728 \h </w:instrText>
                </w:r>
                <w:r>
                  <w:rPr>
                    <w:noProof/>
                    <w:webHidden/>
                  </w:rPr>
                </w:r>
                <w:r>
                  <w:rPr>
                    <w:noProof/>
                    <w:webHidden/>
                  </w:rPr>
                  <w:fldChar w:fldCharType="separate"/>
                </w:r>
                <w:r>
                  <w:rPr>
                    <w:noProof/>
                    <w:webHidden/>
                  </w:rPr>
                  <w:t>10</w:t>
                </w:r>
                <w:r>
                  <w:rPr>
                    <w:noProof/>
                    <w:webHidden/>
                  </w:rPr>
                  <w:fldChar w:fldCharType="end"/>
                </w:r>
              </w:hyperlink>
            </w:p>
            <w:p w14:paraId="2113109A" w14:textId="45DECE0A" w:rsidR="000D2F52" w:rsidRDefault="000D2F52">
              <w:pPr>
                <w:pStyle w:val="TDC2"/>
                <w:rPr>
                  <w:rFonts w:asciiTheme="minorHAnsi" w:eastAsiaTheme="minorEastAsia" w:hAnsiTheme="minorHAnsi"/>
                  <w:noProof/>
                  <w:lang w:eastAsia="es-CO"/>
                </w:rPr>
              </w:pPr>
              <w:hyperlink w:anchor="_Toc114754729" w:history="1">
                <w:r w:rsidRPr="000719F9">
                  <w:rPr>
                    <w:rStyle w:val="Hipervnculo"/>
                    <w:noProof/>
                  </w:rPr>
                  <w:t>3.1 Identificar la información que produce la entidad</w:t>
                </w:r>
                <w:r>
                  <w:rPr>
                    <w:noProof/>
                    <w:webHidden/>
                  </w:rPr>
                  <w:tab/>
                </w:r>
                <w:r>
                  <w:rPr>
                    <w:noProof/>
                    <w:webHidden/>
                  </w:rPr>
                  <w:fldChar w:fldCharType="begin"/>
                </w:r>
                <w:r>
                  <w:rPr>
                    <w:noProof/>
                    <w:webHidden/>
                  </w:rPr>
                  <w:instrText xml:space="preserve"> PAGEREF _Toc114754729 \h </w:instrText>
                </w:r>
                <w:r>
                  <w:rPr>
                    <w:noProof/>
                    <w:webHidden/>
                  </w:rPr>
                </w:r>
                <w:r>
                  <w:rPr>
                    <w:noProof/>
                    <w:webHidden/>
                  </w:rPr>
                  <w:fldChar w:fldCharType="separate"/>
                </w:r>
                <w:r>
                  <w:rPr>
                    <w:noProof/>
                    <w:webHidden/>
                  </w:rPr>
                  <w:t>11</w:t>
                </w:r>
                <w:r>
                  <w:rPr>
                    <w:noProof/>
                    <w:webHidden/>
                  </w:rPr>
                  <w:fldChar w:fldCharType="end"/>
                </w:r>
              </w:hyperlink>
            </w:p>
            <w:p w14:paraId="73709A6A" w14:textId="4C5E826A" w:rsidR="000D2F52" w:rsidRDefault="000D2F52">
              <w:pPr>
                <w:pStyle w:val="TDC2"/>
                <w:tabs>
                  <w:tab w:val="left" w:pos="2001"/>
                </w:tabs>
                <w:rPr>
                  <w:rFonts w:asciiTheme="minorHAnsi" w:eastAsiaTheme="minorEastAsia" w:hAnsiTheme="minorHAnsi"/>
                  <w:noProof/>
                  <w:lang w:eastAsia="es-CO"/>
                </w:rPr>
              </w:pPr>
              <w:hyperlink w:anchor="_Toc114754730" w:history="1">
                <w:r w:rsidRPr="000719F9">
                  <w:rPr>
                    <w:rStyle w:val="Hipervnculo"/>
                    <w:noProof/>
                    <w:w w:val="105"/>
                  </w:rPr>
                  <w:t>3.2 Identificar</w:t>
                </w:r>
                <w:r>
                  <w:rPr>
                    <w:rFonts w:asciiTheme="minorHAnsi" w:eastAsiaTheme="minorEastAsia" w:hAnsiTheme="minorHAnsi"/>
                    <w:noProof/>
                    <w:lang w:eastAsia="es-CO"/>
                  </w:rPr>
                  <w:tab/>
                </w:r>
                <w:r w:rsidRPr="000719F9">
                  <w:rPr>
                    <w:rStyle w:val="Hipervnculo"/>
                    <w:noProof/>
                    <w:spacing w:val="-4"/>
                    <w:w w:val="105"/>
                  </w:rPr>
                  <w:t>los</w:t>
                </w:r>
                <w:r w:rsidRPr="000719F9">
                  <w:rPr>
                    <w:rStyle w:val="Hipervnculo"/>
                    <w:noProof/>
                  </w:rPr>
                  <w:t xml:space="preserve"> </w:t>
                </w:r>
                <w:r w:rsidRPr="000719F9">
                  <w:rPr>
                    <w:rStyle w:val="Hipervnculo"/>
                    <w:noProof/>
                    <w:spacing w:val="-4"/>
                    <w:w w:val="105"/>
                  </w:rPr>
                  <w:t>datos</w:t>
                </w:r>
                <w:r w:rsidRPr="000719F9">
                  <w:rPr>
                    <w:rStyle w:val="Hipervnculo"/>
                    <w:noProof/>
                  </w:rPr>
                  <w:t xml:space="preserve"> </w:t>
                </w:r>
                <w:r w:rsidRPr="000719F9">
                  <w:rPr>
                    <w:rStyle w:val="Hipervnculo"/>
                    <w:noProof/>
                    <w:spacing w:val="-4"/>
                    <w:w w:val="105"/>
                  </w:rPr>
                  <w:t>que</w:t>
                </w:r>
                <w:r w:rsidRPr="000719F9">
                  <w:rPr>
                    <w:rStyle w:val="Hipervnculo"/>
                    <w:noProof/>
                  </w:rPr>
                  <w:t xml:space="preserve"> </w:t>
                </w:r>
                <w:r w:rsidRPr="000719F9">
                  <w:rPr>
                    <w:rStyle w:val="Hipervnculo"/>
                    <w:noProof/>
                    <w:w w:val="105"/>
                  </w:rPr>
                  <w:t>conforman</w:t>
                </w:r>
                <w:r w:rsidRPr="000719F9">
                  <w:rPr>
                    <w:rStyle w:val="Hipervnculo"/>
                    <w:noProof/>
                  </w:rPr>
                  <w:t xml:space="preserve"> </w:t>
                </w:r>
                <w:r w:rsidRPr="000719F9">
                  <w:rPr>
                    <w:rStyle w:val="Hipervnculo"/>
                    <w:noProof/>
                    <w:spacing w:val="-8"/>
                    <w:w w:val="105"/>
                  </w:rPr>
                  <w:t xml:space="preserve">la </w:t>
                </w:r>
                <w:r w:rsidRPr="000719F9">
                  <w:rPr>
                    <w:rStyle w:val="Hipervnculo"/>
                    <w:noProof/>
                    <w:w w:val="105"/>
                  </w:rPr>
                  <w:t>información.</w:t>
                </w:r>
                <w:r>
                  <w:rPr>
                    <w:noProof/>
                    <w:webHidden/>
                  </w:rPr>
                  <w:tab/>
                </w:r>
                <w:r>
                  <w:rPr>
                    <w:noProof/>
                    <w:webHidden/>
                  </w:rPr>
                  <w:fldChar w:fldCharType="begin"/>
                </w:r>
                <w:r>
                  <w:rPr>
                    <w:noProof/>
                    <w:webHidden/>
                  </w:rPr>
                  <w:instrText xml:space="preserve"> PAGEREF _Toc114754730 \h </w:instrText>
                </w:r>
                <w:r>
                  <w:rPr>
                    <w:noProof/>
                    <w:webHidden/>
                  </w:rPr>
                </w:r>
                <w:r>
                  <w:rPr>
                    <w:noProof/>
                    <w:webHidden/>
                  </w:rPr>
                  <w:fldChar w:fldCharType="separate"/>
                </w:r>
                <w:r>
                  <w:rPr>
                    <w:noProof/>
                    <w:webHidden/>
                  </w:rPr>
                  <w:t>13</w:t>
                </w:r>
                <w:r>
                  <w:rPr>
                    <w:noProof/>
                    <w:webHidden/>
                  </w:rPr>
                  <w:fldChar w:fldCharType="end"/>
                </w:r>
              </w:hyperlink>
            </w:p>
            <w:p w14:paraId="41E0D6BC" w14:textId="0F63243D" w:rsidR="000D2F52" w:rsidRDefault="000D2F52">
              <w:pPr>
                <w:pStyle w:val="TDC2"/>
                <w:rPr>
                  <w:rFonts w:asciiTheme="minorHAnsi" w:eastAsiaTheme="minorEastAsia" w:hAnsiTheme="minorHAnsi"/>
                  <w:noProof/>
                  <w:lang w:eastAsia="es-CO"/>
                </w:rPr>
              </w:pPr>
              <w:hyperlink w:anchor="_Toc114754731" w:history="1">
                <w:r w:rsidRPr="000719F9">
                  <w:rPr>
                    <w:rStyle w:val="Hipervnculo"/>
                    <w:noProof/>
                  </w:rPr>
                  <w:t>3.3 Identificar los flujos de información</w:t>
                </w:r>
                <w:r>
                  <w:rPr>
                    <w:noProof/>
                    <w:webHidden/>
                  </w:rPr>
                  <w:tab/>
                </w:r>
                <w:r>
                  <w:rPr>
                    <w:noProof/>
                    <w:webHidden/>
                  </w:rPr>
                  <w:fldChar w:fldCharType="begin"/>
                </w:r>
                <w:r>
                  <w:rPr>
                    <w:noProof/>
                    <w:webHidden/>
                  </w:rPr>
                  <w:instrText xml:space="preserve"> PAGEREF _Toc114754731 \h </w:instrText>
                </w:r>
                <w:r>
                  <w:rPr>
                    <w:noProof/>
                    <w:webHidden/>
                  </w:rPr>
                </w:r>
                <w:r>
                  <w:rPr>
                    <w:noProof/>
                    <w:webHidden/>
                  </w:rPr>
                  <w:fldChar w:fldCharType="separate"/>
                </w:r>
                <w:r>
                  <w:rPr>
                    <w:noProof/>
                    <w:webHidden/>
                  </w:rPr>
                  <w:t>14</w:t>
                </w:r>
                <w:r>
                  <w:rPr>
                    <w:noProof/>
                    <w:webHidden/>
                  </w:rPr>
                  <w:fldChar w:fldCharType="end"/>
                </w:r>
              </w:hyperlink>
            </w:p>
            <w:p w14:paraId="699AB872" w14:textId="0AD68611" w:rsidR="000D2F52" w:rsidRDefault="000D2F52">
              <w:pPr>
                <w:pStyle w:val="TDC2"/>
                <w:rPr>
                  <w:rFonts w:asciiTheme="minorHAnsi" w:eastAsiaTheme="minorEastAsia" w:hAnsiTheme="minorHAnsi"/>
                  <w:noProof/>
                  <w:lang w:eastAsia="es-CO"/>
                </w:rPr>
              </w:pPr>
              <w:hyperlink w:anchor="_Toc114754732" w:history="1">
                <w:r w:rsidRPr="000719F9">
                  <w:rPr>
                    <w:rStyle w:val="Hipervnculo"/>
                    <w:noProof/>
                  </w:rPr>
                  <w:t>3.4 Identificar qué servicios soportan la información</w:t>
                </w:r>
                <w:r>
                  <w:rPr>
                    <w:noProof/>
                    <w:webHidden/>
                  </w:rPr>
                  <w:tab/>
                </w:r>
                <w:r>
                  <w:rPr>
                    <w:noProof/>
                    <w:webHidden/>
                  </w:rPr>
                  <w:fldChar w:fldCharType="begin"/>
                </w:r>
                <w:r>
                  <w:rPr>
                    <w:noProof/>
                    <w:webHidden/>
                  </w:rPr>
                  <w:instrText xml:space="preserve"> PAGEREF _Toc114754732 \h </w:instrText>
                </w:r>
                <w:r>
                  <w:rPr>
                    <w:noProof/>
                    <w:webHidden/>
                  </w:rPr>
                </w:r>
                <w:r>
                  <w:rPr>
                    <w:noProof/>
                    <w:webHidden/>
                  </w:rPr>
                  <w:fldChar w:fldCharType="separate"/>
                </w:r>
                <w:r>
                  <w:rPr>
                    <w:noProof/>
                    <w:webHidden/>
                  </w:rPr>
                  <w:t>17</w:t>
                </w:r>
                <w:r>
                  <w:rPr>
                    <w:noProof/>
                    <w:webHidden/>
                  </w:rPr>
                  <w:fldChar w:fldCharType="end"/>
                </w:r>
              </w:hyperlink>
            </w:p>
            <w:p w14:paraId="6FA2D88F" w14:textId="246F659F" w:rsidR="000D2F52" w:rsidRDefault="000D2F52">
              <w:pPr>
                <w:pStyle w:val="TDC1"/>
                <w:tabs>
                  <w:tab w:val="left" w:pos="440"/>
                  <w:tab w:val="right" w:leader="dot" w:pos="9962"/>
                </w:tabs>
                <w:rPr>
                  <w:rFonts w:asciiTheme="minorHAnsi" w:eastAsiaTheme="minorEastAsia" w:hAnsiTheme="minorHAnsi"/>
                  <w:noProof/>
                  <w:lang w:eastAsia="es-CO"/>
                </w:rPr>
              </w:pPr>
              <w:hyperlink w:anchor="_Toc114754733" w:history="1">
                <w:r w:rsidRPr="000719F9">
                  <w:rPr>
                    <w:rStyle w:val="Hipervnculo"/>
                    <w:rFonts w:eastAsia="Times New Roman"/>
                    <w:noProof/>
                  </w:rPr>
                  <w:t>4.</w:t>
                </w:r>
                <w:r>
                  <w:rPr>
                    <w:rFonts w:asciiTheme="minorHAnsi" w:eastAsiaTheme="minorEastAsia" w:hAnsiTheme="minorHAnsi"/>
                    <w:noProof/>
                    <w:lang w:eastAsia="es-CO"/>
                  </w:rPr>
                  <w:tab/>
                </w:r>
                <w:r w:rsidRPr="000719F9">
                  <w:rPr>
                    <w:rStyle w:val="Hipervnculo"/>
                    <w:rFonts w:eastAsia="Times New Roman"/>
                    <w:noProof/>
                  </w:rPr>
                  <w:t xml:space="preserve">  Glosario</w:t>
                </w:r>
                <w:r>
                  <w:rPr>
                    <w:noProof/>
                    <w:webHidden/>
                  </w:rPr>
                  <w:tab/>
                </w:r>
                <w:r>
                  <w:rPr>
                    <w:noProof/>
                    <w:webHidden/>
                  </w:rPr>
                  <w:fldChar w:fldCharType="begin"/>
                </w:r>
                <w:r>
                  <w:rPr>
                    <w:noProof/>
                    <w:webHidden/>
                  </w:rPr>
                  <w:instrText xml:space="preserve"> PAGEREF _Toc114754733 \h </w:instrText>
                </w:r>
                <w:r>
                  <w:rPr>
                    <w:noProof/>
                    <w:webHidden/>
                  </w:rPr>
                </w:r>
                <w:r>
                  <w:rPr>
                    <w:noProof/>
                    <w:webHidden/>
                  </w:rPr>
                  <w:fldChar w:fldCharType="separate"/>
                </w:r>
                <w:r>
                  <w:rPr>
                    <w:noProof/>
                    <w:webHidden/>
                  </w:rPr>
                  <w:t>18</w:t>
                </w:r>
                <w:r>
                  <w:rPr>
                    <w:noProof/>
                    <w:webHidden/>
                  </w:rPr>
                  <w:fldChar w:fldCharType="end"/>
                </w:r>
              </w:hyperlink>
            </w:p>
            <w:p w14:paraId="555ADC69" w14:textId="2EA79362" w:rsidR="000D2F52" w:rsidRDefault="000D2F52">
              <w:pPr>
                <w:pStyle w:val="TDC1"/>
                <w:tabs>
                  <w:tab w:val="left" w:pos="440"/>
                  <w:tab w:val="right" w:leader="dot" w:pos="9962"/>
                </w:tabs>
                <w:rPr>
                  <w:rFonts w:asciiTheme="minorHAnsi" w:eastAsiaTheme="minorEastAsia" w:hAnsiTheme="minorHAnsi"/>
                  <w:noProof/>
                  <w:lang w:eastAsia="es-CO"/>
                </w:rPr>
              </w:pPr>
              <w:hyperlink w:anchor="_Toc114754734" w:history="1">
                <w:r w:rsidRPr="000719F9">
                  <w:rPr>
                    <w:rStyle w:val="Hipervnculo"/>
                    <w:rFonts w:eastAsia="Calibri"/>
                    <w:noProof/>
                  </w:rPr>
                  <w:t>5.</w:t>
                </w:r>
                <w:r>
                  <w:rPr>
                    <w:rFonts w:asciiTheme="minorHAnsi" w:eastAsiaTheme="minorEastAsia" w:hAnsiTheme="minorHAnsi"/>
                    <w:noProof/>
                    <w:lang w:eastAsia="es-CO"/>
                  </w:rPr>
                  <w:tab/>
                </w:r>
                <w:r w:rsidRPr="000719F9">
                  <w:rPr>
                    <w:rStyle w:val="Hipervnculo"/>
                    <w:rFonts w:eastAsia="Times New Roman"/>
                    <w:noProof/>
                  </w:rPr>
                  <w:t>Referencia</w:t>
                </w:r>
                <w:r>
                  <w:rPr>
                    <w:noProof/>
                    <w:webHidden/>
                  </w:rPr>
                  <w:tab/>
                </w:r>
                <w:r>
                  <w:rPr>
                    <w:noProof/>
                    <w:webHidden/>
                  </w:rPr>
                  <w:fldChar w:fldCharType="begin"/>
                </w:r>
                <w:r>
                  <w:rPr>
                    <w:noProof/>
                    <w:webHidden/>
                  </w:rPr>
                  <w:instrText xml:space="preserve"> PAGEREF _Toc114754734 \h </w:instrText>
                </w:r>
                <w:r>
                  <w:rPr>
                    <w:noProof/>
                    <w:webHidden/>
                  </w:rPr>
                </w:r>
                <w:r>
                  <w:rPr>
                    <w:noProof/>
                    <w:webHidden/>
                  </w:rPr>
                  <w:fldChar w:fldCharType="separate"/>
                </w:r>
                <w:r>
                  <w:rPr>
                    <w:noProof/>
                    <w:webHidden/>
                  </w:rPr>
                  <w:t>20</w:t>
                </w:r>
                <w:r>
                  <w:rPr>
                    <w:noProof/>
                    <w:webHidden/>
                  </w:rPr>
                  <w:fldChar w:fldCharType="end"/>
                </w:r>
              </w:hyperlink>
            </w:p>
            <w:p w14:paraId="4186CBD8" w14:textId="19C688BB" w:rsidR="00B35F6F" w:rsidRDefault="00B35F6F">
              <w:pPr>
                <w:rPr>
                  <w:b/>
                  <w:bCs/>
                  <w:lang w:val="es-ES"/>
                </w:rPr>
              </w:pPr>
              <w:r>
                <w:rPr>
                  <w:b/>
                  <w:bCs/>
                  <w:lang w:val="es-ES"/>
                </w:rPr>
                <w:fldChar w:fldCharType="end"/>
              </w:r>
            </w:p>
          </w:sdtContent>
        </w:sdt>
        <w:p w14:paraId="6DD5B7EE" w14:textId="3AFE25BD" w:rsidR="007F516E" w:rsidRDefault="007F516E">
          <w:pPr>
            <w:jc w:val="left"/>
            <w:rPr>
              <w:b/>
              <w:bCs/>
              <w:lang w:val="es-ES"/>
            </w:rPr>
          </w:pPr>
          <w:r>
            <w:rPr>
              <w:b/>
              <w:bCs/>
              <w:lang w:val="es-ES"/>
            </w:rPr>
            <w:br w:type="page"/>
          </w:r>
        </w:p>
        <w:p w14:paraId="42FA9C4D" w14:textId="77777777" w:rsidR="007F516E" w:rsidRDefault="007F516E"/>
        <w:p w14:paraId="2C813291" w14:textId="644701C3" w:rsidR="006D2040" w:rsidRDefault="006D2040" w:rsidP="006D2040">
          <w:pPr>
            <w:pStyle w:val="TtuloTDC"/>
            <w:jc w:val="center"/>
            <w:rPr>
              <w:rStyle w:val="Ttulo2Car"/>
              <w:rFonts w:ascii="Work Sans" w:hAnsi="Work Sans"/>
            </w:rPr>
          </w:pPr>
          <w:bookmarkStart w:id="0" w:name="_Toc112962745"/>
          <w:bookmarkStart w:id="1" w:name="_Toc114754722"/>
          <w:r>
            <w:rPr>
              <w:rStyle w:val="Ttulo2Car"/>
              <w:rFonts w:ascii="Work Sans" w:hAnsi="Work Sans"/>
            </w:rPr>
            <w:t>Listado de tablas</w:t>
          </w:r>
          <w:bookmarkEnd w:id="0"/>
          <w:bookmarkEnd w:id="1"/>
        </w:p>
        <w:p w14:paraId="2041A4BF" w14:textId="77777777" w:rsidR="006D2040" w:rsidRPr="006D2040" w:rsidRDefault="006D2040" w:rsidP="006D2040">
          <w:pPr>
            <w:rPr>
              <w:lang w:val="es-419" w:eastAsia="es-419"/>
            </w:rPr>
          </w:pPr>
        </w:p>
        <w:p w14:paraId="343073EB" w14:textId="25747554" w:rsidR="000D2F52" w:rsidRDefault="00B35F6F">
          <w:pPr>
            <w:pStyle w:val="Tabladeilustraciones"/>
            <w:tabs>
              <w:tab w:val="right" w:leader="dot" w:pos="9962"/>
            </w:tabs>
            <w:rPr>
              <w:rFonts w:asciiTheme="minorHAnsi" w:eastAsiaTheme="minorEastAsia" w:hAnsiTheme="minorHAnsi"/>
              <w:noProof/>
              <w:lang w:eastAsia="es-CO"/>
            </w:rPr>
          </w:pPr>
          <w:r>
            <w:rPr>
              <w:rFonts w:eastAsiaTheme="majorEastAsia" w:cstheme="majorBidi"/>
              <w:b/>
              <w:color w:val="FF0062"/>
              <w:sz w:val="92"/>
              <w:szCs w:val="32"/>
            </w:rPr>
            <w:fldChar w:fldCharType="begin"/>
          </w:r>
          <w:r>
            <w:rPr>
              <w:rFonts w:eastAsiaTheme="majorEastAsia" w:cstheme="majorBidi"/>
              <w:b/>
              <w:color w:val="FF0062"/>
              <w:sz w:val="92"/>
              <w:szCs w:val="32"/>
            </w:rPr>
            <w:instrText xml:space="preserve"> TOC \h \z \c "Tabla" </w:instrText>
          </w:r>
          <w:r>
            <w:rPr>
              <w:rFonts w:eastAsiaTheme="majorEastAsia" w:cstheme="majorBidi"/>
              <w:b/>
              <w:color w:val="FF0062"/>
              <w:sz w:val="92"/>
              <w:szCs w:val="32"/>
            </w:rPr>
            <w:fldChar w:fldCharType="separate"/>
          </w:r>
          <w:hyperlink w:anchor="_Toc114754735" w:history="1">
            <w:r w:rsidR="000D2F52" w:rsidRPr="00DE79E9">
              <w:rPr>
                <w:rStyle w:val="Hipervnculo"/>
                <w:noProof/>
              </w:rPr>
              <w:t>Tabla 1. Atributos de Información</w:t>
            </w:r>
            <w:r w:rsidR="000D2F52">
              <w:rPr>
                <w:noProof/>
                <w:webHidden/>
              </w:rPr>
              <w:tab/>
            </w:r>
            <w:r w:rsidR="000D2F52">
              <w:rPr>
                <w:noProof/>
                <w:webHidden/>
              </w:rPr>
              <w:fldChar w:fldCharType="begin"/>
            </w:r>
            <w:r w:rsidR="000D2F52">
              <w:rPr>
                <w:noProof/>
                <w:webHidden/>
              </w:rPr>
              <w:instrText xml:space="preserve"> PAGEREF _Toc114754735 \h </w:instrText>
            </w:r>
            <w:r w:rsidR="000D2F52">
              <w:rPr>
                <w:noProof/>
                <w:webHidden/>
              </w:rPr>
            </w:r>
            <w:r w:rsidR="000D2F52">
              <w:rPr>
                <w:noProof/>
                <w:webHidden/>
              </w:rPr>
              <w:fldChar w:fldCharType="separate"/>
            </w:r>
            <w:r w:rsidR="000D2F52">
              <w:rPr>
                <w:noProof/>
                <w:webHidden/>
              </w:rPr>
              <w:t>13</w:t>
            </w:r>
            <w:r w:rsidR="000D2F52">
              <w:rPr>
                <w:noProof/>
                <w:webHidden/>
              </w:rPr>
              <w:fldChar w:fldCharType="end"/>
            </w:r>
          </w:hyperlink>
        </w:p>
        <w:p w14:paraId="41DBD5D0" w14:textId="682C73D6" w:rsidR="000D2F52" w:rsidRDefault="000D2F52">
          <w:pPr>
            <w:pStyle w:val="Tabladeilustraciones"/>
            <w:tabs>
              <w:tab w:val="right" w:leader="dot" w:pos="9962"/>
            </w:tabs>
            <w:rPr>
              <w:rFonts w:asciiTheme="minorHAnsi" w:eastAsiaTheme="minorEastAsia" w:hAnsiTheme="minorHAnsi"/>
              <w:noProof/>
              <w:lang w:eastAsia="es-CO"/>
            </w:rPr>
          </w:pPr>
          <w:hyperlink w:anchor="_Toc114754736" w:history="1">
            <w:r w:rsidRPr="00DE79E9">
              <w:rPr>
                <w:rStyle w:val="Hipervnculo"/>
                <w:noProof/>
              </w:rPr>
              <w:t>Tabla 2. Atributos de Datos</w:t>
            </w:r>
            <w:r>
              <w:rPr>
                <w:noProof/>
                <w:webHidden/>
              </w:rPr>
              <w:tab/>
            </w:r>
            <w:r>
              <w:rPr>
                <w:noProof/>
                <w:webHidden/>
              </w:rPr>
              <w:fldChar w:fldCharType="begin"/>
            </w:r>
            <w:r>
              <w:rPr>
                <w:noProof/>
                <w:webHidden/>
              </w:rPr>
              <w:instrText xml:space="preserve"> PAGEREF _Toc114754736 \h </w:instrText>
            </w:r>
            <w:r>
              <w:rPr>
                <w:noProof/>
                <w:webHidden/>
              </w:rPr>
            </w:r>
            <w:r>
              <w:rPr>
                <w:noProof/>
                <w:webHidden/>
              </w:rPr>
              <w:fldChar w:fldCharType="separate"/>
            </w:r>
            <w:r>
              <w:rPr>
                <w:noProof/>
                <w:webHidden/>
              </w:rPr>
              <w:t>14</w:t>
            </w:r>
            <w:r>
              <w:rPr>
                <w:noProof/>
                <w:webHidden/>
              </w:rPr>
              <w:fldChar w:fldCharType="end"/>
            </w:r>
          </w:hyperlink>
        </w:p>
        <w:p w14:paraId="29A6656E" w14:textId="6F5DBA10" w:rsidR="000D2F52" w:rsidRDefault="000D2F52">
          <w:pPr>
            <w:pStyle w:val="Tabladeilustraciones"/>
            <w:tabs>
              <w:tab w:val="right" w:leader="dot" w:pos="9962"/>
            </w:tabs>
            <w:rPr>
              <w:rFonts w:asciiTheme="minorHAnsi" w:eastAsiaTheme="minorEastAsia" w:hAnsiTheme="minorHAnsi"/>
              <w:noProof/>
              <w:lang w:eastAsia="es-CO"/>
            </w:rPr>
          </w:pPr>
          <w:hyperlink w:anchor="_Toc114754737" w:history="1">
            <w:r w:rsidRPr="00DE79E9">
              <w:rPr>
                <w:rStyle w:val="Hipervnculo"/>
                <w:noProof/>
              </w:rPr>
              <w:t>Tabla 3. Atributos de flujo de información</w:t>
            </w:r>
            <w:r>
              <w:rPr>
                <w:noProof/>
                <w:webHidden/>
              </w:rPr>
              <w:tab/>
            </w:r>
            <w:r>
              <w:rPr>
                <w:noProof/>
                <w:webHidden/>
              </w:rPr>
              <w:fldChar w:fldCharType="begin"/>
            </w:r>
            <w:r>
              <w:rPr>
                <w:noProof/>
                <w:webHidden/>
              </w:rPr>
              <w:instrText xml:space="preserve"> PAGEREF _Toc114754737 \h </w:instrText>
            </w:r>
            <w:r>
              <w:rPr>
                <w:noProof/>
                <w:webHidden/>
              </w:rPr>
            </w:r>
            <w:r>
              <w:rPr>
                <w:noProof/>
                <w:webHidden/>
              </w:rPr>
              <w:fldChar w:fldCharType="separate"/>
            </w:r>
            <w:r>
              <w:rPr>
                <w:noProof/>
                <w:webHidden/>
              </w:rPr>
              <w:t>15</w:t>
            </w:r>
            <w:r>
              <w:rPr>
                <w:noProof/>
                <w:webHidden/>
              </w:rPr>
              <w:fldChar w:fldCharType="end"/>
            </w:r>
          </w:hyperlink>
        </w:p>
        <w:p w14:paraId="6F8DF0C5" w14:textId="49CE0F1D" w:rsidR="000D2F52" w:rsidRDefault="000D2F52">
          <w:pPr>
            <w:pStyle w:val="Tabladeilustraciones"/>
            <w:tabs>
              <w:tab w:val="right" w:leader="dot" w:pos="9962"/>
            </w:tabs>
            <w:rPr>
              <w:rFonts w:asciiTheme="minorHAnsi" w:eastAsiaTheme="minorEastAsia" w:hAnsiTheme="minorHAnsi"/>
              <w:noProof/>
              <w:lang w:eastAsia="es-CO"/>
            </w:rPr>
          </w:pPr>
          <w:hyperlink w:anchor="_Toc114754738" w:history="1">
            <w:r w:rsidRPr="00DE79E9">
              <w:rPr>
                <w:rStyle w:val="Hipervnculo"/>
                <w:noProof/>
              </w:rPr>
              <w:t>Tabla 4. Atributos de flujo de información sectorial</w:t>
            </w:r>
            <w:r>
              <w:rPr>
                <w:noProof/>
                <w:webHidden/>
              </w:rPr>
              <w:tab/>
            </w:r>
            <w:r>
              <w:rPr>
                <w:noProof/>
                <w:webHidden/>
              </w:rPr>
              <w:fldChar w:fldCharType="begin"/>
            </w:r>
            <w:r>
              <w:rPr>
                <w:noProof/>
                <w:webHidden/>
              </w:rPr>
              <w:instrText xml:space="preserve"> PAGEREF _Toc114754738 \h </w:instrText>
            </w:r>
            <w:r>
              <w:rPr>
                <w:noProof/>
                <w:webHidden/>
              </w:rPr>
            </w:r>
            <w:r>
              <w:rPr>
                <w:noProof/>
                <w:webHidden/>
              </w:rPr>
              <w:fldChar w:fldCharType="separate"/>
            </w:r>
            <w:r>
              <w:rPr>
                <w:noProof/>
                <w:webHidden/>
              </w:rPr>
              <w:t>16</w:t>
            </w:r>
            <w:r>
              <w:rPr>
                <w:noProof/>
                <w:webHidden/>
              </w:rPr>
              <w:fldChar w:fldCharType="end"/>
            </w:r>
          </w:hyperlink>
        </w:p>
        <w:p w14:paraId="335A9E2B" w14:textId="256899E5" w:rsidR="000D2F52" w:rsidRDefault="000D2F52">
          <w:pPr>
            <w:pStyle w:val="Tabladeilustraciones"/>
            <w:tabs>
              <w:tab w:val="right" w:leader="dot" w:pos="9962"/>
            </w:tabs>
            <w:rPr>
              <w:rFonts w:asciiTheme="minorHAnsi" w:eastAsiaTheme="minorEastAsia" w:hAnsiTheme="minorHAnsi"/>
              <w:noProof/>
              <w:lang w:eastAsia="es-CO"/>
            </w:rPr>
          </w:pPr>
          <w:hyperlink w:anchor="_Toc114754739" w:history="1">
            <w:r w:rsidRPr="00DE79E9">
              <w:rPr>
                <w:rStyle w:val="Hipervnculo"/>
                <w:noProof/>
              </w:rPr>
              <w:t>Tabla 5. Atributo del Servicio de Información</w:t>
            </w:r>
            <w:r>
              <w:rPr>
                <w:noProof/>
                <w:webHidden/>
              </w:rPr>
              <w:tab/>
            </w:r>
            <w:r>
              <w:rPr>
                <w:noProof/>
                <w:webHidden/>
              </w:rPr>
              <w:fldChar w:fldCharType="begin"/>
            </w:r>
            <w:r>
              <w:rPr>
                <w:noProof/>
                <w:webHidden/>
              </w:rPr>
              <w:instrText xml:space="preserve"> PAGEREF _Toc114754739 \h </w:instrText>
            </w:r>
            <w:r>
              <w:rPr>
                <w:noProof/>
                <w:webHidden/>
              </w:rPr>
            </w:r>
            <w:r>
              <w:rPr>
                <w:noProof/>
                <w:webHidden/>
              </w:rPr>
              <w:fldChar w:fldCharType="separate"/>
            </w:r>
            <w:r>
              <w:rPr>
                <w:noProof/>
                <w:webHidden/>
              </w:rPr>
              <w:t>17</w:t>
            </w:r>
            <w:r>
              <w:rPr>
                <w:noProof/>
                <w:webHidden/>
              </w:rPr>
              <w:fldChar w:fldCharType="end"/>
            </w:r>
          </w:hyperlink>
        </w:p>
        <w:p w14:paraId="2A3FEE4C" w14:textId="3672A0FA" w:rsidR="007F516E" w:rsidRDefault="00B35F6F" w:rsidP="00AC724B">
          <w:r>
            <w:fldChar w:fldCharType="end"/>
          </w:r>
        </w:p>
        <w:p w14:paraId="2AAB0452" w14:textId="7465DC85" w:rsidR="00AC724B" w:rsidRDefault="00AC724B">
          <w:pPr>
            <w:jc w:val="left"/>
          </w:pPr>
          <w:r>
            <w:br w:type="page"/>
          </w:r>
        </w:p>
        <w:p w14:paraId="02C9DA73" w14:textId="77777777" w:rsidR="00AC724B" w:rsidRDefault="00AC724B" w:rsidP="00AC724B"/>
        <w:p w14:paraId="6E18FDD0" w14:textId="506F0354" w:rsidR="006D2040" w:rsidRDefault="006D2040" w:rsidP="006D2040">
          <w:pPr>
            <w:pStyle w:val="TtuloTDC"/>
            <w:jc w:val="center"/>
            <w:rPr>
              <w:rStyle w:val="Ttulo2Car"/>
              <w:rFonts w:ascii="Work Sans" w:hAnsi="Work Sans"/>
            </w:rPr>
          </w:pPr>
          <w:bookmarkStart w:id="2" w:name="_Toc112962746"/>
          <w:bookmarkStart w:id="3" w:name="_Toc114754723"/>
          <w:r>
            <w:rPr>
              <w:rStyle w:val="Ttulo2Car"/>
              <w:rFonts w:ascii="Work Sans" w:hAnsi="Work Sans"/>
            </w:rPr>
            <w:t>Tabla de Ilustraciones</w:t>
          </w:r>
          <w:bookmarkEnd w:id="2"/>
          <w:bookmarkEnd w:id="3"/>
        </w:p>
        <w:p w14:paraId="6E7C0011" w14:textId="77777777" w:rsidR="006D2040" w:rsidRPr="006D2040" w:rsidRDefault="006D2040" w:rsidP="006D2040">
          <w:pPr>
            <w:rPr>
              <w:lang w:val="es-419" w:eastAsia="es-419"/>
            </w:rPr>
          </w:pPr>
        </w:p>
        <w:p w14:paraId="70A0D388" w14:textId="08E2C7A0" w:rsidR="000D2F52" w:rsidRDefault="00D3264F">
          <w:pPr>
            <w:pStyle w:val="Tabladeilustraciones"/>
            <w:tabs>
              <w:tab w:val="right" w:leader="dot" w:pos="9962"/>
            </w:tabs>
            <w:rPr>
              <w:rFonts w:asciiTheme="minorHAnsi" w:eastAsiaTheme="minorEastAsia" w:hAnsiTheme="minorHAnsi"/>
              <w:noProof/>
              <w:lang w:eastAsia="es-CO"/>
            </w:rPr>
          </w:pPr>
          <w:r>
            <w:rPr>
              <w:rFonts w:eastAsiaTheme="majorEastAsia" w:cstheme="majorBidi"/>
              <w:b/>
              <w:color w:val="FF0062"/>
            </w:rPr>
            <w:fldChar w:fldCharType="begin"/>
          </w:r>
          <w:r>
            <w:rPr>
              <w:rFonts w:eastAsiaTheme="majorEastAsia" w:cstheme="majorBidi"/>
              <w:b/>
              <w:color w:val="FF0062"/>
            </w:rPr>
            <w:instrText xml:space="preserve"> TOC \h \z \c "Ilustración" </w:instrText>
          </w:r>
          <w:r>
            <w:rPr>
              <w:rFonts w:eastAsiaTheme="majorEastAsia" w:cstheme="majorBidi"/>
              <w:b/>
              <w:color w:val="FF0062"/>
            </w:rPr>
            <w:fldChar w:fldCharType="separate"/>
          </w:r>
          <w:hyperlink w:anchor="_Toc114754741" w:history="1">
            <w:r w:rsidR="000D2F52" w:rsidRPr="00C86554">
              <w:rPr>
                <w:rStyle w:val="Hipervnculo"/>
                <w:noProof/>
              </w:rPr>
              <w:t>Ilustración 1. Representación gráfica del flujo de información</w:t>
            </w:r>
            <w:r w:rsidR="000D2F52">
              <w:rPr>
                <w:noProof/>
                <w:webHidden/>
              </w:rPr>
              <w:tab/>
            </w:r>
            <w:r w:rsidR="000D2F52">
              <w:rPr>
                <w:noProof/>
                <w:webHidden/>
              </w:rPr>
              <w:fldChar w:fldCharType="begin"/>
            </w:r>
            <w:r w:rsidR="000D2F52">
              <w:rPr>
                <w:noProof/>
                <w:webHidden/>
              </w:rPr>
              <w:instrText xml:space="preserve"> PAGEREF _Toc114754741 \h </w:instrText>
            </w:r>
            <w:r w:rsidR="000D2F52">
              <w:rPr>
                <w:noProof/>
                <w:webHidden/>
              </w:rPr>
            </w:r>
            <w:r w:rsidR="000D2F52">
              <w:rPr>
                <w:noProof/>
                <w:webHidden/>
              </w:rPr>
              <w:fldChar w:fldCharType="separate"/>
            </w:r>
            <w:r w:rsidR="000D2F52">
              <w:rPr>
                <w:noProof/>
                <w:webHidden/>
              </w:rPr>
              <w:t>9</w:t>
            </w:r>
            <w:r w:rsidR="000D2F52">
              <w:rPr>
                <w:noProof/>
                <w:webHidden/>
              </w:rPr>
              <w:fldChar w:fldCharType="end"/>
            </w:r>
          </w:hyperlink>
        </w:p>
        <w:p w14:paraId="64E009BB" w14:textId="75F6B94A" w:rsidR="000D2F52" w:rsidRDefault="000D2F52">
          <w:pPr>
            <w:pStyle w:val="Tabladeilustraciones"/>
            <w:tabs>
              <w:tab w:val="right" w:leader="dot" w:pos="9962"/>
            </w:tabs>
            <w:rPr>
              <w:rFonts w:asciiTheme="minorHAnsi" w:eastAsiaTheme="minorEastAsia" w:hAnsiTheme="minorHAnsi"/>
              <w:noProof/>
              <w:lang w:eastAsia="es-CO"/>
            </w:rPr>
          </w:pPr>
          <w:hyperlink w:anchor="_Toc114754742" w:history="1">
            <w:r w:rsidRPr="00C86554">
              <w:rPr>
                <w:rStyle w:val="Hipervnculo"/>
                <w:noProof/>
              </w:rPr>
              <w:t>Ilustración 2. Actividades para construir el catálogo de componentes de información</w:t>
            </w:r>
            <w:r>
              <w:rPr>
                <w:noProof/>
                <w:webHidden/>
              </w:rPr>
              <w:tab/>
            </w:r>
            <w:r>
              <w:rPr>
                <w:noProof/>
                <w:webHidden/>
              </w:rPr>
              <w:fldChar w:fldCharType="begin"/>
            </w:r>
            <w:r>
              <w:rPr>
                <w:noProof/>
                <w:webHidden/>
              </w:rPr>
              <w:instrText xml:space="preserve"> PAGEREF _Toc114754742 \h </w:instrText>
            </w:r>
            <w:r>
              <w:rPr>
                <w:noProof/>
                <w:webHidden/>
              </w:rPr>
            </w:r>
            <w:r>
              <w:rPr>
                <w:noProof/>
                <w:webHidden/>
              </w:rPr>
              <w:fldChar w:fldCharType="separate"/>
            </w:r>
            <w:r>
              <w:rPr>
                <w:noProof/>
                <w:webHidden/>
              </w:rPr>
              <w:t>11</w:t>
            </w:r>
            <w:r>
              <w:rPr>
                <w:noProof/>
                <w:webHidden/>
              </w:rPr>
              <w:fldChar w:fldCharType="end"/>
            </w:r>
          </w:hyperlink>
        </w:p>
        <w:p w14:paraId="417EB802" w14:textId="01E2388F" w:rsidR="006D2040" w:rsidRPr="006D2040" w:rsidRDefault="00D3264F">
          <w:pPr>
            <w:jc w:val="left"/>
            <w:rPr>
              <w:rFonts w:eastAsiaTheme="majorEastAsia" w:cstheme="majorBidi"/>
              <w:b/>
              <w:color w:val="FF0062"/>
            </w:rPr>
          </w:pPr>
          <w:r>
            <w:rPr>
              <w:rFonts w:eastAsiaTheme="majorEastAsia" w:cstheme="majorBidi"/>
              <w:b/>
              <w:color w:val="FF0062"/>
            </w:rPr>
            <w:fldChar w:fldCharType="end"/>
          </w:r>
        </w:p>
        <w:p w14:paraId="6690FBC9" w14:textId="087574FB" w:rsidR="0008634D" w:rsidRPr="0008634D" w:rsidRDefault="00000000" w:rsidP="00AC724B"/>
      </w:sdtContent>
    </w:sdt>
    <w:bookmarkStart w:id="4" w:name="_Toc114754724" w:displacedByCustomXml="next"/>
    <w:bookmarkStart w:id="5" w:name="_Toc84257892" w:displacedByCustomXml="next"/>
    <w:sdt>
      <w:sdtPr>
        <w:rPr>
          <w:rFonts w:eastAsia="Times New Roman" w:cstheme="minorBidi"/>
          <w:b w:val="0"/>
          <w:color w:val="auto"/>
          <w:sz w:val="22"/>
          <w:szCs w:val="22"/>
        </w:rPr>
        <w:id w:val="640921569"/>
        <w:docPartObj>
          <w:docPartGallery w:val="Cover Pages"/>
        </w:docPartObj>
      </w:sdtPr>
      <w:sdtEndPr>
        <w:rPr>
          <w:rFonts w:eastAsiaTheme="minorHAnsi"/>
        </w:rPr>
      </w:sdtEndPr>
      <w:sdtContent>
        <w:p w14:paraId="7AC079F2" w14:textId="77777777" w:rsidR="00D41A60" w:rsidRPr="005E0125" w:rsidRDefault="00D41A60" w:rsidP="002D0181">
          <w:pPr>
            <w:pStyle w:val="Sinespaciado"/>
            <w:numPr>
              <w:ilvl w:val="0"/>
              <w:numId w:val="11"/>
            </w:numPr>
            <w:rPr>
              <w:rFonts w:eastAsia="Times New Roman"/>
            </w:rPr>
          </w:pPr>
          <w:r w:rsidRPr="005E0125">
            <w:rPr>
              <w:rFonts w:eastAsia="Times New Roman"/>
              <w:noProof/>
              <w:lang w:eastAsia="es-CO"/>
            </w:rPr>
            <w:drawing>
              <wp:anchor distT="0" distB="0" distL="114300" distR="114300" simplePos="0" relativeHeight="251658246" behindDoc="1" locked="0" layoutInCell="1" allowOverlap="1" wp14:anchorId="4364764B" wp14:editId="3124C869">
                <wp:simplePos x="0" y="0"/>
                <wp:positionH relativeFrom="column">
                  <wp:posOffset>-711200</wp:posOffset>
                </wp:positionH>
                <wp:positionV relativeFrom="paragraph">
                  <wp:posOffset>-891884</wp:posOffset>
                </wp:positionV>
                <wp:extent cx="2480310" cy="10114280"/>
                <wp:effectExtent l="0" t="0" r="0" b="1270"/>
                <wp:wrapNone/>
                <wp:docPr id="19" name="Gráfico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2480310" cy="10114280"/>
                        </a:xfrm>
                        <a:prstGeom prst="rect">
                          <a:avLst/>
                        </a:prstGeom>
                      </pic:spPr>
                    </pic:pic>
                  </a:graphicData>
                </a:graphic>
                <wp14:sizeRelH relativeFrom="margin">
                  <wp14:pctWidth>0</wp14:pctWidth>
                </wp14:sizeRelH>
                <wp14:sizeRelV relativeFrom="margin">
                  <wp14:pctHeight>0</wp14:pctHeight>
                </wp14:sizeRelV>
              </wp:anchor>
            </w:drawing>
          </w:r>
          <w:r w:rsidRPr="005E0125">
            <w:rPr>
              <w:rFonts w:eastAsia="Times New Roman"/>
              <w:noProof/>
              <w:lang w:eastAsia="es-CO"/>
            </w:rPr>
            <mc:AlternateContent>
              <mc:Choice Requires="wps">
                <w:drawing>
                  <wp:anchor distT="0" distB="0" distL="114300" distR="114300" simplePos="0" relativeHeight="251658247" behindDoc="1" locked="0" layoutInCell="1" allowOverlap="1" wp14:anchorId="2624D410" wp14:editId="6B293CC8">
                    <wp:simplePos x="0" y="0"/>
                    <wp:positionH relativeFrom="column">
                      <wp:posOffset>-1135380</wp:posOffset>
                    </wp:positionH>
                    <wp:positionV relativeFrom="paragraph">
                      <wp:posOffset>-369407</wp:posOffset>
                    </wp:positionV>
                    <wp:extent cx="2263140" cy="2115185"/>
                    <wp:effectExtent l="0" t="0" r="3810" b="0"/>
                    <wp:wrapNone/>
                    <wp:docPr id="7" name="Elipse 7"/>
                    <wp:cNvGraphicFramePr/>
                    <a:graphic xmlns:a="http://schemas.openxmlformats.org/drawingml/2006/main">
                      <a:graphicData uri="http://schemas.microsoft.com/office/word/2010/wordprocessingShape">
                        <wps:wsp>
                          <wps:cNvSpPr/>
                          <wps:spPr>
                            <a:xfrm>
                              <a:off x="0" y="0"/>
                              <a:ext cx="2263140" cy="2115185"/>
                            </a:xfrm>
                            <a:prstGeom prst="ellipse">
                              <a:avLst/>
                            </a:prstGeom>
                            <a:solidFill>
                              <a:srgbClr val="3366CA">
                                <a:alpha val="64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F37980" id="Elipse 7" o:spid="_x0000_s1026" style="position:absolute;margin-left:-89.4pt;margin-top:-29.1pt;width:178.2pt;height:166.55pt;z-index:-2516582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" fillcolor="#3366ca" stroked="f" strokeweight="1pt">
                    <v:fill opacity="41891f"/>
                    <v:stroke joinstyle="miter"/>
                  </v:oval>
                </w:pict>
              </mc:Fallback>
            </mc:AlternateContent>
          </w:r>
          <w:r w:rsidRPr="005E0125">
            <w:rPr>
              <w:rFonts w:eastAsia="Times New Roman"/>
            </w:rPr>
            <w:t xml:space="preserve">  </w:t>
          </w:r>
          <w:r>
            <w:rPr>
              <w:rFonts w:eastAsia="Times New Roman"/>
            </w:rPr>
            <w:t>Introducción</w:t>
          </w:r>
          <w:bookmarkEnd w:id="5"/>
          <w:bookmarkEnd w:id="4"/>
        </w:p>
        <w:p w14:paraId="451323FD" w14:textId="77777777" w:rsidR="00D41A60" w:rsidRPr="005E0125" w:rsidRDefault="00D41A60" w:rsidP="00D41A60">
          <w:pPr>
            <w:rPr>
              <w:rFonts w:eastAsia="Calibri"/>
            </w:rPr>
          </w:pPr>
        </w:p>
        <w:p w14:paraId="0A586A1E" w14:textId="77777777" w:rsidR="00D41A60" w:rsidRPr="005E0125" w:rsidRDefault="00D41A60" w:rsidP="00D41A60">
          <w:pPr>
            <w:rPr>
              <w:rFonts w:eastAsia="Calibri"/>
            </w:rPr>
          </w:pPr>
        </w:p>
        <w:p w14:paraId="66A80029" w14:textId="77777777" w:rsidR="00753C32" w:rsidRDefault="00D41A60" w:rsidP="00D41A60">
          <w:pPr>
            <w:rPr>
              <w:rFonts w:eastAsia="Calibri"/>
            </w:rPr>
          </w:pPr>
          <w:r>
            <w:rPr>
              <w:noProof/>
              <w:lang w:eastAsia="es-CO"/>
            </w:rPr>
            <w:drawing>
              <wp:anchor distT="0" distB="0" distL="114300" distR="114300" simplePos="0" relativeHeight="251658249" behindDoc="0" locked="0" layoutInCell="1" allowOverlap="1" wp14:anchorId="7DC0F40A" wp14:editId="3296A5A2">
                <wp:simplePos x="0" y="0"/>
                <wp:positionH relativeFrom="page">
                  <wp:align>right</wp:align>
                </wp:positionH>
                <wp:positionV relativeFrom="paragraph">
                  <wp:posOffset>1590084</wp:posOffset>
                </wp:positionV>
                <wp:extent cx="5046980" cy="4102100"/>
                <wp:effectExtent l="0" t="0" r="0" b="0"/>
                <wp:wrapThrough wrapText="bothSides">
                  <wp:wrapPolygon edited="0">
                    <wp:start x="9947" y="301"/>
                    <wp:lineTo x="8235" y="1204"/>
                    <wp:lineTo x="8153" y="1204"/>
                    <wp:lineTo x="8887" y="2107"/>
                    <wp:lineTo x="8398" y="3711"/>
                    <wp:lineTo x="6033" y="4614"/>
                    <wp:lineTo x="4973" y="5116"/>
                    <wp:lineTo x="4158" y="6821"/>
                    <wp:lineTo x="2854" y="8526"/>
                    <wp:lineTo x="1712" y="9529"/>
                    <wp:lineTo x="1304" y="10031"/>
                    <wp:lineTo x="1386" y="14144"/>
                    <wp:lineTo x="2038" y="14946"/>
                    <wp:lineTo x="2038" y="16852"/>
                    <wp:lineTo x="1386" y="18156"/>
                    <wp:lineTo x="978" y="19761"/>
                    <wp:lineTo x="489" y="21165"/>
                    <wp:lineTo x="21035" y="21165"/>
                    <wp:lineTo x="19975" y="19861"/>
                    <wp:lineTo x="20138" y="18156"/>
                    <wp:lineTo x="19730" y="16551"/>
                    <wp:lineTo x="19486" y="14946"/>
                    <wp:lineTo x="18507" y="13341"/>
                    <wp:lineTo x="20138" y="13341"/>
                    <wp:lineTo x="19975" y="11736"/>
                    <wp:lineTo x="20546" y="11536"/>
                    <wp:lineTo x="20382" y="8426"/>
                    <wp:lineTo x="19975" y="6620"/>
                    <wp:lineTo x="18018" y="5417"/>
                    <wp:lineTo x="17366" y="5316"/>
                    <wp:lineTo x="14594" y="3711"/>
                    <wp:lineTo x="14594" y="2909"/>
                    <wp:lineTo x="13942" y="2107"/>
                    <wp:lineTo x="10354" y="301"/>
                    <wp:lineTo x="9947" y="301"/>
                  </wp:wrapPolygon>
                </wp:wrapThrough>
                <wp:docPr id="62" name="Imagen 62" descr="Interfaz de usuario gráfica, Aplicación, 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n 28" descr="Interfaz de usuario gráfica, Aplicación, Icono&#10;&#10;Descripción generada automáticamente"/>
                        <pic:cNvPicPr/>
                      </pic:nvPicPr>
                      <pic:blipFill>
                        <a:blip r:embed="rId16">
                          <a:alphaModFix amt="64000"/>
                          <a:extLst>
                            <a:ext uri="{28A0092B-C50C-407E-A947-70E740481C1C}">
                              <a14:useLocalDpi xmlns:a14="http://schemas.microsoft.com/office/drawing/2010/main" val="0"/>
                            </a:ext>
                          </a:extLst>
                        </a:blip>
                        <a:stretch>
                          <a:fillRect/>
                        </a:stretch>
                      </pic:blipFill>
                      <pic:spPr>
                        <a:xfrm>
                          <a:off x="0" y="0"/>
                          <a:ext cx="5046980" cy="4102100"/>
                        </a:xfrm>
                        <a:prstGeom prst="rect">
                          <a:avLst/>
                        </a:prstGeom>
                      </pic:spPr>
                    </pic:pic>
                  </a:graphicData>
                </a:graphic>
                <wp14:sizeRelH relativeFrom="page">
                  <wp14:pctWidth>0</wp14:pctWidth>
                </wp14:sizeRelH>
                <wp14:sizeRelV relativeFrom="page">
                  <wp14:pctHeight>0</wp14:pctHeight>
                </wp14:sizeRelV>
              </wp:anchor>
            </w:drawing>
          </w:r>
          <w:r>
            <w:rPr>
              <w:noProof/>
              <w:lang w:eastAsia="es-CO"/>
            </w:rPr>
            <mc:AlternateContent>
              <mc:Choice Requires="wps">
                <w:drawing>
                  <wp:anchor distT="0" distB="0" distL="114300" distR="114300" simplePos="0" relativeHeight="251658248" behindDoc="0" locked="0" layoutInCell="1" allowOverlap="1" wp14:anchorId="52D79B86" wp14:editId="280DC04A">
                    <wp:simplePos x="0" y="0"/>
                    <wp:positionH relativeFrom="column">
                      <wp:posOffset>1440065</wp:posOffset>
                    </wp:positionH>
                    <wp:positionV relativeFrom="paragraph">
                      <wp:posOffset>798195</wp:posOffset>
                    </wp:positionV>
                    <wp:extent cx="6033201" cy="6108631"/>
                    <wp:effectExtent l="0" t="0" r="5715" b="6985"/>
                    <wp:wrapNone/>
                    <wp:docPr id="10" name="Elipse 10"/>
                    <wp:cNvGraphicFramePr/>
                    <a:graphic xmlns:a="http://schemas.openxmlformats.org/drawingml/2006/main">
                      <a:graphicData uri="http://schemas.microsoft.com/office/word/2010/wordprocessingShape">
                        <wps:wsp>
                          <wps:cNvSpPr/>
                          <wps:spPr>
                            <a:xfrm>
                              <a:off x="0" y="0"/>
                              <a:ext cx="6033201" cy="6108631"/>
                            </a:xfrm>
                            <a:prstGeom prst="ellipse">
                              <a:avLst/>
                            </a:prstGeom>
                            <a:solidFill>
                              <a:schemeClr val="accent1">
                                <a:alpha val="31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3043F45" id="Elipse 10" o:spid="_x0000_s1026" style="position:absolute;margin-left:113.4pt;margin-top:62.85pt;width:475.05pt;height:481pt;z-index:251658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" fillcolor="#3366ca [3204]" stroked="f" strokeweight="1pt">
                    <v:fill opacity="20303f"/>
                    <v:stroke joinstyle="miter"/>
                  </v:oval>
                </w:pict>
              </mc:Fallback>
            </mc:AlternateContent>
          </w:r>
          <w:r w:rsidRPr="005E0125">
            <w:rPr>
              <w:rFonts w:eastAsia="Calibri"/>
            </w:rPr>
            <w:br w:type="page"/>
          </w:r>
        </w:p>
        <w:p w14:paraId="5C9A1A9A" w14:textId="77777777" w:rsidR="009856C2" w:rsidRPr="009856C2" w:rsidRDefault="009856C2" w:rsidP="009856C2">
          <w:pPr>
            <w:rPr>
              <w:lang w:val="es-419"/>
            </w:rPr>
          </w:pPr>
          <w:r w:rsidRPr="009856C2">
            <w:rPr>
              <w:lang w:val="es-419"/>
            </w:rPr>
            <w:lastRenderedPageBreak/>
            <w:t>La arquitectura de información o arquitectura de datos como es llamada en otros marcos de referencia de arquitectura empresarial, integra modelos, políticas y reglas que rigen qué datos serán recopilados, cómo serán almacenados, ordenados y puestos en uso mediante determinada infraestructura tecnológica, permite a las entidades organizar su información, identificar fuentes de datos, describe la estructura de los datos físicos y lógicos de la organización. Las entidades definen una arquitectura de información con el fin de mejorar la gestión de la información, la calidad, oportunidad y transparencia de la información y los datos, mejorar el uso estratégico de la información, proyectar nuevos servicios de información, entre otros beneficios.</w:t>
          </w:r>
        </w:p>
        <w:p w14:paraId="1EFB7CEF" w14:textId="77777777" w:rsidR="009856C2" w:rsidRPr="009856C2" w:rsidRDefault="009856C2" w:rsidP="009856C2">
          <w:pPr>
            <w:rPr>
              <w:lang w:val="es-419"/>
            </w:rPr>
          </w:pPr>
          <w:r w:rsidRPr="009856C2">
            <w:rPr>
              <w:lang w:val="es-419"/>
            </w:rPr>
            <w:t>El catálogo de componentes de información representa el punto de partida para la construcción de la arquitectura de información y la base para iniciar procesos de calidad de información de la entidad e interoperabilidad entre entidades. La entidad debe conocer que componentes de información posee y cuáles son sus características con el fin de proyectar nuevos servicios de información, identificar fuentes únicas de información, oportunidades de mejora en seguridad y calidad de los datos e información, identificar datos maestros, datos abiertos, definir controles y mejorar el nivel de acceso a la información y demás actividades propias de la gestión de información. A continuación, se presentan los objetivos y el alcance de la guía, así mismo se identifican los lineamientos del Marco de Referencia de Arquitectura Empresarial (AE) para la Gestión de TI, que soportan la misma.</w:t>
          </w:r>
        </w:p>
        <w:p w14:paraId="39110282" w14:textId="77777777" w:rsidR="009856C2" w:rsidRDefault="009856C2" w:rsidP="00167CF4">
          <w:pPr>
            <w:spacing w:before="300" w:after="300" w:line="360" w:lineRule="atLeast"/>
            <w:rPr>
              <w:rFonts w:cs="Open Sans"/>
              <w:lang w:val="es-419"/>
            </w:rPr>
          </w:pPr>
        </w:p>
        <w:p w14:paraId="343FADFF" w14:textId="77777777" w:rsidR="001B045F" w:rsidRDefault="001B045F" w:rsidP="00167CF4">
          <w:pPr>
            <w:spacing w:before="300" w:after="300" w:line="360" w:lineRule="atLeast"/>
            <w:rPr>
              <w:rFonts w:cs="Open Sans"/>
              <w:lang w:val="es-419"/>
            </w:rPr>
          </w:pPr>
        </w:p>
        <w:p w14:paraId="1897E57E" w14:textId="77777777" w:rsidR="001B045F" w:rsidRDefault="001B045F" w:rsidP="00167CF4">
          <w:pPr>
            <w:spacing w:before="300" w:after="300" w:line="360" w:lineRule="atLeast"/>
            <w:rPr>
              <w:rFonts w:cs="Open Sans"/>
              <w:lang w:val="es-419"/>
            </w:rPr>
          </w:pPr>
        </w:p>
        <w:p w14:paraId="44BC60A4" w14:textId="77777777" w:rsidR="001B045F" w:rsidRDefault="001B045F" w:rsidP="00167CF4">
          <w:pPr>
            <w:spacing w:before="300" w:after="300" w:line="360" w:lineRule="atLeast"/>
            <w:rPr>
              <w:rFonts w:cs="Open Sans"/>
              <w:lang w:val="es-419"/>
            </w:rPr>
          </w:pPr>
        </w:p>
        <w:p w14:paraId="0059ABBA" w14:textId="77777777" w:rsidR="001B045F" w:rsidRDefault="001B045F" w:rsidP="00167CF4">
          <w:pPr>
            <w:spacing w:before="300" w:after="300" w:line="360" w:lineRule="atLeast"/>
            <w:rPr>
              <w:rFonts w:cs="Open Sans"/>
              <w:lang w:val="es-419"/>
            </w:rPr>
          </w:pPr>
        </w:p>
        <w:p w14:paraId="07C1409A" w14:textId="77777777" w:rsidR="001B045F" w:rsidRDefault="001B045F" w:rsidP="00167CF4">
          <w:pPr>
            <w:spacing w:before="300" w:after="300" w:line="360" w:lineRule="atLeast"/>
            <w:rPr>
              <w:rFonts w:cs="Open Sans"/>
              <w:lang w:val="es-419"/>
            </w:rPr>
          </w:pPr>
        </w:p>
        <w:p w14:paraId="136AB552" w14:textId="77777777" w:rsidR="001B045F" w:rsidRDefault="001B045F" w:rsidP="00167CF4">
          <w:pPr>
            <w:spacing w:before="300" w:after="300" w:line="360" w:lineRule="atLeast"/>
            <w:rPr>
              <w:rFonts w:cs="Open Sans"/>
              <w:lang w:val="es-419"/>
            </w:rPr>
          </w:pPr>
        </w:p>
        <w:p w14:paraId="0FD88FB9" w14:textId="77777777" w:rsidR="001B045F" w:rsidRDefault="001B045F" w:rsidP="00167CF4">
          <w:pPr>
            <w:spacing w:before="300" w:after="300" w:line="360" w:lineRule="atLeast"/>
            <w:rPr>
              <w:rFonts w:cs="Open Sans"/>
              <w:lang w:val="es-419"/>
            </w:rPr>
          </w:pPr>
        </w:p>
        <w:p w14:paraId="2443677A" w14:textId="77777777" w:rsidR="001B045F" w:rsidRDefault="001B045F" w:rsidP="00167CF4">
          <w:pPr>
            <w:spacing w:before="300" w:after="300" w:line="360" w:lineRule="atLeast"/>
            <w:rPr>
              <w:rFonts w:cs="Open Sans"/>
              <w:lang w:val="es-419"/>
            </w:rPr>
          </w:pPr>
        </w:p>
        <w:p w14:paraId="14E35A5D" w14:textId="77777777" w:rsidR="001B045F" w:rsidRDefault="001B045F" w:rsidP="00167CF4">
          <w:pPr>
            <w:spacing w:before="300" w:after="300" w:line="360" w:lineRule="atLeast"/>
            <w:rPr>
              <w:rFonts w:cs="Open Sans"/>
              <w:lang w:val="es-419"/>
            </w:rPr>
          </w:pPr>
        </w:p>
        <w:p w14:paraId="187D26CF" w14:textId="1413EFC7" w:rsidR="00FC5819" w:rsidRDefault="00FC5819" w:rsidP="00C81F4C">
          <w:pPr>
            <w:pStyle w:val="Ttulo2"/>
            <w:numPr>
              <w:ilvl w:val="1"/>
              <w:numId w:val="27"/>
            </w:numPr>
            <w:rPr>
              <w:noProof/>
              <w:lang w:val="es-419"/>
            </w:rPr>
          </w:pPr>
          <w:bookmarkStart w:id="6" w:name="_Toc54781989"/>
          <w:bookmarkStart w:id="7" w:name="_Toc84338175"/>
          <w:bookmarkStart w:id="8" w:name="_Toc114754725"/>
          <w:r w:rsidRPr="00FC5819">
            <w:lastRenderedPageBreak/>
            <w:t>Objetivo</w:t>
          </w:r>
          <w:r w:rsidRPr="008F3A5A">
            <w:rPr>
              <w:noProof/>
              <w:lang w:val="es-419"/>
            </w:rPr>
            <w:t xml:space="preserve"> del</w:t>
          </w:r>
          <w:r w:rsidR="000B0648">
            <w:rPr>
              <w:noProof/>
              <w:lang w:val="es-419"/>
            </w:rPr>
            <w:t xml:space="preserve"> </w:t>
          </w:r>
          <w:r w:rsidR="002A273E">
            <w:rPr>
              <w:noProof/>
              <w:lang w:val="es-419"/>
            </w:rPr>
            <w:t>i</w:t>
          </w:r>
          <w:r w:rsidR="000B0648">
            <w:rPr>
              <w:noProof/>
              <w:lang w:val="es-419"/>
            </w:rPr>
            <w:t>nstructivo</w:t>
          </w:r>
          <w:bookmarkEnd w:id="6"/>
          <w:bookmarkEnd w:id="7"/>
          <w:bookmarkEnd w:id="8"/>
        </w:p>
        <w:p w14:paraId="4A3F4402" w14:textId="77777777" w:rsidR="00C81F4C" w:rsidRPr="00C81F4C" w:rsidRDefault="00C81F4C" w:rsidP="00C81F4C">
          <w:pPr>
            <w:rPr>
              <w:lang w:val="es-419"/>
            </w:rPr>
          </w:pPr>
        </w:p>
        <w:p w14:paraId="14468C73" w14:textId="7D739F26" w:rsidR="00FC5819" w:rsidRPr="00C81F4C" w:rsidRDefault="00FC5819" w:rsidP="00FC5819">
          <w:pPr>
            <w:rPr>
              <w:rFonts w:cs="Open Sans"/>
              <w:lang w:val="es-419"/>
            </w:rPr>
          </w:pPr>
          <w:r w:rsidRPr="00C81F4C">
            <w:rPr>
              <w:rFonts w:cs="Open Sans"/>
              <w:lang w:val="es-419"/>
            </w:rPr>
            <w:t xml:space="preserve">Proveer a las instituciones del sector público, una orientación de como estructurar el catálogo de </w:t>
          </w:r>
          <w:r w:rsidR="002A273E">
            <w:rPr>
              <w:rFonts w:cs="Open Sans"/>
              <w:lang w:val="es-419"/>
            </w:rPr>
            <w:t>componentes de información</w:t>
          </w:r>
          <w:r w:rsidR="00EB43D4">
            <w:rPr>
              <w:rFonts w:cs="Open Sans"/>
              <w:lang w:val="es-419"/>
            </w:rPr>
            <w:t xml:space="preserve"> de la entidad</w:t>
          </w:r>
          <w:r w:rsidRPr="00C81F4C">
            <w:rPr>
              <w:rFonts w:cs="Open Sans"/>
              <w:lang w:val="es-419"/>
            </w:rPr>
            <w:t>.</w:t>
          </w:r>
        </w:p>
        <w:p w14:paraId="62C25EF5" w14:textId="77777777" w:rsidR="00C81F4C" w:rsidRDefault="00C81F4C" w:rsidP="00FC5819">
          <w:pPr>
            <w:pStyle w:val="Ttulo2"/>
            <w:rPr>
              <w:noProof/>
              <w:szCs w:val="56"/>
              <w:lang w:val="es-419"/>
            </w:rPr>
          </w:pPr>
          <w:bookmarkStart w:id="9" w:name="_Toc84338176"/>
        </w:p>
        <w:p w14:paraId="7186C28F" w14:textId="6AFDAA05" w:rsidR="00FC5819" w:rsidRDefault="00FC5819" w:rsidP="00C81F4C">
          <w:pPr>
            <w:pStyle w:val="Ttulo2"/>
            <w:numPr>
              <w:ilvl w:val="1"/>
              <w:numId w:val="27"/>
            </w:numPr>
            <w:rPr>
              <w:noProof/>
              <w:szCs w:val="56"/>
              <w:lang w:val="es-419"/>
            </w:rPr>
          </w:pPr>
          <w:bookmarkStart w:id="10" w:name="_Toc114754726"/>
          <w:r>
            <w:rPr>
              <w:noProof/>
              <w:szCs w:val="56"/>
              <w:lang w:val="es-419"/>
            </w:rPr>
            <w:t>Alcance del</w:t>
          </w:r>
          <w:r w:rsidR="002A273E">
            <w:rPr>
              <w:noProof/>
              <w:szCs w:val="56"/>
              <w:lang w:val="es-419"/>
            </w:rPr>
            <w:t xml:space="preserve"> instructivo</w:t>
          </w:r>
          <w:bookmarkEnd w:id="9"/>
          <w:bookmarkEnd w:id="10"/>
        </w:p>
        <w:p w14:paraId="03D54B0A" w14:textId="77777777" w:rsidR="00C81F4C" w:rsidRPr="00C81F4C" w:rsidRDefault="00C81F4C" w:rsidP="00C81F4C">
          <w:pPr>
            <w:pStyle w:val="Prrafodelista"/>
            <w:ind w:left="810"/>
            <w:rPr>
              <w:lang w:val="es-419"/>
            </w:rPr>
          </w:pPr>
        </w:p>
        <w:p w14:paraId="59E2DD49" w14:textId="7A1F08D2" w:rsidR="00FC5819" w:rsidRPr="004D76C8" w:rsidRDefault="00FC5819" w:rsidP="004D76C8">
          <w:pPr>
            <w:pStyle w:val="Prrafodelista"/>
            <w:numPr>
              <w:ilvl w:val="0"/>
              <w:numId w:val="32"/>
            </w:numPr>
            <w:rPr>
              <w:rFonts w:cs="Open Sans"/>
              <w:lang w:val="es-419"/>
            </w:rPr>
          </w:pPr>
          <w:r w:rsidRPr="004D76C8">
            <w:rPr>
              <w:rFonts w:cs="Open Sans"/>
              <w:lang w:val="es-419"/>
            </w:rPr>
            <w:t>Identificar los atributos mínimos que permiten caracterizar los componentes de información dentro del catálogo.</w:t>
          </w:r>
        </w:p>
        <w:p w14:paraId="6F5024BD" w14:textId="0FEE3B55" w:rsidR="00FC5819" w:rsidRPr="002D792F" w:rsidRDefault="00FC5819" w:rsidP="002D792F">
          <w:pPr>
            <w:pStyle w:val="Prrafodelista"/>
            <w:numPr>
              <w:ilvl w:val="0"/>
              <w:numId w:val="32"/>
            </w:numPr>
            <w:rPr>
              <w:rFonts w:cs="Open Sans"/>
              <w:lang w:val="es-419"/>
            </w:rPr>
          </w:pPr>
          <w:r w:rsidRPr="002D792F">
            <w:rPr>
              <w:rFonts w:cs="Open Sans"/>
              <w:lang w:val="es-419"/>
            </w:rPr>
            <w:t>Ofrecer una plantilla para estructurar el catálogo de</w:t>
          </w:r>
          <w:r w:rsidR="00BF10D0" w:rsidRPr="002D792F">
            <w:rPr>
              <w:rFonts w:cs="Open Sans"/>
              <w:lang w:val="es-419"/>
            </w:rPr>
            <w:t xml:space="preserve"> componentes de información</w:t>
          </w:r>
          <w:r w:rsidRPr="002D792F">
            <w:rPr>
              <w:rFonts w:cs="Open Sans"/>
              <w:lang w:val="es-419"/>
            </w:rPr>
            <w:t>.</w:t>
          </w:r>
        </w:p>
        <w:p w14:paraId="457AF105" w14:textId="77777777" w:rsidR="00FC5819" w:rsidRPr="00167CF4" w:rsidRDefault="00FC5819" w:rsidP="00167CF4">
          <w:pPr>
            <w:spacing w:before="300" w:after="300" w:line="360" w:lineRule="atLeast"/>
            <w:rPr>
              <w:rFonts w:cs="Open Sans"/>
              <w:lang w:val="es-419"/>
            </w:rPr>
          </w:pPr>
        </w:p>
        <w:p w14:paraId="6A0F05E4" w14:textId="319277BF" w:rsidR="00753C32" w:rsidRDefault="00753C32">
          <w:pPr>
            <w:jc w:val="left"/>
            <w:rPr>
              <w:rFonts w:eastAsia="Calibri"/>
            </w:rPr>
          </w:pPr>
        </w:p>
        <w:p w14:paraId="7CEBC621" w14:textId="561B22B3" w:rsidR="00D41A60" w:rsidRPr="00627EA2" w:rsidRDefault="00000000" w:rsidP="00D41A60">
          <w:pPr>
            <w:rPr>
              <w:rFonts w:eastAsia="Calibri"/>
            </w:rPr>
          </w:pPr>
        </w:p>
      </w:sdtContent>
    </w:sdt>
    <w:bookmarkStart w:id="11" w:name="_Toc114754727" w:displacedByCustomXml="next"/>
    <w:bookmarkStart w:id="12" w:name="_Toc84257900" w:displacedByCustomXml="next"/>
    <w:sdt>
      <w:sdtPr>
        <w:rPr>
          <w:rFonts w:eastAsia="Times New Roman" w:cstheme="minorBidi"/>
          <w:b w:val="0"/>
          <w:color w:val="auto"/>
          <w:sz w:val="22"/>
          <w:szCs w:val="22"/>
        </w:rPr>
        <w:id w:val="-507596797"/>
        <w:docPartObj>
          <w:docPartGallery w:val="Cover Pages"/>
        </w:docPartObj>
      </w:sdtPr>
      <w:sdtEndPr>
        <w:rPr>
          <w:rFonts w:eastAsiaTheme="minorHAnsi"/>
        </w:rPr>
      </w:sdtEndPr>
      <w:sdtContent>
        <w:p w14:paraId="7C1CD9E5" w14:textId="0F76A879" w:rsidR="00D41A60" w:rsidRPr="006123F5" w:rsidRDefault="00D41A60" w:rsidP="002D0181">
          <w:pPr>
            <w:pStyle w:val="Sinespaciado"/>
            <w:numPr>
              <w:ilvl w:val="0"/>
              <w:numId w:val="11"/>
            </w:numPr>
            <w:rPr>
              <w:rFonts w:eastAsia="Times New Roman"/>
              <w:sz w:val="22"/>
              <w:szCs w:val="22"/>
            </w:rPr>
          </w:pPr>
          <w:r w:rsidRPr="006123F5">
            <w:rPr>
              <w:rFonts w:eastAsia="Times New Roman"/>
              <w:noProof/>
              <w:sz w:val="22"/>
              <w:szCs w:val="22"/>
              <w:lang w:eastAsia="es-CO"/>
            </w:rPr>
            <w:drawing>
              <wp:anchor distT="0" distB="0" distL="114300" distR="114300" simplePos="0" relativeHeight="251658250" behindDoc="1" locked="0" layoutInCell="1" allowOverlap="1" wp14:anchorId="7FAE1181" wp14:editId="585D0E05">
                <wp:simplePos x="0" y="0"/>
                <wp:positionH relativeFrom="column">
                  <wp:posOffset>-711200</wp:posOffset>
                </wp:positionH>
                <wp:positionV relativeFrom="paragraph">
                  <wp:posOffset>-891884</wp:posOffset>
                </wp:positionV>
                <wp:extent cx="2480310" cy="10114280"/>
                <wp:effectExtent l="0" t="0" r="0" b="1270"/>
                <wp:wrapNone/>
                <wp:docPr id="23" name="Gráfico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2480310" cy="10114280"/>
                        </a:xfrm>
                        <a:prstGeom prst="rect">
                          <a:avLst/>
                        </a:prstGeom>
                      </pic:spPr>
                    </pic:pic>
                  </a:graphicData>
                </a:graphic>
                <wp14:sizeRelH relativeFrom="margin">
                  <wp14:pctWidth>0</wp14:pctWidth>
                </wp14:sizeRelH>
                <wp14:sizeRelV relativeFrom="margin">
                  <wp14:pctHeight>0</wp14:pctHeight>
                </wp14:sizeRelV>
              </wp:anchor>
            </w:drawing>
          </w:r>
          <w:r w:rsidRPr="006123F5">
            <w:rPr>
              <w:rFonts w:eastAsia="Times New Roman"/>
              <w:noProof/>
              <w:sz w:val="22"/>
              <w:szCs w:val="22"/>
              <w:lang w:eastAsia="es-CO"/>
            </w:rPr>
            <mc:AlternateContent>
              <mc:Choice Requires="wps">
                <w:drawing>
                  <wp:anchor distT="0" distB="0" distL="114300" distR="114300" simplePos="0" relativeHeight="251658251" behindDoc="1" locked="0" layoutInCell="1" allowOverlap="1" wp14:anchorId="3411D302" wp14:editId="04EFAB50">
                    <wp:simplePos x="0" y="0"/>
                    <wp:positionH relativeFrom="column">
                      <wp:posOffset>-1135380</wp:posOffset>
                    </wp:positionH>
                    <wp:positionV relativeFrom="paragraph">
                      <wp:posOffset>-369407</wp:posOffset>
                    </wp:positionV>
                    <wp:extent cx="2263140" cy="2115185"/>
                    <wp:effectExtent l="0" t="0" r="3810" b="0"/>
                    <wp:wrapNone/>
                    <wp:docPr id="21" name="Elipse 21"/>
                    <wp:cNvGraphicFramePr/>
                    <a:graphic xmlns:a="http://schemas.openxmlformats.org/drawingml/2006/main">
                      <a:graphicData uri="http://schemas.microsoft.com/office/word/2010/wordprocessingShape">
                        <wps:wsp>
                          <wps:cNvSpPr/>
                          <wps:spPr>
                            <a:xfrm>
                              <a:off x="0" y="0"/>
                              <a:ext cx="2263140" cy="2115185"/>
                            </a:xfrm>
                            <a:prstGeom prst="ellipse">
                              <a:avLst/>
                            </a:prstGeom>
                            <a:solidFill>
                              <a:srgbClr val="3366CA">
                                <a:alpha val="64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7161F5D" id="Elipse 21" o:spid="_x0000_s1026" style="position:absolute;margin-left:-89.4pt;margin-top:-29.1pt;width:178.2pt;height:166.55pt;z-index:-25165822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" fillcolor="#3366ca" stroked="f" strokeweight="1pt">
                    <v:fill opacity="41891f"/>
                    <v:stroke joinstyle="miter"/>
                  </v:oval>
                </w:pict>
              </mc:Fallback>
            </mc:AlternateContent>
          </w:r>
          <w:r w:rsidRPr="006123F5">
            <w:rPr>
              <w:rFonts w:eastAsia="Times New Roman"/>
              <w:sz w:val="22"/>
              <w:szCs w:val="22"/>
            </w:rPr>
            <w:t xml:space="preserve">  </w:t>
          </w:r>
          <w:r w:rsidR="00B6319F" w:rsidRPr="00FE5E61">
            <w:rPr>
              <w:rFonts w:eastAsia="Times New Roman"/>
            </w:rPr>
            <w:t>¿Qué</w:t>
          </w:r>
          <w:r w:rsidR="00554837">
            <w:rPr>
              <w:rFonts w:eastAsia="Times New Roman"/>
            </w:rPr>
            <w:t xml:space="preserve"> </w:t>
          </w:r>
          <w:r w:rsidR="00B6319F" w:rsidRPr="00FE5E61">
            <w:rPr>
              <w:rFonts w:eastAsia="Times New Roman"/>
            </w:rPr>
            <w:t>es</w:t>
          </w:r>
          <w:r w:rsidR="00554837">
            <w:rPr>
              <w:rFonts w:eastAsia="Times New Roman"/>
            </w:rPr>
            <w:t xml:space="preserve"> </w:t>
          </w:r>
          <w:r w:rsidR="00554837" w:rsidRPr="00FE5E61">
            <w:rPr>
              <w:rFonts w:eastAsia="Times New Roman"/>
            </w:rPr>
            <w:t>un</w:t>
          </w:r>
          <w:r w:rsidR="00554837">
            <w:rPr>
              <w:rFonts w:eastAsia="Times New Roman"/>
            </w:rPr>
            <w:t xml:space="preserve"> c</w:t>
          </w:r>
          <w:r w:rsidR="00554837" w:rsidRPr="00FE5E61">
            <w:rPr>
              <w:rFonts w:eastAsia="Times New Roman"/>
            </w:rPr>
            <w:t>omponente</w:t>
          </w:r>
          <w:r w:rsidR="001347B9">
            <w:rPr>
              <w:rFonts w:eastAsia="Times New Roman"/>
            </w:rPr>
            <w:t xml:space="preserve"> </w:t>
          </w:r>
          <w:r w:rsidR="00217BEC">
            <w:rPr>
              <w:rFonts w:eastAsia="Times New Roman"/>
            </w:rPr>
            <w:t>de Información</w:t>
          </w:r>
          <w:bookmarkEnd w:id="12"/>
          <w:r w:rsidR="00217BEC">
            <w:rPr>
              <w:rFonts w:eastAsia="Times New Roman"/>
            </w:rPr>
            <w:t>?</w:t>
          </w:r>
          <w:bookmarkEnd w:id="11"/>
        </w:p>
        <w:p w14:paraId="79E01468" w14:textId="77777777" w:rsidR="00D41A60" w:rsidRPr="006123F5" w:rsidRDefault="00D41A60" w:rsidP="00D41A60">
          <w:pPr>
            <w:rPr>
              <w:rFonts w:eastAsia="Calibri"/>
            </w:rPr>
          </w:pPr>
        </w:p>
        <w:p w14:paraId="247BE17A" w14:textId="77777777" w:rsidR="00D41A60" w:rsidRPr="006123F5" w:rsidRDefault="00D41A60" w:rsidP="00D41A60">
          <w:pPr>
            <w:rPr>
              <w:rFonts w:eastAsia="Calibri"/>
            </w:rPr>
          </w:pPr>
        </w:p>
        <w:p w14:paraId="372F9FB9" w14:textId="77777777" w:rsidR="00B6319F" w:rsidRPr="006123F5" w:rsidRDefault="00D41A60" w:rsidP="00D41A60">
          <w:pPr>
            <w:rPr>
              <w:rFonts w:eastAsia="Calibri"/>
            </w:rPr>
          </w:pPr>
          <w:r w:rsidRPr="006123F5">
            <w:rPr>
              <w:rFonts w:eastAsia="Times New Roman"/>
              <w:b/>
              <w:noProof/>
              <w:color w:val="FF0062"/>
              <w:lang w:eastAsia="es-CO"/>
            </w:rPr>
            <w:drawing>
              <wp:anchor distT="0" distB="0" distL="114300" distR="114300" simplePos="0" relativeHeight="251658253" behindDoc="0" locked="0" layoutInCell="1" allowOverlap="1" wp14:anchorId="5AD45F87" wp14:editId="05188220">
                <wp:simplePos x="0" y="0"/>
                <wp:positionH relativeFrom="page">
                  <wp:align>right</wp:align>
                </wp:positionH>
                <wp:positionV relativeFrom="paragraph">
                  <wp:posOffset>1160426</wp:posOffset>
                </wp:positionV>
                <wp:extent cx="5168900" cy="4201160"/>
                <wp:effectExtent l="0" t="0" r="0" b="0"/>
                <wp:wrapThrough wrapText="bothSides">
                  <wp:wrapPolygon edited="0">
                    <wp:start x="7881" y="1077"/>
                    <wp:lineTo x="7005" y="1371"/>
                    <wp:lineTo x="5254" y="2449"/>
                    <wp:lineTo x="5254" y="2840"/>
                    <wp:lineTo x="2388" y="3526"/>
                    <wp:lineTo x="1911" y="3722"/>
                    <wp:lineTo x="1911" y="8815"/>
                    <wp:lineTo x="2149" y="9109"/>
                    <wp:lineTo x="3184" y="9109"/>
                    <wp:lineTo x="1274" y="10578"/>
                    <wp:lineTo x="1194" y="15377"/>
                    <wp:lineTo x="318" y="16455"/>
                    <wp:lineTo x="637" y="16944"/>
                    <wp:lineTo x="159" y="17924"/>
                    <wp:lineTo x="637" y="18414"/>
                    <wp:lineTo x="6369" y="18511"/>
                    <wp:lineTo x="876" y="19001"/>
                    <wp:lineTo x="876" y="19295"/>
                    <wp:lineTo x="8120" y="20079"/>
                    <wp:lineTo x="8279" y="20470"/>
                    <wp:lineTo x="14250" y="20470"/>
                    <wp:lineTo x="14329" y="20079"/>
                    <wp:lineTo x="19981" y="19197"/>
                    <wp:lineTo x="20220" y="19001"/>
                    <wp:lineTo x="18548" y="18511"/>
                    <wp:lineTo x="19504" y="17238"/>
                    <wp:lineTo x="19583" y="16944"/>
                    <wp:lineTo x="20220" y="15377"/>
                    <wp:lineTo x="20061" y="14692"/>
                    <wp:lineTo x="19743" y="13810"/>
                    <wp:lineTo x="19344" y="12243"/>
                    <wp:lineTo x="19981" y="10970"/>
                    <wp:lineTo x="19743" y="10676"/>
                    <wp:lineTo x="21414" y="9990"/>
                    <wp:lineTo x="21255" y="7738"/>
                    <wp:lineTo x="21175" y="7542"/>
                    <wp:lineTo x="18628" y="5975"/>
                    <wp:lineTo x="17593" y="4701"/>
                    <wp:lineTo x="17275" y="4407"/>
                    <wp:lineTo x="17354" y="3722"/>
                    <wp:lineTo x="11145" y="2742"/>
                    <wp:lineTo x="11304" y="1469"/>
                    <wp:lineTo x="9075" y="1077"/>
                    <wp:lineTo x="7881" y="1077"/>
                  </wp:wrapPolygon>
                </wp:wrapThrough>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n 54"/>
                        <pic:cNvPicPr/>
                      </pic:nvPicPr>
                      <pic:blipFill>
                        <a:blip r:embed="rId17">
                          <a:alphaModFix amt="66000"/>
                          <a:extLst>
                            <a:ext uri="{28A0092B-C50C-407E-A947-70E740481C1C}">
                              <a14:useLocalDpi xmlns:a14="http://schemas.microsoft.com/office/drawing/2010/main" val="0"/>
                            </a:ext>
                          </a:extLst>
                        </a:blip>
                        <a:stretch>
                          <a:fillRect/>
                        </a:stretch>
                      </pic:blipFill>
                      <pic:spPr>
                        <a:xfrm>
                          <a:off x="0" y="0"/>
                          <a:ext cx="5168900" cy="4201160"/>
                        </a:xfrm>
                        <a:prstGeom prst="rect">
                          <a:avLst/>
                        </a:prstGeom>
                      </pic:spPr>
                    </pic:pic>
                  </a:graphicData>
                </a:graphic>
                <wp14:sizeRelH relativeFrom="page">
                  <wp14:pctWidth>0</wp14:pctWidth>
                </wp14:sizeRelH>
                <wp14:sizeRelV relativeFrom="page">
                  <wp14:pctHeight>0</wp14:pctHeight>
                </wp14:sizeRelV>
              </wp:anchor>
            </w:drawing>
          </w:r>
          <w:r w:rsidRPr="006123F5">
            <w:rPr>
              <w:noProof/>
              <w:lang w:eastAsia="es-CO"/>
            </w:rPr>
            <mc:AlternateContent>
              <mc:Choice Requires="wps">
                <w:drawing>
                  <wp:anchor distT="0" distB="0" distL="114300" distR="114300" simplePos="0" relativeHeight="251658252" behindDoc="0" locked="0" layoutInCell="1" allowOverlap="1" wp14:anchorId="5BEFA08E" wp14:editId="798BD933">
                    <wp:simplePos x="0" y="0"/>
                    <wp:positionH relativeFrom="page">
                      <wp:posOffset>2153285</wp:posOffset>
                    </wp:positionH>
                    <wp:positionV relativeFrom="paragraph">
                      <wp:posOffset>136410</wp:posOffset>
                    </wp:positionV>
                    <wp:extent cx="6033201" cy="6108631"/>
                    <wp:effectExtent l="0" t="0" r="5715" b="6985"/>
                    <wp:wrapNone/>
                    <wp:docPr id="15" name="Elipse 15"/>
                    <wp:cNvGraphicFramePr/>
                    <a:graphic xmlns:a="http://schemas.openxmlformats.org/drawingml/2006/main">
                      <a:graphicData uri="http://schemas.microsoft.com/office/word/2010/wordprocessingShape">
                        <wps:wsp>
                          <wps:cNvSpPr/>
                          <wps:spPr>
                            <a:xfrm>
                              <a:off x="0" y="0"/>
                              <a:ext cx="6033201" cy="6108631"/>
                            </a:xfrm>
                            <a:prstGeom prst="ellipse">
                              <a:avLst/>
                            </a:prstGeom>
                            <a:solidFill>
                              <a:schemeClr val="accent1">
                                <a:alpha val="31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5EF3AF3" id="Elipse 15" o:spid="_x0000_s1026" style="position:absolute;margin-left:169.55pt;margin-top:10.75pt;width:475.05pt;height:481pt;z-index:251658252;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" fillcolor="#3366ca [3204]" stroked="f" strokeweight="1pt">
                    <v:fill opacity="20303f"/>
                    <v:stroke joinstyle="miter"/>
                    <w10:wrap anchorx="page"/>
                  </v:oval>
                </w:pict>
              </mc:Fallback>
            </mc:AlternateContent>
          </w:r>
          <w:r w:rsidRPr="006123F5">
            <w:rPr>
              <w:rFonts w:eastAsia="Calibri"/>
            </w:rPr>
            <w:br w:type="page"/>
          </w:r>
        </w:p>
        <w:p w14:paraId="136C6C03" w14:textId="77777777" w:rsidR="00973BF3" w:rsidRPr="00973BF3" w:rsidRDefault="00973BF3" w:rsidP="00973BF3">
          <w:pPr>
            <w:rPr>
              <w:spacing w:val="-2"/>
              <w:w w:val="90"/>
            </w:rPr>
          </w:pPr>
          <w:r w:rsidRPr="00973BF3">
            <w:rPr>
              <w:w w:val="90"/>
            </w:rPr>
            <w:lastRenderedPageBreak/>
            <w:t>Un</w:t>
          </w:r>
          <w:r w:rsidRPr="00973BF3">
            <w:rPr>
              <w:spacing w:val="-13"/>
              <w:w w:val="90"/>
            </w:rPr>
            <w:t xml:space="preserve"> </w:t>
          </w:r>
          <w:r w:rsidRPr="00017158">
            <w:rPr>
              <w:rFonts w:cs="Calibri"/>
              <w:b/>
              <w:bCs/>
              <w:color w:val="004884"/>
              <w:w w:val="90"/>
            </w:rPr>
            <w:t>componente</w:t>
          </w:r>
          <w:r w:rsidRPr="00017158">
            <w:rPr>
              <w:rFonts w:cs="Calibri"/>
              <w:b/>
              <w:bCs/>
              <w:color w:val="004884"/>
              <w:spacing w:val="-5"/>
              <w:w w:val="90"/>
            </w:rPr>
            <w:t xml:space="preserve"> </w:t>
          </w:r>
          <w:r w:rsidRPr="00017158">
            <w:rPr>
              <w:rFonts w:cs="Calibri"/>
              <w:b/>
              <w:bCs/>
              <w:color w:val="004884"/>
              <w:w w:val="90"/>
            </w:rPr>
            <w:t>de</w:t>
          </w:r>
          <w:r w:rsidRPr="00017158">
            <w:rPr>
              <w:rFonts w:cs="Calibri"/>
              <w:b/>
              <w:bCs/>
              <w:color w:val="004884"/>
            </w:rPr>
            <w:t xml:space="preserve"> </w:t>
          </w:r>
          <w:r w:rsidRPr="00017158">
            <w:rPr>
              <w:rFonts w:cs="Calibri"/>
              <w:b/>
              <w:bCs/>
              <w:color w:val="004884"/>
              <w:w w:val="90"/>
            </w:rPr>
            <w:t>información</w:t>
          </w:r>
          <w:r w:rsidRPr="00973BF3">
            <w:rPr>
              <w:rFonts w:cs="Calibri"/>
              <w:b/>
              <w:bCs/>
              <w:color w:val="006FC0"/>
            </w:rPr>
            <w:t xml:space="preserve"> </w:t>
          </w:r>
          <w:r w:rsidRPr="00973BF3">
            <w:rPr>
              <w:w w:val="90"/>
            </w:rPr>
            <w:t>es</w:t>
          </w:r>
          <w:r w:rsidRPr="00973BF3">
            <w:rPr>
              <w:spacing w:val="-13"/>
              <w:w w:val="90"/>
            </w:rPr>
            <w:t xml:space="preserve"> </w:t>
          </w:r>
          <w:r w:rsidRPr="00973BF3">
            <w:rPr>
              <w:w w:val="90"/>
            </w:rPr>
            <w:t>un</w:t>
          </w:r>
          <w:r w:rsidRPr="00973BF3">
            <w:rPr>
              <w:spacing w:val="-12"/>
              <w:w w:val="90"/>
            </w:rPr>
            <w:t xml:space="preserve"> </w:t>
          </w:r>
          <w:r w:rsidRPr="00973BF3">
            <w:rPr>
              <w:w w:val="90"/>
            </w:rPr>
            <w:t>término</w:t>
          </w:r>
          <w:r w:rsidRPr="00973BF3">
            <w:rPr>
              <w:spacing w:val="-13"/>
              <w:w w:val="90"/>
            </w:rPr>
            <w:t xml:space="preserve"> </w:t>
          </w:r>
          <w:r w:rsidRPr="00973BF3">
            <w:rPr>
              <w:w w:val="90"/>
            </w:rPr>
            <w:t>agrupador</w:t>
          </w:r>
          <w:r w:rsidRPr="00973BF3">
            <w:rPr>
              <w:spacing w:val="-12"/>
              <w:w w:val="90"/>
            </w:rPr>
            <w:t xml:space="preserve"> </w:t>
          </w:r>
          <w:r w:rsidRPr="00973BF3">
            <w:rPr>
              <w:w w:val="90"/>
            </w:rPr>
            <w:t>utilizado,</w:t>
          </w:r>
          <w:r w:rsidRPr="00973BF3">
            <w:rPr>
              <w:spacing w:val="-12"/>
              <w:w w:val="90"/>
            </w:rPr>
            <w:t xml:space="preserve"> </w:t>
          </w:r>
          <w:r w:rsidRPr="00973BF3">
            <w:rPr>
              <w:w w:val="90"/>
            </w:rPr>
            <w:t>en</w:t>
          </w:r>
          <w:r w:rsidRPr="00973BF3">
            <w:rPr>
              <w:spacing w:val="-13"/>
              <w:w w:val="90"/>
            </w:rPr>
            <w:t xml:space="preserve"> </w:t>
          </w:r>
          <w:r w:rsidRPr="00973BF3">
            <w:rPr>
              <w:w w:val="90"/>
            </w:rPr>
            <w:t>el</w:t>
          </w:r>
          <w:r w:rsidRPr="00973BF3">
            <w:rPr>
              <w:spacing w:val="-12"/>
              <w:w w:val="90"/>
            </w:rPr>
            <w:t xml:space="preserve"> </w:t>
          </w:r>
          <w:r w:rsidRPr="00973BF3">
            <w:rPr>
              <w:w w:val="90"/>
            </w:rPr>
            <w:t>Marco</w:t>
          </w:r>
          <w:r w:rsidRPr="00973BF3">
            <w:rPr>
              <w:spacing w:val="-11"/>
              <w:w w:val="90"/>
            </w:rPr>
            <w:t xml:space="preserve"> </w:t>
          </w:r>
          <w:r w:rsidRPr="00973BF3">
            <w:rPr>
              <w:w w:val="90"/>
            </w:rPr>
            <w:t xml:space="preserve">de Referencia de Arquitectura Empresarial para la gestión de TI, para referirse al </w:t>
          </w:r>
          <w:r w:rsidRPr="00973BF3">
            <w:rPr>
              <w:w w:val="85"/>
            </w:rPr>
            <w:t xml:space="preserve">conjunto de los datos, la información, los servicios de información y los flujos de </w:t>
          </w:r>
          <w:r w:rsidRPr="00973BF3">
            <w:rPr>
              <w:spacing w:val="-2"/>
              <w:w w:val="90"/>
            </w:rPr>
            <w:t>información</w:t>
          </w:r>
          <w:r w:rsidRPr="00973BF3">
            <w:rPr>
              <w:spacing w:val="-18"/>
              <w:w w:val="90"/>
            </w:rPr>
            <w:t xml:space="preserve"> </w:t>
          </w:r>
          <w:r w:rsidRPr="00973BF3">
            <w:rPr>
              <w:spacing w:val="-2"/>
              <w:w w:val="90"/>
            </w:rPr>
            <w:t>bajo</w:t>
          </w:r>
          <w:r w:rsidRPr="00973BF3">
            <w:rPr>
              <w:spacing w:val="-18"/>
              <w:w w:val="90"/>
            </w:rPr>
            <w:t xml:space="preserve"> </w:t>
          </w:r>
          <w:r w:rsidRPr="00973BF3">
            <w:rPr>
              <w:spacing w:val="-2"/>
              <w:w w:val="90"/>
            </w:rPr>
            <w:t>un</w:t>
          </w:r>
          <w:r w:rsidRPr="00973BF3">
            <w:rPr>
              <w:spacing w:val="-20"/>
              <w:w w:val="90"/>
            </w:rPr>
            <w:t xml:space="preserve"> </w:t>
          </w:r>
          <w:r w:rsidRPr="00973BF3">
            <w:rPr>
              <w:spacing w:val="-2"/>
              <w:w w:val="90"/>
            </w:rPr>
            <w:t>único</w:t>
          </w:r>
          <w:r w:rsidRPr="00973BF3">
            <w:rPr>
              <w:spacing w:val="-18"/>
              <w:w w:val="90"/>
            </w:rPr>
            <w:t xml:space="preserve"> </w:t>
          </w:r>
          <w:r w:rsidRPr="00973BF3">
            <w:rPr>
              <w:spacing w:val="-2"/>
              <w:w w:val="90"/>
            </w:rPr>
            <w:t>nombre.</w:t>
          </w:r>
        </w:p>
        <w:p w14:paraId="41785C59" w14:textId="77777777" w:rsidR="00973BF3" w:rsidRPr="00973BF3" w:rsidRDefault="00973BF3" w:rsidP="00973BF3">
          <w:pPr>
            <w:rPr>
              <w:spacing w:val="-4"/>
              <w:w w:val="85"/>
            </w:rPr>
          </w:pPr>
          <w:r w:rsidRPr="00973BF3">
            <w:rPr>
              <w:w w:val="85"/>
            </w:rPr>
            <w:t>Los</w:t>
          </w:r>
          <w:r w:rsidRPr="00973BF3">
            <w:rPr>
              <w:spacing w:val="-3"/>
              <w:w w:val="85"/>
            </w:rPr>
            <w:t xml:space="preserve"> </w:t>
          </w:r>
          <w:r w:rsidRPr="00973BF3">
            <w:rPr>
              <w:w w:val="85"/>
            </w:rPr>
            <w:t>componentes</w:t>
          </w:r>
          <w:r w:rsidRPr="00973BF3">
            <w:rPr>
              <w:spacing w:val="-2"/>
              <w:w w:val="85"/>
            </w:rPr>
            <w:t xml:space="preserve"> </w:t>
          </w:r>
          <w:r w:rsidRPr="00973BF3">
            <w:rPr>
              <w:w w:val="85"/>
            </w:rPr>
            <w:t>de</w:t>
          </w:r>
          <w:r w:rsidRPr="00973BF3">
            <w:rPr>
              <w:spacing w:val="-4"/>
              <w:w w:val="85"/>
            </w:rPr>
            <w:t xml:space="preserve"> </w:t>
          </w:r>
          <w:r w:rsidRPr="00973BF3">
            <w:rPr>
              <w:w w:val="85"/>
            </w:rPr>
            <w:t>información</w:t>
          </w:r>
          <w:r w:rsidRPr="00973BF3">
            <w:rPr>
              <w:spacing w:val="-2"/>
              <w:w w:val="85"/>
            </w:rPr>
            <w:t xml:space="preserve"> </w:t>
          </w:r>
          <w:r w:rsidRPr="00973BF3">
            <w:rPr>
              <w:spacing w:val="-4"/>
              <w:w w:val="85"/>
            </w:rPr>
            <w:t>son:</w:t>
          </w:r>
        </w:p>
        <w:p w14:paraId="417B9115" w14:textId="77777777" w:rsidR="00973BF3" w:rsidRPr="00973BF3" w:rsidRDefault="00973BF3" w:rsidP="00973BF3">
          <w:pPr>
            <w:rPr>
              <w:w w:val="85"/>
            </w:rPr>
          </w:pPr>
          <w:r w:rsidRPr="00017158">
            <w:rPr>
              <w:rFonts w:cs="Calibri"/>
              <w:b/>
              <w:bCs/>
              <w:color w:val="004884"/>
              <w:w w:val="85"/>
            </w:rPr>
            <w:t>Datos</w:t>
          </w:r>
          <w:r w:rsidRPr="00017158">
            <w:rPr>
              <w:color w:val="004884"/>
              <w:w w:val="85"/>
            </w:rPr>
            <w:t>:</w:t>
          </w:r>
          <w:r w:rsidRPr="00973BF3">
            <w:rPr>
              <w:color w:val="006FC0"/>
              <w:w w:val="85"/>
            </w:rPr>
            <w:t xml:space="preserve"> </w:t>
          </w:r>
          <w:r w:rsidRPr="00973BF3">
            <w:rPr>
              <w:w w:val="85"/>
            </w:rPr>
            <w:t xml:space="preserve">Es una representación simbólica de una característica particular de un </w:t>
          </w:r>
          <w:r w:rsidRPr="00973BF3">
            <w:rPr>
              <w:spacing w:val="-2"/>
              <w:w w:val="85"/>
            </w:rPr>
            <w:t>elemento</w:t>
          </w:r>
          <w:r w:rsidRPr="00973BF3">
            <w:rPr>
              <w:spacing w:val="-3"/>
              <w:w w:val="85"/>
            </w:rPr>
            <w:t xml:space="preserve"> </w:t>
          </w:r>
          <w:r w:rsidRPr="00973BF3">
            <w:rPr>
              <w:spacing w:val="-2"/>
              <w:w w:val="85"/>
            </w:rPr>
            <w:t>o</w:t>
          </w:r>
          <w:r w:rsidRPr="00973BF3">
            <w:rPr>
              <w:spacing w:val="-3"/>
              <w:w w:val="85"/>
            </w:rPr>
            <w:t xml:space="preserve"> </w:t>
          </w:r>
          <w:r w:rsidRPr="00973BF3">
            <w:rPr>
              <w:spacing w:val="-2"/>
              <w:w w:val="85"/>
            </w:rPr>
            <w:t>situación,</w:t>
          </w:r>
          <w:r w:rsidRPr="00973BF3">
            <w:rPr>
              <w:spacing w:val="-6"/>
              <w:w w:val="85"/>
            </w:rPr>
            <w:t xml:space="preserve"> </w:t>
          </w:r>
          <w:r w:rsidRPr="00973BF3">
            <w:rPr>
              <w:spacing w:val="-2"/>
              <w:w w:val="85"/>
            </w:rPr>
            <w:t>que pertenece</w:t>
          </w:r>
          <w:r w:rsidRPr="00973BF3">
            <w:rPr>
              <w:spacing w:val="-4"/>
              <w:w w:val="85"/>
            </w:rPr>
            <w:t xml:space="preserve"> </w:t>
          </w:r>
          <w:r w:rsidRPr="00973BF3">
            <w:rPr>
              <w:spacing w:val="-2"/>
              <w:w w:val="85"/>
            </w:rPr>
            <w:t>a un</w:t>
          </w:r>
          <w:r w:rsidRPr="00973BF3">
            <w:rPr>
              <w:spacing w:val="-3"/>
              <w:w w:val="85"/>
            </w:rPr>
            <w:t xml:space="preserve"> </w:t>
          </w:r>
          <w:r w:rsidRPr="00973BF3">
            <w:rPr>
              <w:spacing w:val="-2"/>
              <w:w w:val="85"/>
            </w:rPr>
            <w:t>modelo de</w:t>
          </w:r>
          <w:r w:rsidRPr="00973BF3">
            <w:rPr>
              <w:spacing w:val="-4"/>
              <w:w w:val="85"/>
            </w:rPr>
            <w:t xml:space="preserve"> </w:t>
          </w:r>
          <w:r w:rsidRPr="00973BF3">
            <w:rPr>
              <w:spacing w:val="-2"/>
              <w:w w:val="85"/>
            </w:rPr>
            <w:t>una</w:t>
          </w:r>
          <w:r w:rsidRPr="00973BF3">
            <w:rPr>
              <w:spacing w:val="-3"/>
              <w:w w:val="85"/>
            </w:rPr>
            <w:t xml:space="preserve"> </w:t>
          </w:r>
          <w:r w:rsidRPr="00973BF3">
            <w:rPr>
              <w:spacing w:val="-2"/>
              <w:w w:val="85"/>
            </w:rPr>
            <w:t>realidad.</w:t>
          </w:r>
          <w:r w:rsidRPr="00973BF3">
            <w:rPr>
              <w:spacing w:val="-4"/>
              <w:w w:val="85"/>
            </w:rPr>
            <w:t xml:space="preserve"> </w:t>
          </w:r>
          <w:r w:rsidRPr="00973BF3">
            <w:rPr>
              <w:spacing w:val="-2"/>
              <w:w w:val="85"/>
            </w:rPr>
            <w:t>Tiene</w:t>
          </w:r>
          <w:r w:rsidRPr="00973BF3">
            <w:rPr>
              <w:spacing w:val="-4"/>
              <w:w w:val="85"/>
            </w:rPr>
            <w:t xml:space="preserve"> </w:t>
          </w:r>
          <w:r w:rsidRPr="00973BF3">
            <w:rPr>
              <w:spacing w:val="-2"/>
              <w:w w:val="85"/>
            </w:rPr>
            <w:t>un</w:t>
          </w:r>
          <w:r w:rsidRPr="00973BF3">
            <w:rPr>
              <w:spacing w:val="-3"/>
              <w:w w:val="85"/>
            </w:rPr>
            <w:t xml:space="preserve"> </w:t>
          </w:r>
          <w:r w:rsidRPr="00973BF3">
            <w:rPr>
              <w:spacing w:val="-2"/>
              <w:w w:val="85"/>
            </w:rPr>
            <w:t xml:space="preserve">tipo </w:t>
          </w:r>
          <w:r w:rsidRPr="00973BF3">
            <w:rPr>
              <w:w w:val="90"/>
            </w:rPr>
            <w:t xml:space="preserve">(por ejemplo, numérico, cadena de caracteres o lógico) que determina el </w:t>
          </w:r>
          <w:r w:rsidRPr="00973BF3">
            <w:rPr>
              <w:w w:val="85"/>
            </w:rPr>
            <w:t xml:space="preserve">conjunto de valores que el dato puede tomar. En el contexto informático, los </w:t>
          </w:r>
          <w:r w:rsidRPr="00973BF3">
            <w:rPr>
              <w:w w:val="90"/>
            </w:rPr>
            <w:t xml:space="preserve">datos se almacenan, procesan y transmiten usando medios electrónicos, </w:t>
          </w:r>
          <w:r w:rsidRPr="00973BF3">
            <w:rPr>
              <w:w w:val="85"/>
            </w:rPr>
            <w:t>constituyendo los elementos primarios de los sistemas de información.</w:t>
          </w:r>
        </w:p>
        <w:p w14:paraId="3C79A8CC" w14:textId="77777777" w:rsidR="00973BF3" w:rsidRPr="00973BF3" w:rsidRDefault="00973BF3" w:rsidP="00973BF3">
          <w:pPr>
            <w:rPr>
              <w:w w:val="90"/>
            </w:rPr>
          </w:pPr>
          <w:r w:rsidRPr="00973BF3">
            <w:rPr>
              <w:w w:val="85"/>
            </w:rPr>
            <w:t>Los</w:t>
          </w:r>
          <w:r w:rsidRPr="00973BF3">
            <w:rPr>
              <w:spacing w:val="-9"/>
              <w:w w:val="85"/>
            </w:rPr>
            <w:t xml:space="preserve"> </w:t>
          </w:r>
          <w:r w:rsidRPr="00973BF3">
            <w:rPr>
              <w:w w:val="85"/>
            </w:rPr>
            <w:t>datos</w:t>
          </w:r>
          <w:r w:rsidRPr="00973BF3">
            <w:rPr>
              <w:spacing w:val="-8"/>
              <w:w w:val="85"/>
            </w:rPr>
            <w:t xml:space="preserve"> </w:t>
          </w:r>
          <w:r w:rsidRPr="00973BF3">
            <w:rPr>
              <w:w w:val="85"/>
            </w:rPr>
            <w:t>son</w:t>
          </w:r>
          <w:r w:rsidRPr="00973BF3">
            <w:rPr>
              <w:spacing w:val="-8"/>
              <w:w w:val="85"/>
            </w:rPr>
            <w:t xml:space="preserve"> </w:t>
          </w:r>
          <w:r w:rsidRPr="00973BF3">
            <w:rPr>
              <w:w w:val="85"/>
            </w:rPr>
            <w:t>números,</w:t>
          </w:r>
          <w:r w:rsidRPr="00973BF3">
            <w:rPr>
              <w:spacing w:val="-8"/>
              <w:w w:val="85"/>
            </w:rPr>
            <w:t xml:space="preserve"> </w:t>
          </w:r>
          <w:r w:rsidRPr="00973BF3">
            <w:rPr>
              <w:w w:val="85"/>
            </w:rPr>
            <w:t>letras</w:t>
          </w:r>
          <w:r w:rsidRPr="00973BF3">
            <w:rPr>
              <w:spacing w:val="-9"/>
              <w:w w:val="85"/>
            </w:rPr>
            <w:t xml:space="preserve"> </w:t>
          </w:r>
          <w:r w:rsidRPr="00973BF3">
            <w:rPr>
              <w:w w:val="85"/>
            </w:rPr>
            <w:t>o</w:t>
          </w:r>
          <w:r w:rsidRPr="00973BF3">
            <w:rPr>
              <w:spacing w:val="-8"/>
              <w:w w:val="85"/>
            </w:rPr>
            <w:t xml:space="preserve"> </w:t>
          </w:r>
          <w:r w:rsidRPr="00973BF3">
            <w:rPr>
              <w:w w:val="85"/>
            </w:rPr>
            <w:t>símbolos</w:t>
          </w:r>
          <w:r w:rsidRPr="00973BF3">
            <w:rPr>
              <w:spacing w:val="-8"/>
              <w:w w:val="85"/>
            </w:rPr>
            <w:t xml:space="preserve"> </w:t>
          </w:r>
          <w:r w:rsidRPr="00973BF3">
            <w:rPr>
              <w:w w:val="85"/>
            </w:rPr>
            <w:t>que</w:t>
          </w:r>
          <w:r w:rsidRPr="00973BF3">
            <w:rPr>
              <w:spacing w:val="-8"/>
              <w:w w:val="85"/>
            </w:rPr>
            <w:t xml:space="preserve"> </w:t>
          </w:r>
          <w:r w:rsidRPr="00973BF3">
            <w:rPr>
              <w:w w:val="85"/>
            </w:rPr>
            <w:t>describen</w:t>
          </w:r>
          <w:r w:rsidRPr="00973BF3">
            <w:rPr>
              <w:spacing w:val="-9"/>
              <w:w w:val="85"/>
            </w:rPr>
            <w:t xml:space="preserve"> </w:t>
          </w:r>
          <w:r w:rsidRPr="00973BF3">
            <w:rPr>
              <w:w w:val="85"/>
            </w:rPr>
            <w:t>objetos,</w:t>
          </w:r>
          <w:r w:rsidRPr="00973BF3">
            <w:rPr>
              <w:spacing w:val="-8"/>
              <w:w w:val="85"/>
            </w:rPr>
            <w:t xml:space="preserve"> </w:t>
          </w:r>
          <w:r w:rsidRPr="00973BF3">
            <w:rPr>
              <w:w w:val="85"/>
            </w:rPr>
            <w:t>condiciones</w:t>
          </w:r>
          <w:r w:rsidRPr="00973BF3">
            <w:rPr>
              <w:spacing w:val="-8"/>
              <w:w w:val="85"/>
            </w:rPr>
            <w:t xml:space="preserve"> </w:t>
          </w:r>
          <w:r w:rsidRPr="00973BF3">
            <w:rPr>
              <w:w w:val="85"/>
            </w:rPr>
            <w:t>o situaciones.</w:t>
          </w:r>
          <w:r w:rsidRPr="00973BF3">
            <w:rPr>
              <w:spacing w:val="-7"/>
              <w:w w:val="85"/>
            </w:rPr>
            <w:t xml:space="preserve"> </w:t>
          </w:r>
          <w:r w:rsidRPr="00973BF3">
            <w:rPr>
              <w:w w:val="85"/>
            </w:rPr>
            <w:t>Son</w:t>
          </w:r>
          <w:r w:rsidRPr="00973BF3">
            <w:rPr>
              <w:spacing w:val="-3"/>
              <w:w w:val="85"/>
            </w:rPr>
            <w:t xml:space="preserve"> </w:t>
          </w:r>
          <w:r w:rsidRPr="00973BF3">
            <w:rPr>
              <w:w w:val="85"/>
            </w:rPr>
            <w:t>el</w:t>
          </w:r>
          <w:r w:rsidRPr="00973BF3">
            <w:rPr>
              <w:spacing w:val="-8"/>
              <w:w w:val="85"/>
            </w:rPr>
            <w:t xml:space="preserve"> </w:t>
          </w:r>
          <w:r w:rsidRPr="00973BF3">
            <w:rPr>
              <w:w w:val="85"/>
            </w:rPr>
            <w:t>conjunto</w:t>
          </w:r>
          <w:r w:rsidRPr="00973BF3">
            <w:rPr>
              <w:spacing w:val="-6"/>
              <w:w w:val="85"/>
            </w:rPr>
            <w:t xml:space="preserve"> </w:t>
          </w:r>
          <w:r w:rsidRPr="00973BF3">
            <w:rPr>
              <w:w w:val="85"/>
            </w:rPr>
            <w:t>básico</w:t>
          </w:r>
          <w:r w:rsidRPr="00973BF3">
            <w:rPr>
              <w:spacing w:val="-3"/>
              <w:w w:val="85"/>
            </w:rPr>
            <w:t xml:space="preserve"> </w:t>
          </w:r>
          <w:r w:rsidRPr="00973BF3">
            <w:rPr>
              <w:w w:val="85"/>
            </w:rPr>
            <w:t>de</w:t>
          </w:r>
          <w:r w:rsidRPr="00973BF3">
            <w:rPr>
              <w:spacing w:val="-5"/>
              <w:w w:val="85"/>
            </w:rPr>
            <w:t xml:space="preserve"> </w:t>
          </w:r>
          <w:r w:rsidRPr="00973BF3">
            <w:rPr>
              <w:w w:val="85"/>
            </w:rPr>
            <w:t>hechos</w:t>
          </w:r>
          <w:r w:rsidRPr="00973BF3">
            <w:rPr>
              <w:spacing w:val="-6"/>
              <w:w w:val="85"/>
            </w:rPr>
            <w:t xml:space="preserve"> </w:t>
          </w:r>
          <w:r w:rsidRPr="00973BF3">
            <w:rPr>
              <w:w w:val="85"/>
            </w:rPr>
            <w:t>referentes</w:t>
          </w:r>
          <w:r w:rsidRPr="00973BF3">
            <w:rPr>
              <w:spacing w:val="-3"/>
              <w:w w:val="85"/>
            </w:rPr>
            <w:t xml:space="preserve"> </w:t>
          </w:r>
          <w:r w:rsidRPr="00973BF3">
            <w:rPr>
              <w:w w:val="85"/>
            </w:rPr>
            <w:t>a</w:t>
          </w:r>
          <w:r w:rsidRPr="00973BF3">
            <w:rPr>
              <w:spacing w:val="-6"/>
              <w:w w:val="85"/>
            </w:rPr>
            <w:t xml:space="preserve"> </w:t>
          </w:r>
          <w:r w:rsidRPr="00973BF3">
            <w:rPr>
              <w:w w:val="85"/>
            </w:rPr>
            <w:t>una</w:t>
          </w:r>
          <w:r w:rsidRPr="00973BF3">
            <w:rPr>
              <w:spacing w:val="-3"/>
              <w:w w:val="85"/>
            </w:rPr>
            <w:t xml:space="preserve"> </w:t>
          </w:r>
          <w:r w:rsidRPr="00973BF3">
            <w:rPr>
              <w:w w:val="85"/>
            </w:rPr>
            <w:t>persona,</w:t>
          </w:r>
          <w:r w:rsidRPr="00973BF3">
            <w:rPr>
              <w:spacing w:val="-8"/>
              <w:w w:val="85"/>
            </w:rPr>
            <w:t xml:space="preserve"> </w:t>
          </w:r>
          <w:r w:rsidRPr="00973BF3">
            <w:rPr>
              <w:w w:val="85"/>
            </w:rPr>
            <w:t>cosa</w:t>
          </w:r>
          <w:r w:rsidRPr="00973BF3">
            <w:rPr>
              <w:spacing w:val="-6"/>
              <w:w w:val="85"/>
            </w:rPr>
            <w:t xml:space="preserve"> </w:t>
          </w:r>
          <w:r w:rsidRPr="00973BF3">
            <w:rPr>
              <w:w w:val="85"/>
            </w:rPr>
            <w:t>o transacción</w:t>
          </w:r>
          <w:r w:rsidRPr="00973BF3">
            <w:rPr>
              <w:spacing w:val="-3"/>
              <w:w w:val="85"/>
            </w:rPr>
            <w:t xml:space="preserve"> </w:t>
          </w:r>
          <w:r w:rsidRPr="00973BF3">
            <w:rPr>
              <w:w w:val="85"/>
            </w:rPr>
            <w:t>de</w:t>
          </w:r>
          <w:r w:rsidRPr="00973BF3">
            <w:rPr>
              <w:spacing w:val="-4"/>
              <w:w w:val="85"/>
            </w:rPr>
            <w:t xml:space="preserve"> </w:t>
          </w:r>
          <w:r w:rsidRPr="00973BF3">
            <w:rPr>
              <w:w w:val="85"/>
            </w:rPr>
            <w:t>interés para</w:t>
          </w:r>
          <w:r w:rsidRPr="00973BF3">
            <w:rPr>
              <w:spacing w:val="-3"/>
              <w:w w:val="85"/>
            </w:rPr>
            <w:t xml:space="preserve"> </w:t>
          </w:r>
          <w:r w:rsidRPr="00973BF3">
            <w:rPr>
              <w:w w:val="85"/>
            </w:rPr>
            <w:t>distintos</w:t>
          </w:r>
          <w:r w:rsidRPr="00973BF3">
            <w:rPr>
              <w:spacing w:val="-3"/>
              <w:w w:val="85"/>
            </w:rPr>
            <w:t xml:space="preserve"> </w:t>
          </w:r>
          <w:r w:rsidRPr="00973BF3">
            <w:rPr>
              <w:w w:val="85"/>
            </w:rPr>
            <w:t>objetivos,</w:t>
          </w:r>
          <w:r w:rsidRPr="00973BF3">
            <w:rPr>
              <w:spacing w:val="-6"/>
              <w:w w:val="85"/>
            </w:rPr>
            <w:t xml:space="preserve"> </w:t>
          </w:r>
          <w:r w:rsidRPr="00973BF3">
            <w:rPr>
              <w:w w:val="85"/>
            </w:rPr>
            <w:t>entre</w:t>
          </w:r>
          <w:r w:rsidRPr="00973BF3">
            <w:rPr>
              <w:spacing w:val="-4"/>
              <w:w w:val="85"/>
            </w:rPr>
            <w:t xml:space="preserve"> </w:t>
          </w:r>
          <w:r w:rsidRPr="00973BF3">
            <w:rPr>
              <w:w w:val="85"/>
            </w:rPr>
            <w:t>los</w:t>
          </w:r>
          <w:r w:rsidRPr="00973BF3">
            <w:rPr>
              <w:spacing w:val="-3"/>
              <w:w w:val="85"/>
            </w:rPr>
            <w:t xml:space="preserve"> </w:t>
          </w:r>
          <w:r w:rsidRPr="00973BF3">
            <w:rPr>
              <w:w w:val="85"/>
            </w:rPr>
            <w:t>cuales</w:t>
          </w:r>
          <w:r w:rsidRPr="00973BF3">
            <w:rPr>
              <w:spacing w:val="-3"/>
              <w:w w:val="85"/>
            </w:rPr>
            <w:t xml:space="preserve"> </w:t>
          </w:r>
          <w:r w:rsidRPr="00973BF3">
            <w:rPr>
              <w:w w:val="85"/>
            </w:rPr>
            <w:t>se</w:t>
          </w:r>
          <w:r w:rsidRPr="00973BF3">
            <w:rPr>
              <w:spacing w:val="-4"/>
              <w:w w:val="85"/>
            </w:rPr>
            <w:t xml:space="preserve"> </w:t>
          </w:r>
          <w:r w:rsidRPr="00973BF3">
            <w:rPr>
              <w:w w:val="85"/>
            </w:rPr>
            <w:t>encuentra</w:t>
          </w:r>
          <w:r w:rsidRPr="00973BF3">
            <w:rPr>
              <w:spacing w:val="-3"/>
              <w:w w:val="85"/>
            </w:rPr>
            <w:t xml:space="preserve"> </w:t>
          </w:r>
          <w:r w:rsidRPr="00973BF3">
            <w:rPr>
              <w:w w:val="85"/>
            </w:rPr>
            <w:t xml:space="preserve">la </w:t>
          </w:r>
          <w:r w:rsidRPr="00973BF3">
            <w:rPr>
              <w:w w:val="80"/>
            </w:rPr>
            <w:t>toma de decisiones. Ejemplo</w:t>
          </w:r>
          <w:r w:rsidRPr="00973BF3">
            <w:t xml:space="preserve"> </w:t>
          </w:r>
          <w:r w:rsidRPr="00973BF3">
            <w:rPr>
              <w:w w:val="80"/>
            </w:rPr>
            <w:t xml:space="preserve">de datos: Cédula, nombre, dirección, nombre de un </w:t>
          </w:r>
          <w:r w:rsidRPr="00973BF3">
            <w:rPr>
              <w:w w:val="90"/>
            </w:rPr>
            <w:t>trámite, los cuales tiene un tipo, por ejemplo, cédula es de tipo numérico, nombre</w:t>
          </w:r>
          <w:r w:rsidRPr="00973BF3">
            <w:rPr>
              <w:spacing w:val="-6"/>
              <w:w w:val="90"/>
            </w:rPr>
            <w:t xml:space="preserve"> </w:t>
          </w:r>
          <w:r w:rsidRPr="00973BF3">
            <w:rPr>
              <w:w w:val="90"/>
            </w:rPr>
            <w:t>es</w:t>
          </w:r>
          <w:r w:rsidRPr="00973BF3">
            <w:rPr>
              <w:spacing w:val="-9"/>
              <w:w w:val="90"/>
            </w:rPr>
            <w:t xml:space="preserve"> </w:t>
          </w:r>
          <w:r w:rsidRPr="00973BF3">
            <w:rPr>
              <w:w w:val="90"/>
            </w:rPr>
            <w:t>de</w:t>
          </w:r>
          <w:r w:rsidRPr="00973BF3">
            <w:rPr>
              <w:spacing w:val="-10"/>
              <w:w w:val="90"/>
            </w:rPr>
            <w:t xml:space="preserve"> </w:t>
          </w:r>
          <w:r w:rsidRPr="00973BF3">
            <w:rPr>
              <w:w w:val="90"/>
            </w:rPr>
            <w:t>tipo</w:t>
          </w:r>
          <w:r w:rsidRPr="00973BF3">
            <w:rPr>
              <w:spacing w:val="-9"/>
              <w:w w:val="90"/>
            </w:rPr>
            <w:t xml:space="preserve"> </w:t>
          </w:r>
          <w:r w:rsidRPr="00973BF3">
            <w:rPr>
              <w:w w:val="90"/>
            </w:rPr>
            <w:t>carácter.</w:t>
          </w:r>
        </w:p>
        <w:p w14:paraId="71CA8D8E" w14:textId="77777777" w:rsidR="007A4457" w:rsidRPr="008C4D9A" w:rsidRDefault="00973BF3" w:rsidP="008C4D9A">
          <w:pPr>
            <w:rPr>
              <w:spacing w:val="-4"/>
              <w:w w:val="95"/>
            </w:rPr>
          </w:pPr>
          <w:r w:rsidRPr="00017158">
            <w:rPr>
              <w:rFonts w:cs="Calibri"/>
              <w:b/>
              <w:bCs/>
              <w:color w:val="004884"/>
              <w:w w:val="85"/>
            </w:rPr>
            <w:t>Información:</w:t>
          </w:r>
          <w:r w:rsidRPr="008C4D9A">
            <w:rPr>
              <w:rFonts w:cs="Calibri"/>
              <w:b/>
              <w:bCs/>
              <w:color w:val="006FC0"/>
            </w:rPr>
            <w:t xml:space="preserve"> </w:t>
          </w:r>
          <w:r w:rsidRPr="008C4D9A">
            <w:rPr>
              <w:w w:val="85"/>
            </w:rPr>
            <w:t xml:space="preserve">Es un conjunto de datos organizados y procesados que tienen un </w:t>
          </w:r>
          <w:r w:rsidRPr="008C4D9A">
            <w:rPr>
              <w:w w:val="90"/>
            </w:rPr>
            <w:t xml:space="preserve">significado, relevancia, propósito y contexto, que resulta útil para que los </w:t>
          </w:r>
          <w:r w:rsidRPr="008C4D9A">
            <w:rPr>
              <w:w w:val="85"/>
            </w:rPr>
            <w:t>usuarios</w:t>
          </w:r>
          <w:r w:rsidRPr="008C4D9A">
            <w:rPr>
              <w:spacing w:val="-5"/>
              <w:w w:val="85"/>
            </w:rPr>
            <w:t xml:space="preserve"> </w:t>
          </w:r>
          <w:r w:rsidRPr="008C4D9A">
            <w:rPr>
              <w:w w:val="85"/>
            </w:rPr>
            <w:t>finales,</w:t>
          </w:r>
          <w:r w:rsidRPr="008C4D9A">
            <w:rPr>
              <w:spacing w:val="-7"/>
              <w:w w:val="85"/>
            </w:rPr>
            <w:t xml:space="preserve"> </w:t>
          </w:r>
          <w:r w:rsidRPr="008C4D9A">
            <w:rPr>
              <w:w w:val="85"/>
            </w:rPr>
            <w:t>ejecuten</w:t>
          </w:r>
          <w:r w:rsidRPr="008C4D9A">
            <w:rPr>
              <w:spacing w:val="-4"/>
              <w:w w:val="85"/>
            </w:rPr>
            <w:t xml:space="preserve"> </w:t>
          </w:r>
          <w:r w:rsidRPr="008C4D9A">
            <w:rPr>
              <w:w w:val="85"/>
            </w:rPr>
            <w:t>de</w:t>
          </w:r>
          <w:r w:rsidRPr="008C4D9A">
            <w:rPr>
              <w:spacing w:val="-6"/>
              <w:w w:val="85"/>
            </w:rPr>
            <w:t xml:space="preserve"> </w:t>
          </w:r>
          <w:r w:rsidRPr="008C4D9A">
            <w:rPr>
              <w:w w:val="85"/>
            </w:rPr>
            <w:t>manera</w:t>
          </w:r>
          <w:r w:rsidRPr="008C4D9A">
            <w:rPr>
              <w:spacing w:val="-4"/>
              <w:w w:val="85"/>
            </w:rPr>
            <w:t xml:space="preserve"> </w:t>
          </w:r>
          <w:r w:rsidRPr="008C4D9A">
            <w:rPr>
              <w:w w:val="85"/>
            </w:rPr>
            <w:t>apropiada</w:t>
          </w:r>
          <w:r w:rsidRPr="008C4D9A">
            <w:rPr>
              <w:spacing w:val="-4"/>
              <w:w w:val="85"/>
            </w:rPr>
            <w:t xml:space="preserve"> </w:t>
          </w:r>
          <w:r w:rsidRPr="008C4D9A">
            <w:rPr>
              <w:w w:val="85"/>
            </w:rPr>
            <w:t>su</w:t>
          </w:r>
          <w:r w:rsidRPr="008C4D9A">
            <w:rPr>
              <w:spacing w:val="-5"/>
              <w:w w:val="85"/>
            </w:rPr>
            <w:t xml:space="preserve"> </w:t>
          </w:r>
          <w:r w:rsidRPr="008C4D9A">
            <w:rPr>
              <w:w w:val="85"/>
            </w:rPr>
            <w:t>proceso</w:t>
          </w:r>
          <w:r w:rsidRPr="008C4D9A">
            <w:rPr>
              <w:spacing w:val="-2"/>
              <w:w w:val="85"/>
            </w:rPr>
            <w:t xml:space="preserve"> </w:t>
          </w:r>
          <w:r w:rsidRPr="008C4D9A">
            <w:rPr>
              <w:w w:val="85"/>
            </w:rPr>
            <w:t>de</w:t>
          </w:r>
          <w:r w:rsidRPr="008C4D9A">
            <w:rPr>
              <w:spacing w:val="-5"/>
              <w:w w:val="85"/>
            </w:rPr>
            <w:t xml:space="preserve"> </w:t>
          </w:r>
          <w:r w:rsidRPr="008C4D9A">
            <w:rPr>
              <w:w w:val="85"/>
            </w:rPr>
            <w:t>negocio</w:t>
          </w:r>
          <w:r w:rsidRPr="008C4D9A">
            <w:rPr>
              <w:spacing w:val="-4"/>
              <w:w w:val="85"/>
            </w:rPr>
            <w:t xml:space="preserve"> </w:t>
          </w:r>
          <w:r w:rsidRPr="008C4D9A">
            <w:rPr>
              <w:w w:val="85"/>
            </w:rPr>
            <w:t>y</w:t>
          </w:r>
          <w:r w:rsidRPr="008C4D9A">
            <w:rPr>
              <w:spacing w:val="-4"/>
              <w:w w:val="85"/>
            </w:rPr>
            <w:t xml:space="preserve"> </w:t>
          </w:r>
          <w:r w:rsidRPr="008C4D9A">
            <w:rPr>
              <w:w w:val="85"/>
            </w:rPr>
            <w:t xml:space="preserve">pueda </w:t>
          </w:r>
          <w:r w:rsidRPr="008C4D9A">
            <w:rPr>
              <w:w w:val="95"/>
            </w:rPr>
            <w:t xml:space="preserve">tomar decisiones. La información puede servir como evidencia de las </w:t>
          </w:r>
          <w:r w:rsidRPr="008C4D9A">
            <w:rPr>
              <w:w w:val="90"/>
            </w:rPr>
            <w:t xml:space="preserve">actuaciones de las entidades. Un documento, un listado de contratistas o </w:t>
          </w:r>
          <w:r w:rsidRPr="008C4D9A">
            <w:rPr>
              <w:w w:val="85"/>
            </w:rPr>
            <w:t>funcionarios,</w:t>
          </w:r>
          <w:r w:rsidRPr="008C4D9A">
            <w:t xml:space="preserve"> </w:t>
          </w:r>
          <w:r w:rsidRPr="008C4D9A">
            <w:rPr>
              <w:w w:val="85"/>
            </w:rPr>
            <w:t>la</w:t>
          </w:r>
          <w:r w:rsidRPr="008C4D9A">
            <w:t xml:space="preserve"> </w:t>
          </w:r>
          <w:r w:rsidRPr="008C4D9A">
            <w:rPr>
              <w:w w:val="85"/>
            </w:rPr>
            <w:t>satisfacción</w:t>
          </w:r>
          <w:r w:rsidRPr="008C4D9A">
            <w:t xml:space="preserve"> </w:t>
          </w:r>
          <w:r w:rsidRPr="008C4D9A">
            <w:rPr>
              <w:w w:val="85"/>
            </w:rPr>
            <w:t>de</w:t>
          </w:r>
          <w:r w:rsidRPr="008C4D9A">
            <w:t xml:space="preserve"> </w:t>
          </w:r>
          <w:r w:rsidRPr="008C4D9A">
            <w:rPr>
              <w:w w:val="85"/>
            </w:rPr>
            <w:t>usuarios</w:t>
          </w:r>
          <w:r w:rsidRPr="008C4D9A">
            <w:t xml:space="preserve"> </w:t>
          </w:r>
          <w:r w:rsidRPr="008C4D9A">
            <w:rPr>
              <w:w w:val="85"/>
            </w:rPr>
            <w:t>frente</w:t>
          </w:r>
          <w:r w:rsidRPr="008C4D9A">
            <w:t xml:space="preserve"> </w:t>
          </w:r>
          <w:r w:rsidRPr="008C4D9A">
            <w:rPr>
              <w:w w:val="85"/>
            </w:rPr>
            <w:t>a</w:t>
          </w:r>
          <w:r w:rsidRPr="008C4D9A">
            <w:t xml:space="preserve"> </w:t>
          </w:r>
          <w:r w:rsidRPr="008C4D9A">
            <w:rPr>
              <w:w w:val="85"/>
            </w:rPr>
            <w:t>un</w:t>
          </w:r>
          <w:r w:rsidRPr="008C4D9A">
            <w:t xml:space="preserve"> </w:t>
          </w:r>
          <w:r w:rsidRPr="008C4D9A">
            <w:rPr>
              <w:w w:val="85"/>
            </w:rPr>
            <w:t>servicio,</w:t>
          </w:r>
          <w:r w:rsidRPr="008C4D9A">
            <w:t xml:space="preserve"> </w:t>
          </w:r>
          <w:r w:rsidRPr="008C4D9A">
            <w:rPr>
              <w:w w:val="85"/>
            </w:rPr>
            <w:t>indicadores</w:t>
          </w:r>
          <w:r w:rsidRPr="008C4D9A">
            <w:t xml:space="preserve"> </w:t>
          </w:r>
          <w:r w:rsidRPr="008C4D9A">
            <w:rPr>
              <w:w w:val="85"/>
            </w:rPr>
            <w:t>del</w:t>
          </w:r>
          <w:r w:rsidR="007A4457" w:rsidRPr="008C4D9A">
            <w:rPr>
              <w:w w:val="85"/>
            </w:rPr>
            <w:t xml:space="preserve"> entorno</w:t>
          </w:r>
          <w:r w:rsidR="007A4457" w:rsidRPr="008C4D9A">
            <w:rPr>
              <w:spacing w:val="-3"/>
              <w:w w:val="85"/>
            </w:rPr>
            <w:t xml:space="preserve"> </w:t>
          </w:r>
          <w:r w:rsidR="007A4457" w:rsidRPr="008C4D9A">
            <w:rPr>
              <w:w w:val="85"/>
            </w:rPr>
            <w:t>se</w:t>
          </w:r>
          <w:r w:rsidR="007A4457" w:rsidRPr="008C4D9A">
            <w:rPr>
              <w:spacing w:val="-5"/>
              <w:w w:val="85"/>
            </w:rPr>
            <w:t xml:space="preserve"> </w:t>
          </w:r>
          <w:r w:rsidR="007A4457" w:rsidRPr="008C4D9A">
            <w:rPr>
              <w:w w:val="85"/>
            </w:rPr>
            <w:t>consideran</w:t>
          </w:r>
          <w:r w:rsidR="007A4457" w:rsidRPr="008C4D9A">
            <w:rPr>
              <w:spacing w:val="-3"/>
              <w:w w:val="85"/>
            </w:rPr>
            <w:t xml:space="preserve"> </w:t>
          </w:r>
          <w:r w:rsidR="007A4457" w:rsidRPr="008C4D9A">
            <w:rPr>
              <w:w w:val="85"/>
            </w:rPr>
            <w:t>ejemplos</w:t>
          </w:r>
          <w:r w:rsidR="007A4457" w:rsidRPr="008C4D9A">
            <w:rPr>
              <w:spacing w:val="-3"/>
              <w:w w:val="85"/>
            </w:rPr>
            <w:t xml:space="preserve"> </w:t>
          </w:r>
          <w:r w:rsidR="007A4457" w:rsidRPr="008C4D9A">
            <w:rPr>
              <w:w w:val="85"/>
            </w:rPr>
            <w:t>de</w:t>
          </w:r>
          <w:r w:rsidR="007A4457" w:rsidRPr="008C4D9A">
            <w:rPr>
              <w:spacing w:val="-5"/>
              <w:w w:val="85"/>
            </w:rPr>
            <w:t xml:space="preserve"> </w:t>
          </w:r>
          <w:r w:rsidR="007A4457" w:rsidRPr="008C4D9A">
            <w:rPr>
              <w:w w:val="85"/>
            </w:rPr>
            <w:t>información</w:t>
          </w:r>
          <w:r w:rsidR="007A4457" w:rsidRPr="008C4D9A">
            <w:rPr>
              <w:spacing w:val="-3"/>
              <w:w w:val="85"/>
            </w:rPr>
            <w:t xml:space="preserve"> </w:t>
          </w:r>
          <w:r w:rsidR="007A4457" w:rsidRPr="008C4D9A">
            <w:rPr>
              <w:w w:val="85"/>
            </w:rPr>
            <w:t>y</w:t>
          </w:r>
          <w:r w:rsidR="007A4457" w:rsidRPr="008C4D9A">
            <w:rPr>
              <w:spacing w:val="-3"/>
              <w:w w:val="85"/>
            </w:rPr>
            <w:t xml:space="preserve"> </w:t>
          </w:r>
          <w:r w:rsidR="007A4457" w:rsidRPr="008C4D9A">
            <w:rPr>
              <w:w w:val="85"/>
            </w:rPr>
            <w:t>deben</w:t>
          </w:r>
          <w:r w:rsidR="007A4457" w:rsidRPr="008C4D9A">
            <w:rPr>
              <w:spacing w:val="-3"/>
              <w:w w:val="85"/>
            </w:rPr>
            <w:t xml:space="preserve"> </w:t>
          </w:r>
          <w:r w:rsidR="007A4457" w:rsidRPr="008C4D9A">
            <w:rPr>
              <w:w w:val="85"/>
            </w:rPr>
            <w:t>ser</w:t>
          </w:r>
          <w:r w:rsidR="007A4457" w:rsidRPr="008C4D9A">
            <w:rPr>
              <w:spacing w:val="-5"/>
              <w:w w:val="85"/>
            </w:rPr>
            <w:t xml:space="preserve"> </w:t>
          </w:r>
          <w:r w:rsidR="007A4457" w:rsidRPr="008C4D9A">
            <w:rPr>
              <w:w w:val="85"/>
            </w:rPr>
            <w:t>gestionados</w:t>
          </w:r>
          <w:r w:rsidR="007A4457" w:rsidRPr="008C4D9A">
            <w:rPr>
              <w:spacing w:val="-3"/>
              <w:w w:val="85"/>
            </w:rPr>
            <w:t xml:space="preserve"> </w:t>
          </w:r>
          <w:r w:rsidR="007A4457" w:rsidRPr="008C4D9A">
            <w:rPr>
              <w:w w:val="85"/>
            </w:rPr>
            <w:t xml:space="preserve">como </w:t>
          </w:r>
          <w:r w:rsidR="007A4457" w:rsidRPr="008C4D9A">
            <w:rPr>
              <w:spacing w:val="-4"/>
              <w:w w:val="95"/>
            </w:rPr>
            <w:t>tal.</w:t>
          </w:r>
        </w:p>
        <w:p w14:paraId="02A57A59" w14:textId="77777777" w:rsidR="007A4457" w:rsidRPr="008C4D9A" w:rsidRDefault="007A4457" w:rsidP="008C4D9A">
          <w:pPr>
            <w:rPr>
              <w:color w:val="000000"/>
              <w:w w:val="85"/>
            </w:rPr>
          </w:pPr>
          <w:r w:rsidRPr="00331732">
            <w:rPr>
              <w:rFonts w:cs="Calibri"/>
              <w:b/>
              <w:bCs/>
              <w:color w:val="004884"/>
              <w:w w:val="90"/>
            </w:rPr>
            <w:t>Servicios</w:t>
          </w:r>
          <w:r w:rsidRPr="00331732">
            <w:rPr>
              <w:rFonts w:cs="Calibri"/>
              <w:b/>
              <w:bCs/>
              <w:color w:val="004884"/>
            </w:rPr>
            <w:t xml:space="preserve"> </w:t>
          </w:r>
          <w:r w:rsidRPr="00331732">
            <w:rPr>
              <w:rFonts w:cs="Calibri"/>
              <w:b/>
              <w:bCs/>
              <w:color w:val="004884"/>
              <w:w w:val="90"/>
            </w:rPr>
            <w:t>de</w:t>
          </w:r>
          <w:r w:rsidRPr="00331732">
            <w:rPr>
              <w:rFonts w:cs="Calibri"/>
              <w:b/>
              <w:bCs/>
              <w:color w:val="004884"/>
            </w:rPr>
            <w:t xml:space="preserve"> </w:t>
          </w:r>
          <w:r w:rsidRPr="00331732">
            <w:rPr>
              <w:rFonts w:cs="Calibri"/>
              <w:b/>
              <w:bCs/>
              <w:color w:val="004884"/>
              <w:w w:val="90"/>
            </w:rPr>
            <w:t>Información:</w:t>
          </w:r>
          <w:r w:rsidRPr="008C4D9A">
            <w:rPr>
              <w:rFonts w:cs="Calibri"/>
              <w:b/>
              <w:bCs/>
              <w:color w:val="006FC0"/>
            </w:rPr>
            <w:t xml:space="preserve"> </w:t>
          </w:r>
          <w:r w:rsidRPr="008C4D9A">
            <w:rPr>
              <w:color w:val="000000"/>
              <w:w w:val="90"/>
            </w:rPr>
            <w:t>Es</w:t>
          </w:r>
          <w:r w:rsidRPr="008C4D9A">
            <w:rPr>
              <w:color w:val="000000"/>
              <w:spacing w:val="-8"/>
              <w:w w:val="90"/>
            </w:rPr>
            <w:t xml:space="preserve"> </w:t>
          </w:r>
          <w:r w:rsidRPr="008C4D9A">
            <w:rPr>
              <w:color w:val="000000"/>
              <w:w w:val="90"/>
            </w:rPr>
            <w:t>la</w:t>
          </w:r>
          <w:r w:rsidRPr="008C4D9A">
            <w:rPr>
              <w:color w:val="000000"/>
              <w:spacing w:val="-8"/>
              <w:w w:val="90"/>
            </w:rPr>
            <w:t xml:space="preserve"> </w:t>
          </w:r>
          <w:r w:rsidRPr="008C4D9A">
            <w:rPr>
              <w:color w:val="000000"/>
              <w:w w:val="90"/>
            </w:rPr>
            <w:t>integración</w:t>
          </w:r>
          <w:r w:rsidRPr="008C4D9A">
            <w:rPr>
              <w:color w:val="000000"/>
              <w:spacing w:val="-7"/>
              <w:w w:val="90"/>
            </w:rPr>
            <w:t xml:space="preserve"> </w:t>
          </w:r>
          <w:r w:rsidRPr="008C4D9A">
            <w:rPr>
              <w:color w:val="000000"/>
              <w:w w:val="90"/>
            </w:rPr>
            <w:t>de</w:t>
          </w:r>
          <w:r w:rsidRPr="008C4D9A">
            <w:rPr>
              <w:color w:val="000000"/>
              <w:spacing w:val="-9"/>
              <w:w w:val="90"/>
            </w:rPr>
            <w:t xml:space="preserve"> </w:t>
          </w:r>
          <w:r w:rsidRPr="008C4D9A">
            <w:rPr>
              <w:color w:val="000000"/>
              <w:w w:val="90"/>
            </w:rPr>
            <w:t>actividades</w:t>
          </w:r>
          <w:r w:rsidRPr="008C4D9A">
            <w:rPr>
              <w:color w:val="000000"/>
              <w:spacing w:val="-8"/>
              <w:w w:val="90"/>
            </w:rPr>
            <w:t xml:space="preserve"> </w:t>
          </w:r>
          <w:r w:rsidRPr="008C4D9A">
            <w:rPr>
              <w:color w:val="000000"/>
              <w:w w:val="90"/>
            </w:rPr>
            <w:t>que</w:t>
          </w:r>
          <w:r w:rsidRPr="008C4D9A">
            <w:rPr>
              <w:color w:val="000000"/>
              <w:spacing w:val="-9"/>
              <w:w w:val="90"/>
            </w:rPr>
            <w:t xml:space="preserve"> </w:t>
          </w:r>
          <w:r w:rsidRPr="008C4D9A">
            <w:rPr>
              <w:color w:val="000000"/>
              <w:w w:val="90"/>
            </w:rPr>
            <w:t>busca</w:t>
          </w:r>
          <w:r w:rsidRPr="008C4D9A">
            <w:rPr>
              <w:color w:val="000000"/>
              <w:spacing w:val="-8"/>
              <w:w w:val="90"/>
            </w:rPr>
            <w:t xml:space="preserve"> </w:t>
          </w:r>
          <w:r w:rsidRPr="008C4D9A">
            <w:rPr>
              <w:color w:val="000000"/>
              <w:w w:val="90"/>
            </w:rPr>
            <w:t xml:space="preserve">satisfacer </w:t>
          </w:r>
          <w:r w:rsidRPr="008C4D9A">
            <w:rPr>
              <w:color w:val="000000"/>
              <w:w w:val="85"/>
            </w:rPr>
            <w:t xml:space="preserve">las necesidades de información de uno o más grupos de interés. Los servicios </w:t>
          </w:r>
          <w:r w:rsidRPr="008C4D9A">
            <w:rPr>
              <w:color w:val="000000"/>
              <w:spacing w:val="-2"/>
              <w:w w:val="85"/>
            </w:rPr>
            <w:t>de</w:t>
          </w:r>
          <w:r w:rsidRPr="008C4D9A">
            <w:rPr>
              <w:color w:val="000000"/>
              <w:spacing w:val="-6"/>
              <w:w w:val="85"/>
            </w:rPr>
            <w:t xml:space="preserve"> </w:t>
          </w:r>
          <w:r w:rsidRPr="008C4D9A">
            <w:rPr>
              <w:color w:val="000000"/>
              <w:spacing w:val="-2"/>
              <w:w w:val="85"/>
            </w:rPr>
            <w:t>información</w:t>
          </w:r>
          <w:r w:rsidRPr="008C4D9A">
            <w:rPr>
              <w:color w:val="000000"/>
              <w:spacing w:val="-5"/>
              <w:w w:val="85"/>
            </w:rPr>
            <w:t xml:space="preserve"> </w:t>
          </w:r>
          <w:r w:rsidRPr="008C4D9A">
            <w:rPr>
              <w:color w:val="000000"/>
              <w:spacing w:val="-2"/>
              <w:w w:val="85"/>
            </w:rPr>
            <w:t>son</w:t>
          </w:r>
          <w:r w:rsidRPr="008C4D9A">
            <w:rPr>
              <w:color w:val="000000"/>
              <w:spacing w:val="-5"/>
              <w:w w:val="85"/>
            </w:rPr>
            <w:t xml:space="preserve"> </w:t>
          </w:r>
          <w:r w:rsidRPr="008C4D9A">
            <w:rPr>
              <w:color w:val="000000"/>
              <w:spacing w:val="-2"/>
              <w:w w:val="85"/>
            </w:rPr>
            <w:t>las</w:t>
          </w:r>
          <w:r w:rsidRPr="008C4D9A">
            <w:rPr>
              <w:color w:val="000000"/>
              <w:spacing w:val="-3"/>
              <w:w w:val="85"/>
            </w:rPr>
            <w:t xml:space="preserve"> </w:t>
          </w:r>
          <w:r w:rsidRPr="008C4D9A">
            <w:rPr>
              <w:color w:val="000000"/>
              <w:spacing w:val="-2"/>
              <w:w w:val="85"/>
            </w:rPr>
            <w:t>diferentes</w:t>
          </w:r>
          <w:r w:rsidRPr="008C4D9A">
            <w:rPr>
              <w:color w:val="000000"/>
              <w:spacing w:val="-5"/>
              <w:w w:val="85"/>
            </w:rPr>
            <w:t xml:space="preserve"> </w:t>
          </w:r>
          <w:r w:rsidRPr="008C4D9A">
            <w:rPr>
              <w:color w:val="000000"/>
              <w:spacing w:val="-2"/>
              <w:w w:val="85"/>
            </w:rPr>
            <w:t>formas de brindar</w:t>
          </w:r>
          <w:r w:rsidRPr="008C4D9A">
            <w:rPr>
              <w:color w:val="000000"/>
              <w:spacing w:val="-6"/>
              <w:w w:val="85"/>
            </w:rPr>
            <w:t xml:space="preserve"> </w:t>
          </w:r>
          <w:r w:rsidRPr="008C4D9A">
            <w:rPr>
              <w:color w:val="000000"/>
              <w:spacing w:val="-2"/>
              <w:w w:val="85"/>
            </w:rPr>
            <w:t>acceso a</w:t>
          </w:r>
          <w:r w:rsidRPr="008C4D9A">
            <w:rPr>
              <w:color w:val="000000"/>
              <w:spacing w:val="-5"/>
              <w:w w:val="85"/>
            </w:rPr>
            <w:t xml:space="preserve"> </w:t>
          </w:r>
          <w:r w:rsidRPr="008C4D9A">
            <w:rPr>
              <w:color w:val="000000"/>
              <w:spacing w:val="-2"/>
              <w:w w:val="85"/>
            </w:rPr>
            <w:t>la información.</w:t>
          </w:r>
          <w:r w:rsidRPr="008C4D9A">
            <w:rPr>
              <w:color w:val="000000"/>
              <w:spacing w:val="-7"/>
              <w:w w:val="85"/>
            </w:rPr>
            <w:t xml:space="preserve"> </w:t>
          </w:r>
          <w:r w:rsidRPr="008C4D9A">
            <w:rPr>
              <w:color w:val="000000"/>
              <w:spacing w:val="-2"/>
              <w:w w:val="85"/>
            </w:rPr>
            <w:t xml:space="preserve">Un </w:t>
          </w:r>
          <w:r w:rsidRPr="008C4D9A">
            <w:rPr>
              <w:color w:val="000000"/>
              <w:w w:val="80"/>
            </w:rPr>
            <w:t xml:space="preserve">servicio de información se describe a través de un contrato funcional (qué recibe como entrada y qué produce como salida) y un conjunto de acuerdos de servicio </w:t>
          </w:r>
          <w:r w:rsidRPr="008C4D9A">
            <w:rPr>
              <w:color w:val="000000"/>
              <w:w w:val="90"/>
            </w:rPr>
            <w:t xml:space="preserve">que se deben cumplir. Por ejemplo, la Unidad de la Atención y Reparación </w:t>
          </w:r>
          <w:r w:rsidRPr="008C4D9A">
            <w:rPr>
              <w:color w:val="000000"/>
              <w:w w:val="85"/>
            </w:rPr>
            <w:t>Integral a las Victimas provee un servicio web de intercambio de información sobre víctimas del conflicto armado en Colombia, entre otros.</w:t>
          </w:r>
        </w:p>
        <w:p w14:paraId="224D6F9B" w14:textId="66B80ED5" w:rsidR="00973BF3" w:rsidRDefault="007A4457" w:rsidP="008C4D9A">
          <w:pPr>
            <w:rPr>
              <w:color w:val="000000"/>
              <w:w w:val="90"/>
            </w:rPr>
          </w:pPr>
          <w:r w:rsidRPr="00331732">
            <w:rPr>
              <w:rFonts w:cs="Calibri"/>
              <w:b/>
              <w:bCs/>
              <w:color w:val="004884"/>
              <w:w w:val="90"/>
            </w:rPr>
            <w:t>Flujos</w:t>
          </w:r>
          <w:r w:rsidRPr="00331732">
            <w:rPr>
              <w:rFonts w:cs="Calibri"/>
              <w:b/>
              <w:bCs/>
              <w:color w:val="004884"/>
              <w:spacing w:val="-4"/>
              <w:w w:val="90"/>
            </w:rPr>
            <w:t xml:space="preserve"> </w:t>
          </w:r>
          <w:r w:rsidRPr="00331732">
            <w:rPr>
              <w:rFonts w:cs="Calibri"/>
              <w:b/>
              <w:bCs/>
              <w:color w:val="004884"/>
              <w:w w:val="90"/>
            </w:rPr>
            <w:t>de</w:t>
          </w:r>
          <w:r w:rsidRPr="00331732">
            <w:rPr>
              <w:rFonts w:cs="Calibri"/>
              <w:b/>
              <w:bCs/>
              <w:color w:val="004884"/>
            </w:rPr>
            <w:t xml:space="preserve"> </w:t>
          </w:r>
          <w:r w:rsidRPr="00331732">
            <w:rPr>
              <w:rFonts w:cs="Calibri"/>
              <w:b/>
              <w:bCs/>
              <w:color w:val="004884"/>
              <w:w w:val="90"/>
            </w:rPr>
            <w:t>Información:</w:t>
          </w:r>
          <w:r w:rsidRPr="008C4D9A">
            <w:rPr>
              <w:rFonts w:cs="Calibri"/>
              <w:b/>
              <w:bCs/>
              <w:color w:val="006FC0"/>
            </w:rPr>
            <w:t xml:space="preserve"> </w:t>
          </w:r>
          <w:r w:rsidRPr="008C4D9A">
            <w:rPr>
              <w:color w:val="000000"/>
              <w:w w:val="90"/>
            </w:rPr>
            <w:t>Corresponde</w:t>
          </w:r>
          <w:r w:rsidRPr="008C4D9A">
            <w:rPr>
              <w:color w:val="000000"/>
              <w:spacing w:val="-13"/>
              <w:w w:val="90"/>
            </w:rPr>
            <w:t xml:space="preserve"> </w:t>
          </w:r>
          <w:r w:rsidRPr="008C4D9A">
            <w:rPr>
              <w:color w:val="000000"/>
              <w:w w:val="90"/>
            </w:rPr>
            <w:t>a</w:t>
          </w:r>
          <w:r w:rsidRPr="008C4D9A">
            <w:rPr>
              <w:color w:val="000000"/>
              <w:spacing w:val="-12"/>
              <w:w w:val="90"/>
            </w:rPr>
            <w:t xml:space="preserve"> </w:t>
          </w:r>
          <w:r w:rsidRPr="008C4D9A">
            <w:rPr>
              <w:color w:val="000000"/>
              <w:w w:val="90"/>
            </w:rPr>
            <w:t>la</w:t>
          </w:r>
          <w:r w:rsidRPr="008C4D9A">
            <w:rPr>
              <w:color w:val="000000"/>
              <w:spacing w:val="-13"/>
              <w:w w:val="90"/>
            </w:rPr>
            <w:t xml:space="preserve"> </w:t>
          </w:r>
          <w:r w:rsidRPr="008C4D9A">
            <w:rPr>
              <w:color w:val="000000"/>
              <w:w w:val="90"/>
            </w:rPr>
            <w:t>descripción</w:t>
          </w:r>
          <w:r w:rsidRPr="008C4D9A">
            <w:rPr>
              <w:color w:val="000000"/>
              <w:spacing w:val="-12"/>
              <w:w w:val="90"/>
            </w:rPr>
            <w:t xml:space="preserve"> </w:t>
          </w:r>
          <w:r w:rsidRPr="008C4D9A">
            <w:rPr>
              <w:color w:val="000000"/>
              <w:w w:val="90"/>
            </w:rPr>
            <w:t>explícita</w:t>
          </w:r>
          <w:r w:rsidRPr="008C4D9A">
            <w:rPr>
              <w:color w:val="000000"/>
              <w:spacing w:val="-12"/>
              <w:w w:val="90"/>
            </w:rPr>
            <w:t xml:space="preserve"> </w:t>
          </w:r>
          <w:r w:rsidRPr="008C4D9A">
            <w:rPr>
              <w:color w:val="000000"/>
              <w:w w:val="90"/>
            </w:rPr>
            <w:t>de</w:t>
          </w:r>
          <w:r w:rsidRPr="008C4D9A">
            <w:rPr>
              <w:color w:val="000000"/>
              <w:spacing w:val="-13"/>
              <w:w w:val="90"/>
            </w:rPr>
            <w:t xml:space="preserve"> </w:t>
          </w:r>
          <w:r w:rsidRPr="008C4D9A">
            <w:rPr>
              <w:color w:val="000000"/>
              <w:w w:val="90"/>
            </w:rPr>
            <w:t>la</w:t>
          </w:r>
          <w:r w:rsidRPr="008C4D9A">
            <w:rPr>
              <w:color w:val="000000"/>
              <w:spacing w:val="-11"/>
              <w:w w:val="90"/>
            </w:rPr>
            <w:t xml:space="preserve"> </w:t>
          </w:r>
          <w:r w:rsidRPr="008C4D9A">
            <w:rPr>
              <w:color w:val="000000"/>
              <w:w w:val="90"/>
            </w:rPr>
            <w:t>interacción entre proveedores de información</w:t>
          </w:r>
          <w:r w:rsidRPr="008C4D9A">
            <w:rPr>
              <w:color w:val="000000"/>
              <w:spacing w:val="-1"/>
              <w:w w:val="90"/>
            </w:rPr>
            <w:t xml:space="preserve"> </w:t>
          </w:r>
          <w:r w:rsidRPr="008C4D9A">
            <w:rPr>
              <w:color w:val="000000"/>
              <w:w w:val="90"/>
            </w:rPr>
            <w:t>y consumidores de información,</w:t>
          </w:r>
          <w:r w:rsidRPr="008C4D9A">
            <w:rPr>
              <w:color w:val="000000"/>
              <w:spacing w:val="-1"/>
              <w:w w:val="90"/>
            </w:rPr>
            <w:t xml:space="preserve"> </w:t>
          </w:r>
          <w:r w:rsidRPr="008C4D9A">
            <w:rPr>
              <w:color w:val="000000"/>
              <w:w w:val="90"/>
            </w:rPr>
            <w:t xml:space="preserve">con un </w:t>
          </w:r>
          <w:r w:rsidRPr="008C4D9A">
            <w:rPr>
              <w:color w:val="000000"/>
              <w:w w:val="95"/>
            </w:rPr>
            <w:t xml:space="preserve">patrón repetible de invocación definido por parte de la entidad. Puede </w:t>
          </w:r>
          <w:r w:rsidRPr="008C4D9A">
            <w:rPr>
              <w:color w:val="000000"/>
              <w:spacing w:val="-2"/>
              <w:w w:val="90"/>
            </w:rPr>
            <w:t>incorporar</w:t>
          </w:r>
          <w:r w:rsidRPr="008C4D9A">
            <w:rPr>
              <w:color w:val="000000"/>
              <w:spacing w:val="-3"/>
              <w:w w:val="90"/>
            </w:rPr>
            <w:t xml:space="preserve"> </w:t>
          </w:r>
          <w:r w:rsidRPr="008C4D9A">
            <w:rPr>
              <w:color w:val="000000"/>
              <w:spacing w:val="-2"/>
              <w:w w:val="90"/>
            </w:rPr>
            <w:t>servicios</w:t>
          </w:r>
          <w:r w:rsidRPr="008C4D9A">
            <w:rPr>
              <w:color w:val="000000"/>
              <w:spacing w:val="-3"/>
              <w:w w:val="90"/>
            </w:rPr>
            <w:t xml:space="preserve"> </w:t>
          </w:r>
          <w:r w:rsidRPr="008C4D9A">
            <w:rPr>
              <w:color w:val="000000"/>
              <w:spacing w:val="-2"/>
              <w:w w:val="90"/>
            </w:rPr>
            <w:t>de</w:t>
          </w:r>
          <w:r w:rsidRPr="008C4D9A">
            <w:rPr>
              <w:color w:val="000000"/>
              <w:spacing w:val="-4"/>
              <w:w w:val="90"/>
            </w:rPr>
            <w:t xml:space="preserve"> </w:t>
          </w:r>
          <w:r w:rsidRPr="008C4D9A">
            <w:rPr>
              <w:color w:val="000000"/>
              <w:spacing w:val="-2"/>
              <w:w w:val="90"/>
            </w:rPr>
            <w:t>información,</w:t>
          </w:r>
          <w:r w:rsidRPr="008C4D9A">
            <w:rPr>
              <w:color w:val="000000"/>
              <w:spacing w:val="-5"/>
              <w:w w:val="90"/>
            </w:rPr>
            <w:t xml:space="preserve"> </w:t>
          </w:r>
          <w:r w:rsidRPr="008C4D9A">
            <w:rPr>
              <w:color w:val="000000"/>
              <w:spacing w:val="-2"/>
              <w:w w:val="90"/>
            </w:rPr>
            <w:t>datos</w:t>
          </w:r>
          <w:r w:rsidRPr="008C4D9A">
            <w:rPr>
              <w:color w:val="000000"/>
              <w:spacing w:val="-3"/>
              <w:w w:val="90"/>
            </w:rPr>
            <w:t xml:space="preserve"> </w:t>
          </w:r>
          <w:r w:rsidRPr="008C4D9A">
            <w:rPr>
              <w:color w:val="000000"/>
              <w:spacing w:val="-2"/>
              <w:w w:val="90"/>
            </w:rPr>
            <w:t>e</w:t>
          </w:r>
          <w:r w:rsidRPr="008C4D9A">
            <w:rPr>
              <w:color w:val="000000"/>
              <w:spacing w:val="-4"/>
              <w:w w:val="90"/>
            </w:rPr>
            <w:t xml:space="preserve"> </w:t>
          </w:r>
          <w:r w:rsidRPr="008C4D9A">
            <w:rPr>
              <w:color w:val="000000"/>
              <w:spacing w:val="-2"/>
              <w:w w:val="90"/>
            </w:rPr>
            <w:t>información.</w:t>
          </w:r>
          <w:r w:rsidRPr="008C4D9A">
            <w:rPr>
              <w:color w:val="000000"/>
              <w:spacing w:val="-5"/>
              <w:w w:val="90"/>
            </w:rPr>
            <w:t xml:space="preserve"> </w:t>
          </w:r>
          <w:r w:rsidRPr="008C4D9A">
            <w:rPr>
              <w:color w:val="000000"/>
              <w:spacing w:val="-2"/>
              <w:w w:val="90"/>
            </w:rPr>
            <w:t>Cada</w:t>
          </w:r>
          <w:r w:rsidRPr="008C4D9A">
            <w:rPr>
              <w:color w:val="000000"/>
              <w:spacing w:val="-3"/>
              <w:w w:val="90"/>
            </w:rPr>
            <w:t xml:space="preserve"> </w:t>
          </w:r>
          <w:r w:rsidRPr="008C4D9A">
            <w:rPr>
              <w:color w:val="000000"/>
              <w:spacing w:val="-2"/>
              <w:w w:val="90"/>
            </w:rPr>
            <w:t xml:space="preserve">información </w:t>
          </w:r>
          <w:r w:rsidRPr="008C4D9A">
            <w:rPr>
              <w:color w:val="000000"/>
              <w:w w:val="90"/>
            </w:rPr>
            <w:t>tiene</w:t>
          </w:r>
          <w:r w:rsidRPr="008C4D9A">
            <w:rPr>
              <w:color w:val="000000"/>
              <w:spacing w:val="-13"/>
              <w:w w:val="90"/>
            </w:rPr>
            <w:t xml:space="preserve"> </w:t>
          </w:r>
          <w:r w:rsidRPr="008C4D9A">
            <w:rPr>
              <w:color w:val="000000"/>
              <w:w w:val="90"/>
            </w:rPr>
            <w:t>asociado</w:t>
          </w:r>
          <w:r w:rsidRPr="008C4D9A">
            <w:rPr>
              <w:color w:val="000000"/>
              <w:spacing w:val="-12"/>
              <w:w w:val="90"/>
            </w:rPr>
            <w:t xml:space="preserve"> </w:t>
          </w:r>
          <w:r w:rsidRPr="008C4D9A">
            <w:rPr>
              <w:color w:val="000000"/>
              <w:w w:val="90"/>
            </w:rPr>
            <w:t>un</w:t>
          </w:r>
          <w:r w:rsidRPr="008C4D9A">
            <w:rPr>
              <w:color w:val="000000"/>
              <w:spacing w:val="-12"/>
              <w:w w:val="90"/>
            </w:rPr>
            <w:t xml:space="preserve"> </w:t>
          </w:r>
          <w:r w:rsidRPr="008C4D9A">
            <w:rPr>
              <w:color w:val="000000"/>
              <w:w w:val="90"/>
            </w:rPr>
            <w:t>flujo.</w:t>
          </w:r>
        </w:p>
        <w:p w14:paraId="5570D63D" w14:textId="7CC542B5" w:rsidR="008D5601" w:rsidRDefault="0037434B" w:rsidP="00D35EFD">
          <w:pPr>
            <w:pStyle w:val="Textoindependiente"/>
            <w:kinsoku w:val="0"/>
            <w:overflowPunct w:val="0"/>
            <w:rPr>
              <w:rFonts w:ascii="Work Sans" w:hAnsi="Work Sans"/>
              <w:spacing w:val="-2"/>
              <w:w w:val="85"/>
              <w:sz w:val="24"/>
              <w:szCs w:val="24"/>
            </w:rPr>
          </w:pPr>
          <w:r>
            <w:rPr>
              <w:noProof/>
            </w:rPr>
            <mc:AlternateContent>
              <mc:Choice Requires="wps">
                <w:drawing>
                  <wp:anchor distT="45720" distB="45720" distL="114300" distR="114300" simplePos="0" relativeHeight="251673618" behindDoc="0" locked="0" layoutInCell="1" allowOverlap="1" wp14:anchorId="5F8C7B24" wp14:editId="196B2C96">
                    <wp:simplePos x="0" y="0"/>
                    <wp:positionH relativeFrom="column">
                      <wp:posOffset>2785110</wp:posOffset>
                    </wp:positionH>
                    <wp:positionV relativeFrom="paragraph">
                      <wp:posOffset>1823085</wp:posOffset>
                    </wp:positionV>
                    <wp:extent cx="1590675" cy="238125"/>
                    <wp:effectExtent l="0" t="0" r="0" b="0"/>
                    <wp:wrapSquare wrapText="bothSides"/>
                    <wp:docPr id="79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238125"/>
                            </a:xfrm>
                            <a:prstGeom prst="rect">
                              <a:avLst/>
                            </a:prstGeom>
                            <a:noFill/>
                            <a:ln w="9525">
                              <a:noFill/>
                              <a:miter lim="800000"/>
                              <a:headEnd/>
                              <a:tailEnd/>
                            </a:ln>
                          </wps:spPr>
                          <wps:txbx>
                            <w:txbxContent>
                              <w:p w14:paraId="44C4A29C" w14:textId="11AAE7C7" w:rsidR="0037434B" w:rsidRDefault="0037434B">
                                <w:r>
                                  <w:t>Flujo de Información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8C7B24" id="_x0000_s1030" type="#_x0000_t202" style="position:absolute;margin-left:219.3pt;margin-top:143.55pt;width:125.25pt;height:18.75pt;z-index:25167361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" filled="f" stroked="f">
                    <v:textbox>
                      <w:txbxContent>
                        <w:p w14:paraId="44C4A29C" w14:textId="11AAE7C7" w:rsidR="0037434B" w:rsidRDefault="0037434B">
                          <w:r>
                            <w:t>Flujo de Información</w:t>
                          </w:r>
                        </w:p>
                      </w:txbxContent>
                    </v:textbox>
                    <w10:wrap type="square"/>
                  </v:shape>
                </w:pict>
              </mc:Fallback>
            </mc:AlternateContent>
          </w:r>
          <w:r w:rsidR="00D35EFD">
            <w:rPr>
              <w:noProof/>
            </w:rPr>
            <mc:AlternateContent>
              <mc:Choice Requires="wps">
                <w:drawing>
                  <wp:anchor distT="0" distB="0" distL="0" distR="0" simplePos="0" relativeHeight="251661330" behindDoc="0" locked="0" layoutInCell="0" allowOverlap="1" wp14:anchorId="1926CAD4" wp14:editId="4A5A2D39">
                    <wp:simplePos x="0" y="0"/>
                    <wp:positionH relativeFrom="page">
                      <wp:posOffset>1241425</wp:posOffset>
                    </wp:positionH>
                    <wp:positionV relativeFrom="paragraph">
                      <wp:posOffset>1546225</wp:posOffset>
                    </wp:positionV>
                    <wp:extent cx="5864225" cy="315595"/>
                    <wp:effectExtent l="0" t="0" r="0" b="0"/>
                    <wp:wrapTopAndBottom/>
                    <wp:docPr id="382" name="Forma libre: forma 3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64225" cy="315595"/>
                            </a:xfrm>
                            <a:custGeom>
                              <a:avLst/>
                              <a:gdLst>
                                <a:gd name="T0" fmla="*/ 9235 w 9235"/>
                                <a:gd name="T1" fmla="*/ 0 h 497"/>
                                <a:gd name="T2" fmla="*/ 9231 w 9235"/>
                                <a:gd name="T3" fmla="*/ 96 h 497"/>
                                <a:gd name="T4" fmla="*/ 9222 w 9235"/>
                                <a:gd name="T5" fmla="*/ 175 h 497"/>
                                <a:gd name="T6" fmla="*/ 9209 w 9235"/>
                                <a:gd name="T7" fmla="*/ 228 h 497"/>
                                <a:gd name="T8" fmla="*/ 9193 w 9235"/>
                                <a:gd name="T9" fmla="*/ 248 h 497"/>
                                <a:gd name="T10" fmla="*/ 4658 w 9235"/>
                                <a:gd name="T11" fmla="*/ 248 h 497"/>
                                <a:gd name="T12" fmla="*/ 4642 w 9235"/>
                                <a:gd name="T13" fmla="*/ 267 h 497"/>
                                <a:gd name="T14" fmla="*/ 4629 w 9235"/>
                                <a:gd name="T15" fmla="*/ 320 h 497"/>
                                <a:gd name="T16" fmla="*/ 4620 w 9235"/>
                                <a:gd name="T17" fmla="*/ 399 h 497"/>
                                <a:gd name="T18" fmla="*/ 4617 w 9235"/>
                                <a:gd name="T19" fmla="*/ 496 h 497"/>
                                <a:gd name="T20" fmla="*/ 4614 w 9235"/>
                                <a:gd name="T21" fmla="*/ 399 h 497"/>
                                <a:gd name="T22" fmla="*/ 4605 w 9235"/>
                                <a:gd name="T23" fmla="*/ 320 h 497"/>
                                <a:gd name="T24" fmla="*/ 4592 w 9235"/>
                                <a:gd name="T25" fmla="*/ 267 h 497"/>
                                <a:gd name="T26" fmla="*/ 4576 w 9235"/>
                                <a:gd name="T27" fmla="*/ 248 h 497"/>
                                <a:gd name="T28" fmla="*/ 41 w 9235"/>
                                <a:gd name="T29" fmla="*/ 248 h 497"/>
                                <a:gd name="T30" fmla="*/ 25 w 9235"/>
                                <a:gd name="T31" fmla="*/ 228 h 497"/>
                                <a:gd name="T32" fmla="*/ 12 w 9235"/>
                                <a:gd name="T33" fmla="*/ 175 h 497"/>
                                <a:gd name="T34" fmla="*/ 3 w 9235"/>
                                <a:gd name="T35" fmla="*/ 96 h 497"/>
                                <a:gd name="T36" fmla="*/ 0 w 9235"/>
                                <a:gd name="T37" fmla="*/ 0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235" h="497">
                                  <a:moveTo>
                                    <a:pt x="9235" y="0"/>
                                  </a:moveTo>
                                  <a:lnTo>
                                    <a:pt x="9231" y="96"/>
                                  </a:lnTo>
                                  <a:lnTo>
                                    <a:pt x="9222" y="175"/>
                                  </a:lnTo>
                                  <a:lnTo>
                                    <a:pt x="9209" y="228"/>
                                  </a:lnTo>
                                  <a:lnTo>
                                    <a:pt x="9193" y="248"/>
                                  </a:lnTo>
                                  <a:lnTo>
                                    <a:pt x="4658" y="248"/>
                                  </a:lnTo>
                                  <a:lnTo>
                                    <a:pt x="4642" y="267"/>
                                  </a:lnTo>
                                  <a:lnTo>
                                    <a:pt x="4629" y="320"/>
                                  </a:lnTo>
                                  <a:lnTo>
                                    <a:pt x="4620" y="399"/>
                                  </a:lnTo>
                                  <a:lnTo>
                                    <a:pt x="4617" y="496"/>
                                  </a:lnTo>
                                  <a:lnTo>
                                    <a:pt x="4614" y="399"/>
                                  </a:lnTo>
                                  <a:lnTo>
                                    <a:pt x="4605" y="320"/>
                                  </a:lnTo>
                                  <a:lnTo>
                                    <a:pt x="4592" y="267"/>
                                  </a:lnTo>
                                  <a:lnTo>
                                    <a:pt x="4576" y="248"/>
                                  </a:lnTo>
                                  <a:lnTo>
                                    <a:pt x="41" y="248"/>
                                  </a:lnTo>
                                  <a:lnTo>
                                    <a:pt x="25" y="228"/>
                                  </a:lnTo>
                                  <a:lnTo>
                                    <a:pt x="12" y="175"/>
                                  </a:lnTo>
                                  <a:lnTo>
                                    <a:pt x="3" y="96"/>
                                  </a:lnTo>
                                  <a:lnTo>
                                    <a:pt x="0" y="0"/>
                                  </a:lnTo>
                                </a:path>
                              </a:pathLst>
                            </a:custGeom>
                            <a:noFill/>
                            <a:ln w="19812">
                              <a:solidFill>
                                <a:srgbClr val="457AB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CF85152" id="Forma libre: forma 382" o:spid="_x0000_s1026" style="position:absolute;z-index:25166133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559.5pt,121.75pt,559.3pt,126.55pt,558.85pt,130.5pt,558.2pt,133.15pt,557.4pt,134.15pt,330.65pt,134.15pt,329.85pt,135.1pt,329.2pt,137.75pt,328.75pt,141.7pt,328.6pt,146.55pt,328.45pt,141.7pt,328pt,137.75pt,327.35pt,135.1pt,326.55pt,134.15pt,99.8pt,134.15pt,99pt,133.15pt,98.35pt,130.5pt,97.9pt,126.55pt,97.75pt,121.75pt" coordsize="9235,4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" o:allowincell="f" filled="f" strokecolor="#457ab9" strokeweight="1.56pt">
                    <v:path arrowok="t" o:connecttype="custom" o:connectlocs="5864225,0;5861685,60960;5855970,111125;5847715,144780;5837555,157480;2957830,157480;2947670,169545;2939415,203200;2933700,253365;2931795,314960;2929890,253365;2924175,203200;2915920,169545;2905760,157480;26035,157480;15875,144780;7620,111125;1905,60960;0,0" o:connectangles="0,0,0,0,0,0,0,0,0,0,0,0,0,0,0,0,0,0,0"/>
                    <w10:wrap type="topAndBottom" anchorx="page"/>
                  </v:polyline>
                </w:pict>
              </mc:Fallback>
            </mc:AlternateContent>
          </w:r>
          <w:r w:rsidR="00544AA5">
            <w:rPr>
              <w:noProof/>
            </w:rPr>
            <mc:AlternateContent>
              <mc:Choice Requires="wps">
                <w:drawing>
                  <wp:anchor distT="0" distB="0" distL="114300" distR="114300" simplePos="0" relativeHeight="251669522" behindDoc="0" locked="0" layoutInCell="1" allowOverlap="1" wp14:anchorId="0AE73E94" wp14:editId="726EF1C0">
                    <wp:simplePos x="0" y="0"/>
                    <wp:positionH relativeFrom="column">
                      <wp:posOffset>965835</wp:posOffset>
                    </wp:positionH>
                    <wp:positionV relativeFrom="paragraph">
                      <wp:posOffset>396875</wp:posOffset>
                    </wp:positionV>
                    <wp:extent cx="914400" cy="276225"/>
                    <wp:effectExtent l="0" t="0" r="0" b="0"/>
                    <wp:wrapNone/>
                    <wp:docPr id="781" name="Cuadro de texto 781"/>
                    <wp:cNvGraphicFramePr/>
                    <a:graphic xmlns:a="http://schemas.openxmlformats.org/drawingml/2006/main">
                      <a:graphicData uri="http://schemas.microsoft.com/office/word/2010/wordprocessingShape">
                        <wps:wsp>
                          <wps:cNvSpPr txBox="1"/>
                          <wps:spPr>
                            <a:xfrm>
                              <a:off x="0" y="0"/>
                              <a:ext cx="914400" cy="276225"/>
                            </a:xfrm>
                            <a:prstGeom prst="rect">
                              <a:avLst/>
                            </a:prstGeom>
                            <a:noFill/>
                            <a:ln w="6350">
                              <a:noFill/>
                            </a:ln>
                          </wps:spPr>
                          <wps:txbx>
                            <w:txbxContent>
                              <w:p w14:paraId="78DBDCAB" w14:textId="4973A55C" w:rsidR="00544AA5" w:rsidRPr="005D30D1" w:rsidRDefault="005D30D1">
                                <w:pPr>
                                  <w:rPr>
                                    <w:color w:val="FFFFFF" w:themeColor="background1"/>
                                  </w:rPr>
                                </w:pPr>
                                <w:r w:rsidRPr="005D30D1">
                                  <w:rPr>
                                    <w:color w:val="FFFFFF" w:themeColor="background1"/>
                                  </w:rPr>
                                  <w:t>Emisor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AE73E94" id="Cuadro de texto 781" o:spid="_x0000_s1031" type="#_x0000_t202" style="position:absolute;margin-left:76.05pt;margin-top:31.25pt;width:1in;height:21.75pt;z-index:25166952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" filled="f" stroked="f" strokeweight=".5pt">
                    <v:textbox>
                      <w:txbxContent>
                        <w:p w14:paraId="78DBDCAB" w14:textId="4973A55C" w:rsidR="00544AA5" w:rsidRPr="005D30D1" w:rsidRDefault="005D30D1">
                          <w:pPr>
                            <w:rPr>
                              <w:color w:val="FFFFFF" w:themeColor="background1"/>
                            </w:rPr>
                          </w:pPr>
                          <w:r w:rsidRPr="005D30D1">
                            <w:rPr>
                              <w:color w:val="FFFFFF" w:themeColor="background1"/>
                            </w:rPr>
                            <w:t>Emisor</w:t>
                          </w:r>
                        </w:p>
                      </w:txbxContent>
                    </v:textbox>
                  </v:shape>
                </w:pict>
              </mc:Fallback>
            </mc:AlternateContent>
          </w:r>
          <w:r w:rsidR="00DA4CEA">
            <w:rPr>
              <w:noProof/>
            </w:rPr>
            <mc:AlternateContent>
              <mc:Choice Requires="wps">
                <w:drawing>
                  <wp:anchor distT="0" distB="0" distL="114300" distR="114300" simplePos="0" relativeHeight="251668498" behindDoc="0" locked="0" layoutInCell="1" allowOverlap="1" wp14:anchorId="09574A3C" wp14:editId="627660DD">
                    <wp:simplePos x="0" y="0"/>
                    <wp:positionH relativeFrom="column">
                      <wp:posOffset>2908935</wp:posOffset>
                    </wp:positionH>
                    <wp:positionV relativeFrom="paragraph">
                      <wp:posOffset>394335</wp:posOffset>
                    </wp:positionV>
                    <wp:extent cx="914400" cy="278765"/>
                    <wp:effectExtent l="0" t="0" r="0" b="6985"/>
                    <wp:wrapNone/>
                    <wp:docPr id="779" name="Cuadro de texto 779"/>
                    <wp:cNvGraphicFramePr/>
                    <a:graphic xmlns:a="http://schemas.openxmlformats.org/drawingml/2006/main">
                      <a:graphicData uri="http://schemas.microsoft.com/office/word/2010/wordprocessingShape">
                        <wps:wsp>
                          <wps:cNvSpPr txBox="1"/>
                          <wps:spPr>
                            <a:xfrm>
                              <a:off x="0" y="0"/>
                              <a:ext cx="914400" cy="278765"/>
                            </a:xfrm>
                            <a:prstGeom prst="rect">
                              <a:avLst/>
                            </a:prstGeom>
                            <a:noFill/>
                            <a:ln w="6350">
                              <a:noFill/>
                            </a:ln>
                          </wps:spPr>
                          <wps:txbx>
                            <w:txbxContent>
                              <w:p w14:paraId="52E6D973" w14:textId="70D36C9D" w:rsidR="00DA4CEA" w:rsidRPr="002D5DF6" w:rsidRDefault="00C9051C">
                                <w:pPr>
                                  <w:rPr>
                                    <w:color w:val="FFFFFF" w:themeColor="background1"/>
                                  </w:rPr>
                                </w:pPr>
                                <w:r w:rsidRPr="002D5DF6">
                                  <w:rPr>
                                    <w:color w:val="FFFFFF" w:themeColor="background1"/>
                                  </w:rPr>
                                  <w:t>Mensaje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9574A3C" id="Cuadro de texto 779" o:spid="_x0000_s1032" type="#_x0000_t202" style="position:absolute;margin-left:229.05pt;margin-top:31.05pt;width:1in;height:21.95pt;z-index:25166849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" filled="f" stroked="f" strokeweight=".5pt">
                    <v:textbox>
                      <w:txbxContent>
                        <w:p w14:paraId="52E6D973" w14:textId="70D36C9D" w:rsidR="00DA4CEA" w:rsidRPr="002D5DF6" w:rsidRDefault="00C9051C">
                          <w:pPr>
                            <w:rPr>
                              <w:color w:val="FFFFFF" w:themeColor="background1"/>
                            </w:rPr>
                          </w:pPr>
                          <w:r w:rsidRPr="002D5DF6">
                            <w:rPr>
                              <w:color w:val="FFFFFF" w:themeColor="background1"/>
                            </w:rPr>
                            <w:t>Mensaje</w:t>
                          </w:r>
                        </w:p>
                      </w:txbxContent>
                    </v:textbox>
                  </v:shape>
                </w:pict>
              </mc:Fallback>
            </mc:AlternateContent>
          </w:r>
          <w:r w:rsidR="004B3609">
            <w:rPr>
              <w:noProof/>
            </w:rPr>
            <mc:AlternateContent>
              <mc:Choice Requires="wps">
                <w:drawing>
                  <wp:anchor distT="0" distB="0" distL="114300" distR="114300" simplePos="0" relativeHeight="251665426" behindDoc="0" locked="0" layoutInCell="1" allowOverlap="1" wp14:anchorId="59BC499D" wp14:editId="33E21121">
                    <wp:simplePos x="0" y="0"/>
                    <wp:positionH relativeFrom="column">
                      <wp:posOffset>661035</wp:posOffset>
                    </wp:positionH>
                    <wp:positionV relativeFrom="paragraph">
                      <wp:posOffset>259080</wp:posOffset>
                    </wp:positionV>
                    <wp:extent cx="1266825" cy="524510"/>
                    <wp:effectExtent l="0" t="0" r="9525" b="8890"/>
                    <wp:wrapNone/>
                    <wp:docPr id="776" name="Freeform 2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66825" cy="524510"/>
                            </a:xfrm>
                            <a:custGeom>
                              <a:avLst/>
                              <a:gdLst>
                                <a:gd name="T0" fmla="*/ 895 w 1995"/>
                                <a:gd name="T1" fmla="*/ 2 h 826"/>
                                <a:gd name="T2" fmla="*/ 700 w 1995"/>
                                <a:gd name="T3" fmla="*/ 18 h 826"/>
                                <a:gd name="T4" fmla="*/ 521 w 1995"/>
                                <a:gd name="T5" fmla="*/ 49 h 826"/>
                                <a:gd name="T6" fmla="*/ 362 w 1995"/>
                                <a:gd name="T7" fmla="*/ 94 h 826"/>
                                <a:gd name="T8" fmla="*/ 227 w 1995"/>
                                <a:gd name="T9" fmla="*/ 150 h 826"/>
                                <a:gd name="T10" fmla="*/ 120 w 1995"/>
                                <a:gd name="T11" fmla="*/ 216 h 826"/>
                                <a:gd name="T12" fmla="*/ 44 w 1995"/>
                                <a:gd name="T13" fmla="*/ 290 h 826"/>
                                <a:gd name="T14" fmla="*/ 5 w 1995"/>
                                <a:gd name="T15" fmla="*/ 370 h 826"/>
                                <a:gd name="T16" fmla="*/ 5 w 1995"/>
                                <a:gd name="T17" fmla="*/ 454 h 826"/>
                                <a:gd name="T18" fmla="*/ 44 w 1995"/>
                                <a:gd name="T19" fmla="*/ 535 h 826"/>
                                <a:gd name="T20" fmla="*/ 120 w 1995"/>
                                <a:gd name="T21" fmla="*/ 609 h 826"/>
                                <a:gd name="T22" fmla="*/ 227 w 1995"/>
                                <a:gd name="T23" fmla="*/ 675 h 826"/>
                                <a:gd name="T24" fmla="*/ 362 w 1995"/>
                                <a:gd name="T25" fmla="*/ 731 h 826"/>
                                <a:gd name="T26" fmla="*/ 521 w 1995"/>
                                <a:gd name="T27" fmla="*/ 775 h 826"/>
                                <a:gd name="T28" fmla="*/ 700 w 1995"/>
                                <a:gd name="T29" fmla="*/ 806 h 826"/>
                                <a:gd name="T30" fmla="*/ 895 w 1995"/>
                                <a:gd name="T31" fmla="*/ 823 h 826"/>
                                <a:gd name="T32" fmla="*/ 1099 w 1995"/>
                                <a:gd name="T33" fmla="*/ 823 h 826"/>
                                <a:gd name="T34" fmla="*/ 1293 w 1995"/>
                                <a:gd name="T35" fmla="*/ 806 h 826"/>
                                <a:gd name="T36" fmla="*/ 1472 w 1995"/>
                                <a:gd name="T37" fmla="*/ 775 h 826"/>
                                <a:gd name="T38" fmla="*/ 1631 w 1995"/>
                                <a:gd name="T39" fmla="*/ 731 h 826"/>
                                <a:gd name="T40" fmla="*/ 1766 w 1995"/>
                                <a:gd name="T41" fmla="*/ 675 h 826"/>
                                <a:gd name="T42" fmla="*/ 1874 w 1995"/>
                                <a:gd name="T43" fmla="*/ 609 h 826"/>
                                <a:gd name="T44" fmla="*/ 1949 w 1995"/>
                                <a:gd name="T45" fmla="*/ 535 h 826"/>
                                <a:gd name="T46" fmla="*/ 1989 w 1995"/>
                                <a:gd name="T47" fmla="*/ 454 h 826"/>
                                <a:gd name="T48" fmla="*/ 1989 w 1995"/>
                                <a:gd name="T49" fmla="*/ 370 h 826"/>
                                <a:gd name="T50" fmla="*/ 1949 w 1995"/>
                                <a:gd name="T51" fmla="*/ 290 h 826"/>
                                <a:gd name="T52" fmla="*/ 1874 w 1995"/>
                                <a:gd name="T53" fmla="*/ 216 h 826"/>
                                <a:gd name="T54" fmla="*/ 1766 w 1995"/>
                                <a:gd name="T55" fmla="*/ 150 h 826"/>
                                <a:gd name="T56" fmla="*/ 1631 w 1995"/>
                                <a:gd name="T57" fmla="*/ 94 h 826"/>
                                <a:gd name="T58" fmla="*/ 1472 w 1995"/>
                                <a:gd name="T59" fmla="*/ 49 h 826"/>
                                <a:gd name="T60" fmla="*/ 1293 w 1995"/>
                                <a:gd name="T61" fmla="*/ 18 h 826"/>
                                <a:gd name="T62" fmla="*/ 1099 w 1995"/>
                                <a:gd name="T63" fmla="*/ 2 h 8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995" h="826">
                                  <a:moveTo>
                                    <a:pt x="997" y="0"/>
                                  </a:moveTo>
                                  <a:lnTo>
                                    <a:pt x="895" y="2"/>
                                  </a:lnTo>
                                  <a:lnTo>
                                    <a:pt x="796" y="8"/>
                                  </a:lnTo>
                                  <a:lnTo>
                                    <a:pt x="700" y="18"/>
                                  </a:lnTo>
                                  <a:lnTo>
                                    <a:pt x="609" y="32"/>
                                  </a:lnTo>
                                  <a:lnTo>
                                    <a:pt x="521" y="49"/>
                                  </a:lnTo>
                                  <a:lnTo>
                                    <a:pt x="439" y="70"/>
                                  </a:lnTo>
                                  <a:lnTo>
                                    <a:pt x="362" y="94"/>
                                  </a:lnTo>
                                  <a:lnTo>
                                    <a:pt x="292" y="120"/>
                                  </a:lnTo>
                                  <a:lnTo>
                                    <a:pt x="227" y="150"/>
                                  </a:lnTo>
                                  <a:lnTo>
                                    <a:pt x="170" y="181"/>
                                  </a:lnTo>
                                  <a:lnTo>
                                    <a:pt x="120" y="216"/>
                                  </a:lnTo>
                                  <a:lnTo>
                                    <a:pt x="78" y="252"/>
                                  </a:lnTo>
                                  <a:lnTo>
                                    <a:pt x="44" y="290"/>
                                  </a:lnTo>
                                  <a:lnTo>
                                    <a:pt x="20" y="329"/>
                                  </a:lnTo>
                                  <a:lnTo>
                                    <a:pt x="5" y="370"/>
                                  </a:lnTo>
                                  <a:lnTo>
                                    <a:pt x="0" y="412"/>
                                  </a:lnTo>
                                  <a:lnTo>
                                    <a:pt x="5" y="454"/>
                                  </a:lnTo>
                                  <a:lnTo>
                                    <a:pt x="20" y="495"/>
                                  </a:lnTo>
                                  <a:lnTo>
                                    <a:pt x="44" y="535"/>
                                  </a:lnTo>
                                  <a:lnTo>
                                    <a:pt x="78" y="573"/>
                                  </a:lnTo>
                                  <a:lnTo>
                                    <a:pt x="120" y="609"/>
                                  </a:lnTo>
                                  <a:lnTo>
                                    <a:pt x="170" y="643"/>
                                  </a:lnTo>
                                  <a:lnTo>
                                    <a:pt x="227" y="675"/>
                                  </a:lnTo>
                                  <a:lnTo>
                                    <a:pt x="292" y="704"/>
                                  </a:lnTo>
                                  <a:lnTo>
                                    <a:pt x="362" y="731"/>
                                  </a:lnTo>
                                  <a:lnTo>
                                    <a:pt x="439" y="754"/>
                                  </a:lnTo>
                                  <a:lnTo>
                                    <a:pt x="521" y="775"/>
                                  </a:lnTo>
                                  <a:lnTo>
                                    <a:pt x="609" y="792"/>
                                  </a:lnTo>
                                  <a:lnTo>
                                    <a:pt x="700" y="806"/>
                                  </a:lnTo>
                                  <a:lnTo>
                                    <a:pt x="796" y="817"/>
                                  </a:lnTo>
                                  <a:lnTo>
                                    <a:pt x="895" y="823"/>
                                  </a:lnTo>
                                  <a:lnTo>
                                    <a:pt x="997" y="825"/>
                                  </a:lnTo>
                                  <a:lnTo>
                                    <a:pt x="1099" y="823"/>
                                  </a:lnTo>
                                  <a:lnTo>
                                    <a:pt x="1198" y="817"/>
                                  </a:lnTo>
                                  <a:lnTo>
                                    <a:pt x="1293" y="806"/>
                                  </a:lnTo>
                                  <a:lnTo>
                                    <a:pt x="1385" y="792"/>
                                  </a:lnTo>
                                  <a:lnTo>
                                    <a:pt x="1472" y="775"/>
                                  </a:lnTo>
                                  <a:lnTo>
                                    <a:pt x="1554" y="754"/>
                                  </a:lnTo>
                                  <a:lnTo>
                                    <a:pt x="1631" y="731"/>
                                  </a:lnTo>
                                  <a:lnTo>
                                    <a:pt x="1702" y="704"/>
                                  </a:lnTo>
                                  <a:lnTo>
                                    <a:pt x="1766" y="675"/>
                                  </a:lnTo>
                                  <a:lnTo>
                                    <a:pt x="1824" y="643"/>
                                  </a:lnTo>
                                  <a:lnTo>
                                    <a:pt x="1874" y="609"/>
                                  </a:lnTo>
                                  <a:lnTo>
                                    <a:pt x="1916" y="573"/>
                                  </a:lnTo>
                                  <a:lnTo>
                                    <a:pt x="1949" y="535"/>
                                  </a:lnTo>
                                  <a:lnTo>
                                    <a:pt x="1974" y="495"/>
                                  </a:lnTo>
                                  <a:lnTo>
                                    <a:pt x="1989" y="454"/>
                                  </a:lnTo>
                                  <a:lnTo>
                                    <a:pt x="1994" y="412"/>
                                  </a:lnTo>
                                  <a:lnTo>
                                    <a:pt x="1989" y="370"/>
                                  </a:lnTo>
                                  <a:lnTo>
                                    <a:pt x="1974" y="329"/>
                                  </a:lnTo>
                                  <a:lnTo>
                                    <a:pt x="1949" y="290"/>
                                  </a:lnTo>
                                  <a:lnTo>
                                    <a:pt x="1916" y="252"/>
                                  </a:lnTo>
                                  <a:lnTo>
                                    <a:pt x="1874" y="216"/>
                                  </a:lnTo>
                                  <a:lnTo>
                                    <a:pt x="1824" y="181"/>
                                  </a:lnTo>
                                  <a:lnTo>
                                    <a:pt x="1766" y="150"/>
                                  </a:lnTo>
                                  <a:lnTo>
                                    <a:pt x="1702" y="120"/>
                                  </a:lnTo>
                                  <a:lnTo>
                                    <a:pt x="1631" y="94"/>
                                  </a:lnTo>
                                  <a:lnTo>
                                    <a:pt x="1554" y="70"/>
                                  </a:lnTo>
                                  <a:lnTo>
                                    <a:pt x="1472" y="49"/>
                                  </a:lnTo>
                                  <a:lnTo>
                                    <a:pt x="1385" y="32"/>
                                  </a:lnTo>
                                  <a:lnTo>
                                    <a:pt x="1293" y="18"/>
                                  </a:lnTo>
                                  <a:lnTo>
                                    <a:pt x="1198" y="8"/>
                                  </a:lnTo>
                                  <a:lnTo>
                                    <a:pt x="1099" y="2"/>
                                  </a:lnTo>
                                  <a:lnTo>
                                    <a:pt x="997" y="0"/>
                                  </a:lnTo>
                                  <a:close/>
                                </a:path>
                              </a:pathLst>
                            </a:custGeom>
                            <a:solidFill>
                              <a:srgbClr val="006FC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3B07B4A1" w14:textId="69D846EC" w:rsidR="00496B79" w:rsidRDefault="00496B79" w:rsidP="00496B79">
                                <w:pPr>
                                  <w:jc w:val="center"/>
                                </w:pPr>
                              </w:p>
                            </w:txbxContent>
                          </wps:txbx>
                          <wps:bodyPr rot="0" vert="horz" wrap="square" lIns="91440" tIns="45720" rIns="91440" bIns="45720" anchor="t" anchorCtr="0" upright="1">
                            <a:noAutofit/>
                          </wps:bodyPr>
                        </wps:wsp>
                      </a:graphicData>
                    </a:graphic>
                  </wp:anchor>
                </w:drawing>
              </mc:Choice>
              <mc:Fallback>
                <w:pict>
                  <v:shape w14:anchorId="59BC499D" id="Freeform 259" o:spid="_x0000_s1033" style="position:absolute;margin-left:52.05pt;margin-top:20.4pt;width:99.75pt;height:41.3pt;z-index:251665426;visibility:visible;mso-wrap-style:square;mso-wrap-distance-left:9pt;mso-wrap-distance-top:0;mso-wrap-distance-right:9pt;mso-wrap-distance-bottom:0;mso-position-horizontal:absolute;mso-position-horizontal-relative:text;mso-position-vertical:absolute;mso-position-vertical-relative:text;v-text-anchor:top" coordsize="1995,826"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" adj="-11796480,,5400" path="m997,l895,2,796,8,700,18,609,32,521,49,439,70,362,94r-70,26l227,150r-57,31l120,216,78,252,44,290,20,329,5,370,,412r5,42l20,495r24,40l78,573r42,36l170,643r57,32l292,704r70,27l439,754r82,21l609,792r91,14l796,817r99,6l997,825r102,-2l1198,817r95,-11l1385,792r87,-17l1554,754r77,-23l1702,704r64,-29l1824,643r50,-34l1916,573r33,-38l1974,495r15,-41l1994,412r-5,-42l1974,329r-25,-39l1916,252r-42,-36l1824,181r-58,-31l1702,120,1631,94,1554,70,1472,49,1385,32,1293,18,1198,8,1099,2,997,xe" fillcolor="#006fc0" stroked="f">
                    <v:stroke joinstyle="round"/>
                    <v:formulas/>
                    <v:path arrowok="t" o:connecttype="custom" o:connectlocs="568325,1270;444500,11430;330835,31115;229870,59690;144145,95250;76200,137160;27940,184150;3175,234950;3175,288290;27940,339725;76200,386715;144145,428625;229870,464185;330835,492125;444500,511810;568325,522605;697865,522605;821055,511810;934720,492125;1035685,464185;1121410,428625;1189990,386715;1237615,339725;1263015,288290;1263015,234950;1237615,184150;1189990,137160;1121410,95250;1035685,59690;934720,31115;821055,11430;697865,1270" o:connectangles="0,0,0,0,0,0,0,0,0,0,0,0,0,0,0,0,0,0,0,0,0,0,0,0,0,0,0,0,0,0,0,0" textboxrect="0,0,1995,826"/>
                    <v:textbox>
                      <w:txbxContent>
                        <w:p w14:paraId="3B07B4A1" w14:textId="69D846EC" w:rsidR="00496B79" w:rsidRDefault="00496B79" w:rsidP="00496B79">
                          <w:pPr>
                            <w:jc w:val="center"/>
                          </w:pPr>
                        </w:p>
                      </w:txbxContent>
                    </v:textbox>
                  </v:shape>
                </w:pict>
              </mc:Fallback>
            </mc:AlternateContent>
          </w:r>
          <w:r w:rsidR="004B3609">
            <w:rPr>
              <w:noProof/>
            </w:rPr>
            <mc:AlternateContent>
              <mc:Choice Requires="wps">
                <w:drawing>
                  <wp:anchor distT="0" distB="0" distL="114300" distR="114300" simplePos="0" relativeHeight="251667474" behindDoc="0" locked="0" layoutInCell="1" allowOverlap="1" wp14:anchorId="375A6110" wp14:editId="02B7DBC2">
                    <wp:simplePos x="0" y="0"/>
                    <wp:positionH relativeFrom="column">
                      <wp:posOffset>2031365</wp:posOffset>
                    </wp:positionH>
                    <wp:positionV relativeFrom="paragraph">
                      <wp:posOffset>463550</wp:posOffset>
                    </wp:positionV>
                    <wp:extent cx="524510" cy="143510"/>
                    <wp:effectExtent l="0" t="0" r="27940" b="27940"/>
                    <wp:wrapNone/>
                    <wp:docPr id="778" name="Freeform 2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4510" cy="143510"/>
                            </a:xfrm>
                            <a:custGeom>
                              <a:avLst/>
                              <a:gdLst>
                                <a:gd name="T0" fmla="*/ 0 w 826"/>
                                <a:gd name="T1" fmla="*/ 56 h 226"/>
                                <a:gd name="T2" fmla="*/ 712 w 826"/>
                                <a:gd name="T3" fmla="*/ 56 h 226"/>
                                <a:gd name="T4" fmla="*/ 712 w 826"/>
                                <a:gd name="T5" fmla="*/ 0 h 226"/>
                                <a:gd name="T6" fmla="*/ 825 w 826"/>
                                <a:gd name="T7" fmla="*/ 112 h 226"/>
                                <a:gd name="T8" fmla="*/ 712 w 826"/>
                                <a:gd name="T9" fmla="*/ 225 h 226"/>
                                <a:gd name="T10" fmla="*/ 712 w 826"/>
                                <a:gd name="T11" fmla="*/ 169 h 226"/>
                                <a:gd name="T12" fmla="*/ 0 w 826"/>
                                <a:gd name="T13" fmla="*/ 169 h 226"/>
                                <a:gd name="T14" fmla="*/ 0 w 826"/>
                                <a:gd name="T15" fmla="*/ 56 h 22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826" h="226">
                                  <a:moveTo>
                                    <a:pt x="0" y="56"/>
                                  </a:moveTo>
                                  <a:lnTo>
                                    <a:pt x="712" y="56"/>
                                  </a:lnTo>
                                  <a:lnTo>
                                    <a:pt x="712" y="0"/>
                                  </a:lnTo>
                                  <a:lnTo>
                                    <a:pt x="825" y="112"/>
                                  </a:lnTo>
                                  <a:lnTo>
                                    <a:pt x="712" y="225"/>
                                  </a:lnTo>
                                  <a:lnTo>
                                    <a:pt x="712" y="169"/>
                                  </a:lnTo>
                                  <a:lnTo>
                                    <a:pt x="0" y="169"/>
                                  </a:lnTo>
                                  <a:lnTo>
                                    <a:pt x="0" y="56"/>
                                  </a:lnTo>
                                  <a:close/>
                                </a:path>
                              </a:pathLst>
                            </a:custGeom>
                            <a:solidFill>
                              <a:srgbClr val="0070C0"/>
                            </a:solidFill>
                            <a:ln w="25908">
                              <a:solidFill>
                                <a:srgbClr val="355B88"/>
                              </a:solidFill>
                              <a:round/>
                              <a:headEnd/>
                              <a:tailEnd/>
                            </a:ln>
                          </wps:spPr>
                          <wps:bodyPr rot="0" vert="horz" wrap="square" lIns="91440" tIns="45720" rIns="91440" bIns="45720" anchor="t" anchorCtr="0" upright="1">
                            <a:noAutofit/>
                          </wps:bodyPr>
                        </wps:wsp>
                      </a:graphicData>
                    </a:graphic>
                  </wp:anchor>
                </w:drawing>
              </mc:Choice>
              <mc:Fallback>
                <w:pict>
                  <v:shape w14:anchorId="7B3CAD3A" id="Freeform 287" o:spid="_x0000_s1026" style="position:absolute;margin-left:159.95pt;margin-top:36.5pt;width:41.3pt;height:11.3pt;z-index:251667474;visibility:visible;mso-wrap-style:square;mso-wrap-distance-left:9pt;mso-wrap-distance-top:0;mso-wrap-distance-right:9pt;mso-wrap-distance-bottom:0;mso-position-horizontal:absolute;mso-position-horizontal-relative:text;mso-position-vertical:absolute;mso-position-vertical-relative:text;v-text-anchor:top" coordsize="826,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" path="m,56r712,l712,,825,112,712,225r,-56l,169,,56xe" fillcolor="#0070c0" strokecolor="#355b88" strokeweight="2.04pt">
                    <v:path arrowok="t" o:connecttype="custom" o:connectlocs="0,35560;452120,35560;452120,0;523875,71120;452120,142875;452120,107315;0,107315;0,35560" o:connectangles="0,0,0,0,0,0,0,0"/>
                  </v:shape>
                </w:pict>
              </mc:Fallback>
            </mc:AlternateContent>
          </w:r>
          <w:r w:rsidR="006309FA">
            <w:rPr>
              <w:noProof/>
            </w:rPr>
            <mc:AlternateContent>
              <mc:Choice Requires="wps">
                <w:drawing>
                  <wp:anchor distT="0" distB="0" distL="114300" distR="114300" simplePos="0" relativeHeight="251663378" behindDoc="0" locked="0" layoutInCell="1" allowOverlap="1" wp14:anchorId="60BF0E0D" wp14:editId="74F3466F">
                    <wp:simplePos x="0" y="0"/>
                    <wp:positionH relativeFrom="column">
                      <wp:posOffset>2609850</wp:posOffset>
                    </wp:positionH>
                    <wp:positionV relativeFrom="paragraph">
                      <wp:posOffset>238125</wp:posOffset>
                    </wp:positionV>
                    <wp:extent cx="1266825" cy="524510"/>
                    <wp:effectExtent l="0" t="0" r="9525" b="8890"/>
                    <wp:wrapNone/>
                    <wp:docPr id="601" name="Freeform 2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66825" cy="524510"/>
                            </a:xfrm>
                            <a:custGeom>
                              <a:avLst/>
                              <a:gdLst>
                                <a:gd name="T0" fmla="*/ 895 w 1995"/>
                                <a:gd name="T1" fmla="*/ 2 h 826"/>
                                <a:gd name="T2" fmla="*/ 700 w 1995"/>
                                <a:gd name="T3" fmla="*/ 18 h 826"/>
                                <a:gd name="T4" fmla="*/ 521 w 1995"/>
                                <a:gd name="T5" fmla="*/ 49 h 826"/>
                                <a:gd name="T6" fmla="*/ 362 w 1995"/>
                                <a:gd name="T7" fmla="*/ 94 h 826"/>
                                <a:gd name="T8" fmla="*/ 227 w 1995"/>
                                <a:gd name="T9" fmla="*/ 150 h 826"/>
                                <a:gd name="T10" fmla="*/ 120 w 1995"/>
                                <a:gd name="T11" fmla="*/ 216 h 826"/>
                                <a:gd name="T12" fmla="*/ 44 w 1995"/>
                                <a:gd name="T13" fmla="*/ 290 h 826"/>
                                <a:gd name="T14" fmla="*/ 5 w 1995"/>
                                <a:gd name="T15" fmla="*/ 370 h 826"/>
                                <a:gd name="T16" fmla="*/ 5 w 1995"/>
                                <a:gd name="T17" fmla="*/ 454 h 826"/>
                                <a:gd name="T18" fmla="*/ 44 w 1995"/>
                                <a:gd name="T19" fmla="*/ 535 h 826"/>
                                <a:gd name="T20" fmla="*/ 120 w 1995"/>
                                <a:gd name="T21" fmla="*/ 609 h 826"/>
                                <a:gd name="T22" fmla="*/ 227 w 1995"/>
                                <a:gd name="T23" fmla="*/ 675 h 826"/>
                                <a:gd name="T24" fmla="*/ 362 w 1995"/>
                                <a:gd name="T25" fmla="*/ 731 h 826"/>
                                <a:gd name="T26" fmla="*/ 521 w 1995"/>
                                <a:gd name="T27" fmla="*/ 775 h 826"/>
                                <a:gd name="T28" fmla="*/ 700 w 1995"/>
                                <a:gd name="T29" fmla="*/ 806 h 826"/>
                                <a:gd name="T30" fmla="*/ 895 w 1995"/>
                                <a:gd name="T31" fmla="*/ 823 h 826"/>
                                <a:gd name="T32" fmla="*/ 1099 w 1995"/>
                                <a:gd name="T33" fmla="*/ 823 h 826"/>
                                <a:gd name="T34" fmla="*/ 1293 w 1995"/>
                                <a:gd name="T35" fmla="*/ 806 h 826"/>
                                <a:gd name="T36" fmla="*/ 1472 w 1995"/>
                                <a:gd name="T37" fmla="*/ 775 h 826"/>
                                <a:gd name="T38" fmla="*/ 1631 w 1995"/>
                                <a:gd name="T39" fmla="*/ 731 h 826"/>
                                <a:gd name="T40" fmla="*/ 1766 w 1995"/>
                                <a:gd name="T41" fmla="*/ 675 h 826"/>
                                <a:gd name="T42" fmla="*/ 1874 w 1995"/>
                                <a:gd name="T43" fmla="*/ 609 h 826"/>
                                <a:gd name="T44" fmla="*/ 1949 w 1995"/>
                                <a:gd name="T45" fmla="*/ 535 h 826"/>
                                <a:gd name="T46" fmla="*/ 1989 w 1995"/>
                                <a:gd name="T47" fmla="*/ 454 h 826"/>
                                <a:gd name="T48" fmla="*/ 1989 w 1995"/>
                                <a:gd name="T49" fmla="*/ 370 h 826"/>
                                <a:gd name="T50" fmla="*/ 1949 w 1995"/>
                                <a:gd name="T51" fmla="*/ 290 h 826"/>
                                <a:gd name="T52" fmla="*/ 1874 w 1995"/>
                                <a:gd name="T53" fmla="*/ 216 h 826"/>
                                <a:gd name="T54" fmla="*/ 1766 w 1995"/>
                                <a:gd name="T55" fmla="*/ 150 h 826"/>
                                <a:gd name="T56" fmla="*/ 1631 w 1995"/>
                                <a:gd name="T57" fmla="*/ 94 h 826"/>
                                <a:gd name="T58" fmla="*/ 1472 w 1995"/>
                                <a:gd name="T59" fmla="*/ 49 h 826"/>
                                <a:gd name="T60" fmla="*/ 1293 w 1995"/>
                                <a:gd name="T61" fmla="*/ 18 h 826"/>
                                <a:gd name="T62" fmla="*/ 1099 w 1995"/>
                                <a:gd name="T63" fmla="*/ 2 h 8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995" h="826">
                                  <a:moveTo>
                                    <a:pt x="997" y="0"/>
                                  </a:moveTo>
                                  <a:lnTo>
                                    <a:pt x="895" y="2"/>
                                  </a:lnTo>
                                  <a:lnTo>
                                    <a:pt x="796" y="8"/>
                                  </a:lnTo>
                                  <a:lnTo>
                                    <a:pt x="700" y="18"/>
                                  </a:lnTo>
                                  <a:lnTo>
                                    <a:pt x="609" y="32"/>
                                  </a:lnTo>
                                  <a:lnTo>
                                    <a:pt x="521" y="49"/>
                                  </a:lnTo>
                                  <a:lnTo>
                                    <a:pt x="439" y="70"/>
                                  </a:lnTo>
                                  <a:lnTo>
                                    <a:pt x="362" y="94"/>
                                  </a:lnTo>
                                  <a:lnTo>
                                    <a:pt x="292" y="120"/>
                                  </a:lnTo>
                                  <a:lnTo>
                                    <a:pt x="227" y="150"/>
                                  </a:lnTo>
                                  <a:lnTo>
                                    <a:pt x="170" y="181"/>
                                  </a:lnTo>
                                  <a:lnTo>
                                    <a:pt x="120" y="216"/>
                                  </a:lnTo>
                                  <a:lnTo>
                                    <a:pt x="78" y="252"/>
                                  </a:lnTo>
                                  <a:lnTo>
                                    <a:pt x="44" y="290"/>
                                  </a:lnTo>
                                  <a:lnTo>
                                    <a:pt x="20" y="329"/>
                                  </a:lnTo>
                                  <a:lnTo>
                                    <a:pt x="5" y="370"/>
                                  </a:lnTo>
                                  <a:lnTo>
                                    <a:pt x="0" y="412"/>
                                  </a:lnTo>
                                  <a:lnTo>
                                    <a:pt x="5" y="454"/>
                                  </a:lnTo>
                                  <a:lnTo>
                                    <a:pt x="20" y="495"/>
                                  </a:lnTo>
                                  <a:lnTo>
                                    <a:pt x="44" y="535"/>
                                  </a:lnTo>
                                  <a:lnTo>
                                    <a:pt x="78" y="573"/>
                                  </a:lnTo>
                                  <a:lnTo>
                                    <a:pt x="120" y="609"/>
                                  </a:lnTo>
                                  <a:lnTo>
                                    <a:pt x="170" y="643"/>
                                  </a:lnTo>
                                  <a:lnTo>
                                    <a:pt x="227" y="675"/>
                                  </a:lnTo>
                                  <a:lnTo>
                                    <a:pt x="292" y="704"/>
                                  </a:lnTo>
                                  <a:lnTo>
                                    <a:pt x="362" y="731"/>
                                  </a:lnTo>
                                  <a:lnTo>
                                    <a:pt x="439" y="754"/>
                                  </a:lnTo>
                                  <a:lnTo>
                                    <a:pt x="521" y="775"/>
                                  </a:lnTo>
                                  <a:lnTo>
                                    <a:pt x="609" y="792"/>
                                  </a:lnTo>
                                  <a:lnTo>
                                    <a:pt x="700" y="806"/>
                                  </a:lnTo>
                                  <a:lnTo>
                                    <a:pt x="796" y="817"/>
                                  </a:lnTo>
                                  <a:lnTo>
                                    <a:pt x="895" y="823"/>
                                  </a:lnTo>
                                  <a:lnTo>
                                    <a:pt x="997" y="825"/>
                                  </a:lnTo>
                                  <a:lnTo>
                                    <a:pt x="1099" y="823"/>
                                  </a:lnTo>
                                  <a:lnTo>
                                    <a:pt x="1198" y="817"/>
                                  </a:lnTo>
                                  <a:lnTo>
                                    <a:pt x="1293" y="806"/>
                                  </a:lnTo>
                                  <a:lnTo>
                                    <a:pt x="1385" y="792"/>
                                  </a:lnTo>
                                  <a:lnTo>
                                    <a:pt x="1472" y="775"/>
                                  </a:lnTo>
                                  <a:lnTo>
                                    <a:pt x="1554" y="754"/>
                                  </a:lnTo>
                                  <a:lnTo>
                                    <a:pt x="1631" y="731"/>
                                  </a:lnTo>
                                  <a:lnTo>
                                    <a:pt x="1702" y="704"/>
                                  </a:lnTo>
                                  <a:lnTo>
                                    <a:pt x="1766" y="675"/>
                                  </a:lnTo>
                                  <a:lnTo>
                                    <a:pt x="1824" y="643"/>
                                  </a:lnTo>
                                  <a:lnTo>
                                    <a:pt x="1874" y="609"/>
                                  </a:lnTo>
                                  <a:lnTo>
                                    <a:pt x="1916" y="573"/>
                                  </a:lnTo>
                                  <a:lnTo>
                                    <a:pt x="1949" y="535"/>
                                  </a:lnTo>
                                  <a:lnTo>
                                    <a:pt x="1974" y="495"/>
                                  </a:lnTo>
                                  <a:lnTo>
                                    <a:pt x="1989" y="454"/>
                                  </a:lnTo>
                                  <a:lnTo>
                                    <a:pt x="1994" y="412"/>
                                  </a:lnTo>
                                  <a:lnTo>
                                    <a:pt x="1989" y="370"/>
                                  </a:lnTo>
                                  <a:lnTo>
                                    <a:pt x="1974" y="329"/>
                                  </a:lnTo>
                                  <a:lnTo>
                                    <a:pt x="1949" y="290"/>
                                  </a:lnTo>
                                  <a:lnTo>
                                    <a:pt x="1916" y="252"/>
                                  </a:lnTo>
                                  <a:lnTo>
                                    <a:pt x="1874" y="216"/>
                                  </a:lnTo>
                                  <a:lnTo>
                                    <a:pt x="1824" y="181"/>
                                  </a:lnTo>
                                  <a:lnTo>
                                    <a:pt x="1766" y="150"/>
                                  </a:lnTo>
                                  <a:lnTo>
                                    <a:pt x="1702" y="120"/>
                                  </a:lnTo>
                                  <a:lnTo>
                                    <a:pt x="1631" y="94"/>
                                  </a:lnTo>
                                  <a:lnTo>
                                    <a:pt x="1554" y="70"/>
                                  </a:lnTo>
                                  <a:lnTo>
                                    <a:pt x="1472" y="49"/>
                                  </a:lnTo>
                                  <a:lnTo>
                                    <a:pt x="1385" y="32"/>
                                  </a:lnTo>
                                  <a:lnTo>
                                    <a:pt x="1293" y="18"/>
                                  </a:lnTo>
                                  <a:lnTo>
                                    <a:pt x="1198" y="8"/>
                                  </a:lnTo>
                                  <a:lnTo>
                                    <a:pt x="1099" y="2"/>
                                  </a:lnTo>
                                  <a:lnTo>
                                    <a:pt x="997" y="0"/>
                                  </a:lnTo>
                                  <a:close/>
                                </a:path>
                              </a:pathLst>
                            </a:custGeom>
                            <a:solidFill>
                              <a:srgbClr val="006FC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15210F8B" w14:textId="517CAC26" w:rsidR="00F5778C" w:rsidRDefault="00F5778C" w:rsidP="00F5778C">
                                <w:pPr>
                                  <w:jc w:val="center"/>
                                </w:pPr>
                              </w:p>
                            </w:txbxContent>
                          </wps:txbx>
                          <wps:bodyPr rot="0" vert="horz" wrap="square" lIns="91440" tIns="45720" rIns="91440" bIns="45720" anchor="t" anchorCtr="0" upright="1">
                            <a:noAutofit/>
                          </wps:bodyPr>
                        </wps:wsp>
                      </a:graphicData>
                    </a:graphic>
                  </wp:anchor>
                </w:drawing>
              </mc:Choice>
              <mc:Fallback>
                <w:pict>
                  <v:shape w14:anchorId="60BF0E0D" id="_x0000_s1034" style="position:absolute;margin-left:205.5pt;margin-top:18.75pt;width:99.75pt;height:41.3pt;z-index:251663378;visibility:visible;mso-wrap-style:square;mso-wrap-distance-left:9pt;mso-wrap-distance-top:0;mso-wrap-distance-right:9pt;mso-wrap-distance-bottom:0;mso-position-horizontal:absolute;mso-position-horizontal-relative:text;mso-position-vertical:absolute;mso-position-vertical-relative:text;v-text-anchor:top" coordsize="1995,826"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" adj="-11796480,,5400" path="m997,l895,2,796,8,700,18,609,32,521,49,439,70,362,94r-70,26l227,150r-57,31l120,216,78,252,44,290,20,329,5,370,,412r5,42l20,495r24,40l78,573r42,36l170,643r57,32l292,704r70,27l439,754r82,21l609,792r91,14l796,817r99,6l997,825r102,-2l1198,817r95,-11l1385,792r87,-17l1554,754r77,-23l1702,704r64,-29l1824,643r50,-34l1916,573r33,-38l1974,495r15,-41l1994,412r-5,-42l1974,329r-25,-39l1916,252r-42,-36l1824,181r-58,-31l1702,120,1631,94,1554,70,1472,49,1385,32,1293,18,1198,8,1099,2,997,xe" fillcolor="#006fc0" stroked="f">
                    <v:stroke joinstyle="round"/>
                    <v:formulas/>
                    <v:path arrowok="t" o:connecttype="custom" o:connectlocs="568325,1270;444500,11430;330835,31115;229870,59690;144145,95250;76200,137160;27940,184150;3175,234950;3175,288290;27940,339725;76200,386715;144145,428625;229870,464185;330835,492125;444500,511810;568325,522605;697865,522605;821055,511810;934720,492125;1035685,464185;1121410,428625;1189990,386715;1237615,339725;1263015,288290;1263015,234950;1237615,184150;1189990,137160;1121410,95250;1035685,59690;934720,31115;821055,11430;697865,1270" o:connectangles="0,0,0,0,0,0,0,0,0,0,0,0,0,0,0,0,0,0,0,0,0,0,0,0,0,0,0,0,0,0,0,0" textboxrect="0,0,1995,826"/>
                    <v:textbox>
                      <w:txbxContent>
                        <w:p w14:paraId="15210F8B" w14:textId="517CAC26" w:rsidR="00F5778C" w:rsidRDefault="00F5778C" w:rsidP="00F5778C">
                          <w:pPr>
                            <w:jc w:val="center"/>
                          </w:pPr>
                        </w:p>
                      </w:txbxContent>
                    </v:textbox>
                  </v:shape>
                </w:pict>
              </mc:Fallback>
            </mc:AlternateContent>
          </w:r>
          <w:r w:rsidR="008D5601">
            <w:rPr>
              <w:noProof/>
            </w:rPr>
            <mc:AlternateContent>
              <mc:Choice Requires="wpg">
                <w:drawing>
                  <wp:anchor distT="0" distB="0" distL="0" distR="0" simplePos="0" relativeHeight="251660306" behindDoc="0" locked="0" layoutInCell="0" allowOverlap="1" wp14:anchorId="3B507860" wp14:editId="1725E09A">
                    <wp:simplePos x="0" y="0"/>
                    <wp:positionH relativeFrom="page">
                      <wp:posOffset>1301115</wp:posOffset>
                    </wp:positionH>
                    <wp:positionV relativeFrom="paragraph">
                      <wp:posOffset>240030</wp:posOffset>
                    </wp:positionV>
                    <wp:extent cx="5727065" cy="1337945"/>
                    <wp:effectExtent l="0" t="0" r="0" b="0"/>
                    <wp:wrapTopAndBottom/>
                    <wp:docPr id="383" name="Grupo 3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7065" cy="1337945"/>
                              <a:chOff x="2049" y="378"/>
                              <a:chExt cx="9019" cy="2107"/>
                            </a:xfrm>
                          </wpg:grpSpPr>
                          <wps:wsp>
                            <wps:cNvPr id="384" name="Freeform 223"/>
                            <wps:cNvSpPr>
                              <a:spLocks/>
                            </wps:cNvSpPr>
                            <wps:spPr bwMode="auto">
                              <a:xfrm>
                                <a:off x="5159" y="1312"/>
                                <a:ext cx="2432" cy="466"/>
                              </a:xfrm>
                              <a:custGeom>
                                <a:avLst/>
                                <a:gdLst>
                                  <a:gd name="T0" fmla="*/ 0 w 2432"/>
                                  <a:gd name="T1" fmla="*/ 465 h 466"/>
                                  <a:gd name="T2" fmla="*/ 2431 w 2432"/>
                                  <a:gd name="T3" fmla="*/ 465 h 466"/>
                                  <a:gd name="T4" fmla="*/ 2431 w 2432"/>
                                  <a:gd name="T5" fmla="*/ 0 h 466"/>
                                  <a:gd name="T6" fmla="*/ 0 w 2432"/>
                                  <a:gd name="T7" fmla="*/ 0 h 466"/>
                                  <a:gd name="T8" fmla="*/ 0 w 2432"/>
                                  <a:gd name="T9" fmla="*/ 465 h 466"/>
                                </a:gdLst>
                                <a:ahLst/>
                                <a:cxnLst>
                                  <a:cxn ang="0">
                                    <a:pos x="T0" y="T1"/>
                                  </a:cxn>
                                  <a:cxn ang="0">
                                    <a:pos x="T2" y="T3"/>
                                  </a:cxn>
                                  <a:cxn ang="0">
                                    <a:pos x="T4" y="T5"/>
                                  </a:cxn>
                                  <a:cxn ang="0">
                                    <a:pos x="T6" y="T7"/>
                                  </a:cxn>
                                  <a:cxn ang="0">
                                    <a:pos x="T8" y="T9"/>
                                  </a:cxn>
                                </a:cxnLst>
                                <a:rect l="0" t="0" r="r" b="b"/>
                                <a:pathLst>
                                  <a:path w="2432" h="466">
                                    <a:moveTo>
                                      <a:pt x="0" y="465"/>
                                    </a:moveTo>
                                    <a:lnTo>
                                      <a:pt x="2431" y="465"/>
                                    </a:lnTo>
                                    <a:lnTo>
                                      <a:pt x="2431" y="0"/>
                                    </a:lnTo>
                                    <a:lnTo>
                                      <a:pt x="0" y="0"/>
                                    </a:lnTo>
                                    <a:lnTo>
                                      <a:pt x="0" y="46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385" name="Group 224"/>
                            <wpg:cNvGrpSpPr>
                              <a:grpSpLocks/>
                            </wpg:cNvGrpSpPr>
                            <wpg:grpSpPr bwMode="auto">
                              <a:xfrm>
                                <a:off x="5816" y="1525"/>
                                <a:ext cx="1138" cy="165"/>
                                <a:chOff x="5816" y="1525"/>
                                <a:chExt cx="1138" cy="165"/>
                              </a:xfrm>
                            </wpg:grpSpPr>
                            <wps:wsp>
                              <wps:cNvPr id="386" name="Freeform 225"/>
                              <wps:cNvSpPr>
                                <a:spLocks/>
                              </wps:cNvSpPr>
                              <wps:spPr bwMode="auto">
                                <a:xfrm>
                                  <a:off x="5816" y="1525"/>
                                  <a:ext cx="1138" cy="165"/>
                                </a:xfrm>
                                <a:custGeom>
                                  <a:avLst/>
                                  <a:gdLst>
                                    <a:gd name="T0" fmla="*/ 14 w 1138"/>
                                    <a:gd name="T1" fmla="*/ 9 h 165"/>
                                    <a:gd name="T2" fmla="*/ 0 w 1138"/>
                                    <a:gd name="T3" fmla="*/ 9 h 165"/>
                                    <a:gd name="T4" fmla="*/ 0 w 1138"/>
                                    <a:gd name="T5" fmla="*/ 162 h 165"/>
                                    <a:gd name="T6" fmla="*/ 14 w 1138"/>
                                    <a:gd name="T7" fmla="*/ 162 h 165"/>
                                    <a:gd name="T8" fmla="*/ 14 w 1138"/>
                                    <a:gd name="T9" fmla="*/ 9 h 165"/>
                                  </a:gdLst>
                                  <a:ahLst/>
                                  <a:cxnLst>
                                    <a:cxn ang="0">
                                      <a:pos x="T0" y="T1"/>
                                    </a:cxn>
                                    <a:cxn ang="0">
                                      <a:pos x="T2" y="T3"/>
                                    </a:cxn>
                                    <a:cxn ang="0">
                                      <a:pos x="T4" y="T5"/>
                                    </a:cxn>
                                    <a:cxn ang="0">
                                      <a:pos x="T6" y="T7"/>
                                    </a:cxn>
                                    <a:cxn ang="0">
                                      <a:pos x="T8" y="T9"/>
                                    </a:cxn>
                                  </a:cxnLst>
                                  <a:rect l="0" t="0" r="r" b="b"/>
                                  <a:pathLst>
                                    <a:path w="1138" h="165">
                                      <a:moveTo>
                                        <a:pt x="14" y="9"/>
                                      </a:moveTo>
                                      <a:lnTo>
                                        <a:pt x="0" y="9"/>
                                      </a:lnTo>
                                      <a:lnTo>
                                        <a:pt x="0" y="162"/>
                                      </a:lnTo>
                                      <a:lnTo>
                                        <a:pt x="14" y="162"/>
                                      </a:lnTo>
                                      <a:lnTo>
                                        <a:pt x="1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7" name="Freeform 226"/>
                              <wps:cNvSpPr>
                                <a:spLocks/>
                              </wps:cNvSpPr>
                              <wps:spPr bwMode="auto">
                                <a:xfrm>
                                  <a:off x="5816" y="1525"/>
                                  <a:ext cx="1138" cy="165"/>
                                </a:xfrm>
                                <a:custGeom>
                                  <a:avLst/>
                                  <a:gdLst>
                                    <a:gd name="T0" fmla="*/ 66 w 1138"/>
                                    <a:gd name="T1" fmla="*/ 52 h 165"/>
                                    <a:gd name="T2" fmla="*/ 52 w 1138"/>
                                    <a:gd name="T3" fmla="*/ 52 h 165"/>
                                    <a:gd name="T4" fmla="*/ 52 w 1138"/>
                                    <a:gd name="T5" fmla="*/ 162 h 165"/>
                                    <a:gd name="T6" fmla="*/ 66 w 1138"/>
                                    <a:gd name="T7" fmla="*/ 162 h 165"/>
                                    <a:gd name="T8" fmla="*/ 66 w 1138"/>
                                    <a:gd name="T9" fmla="*/ 71 h 165"/>
                                    <a:gd name="T10" fmla="*/ 71 w 1138"/>
                                    <a:gd name="T11" fmla="*/ 69 h 165"/>
                                    <a:gd name="T12" fmla="*/ 74 w 1138"/>
                                    <a:gd name="T13" fmla="*/ 67 h 165"/>
                                    <a:gd name="T14" fmla="*/ 79 w 1138"/>
                                    <a:gd name="T15" fmla="*/ 65 h 165"/>
                                    <a:gd name="T16" fmla="*/ 91 w 1138"/>
                                    <a:gd name="T17" fmla="*/ 62 h 165"/>
                                    <a:gd name="T18" fmla="*/ 97 w 1138"/>
                                    <a:gd name="T19" fmla="*/ 62 h 165"/>
                                    <a:gd name="T20" fmla="*/ 136 w 1138"/>
                                    <a:gd name="T21" fmla="*/ 62 h 165"/>
                                    <a:gd name="T22" fmla="*/ 136 w 1138"/>
                                    <a:gd name="T23" fmla="*/ 61 h 165"/>
                                    <a:gd name="T24" fmla="*/ 135 w 1138"/>
                                    <a:gd name="T25" fmla="*/ 60 h 165"/>
                                    <a:gd name="T26" fmla="*/ 66 w 1138"/>
                                    <a:gd name="T27" fmla="*/ 60 h 165"/>
                                    <a:gd name="T28" fmla="*/ 66 w 1138"/>
                                    <a:gd name="T29" fmla="*/ 52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138" h="165">
                                      <a:moveTo>
                                        <a:pt x="66" y="52"/>
                                      </a:moveTo>
                                      <a:lnTo>
                                        <a:pt x="52" y="52"/>
                                      </a:lnTo>
                                      <a:lnTo>
                                        <a:pt x="52" y="162"/>
                                      </a:lnTo>
                                      <a:lnTo>
                                        <a:pt x="66" y="162"/>
                                      </a:lnTo>
                                      <a:lnTo>
                                        <a:pt x="66" y="71"/>
                                      </a:lnTo>
                                      <a:lnTo>
                                        <a:pt x="71" y="69"/>
                                      </a:lnTo>
                                      <a:lnTo>
                                        <a:pt x="74" y="67"/>
                                      </a:lnTo>
                                      <a:lnTo>
                                        <a:pt x="79" y="65"/>
                                      </a:lnTo>
                                      <a:lnTo>
                                        <a:pt x="91" y="62"/>
                                      </a:lnTo>
                                      <a:lnTo>
                                        <a:pt x="97" y="62"/>
                                      </a:lnTo>
                                      <a:lnTo>
                                        <a:pt x="136" y="62"/>
                                      </a:lnTo>
                                      <a:lnTo>
                                        <a:pt x="136" y="61"/>
                                      </a:lnTo>
                                      <a:lnTo>
                                        <a:pt x="135" y="60"/>
                                      </a:lnTo>
                                      <a:lnTo>
                                        <a:pt x="66" y="60"/>
                                      </a:lnTo>
                                      <a:lnTo>
                                        <a:pt x="66" y="5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8" name="Freeform 227"/>
                              <wps:cNvSpPr>
                                <a:spLocks/>
                              </wps:cNvSpPr>
                              <wps:spPr bwMode="auto">
                                <a:xfrm>
                                  <a:off x="5816" y="1525"/>
                                  <a:ext cx="1138" cy="165"/>
                                </a:xfrm>
                                <a:custGeom>
                                  <a:avLst/>
                                  <a:gdLst>
                                    <a:gd name="T0" fmla="*/ 136 w 1138"/>
                                    <a:gd name="T1" fmla="*/ 62 h 165"/>
                                    <a:gd name="T2" fmla="*/ 113 w 1138"/>
                                    <a:gd name="T3" fmla="*/ 62 h 165"/>
                                    <a:gd name="T4" fmla="*/ 121 w 1138"/>
                                    <a:gd name="T5" fmla="*/ 65 h 165"/>
                                    <a:gd name="T6" fmla="*/ 124 w 1138"/>
                                    <a:gd name="T7" fmla="*/ 70 h 165"/>
                                    <a:gd name="T8" fmla="*/ 128 w 1138"/>
                                    <a:gd name="T9" fmla="*/ 76 h 165"/>
                                    <a:gd name="T10" fmla="*/ 130 w 1138"/>
                                    <a:gd name="T11" fmla="*/ 88 h 165"/>
                                    <a:gd name="T12" fmla="*/ 130 w 1138"/>
                                    <a:gd name="T13" fmla="*/ 162 h 165"/>
                                    <a:gd name="T14" fmla="*/ 144 w 1138"/>
                                    <a:gd name="T15" fmla="*/ 162 h 165"/>
                                    <a:gd name="T16" fmla="*/ 144 w 1138"/>
                                    <a:gd name="T17" fmla="*/ 104 h 165"/>
                                    <a:gd name="T18" fmla="*/ 143 w 1138"/>
                                    <a:gd name="T19" fmla="*/ 90 h 165"/>
                                    <a:gd name="T20" fmla="*/ 142 w 1138"/>
                                    <a:gd name="T21" fmla="*/ 78 h 165"/>
                                    <a:gd name="T22" fmla="*/ 139 w 1138"/>
                                    <a:gd name="T23" fmla="*/ 68 h 165"/>
                                    <a:gd name="T24" fmla="*/ 136 w 1138"/>
                                    <a:gd name="T25" fmla="*/ 62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138" h="165">
                                      <a:moveTo>
                                        <a:pt x="136" y="62"/>
                                      </a:moveTo>
                                      <a:lnTo>
                                        <a:pt x="113" y="62"/>
                                      </a:lnTo>
                                      <a:lnTo>
                                        <a:pt x="121" y="65"/>
                                      </a:lnTo>
                                      <a:lnTo>
                                        <a:pt x="124" y="70"/>
                                      </a:lnTo>
                                      <a:lnTo>
                                        <a:pt x="128" y="76"/>
                                      </a:lnTo>
                                      <a:lnTo>
                                        <a:pt x="130" y="88"/>
                                      </a:lnTo>
                                      <a:lnTo>
                                        <a:pt x="130" y="162"/>
                                      </a:lnTo>
                                      <a:lnTo>
                                        <a:pt x="144" y="162"/>
                                      </a:lnTo>
                                      <a:lnTo>
                                        <a:pt x="144" y="104"/>
                                      </a:lnTo>
                                      <a:lnTo>
                                        <a:pt x="143" y="90"/>
                                      </a:lnTo>
                                      <a:lnTo>
                                        <a:pt x="142" y="78"/>
                                      </a:lnTo>
                                      <a:lnTo>
                                        <a:pt x="139" y="68"/>
                                      </a:lnTo>
                                      <a:lnTo>
                                        <a:pt x="136" y="6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9" name="Freeform 228"/>
                              <wps:cNvSpPr>
                                <a:spLocks/>
                              </wps:cNvSpPr>
                              <wps:spPr bwMode="auto">
                                <a:xfrm>
                                  <a:off x="5816" y="1525"/>
                                  <a:ext cx="1138" cy="165"/>
                                </a:xfrm>
                                <a:custGeom>
                                  <a:avLst/>
                                  <a:gdLst>
                                    <a:gd name="T0" fmla="*/ 120 w 1138"/>
                                    <a:gd name="T1" fmla="*/ 50 h 165"/>
                                    <a:gd name="T2" fmla="*/ 92 w 1138"/>
                                    <a:gd name="T3" fmla="*/ 50 h 165"/>
                                    <a:gd name="T4" fmla="*/ 79 w 1138"/>
                                    <a:gd name="T5" fmla="*/ 53 h 165"/>
                                    <a:gd name="T6" fmla="*/ 66 w 1138"/>
                                    <a:gd name="T7" fmla="*/ 60 h 165"/>
                                    <a:gd name="T8" fmla="*/ 135 w 1138"/>
                                    <a:gd name="T9" fmla="*/ 60 h 165"/>
                                    <a:gd name="T10" fmla="*/ 131 w 1138"/>
                                    <a:gd name="T11" fmla="*/ 53 h 165"/>
                                    <a:gd name="T12" fmla="*/ 120 w 1138"/>
                                    <a:gd name="T13" fmla="*/ 50 h 165"/>
                                  </a:gdLst>
                                  <a:ahLst/>
                                  <a:cxnLst>
                                    <a:cxn ang="0">
                                      <a:pos x="T0" y="T1"/>
                                    </a:cxn>
                                    <a:cxn ang="0">
                                      <a:pos x="T2" y="T3"/>
                                    </a:cxn>
                                    <a:cxn ang="0">
                                      <a:pos x="T4" y="T5"/>
                                    </a:cxn>
                                    <a:cxn ang="0">
                                      <a:pos x="T6" y="T7"/>
                                    </a:cxn>
                                    <a:cxn ang="0">
                                      <a:pos x="T8" y="T9"/>
                                    </a:cxn>
                                    <a:cxn ang="0">
                                      <a:pos x="T10" y="T11"/>
                                    </a:cxn>
                                    <a:cxn ang="0">
                                      <a:pos x="T12" y="T13"/>
                                    </a:cxn>
                                  </a:cxnLst>
                                  <a:rect l="0" t="0" r="r" b="b"/>
                                  <a:pathLst>
                                    <a:path w="1138" h="165">
                                      <a:moveTo>
                                        <a:pt x="120" y="50"/>
                                      </a:moveTo>
                                      <a:lnTo>
                                        <a:pt x="92" y="50"/>
                                      </a:lnTo>
                                      <a:lnTo>
                                        <a:pt x="79" y="53"/>
                                      </a:lnTo>
                                      <a:lnTo>
                                        <a:pt x="66" y="60"/>
                                      </a:lnTo>
                                      <a:lnTo>
                                        <a:pt x="135" y="60"/>
                                      </a:lnTo>
                                      <a:lnTo>
                                        <a:pt x="131" y="53"/>
                                      </a:lnTo>
                                      <a:lnTo>
                                        <a:pt x="120"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0" name="Freeform 229"/>
                              <wps:cNvSpPr>
                                <a:spLocks/>
                              </wps:cNvSpPr>
                              <wps:spPr bwMode="auto">
                                <a:xfrm>
                                  <a:off x="5816" y="1525"/>
                                  <a:ext cx="1138" cy="165"/>
                                </a:xfrm>
                                <a:custGeom>
                                  <a:avLst/>
                                  <a:gdLst>
                                    <a:gd name="T0" fmla="*/ 196 w 1138"/>
                                    <a:gd name="T1" fmla="*/ 64 h 165"/>
                                    <a:gd name="T2" fmla="*/ 181 w 1138"/>
                                    <a:gd name="T3" fmla="*/ 64 h 165"/>
                                    <a:gd name="T4" fmla="*/ 181 w 1138"/>
                                    <a:gd name="T5" fmla="*/ 162 h 165"/>
                                    <a:gd name="T6" fmla="*/ 196 w 1138"/>
                                    <a:gd name="T7" fmla="*/ 162 h 165"/>
                                    <a:gd name="T8" fmla="*/ 196 w 1138"/>
                                    <a:gd name="T9" fmla="*/ 64 h 165"/>
                                  </a:gdLst>
                                  <a:ahLst/>
                                  <a:cxnLst>
                                    <a:cxn ang="0">
                                      <a:pos x="T0" y="T1"/>
                                    </a:cxn>
                                    <a:cxn ang="0">
                                      <a:pos x="T2" y="T3"/>
                                    </a:cxn>
                                    <a:cxn ang="0">
                                      <a:pos x="T4" y="T5"/>
                                    </a:cxn>
                                    <a:cxn ang="0">
                                      <a:pos x="T6" y="T7"/>
                                    </a:cxn>
                                    <a:cxn ang="0">
                                      <a:pos x="T8" y="T9"/>
                                    </a:cxn>
                                  </a:cxnLst>
                                  <a:rect l="0" t="0" r="r" b="b"/>
                                  <a:pathLst>
                                    <a:path w="1138" h="165">
                                      <a:moveTo>
                                        <a:pt x="196" y="64"/>
                                      </a:moveTo>
                                      <a:lnTo>
                                        <a:pt x="181" y="64"/>
                                      </a:lnTo>
                                      <a:lnTo>
                                        <a:pt x="181" y="162"/>
                                      </a:lnTo>
                                      <a:lnTo>
                                        <a:pt x="196" y="162"/>
                                      </a:lnTo>
                                      <a:lnTo>
                                        <a:pt x="196" y="6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1" name="Freeform 230"/>
                              <wps:cNvSpPr>
                                <a:spLocks/>
                              </wps:cNvSpPr>
                              <wps:spPr bwMode="auto">
                                <a:xfrm>
                                  <a:off x="5816" y="1525"/>
                                  <a:ext cx="1138" cy="165"/>
                                </a:xfrm>
                                <a:custGeom>
                                  <a:avLst/>
                                  <a:gdLst>
                                    <a:gd name="T0" fmla="*/ 231 w 1138"/>
                                    <a:gd name="T1" fmla="*/ 52 h 165"/>
                                    <a:gd name="T2" fmla="*/ 166 w 1138"/>
                                    <a:gd name="T3" fmla="*/ 52 h 165"/>
                                    <a:gd name="T4" fmla="*/ 166 w 1138"/>
                                    <a:gd name="T5" fmla="*/ 64 h 165"/>
                                    <a:gd name="T6" fmla="*/ 231 w 1138"/>
                                    <a:gd name="T7" fmla="*/ 64 h 165"/>
                                    <a:gd name="T8" fmla="*/ 231 w 1138"/>
                                    <a:gd name="T9" fmla="*/ 52 h 165"/>
                                  </a:gdLst>
                                  <a:ahLst/>
                                  <a:cxnLst>
                                    <a:cxn ang="0">
                                      <a:pos x="T0" y="T1"/>
                                    </a:cxn>
                                    <a:cxn ang="0">
                                      <a:pos x="T2" y="T3"/>
                                    </a:cxn>
                                    <a:cxn ang="0">
                                      <a:pos x="T4" y="T5"/>
                                    </a:cxn>
                                    <a:cxn ang="0">
                                      <a:pos x="T6" y="T7"/>
                                    </a:cxn>
                                    <a:cxn ang="0">
                                      <a:pos x="T8" y="T9"/>
                                    </a:cxn>
                                  </a:cxnLst>
                                  <a:rect l="0" t="0" r="r" b="b"/>
                                  <a:pathLst>
                                    <a:path w="1138" h="165">
                                      <a:moveTo>
                                        <a:pt x="231" y="52"/>
                                      </a:moveTo>
                                      <a:lnTo>
                                        <a:pt x="166" y="52"/>
                                      </a:lnTo>
                                      <a:lnTo>
                                        <a:pt x="166" y="64"/>
                                      </a:lnTo>
                                      <a:lnTo>
                                        <a:pt x="231" y="64"/>
                                      </a:lnTo>
                                      <a:lnTo>
                                        <a:pt x="231" y="5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2" name="Freeform 231"/>
                              <wps:cNvSpPr>
                                <a:spLocks/>
                              </wps:cNvSpPr>
                              <wps:spPr bwMode="auto">
                                <a:xfrm>
                                  <a:off x="5816" y="1525"/>
                                  <a:ext cx="1138" cy="165"/>
                                </a:xfrm>
                                <a:custGeom>
                                  <a:avLst/>
                                  <a:gdLst>
                                    <a:gd name="T0" fmla="*/ 213 w 1138"/>
                                    <a:gd name="T1" fmla="*/ 1 h 165"/>
                                    <a:gd name="T2" fmla="*/ 201 w 1138"/>
                                    <a:gd name="T3" fmla="*/ 1 h 165"/>
                                    <a:gd name="T4" fmla="*/ 193 w 1138"/>
                                    <a:gd name="T5" fmla="*/ 3 h 165"/>
                                    <a:gd name="T6" fmla="*/ 188 w 1138"/>
                                    <a:gd name="T7" fmla="*/ 9 h 165"/>
                                    <a:gd name="T8" fmla="*/ 184 w 1138"/>
                                    <a:gd name="T9" fmla="*/ 15 h 165"/>
                                    <a:gd name="T10" fmla="*/ 181 w 1138"/>
                                    <a:gd name="T11" fmla="*/ 25 h 165"/>
                                    <a:gd name="T12" fmla="*/ 181 w 1138"/>
                                    <a:gd name="T13" fmla="*/ 52 h 165"/>
                                    <a:gd name="T14" fmla="*/ 196 w 1138"/>
                                    <a:gd name="T15" fmla="*/ 52 h 165"/>
                                    <a:gd name="T16" fmla="*/ 196 w 1138"/>
                                    <a:gd name="T17" fmla="*/ 30 h 165"/>
                                    <a:gd name="T18" fmla="*/ 197 w 1138"/>
                                    <a:gd name="T19" fmla="*/ 22 h 165"/>
                                    <a:gd name="T20" fmla="*/ 200 w 1138"/>
                                    <a:gd name="T21" fmla="*/ 18 h 165"/>
                                    <a:gd name="T22" fmla="*/ 202 w 1138"/>
                                    <a:gd name="T23" fmla="*/ 15 h 165"/>
                                    <a:gd name="T24" fmla="*/ 207 w 1138"/>
                                    <a:gd name="T25" fmla="*/ 12 h 165"/>
                                    <a:gd name="T26" fmla="*/ 236 w 1138"/>
                                    <a:gd name="T27" fmla="*/ 12 h 165"/>
                                    <a:gd name="T28" fmla="*/ 236 w 1138"/>
                                    <a:gd name="T29" fmla="*/ 2 h 165"/>
                                    <a:gd name="T30" fmla="*/ 213 w 1138"/>
                                    <a:gd name="T31" fmla="*/ 1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138" h="165">
                                      <a:moveTo>
                                        <a:pt x="213" y="1"/>
                                      </a:moveTo>
                                      <a:lnTo>
                                        <a:pt x="201" y="1"/>
                                      </a:lnTo>
                                      <a:lnTo>
                                        <a:pt x="193" y="3"/>
                                      </a:lnTo>
                                      <a:lnTo>
                                        <a:pt x="188" y="9"/>
                                      </a:lnTo>
                                      <a:lnTo>
                                        <a:pt x="184" y="15"/>
                                      </a:lnTo>
                                      <a:lnTo>
                                        <a:pt x="181" y="25"/>
                                      </a:lnTo>
                                      <a:lnTo>
                                        <a:pt x="181" y="52"/>
                                      </a:lnTo>
                                      <a:lnTo>
                                        <a:pt x="196" y="52"/>
                                      </a:lnTo>
                                      <a:lnTo>
                                        <a:pt x="196" y="30"/>
                                      </a:lnTo>
                                      <a:lnTo>
                                        <a:pt x="197" y="22"/>
                                      </a:lnTo>
                                      <a:lnTo>
                                        <a:pt x="200" y="18"/>
                                      </a:lnTo>
                                      <a:lnTo>
                                        <a:pt x="202" y="15"/>
                                      </a:lnTo>
                                      <a:lnTo>
                                        <a:pt x="207" y="12"/>
                                      </a:lnTo>
                                      <a:lnTo>
                                        <a:pt x="236" y="12"/>
                                      </a:lnTo>
                                      <a:lnTo>
                                        <a:pt x="236" y="2"/>
                                      </a:lnTo>
                                      <a:lnTo>
                                        <a:pt x="213" y="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3" name="Freeform 232"/>
                              <wps:cNvSpPr>
                                <a:spLocks/>
                              </wps:cNvSpPr>
                              <wps:spPr bwMode="auto">
                                <a:xfrm>
                                  <a:off x="5816" y="1525"/>
                                  <a:ext cx="1138" cy="165"/>
                                </a:xfrm>
                                <a:custGeom>
                                  <a:avLst/>
                                  <a:gdLst>
                                    <a:gd name="T0" fmla="*/ 236 w 1138"/>
                                    <a:gd name="T1" fmla="*/ 12 h 165"/>
                                    <a:gd name="T2" fmla="*/ 219 w 1138"/>
                                    <a:gd name="T3" fmla="*/ 12 h 165"/>
                                    <a:gd name="T4" fmla="*/ 226 w 1138"/>
                                    <a:gd name="T5" fmla="*/ 13 h 165"/>
                                    <a:gd name="T6" fmla="*/ 236 w 1138"/>
                                    <a:gd name="T7" fmla="*/ 13 h 165"/>
                                    <a:gd name="T8" fmla="*/ 236 w 1138"/>
                                    <a:gd name="T9" fmla="*/ 12 h 165"/>
                                  </a:gdLst>
                                  <a:ahLst/>
                                  <a:cxnLst>
                                    <a:cxn ang="0">
                                      <a:pos x="T0" y="T1"/>
                                    </a:cxn>
                                    <a:cxn ang="0">
                                      <a:pos x="T2" y="T3"/>
                                    </a:cxn>
                                    <a:cxn ang="0">
                                      <a:pos x="T4" y="T5"/>
                                    </a:cxn>
                                    <a:cxn ang="0">
                                      <a:pos x="T6" y="T7"/>
                                    </a:cxn>
                                    <a:cxn ang="0">
                                      <a:pos x="T8" y="T9"/>
                                    </a:cxn>
                                  </a:cxnLst>
                                  <a:rect l="0" t="0" r="r" b="b"/>
                                  <a:pathLst>
                                    <a:path w="1138" h="165">
                                      <a:moveTo>
                                        <a:pt x="236" y="12"/>
                                      </a:moveTo>
                                      <a:lnTo>
                                        <a:pt x="219" y="12"/>
                                      </a:lnTo>
                                      <a:lnTo>
                                        <a:pt x="226" y="13"/>
                                      </a:lnTo>
                                      <a:lnTo>
                                        <a:pt x="236" y="13"/>
                                      </a:lnTo>
                                      <a:lnTo>
                                        <a:pt x="236" y="1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4" name="Freeform 233"/>
                              <wps:cNvSpPr>
                                <a:spLocks/>
                              </wps:cNvSpPr>
                              <wps:spPr bwMode="auto">
                                <a:xfrm>
                                  <a:off x="5816" y="1525"/>
                                  <a:ext cx="1138" cy="165"/>
                                </a:xfrm>
                                <a:custGeom>
                                  <a:avLst/>
                                  <a:gdLst>
                                    <a:gd name="T0" fmla="*/ 298 w 1138"/>
                                    <a:gd name="T1" fmla="*/ 50 h 165"/>
                                    <a:gd name="T2" fmla="*/ 285 w 1138"/>
                                    <a:gd name="T3" fmla="*/ 51 h 165"/>
                                    <a:gd name="T4" fmla="*/ 275 w 1138"/>
                                    <a:gd name="T5" fmla="*/ 53 h 165"/>
                                    <a:gd name="T6" fmla="*/ 266 w 1138"/>
                                    <a:gd name="T7" fmla="*/ 57 h 165"/>
                                    <a:gd name="T8" fmla="*/ 260 w 1138"/>
                                    <a:gd name="T9" fmla="*/ 63 h 165"/>
                                    <a:gd name="T10" fmla="*/ 255 w 1138"/>
                                    <a:gd name="T11" fmla="*/ 70 h 165"/>
                                    <a:gd name="T12" fmla="*/ 251 w 1138"/>
                                    <a:gd name="T13" fmla="*/ 80 h 165"/>
                                    <a:gd name="T14" fmla="*/ 249 w 1138"/>
                                    <a:gd name="T15" fmla="*/ 92 h 165"/>
                                    <a:gd name="T16" fmla="*/ 248 w 1138"/>
                                    <a:gd name="T17" fmla="*/ 107 h 165"/>
                                    <a:gd name="T18" fmla="*/ 249 w 1138"/>
                                    <a:gd name="T19" fmla="*/ 121 h 165"/>
                                    <a:gd name="T20" fmla="*/ 251 w 1138"/>
                                    <a:gd name="T21" fmla="*/ 134 h 165"/>
                                    <a:gd name="T22" fmla="*/ 254 w 1138"/>
                                    <a:gd name="T23" fmla="*/ 144 h 165"/>
                                    <a:gd name="T24" fmla="*/ 259 w 1138"/>
                                    <a:gd name="T25" fmla="*/ 151 h 165"/>
                                    <a:gd name="T26" fmla="*/ 265 w 1138"/>
                                    <a:gd name="T27" fmla="*/ 157 h 165"/>
                                    <a:gd name="T28" fmla="*/ 274 w 1138"/>
                                    <a:gd name="T29" fmla="*/ 161 h 165"/>
                                    <a:gd name="T30" fmla="*/ 285 w 1138"/>
                                    <a:gd name="T31" fmla="*/ 164 h 165"/>
                                    <a:gd name="T32" fmla="*/ 298 w 1138"/>
                                    <a:gd name="T33" fmla="*/ 165 h 165"/>
                                    <a:gd name="T34" fmla="*/ 311 w 1138"/>
                                    <a:gd name="T35" fmla="*/ 164 h 165"/>
                                    <a:gd name="T36" fmla="*/ 322 w 1138"/>
                                    <a:gd name="T37" fmla="*/ 161 h 165"/>
                                    <a:gd name="T38" fmla="*/ 331 w 1138"/>
                                    <a:gd name="T39" fmla="*/ 157 h 165"/>
                                    <a:gd name="T40" fmla="*/ 335 w 1138"/>
                                    <a:gd name="T41" fmla="*/ 153 h 165"/>
                                    <a:gd name="T42" fmla="*/ 283 w 1138"/>
                                    <a:gd name="T43" fmla="*/ 153 h 165"/>
                                    <a:gd name="T44" fmla="*/ 274 w 1138"/>
                                    <a:gd name="T45" fmla="*/ 150 h 165"/>
                                    <a:gd name="T46" fmla="*/ 270 w 1138"/>
                                    <a:gd name="T47" fmla="*/ 143 h 165"/>
                                    <a:gd name="T48" fmla="*/ 265 w 1138"/>
                                    <a:gd name="T49" fmla="*/ 136 h 165"/>
                                    <a:gd name="T50" fmla="*/ 263 w 1138"/>
                                    <a:gd name="T51" fmla="*/ 124 h 165"/>
                                    <a:gd name="T52" fmla="*/ 263 w 1138"/>
                                    <a:gd name="T53" fmla="*/ 89 h 165"/>
                                    <a:gd name="T54" fmla="*/ 266 w 1138"/>
                                    <a:gd name="T55" fmla="*/ 77 h 165"/>
                                    <a:gd name="T56" fmla="*/ 276 w 1138"/>
                                    <a:gd name="T57" fmla="*/ 65 h 165"/>
                                    <a:gd name="T58" fmla="*/ 285 w 1138"/>
                                    <a:gd name="T59" fmla="*/ 61 h 165"/>
                                    <a:gd name="T60" fmla="*/ 335 w 1138"/>
                                    <a:gd name="T61" fmla="*/ 61 h 165"/>
                                    <a:gd name="T62" fmla="*/ 330 w 1138"/>
                                    <a:gd name="T63" fmla="*/ 57 h 165"/>
                                    <a:gd name="T64" fmla="*/ 321 w 1138"/>
                                    <a:gd name="T65" fmla="*/ 53 h 165"/>
                                    <a:gd name="T66" fmla="*/ 310 w 1138"/>
                                    <a:gd name="T67" fmla="*/ 51 h 165"/>
                                    <a:gd name="T68" fmla="*/ 298 w 1138"/>
                                    <a:gd name="T69" fmla="*/ 50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138" h="165">
                                      <a:moveTo>
                                        <a:pt x="298" y="50"/>
                                      </a:moveTo>
                                      <a:lnTo>
                                        <a:pt x="285" y="51"/>
                                      </a:lnTo>
                                      <a:lnTo>
                                        <a:pt x="275" y="53"/>
                                      </a:lnTo>
                                      <a:lnTo>
                                        <a:pt x="266" y="57"/>
                                      </a:lnTo>
                                      <a:lnTo>
                                        <a:pt x="260" y="63"/>
                                      </a:lnTo>
                                      <a:lnTo>
                                        <a:pt x="255" y="70"/>
                                      </a:lnTo>
                                      <a:lnTo>
                                        <a:pt x="251" y="80"/>
                                      </a:lnTo>
                                      <a:lnTo>
                                        <a:pt x="249" y="92"/>
                                      </a:lnTo>
                                      <a:lnTo>
                                        <a:pt x="248" y="107"/>
                                      </a:lnTo>
                                      <a:lnTo>
                                        <a:pt x="249" y="121"/>
                                      </a:lnTo>
                                      <a:lnTo>
                                        <a:pt x="251" y="134"/>
                                      </a:lnTo>
                                      <a:lnTo>
                                        <a:pt x="254" y="144"/>
                                      </a:lnTo>
                                      <a:lnTo>
                                        <a:pt x="259" y="151"/>
                                      </a:lnTo>
                                      <a:lnTo>
                                        <a:pt x="265" y="157"/>
                                      </a:lnTo>
                                      <a:lnTo>
                                        <a:pt x="274" y="161"/>
                                      </a:lnTo>
                                      <a:lnTo>
                                        <a:pt x="285" y="164"/>
                                      </a:lnTo>
                                      <a:lnTo>
                                        <a:pt x="298" y="165"/>
                                      </a:lnTo>
                                      <a:lnTo>
                                        <a:pt x="311" y="164"/>
                                      </a:lnTo>
                                      <a:lnTo>
                                        <a:pt x="322" y="161"/>
                                      </a:lnTo>
                                      <a:lnTo>
                                        <a:pt x="331" y="157"/>
                                      </a:lnTo>
                                      <a:lnTo>
                                        <a:pt x="335" y="153"/>
                                      </a:lnTo>
                                      <a:lnTo>
                                        <a:pt x="283" y="153"/>
                                      </a:lnTo>
                                      <a:lnTo>
                                        <a:pt x="274" y="150"/>
                                      </a:lnTo>
                                      <a:lnTo>
                                        <a:pt x="270" y="143"/>
                                      </a:lnTo>
                                      <a:lnTo>
                                        <a:pt x="265" y="136"/>
                                      </a:lnTo>
                                      <a:lnTo>
                                        <a:pt x="263" y="124"/>
                                      </a:lnTo>
                                      <a:lnTo>
                                        <a:pt x="263" y="89"/>
                                      </a:lnTo>
                                      <a:lnTo>
                                        <a:pt x="266" y="77"/>
                                      </a:lnTo>
                                      <a:lnTo>
                                        <a:pt x="276" y="65"/>
                                      </a:lnTo>
                                      <a:lnTo>
                                        <a:pt x="285" y="61"/>
                                      </a:lnTo>
                                      <a:lnTo>
                                        <a:pt x="335" y="61"/>
                                      </a:lnTo>
                                      <a:lnTo>
                                        <a:pt x="330" y="57"/>
                                      </a:lnTo>
                                      <a:lnTo>
                                        <a:pt x="321" y="53"/>
                                      </a:lnTo>
                                      <a:lnTo>
                                        <a:pt x="310" y="51"/>
                                      </a:lnTo>
                                      <a:lnTo>
                                        <a:pt x="298"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5" name="Freeform 234"/>
                              <wps:cNvSpPr>
                                <a:spLocks/>
                              </wps:cNvSpPr>
                              <wps:spPr bwMode="auto">
                                <a:xfrm>
                                  <a:off x="5816" y="1525"/>
                                  <a:ext cx="1138" cy="165"/>
                                </a:xfrm>
                                <a:custGeom>
                                  <a:avLst/>
                                  <a:gdLst>
                                    <a:gd name="T0" fmla="*/ 335 w 1138"/>
                                    <a:gd name="T1" fmla="*/ 61 h 165"/>
                                    <a:gd name="T2" fmla="*/ 312 w 1138"/>
                                    <a:gd name="T3" fmla="*/ 61 h 165"/>
                                    <a:gd name="T4" fmla="*/ 321 w 1138"/>
                                    <a:gd name="T5" fmla="*/ 65 h 165"/>
                                    <a:gd name="T6" fmla="*/ 331 w 1138"/>
                                    <a:gd name="T7" fmla="*/ 77 h 165"/>
                                    <a:gd name="T8" fmla="*/ 333 w 1138"/>
                                    <a:gd name="T9" fmla="*/ 89 h 165"/>
                                    <a:gd name="T10" fmla="*/ 333 w 1138"/>
                                    <a:gd name="T11" fmla="*/ 124 h 165"/>
                                    <a:gd name="T12" fmla="*/ 331 w 1138"/>
                                    <a:gd name="T13" fmla="*/ 136 h 165"/>
                                    <a:gd name="T14" fmla="*/ 322 w 1138"/>
                                    <a:gd name="T15" fmla="*/ 150 h 165"/>
                                    <a:gd name="T16" fmla="*/ 313 w 1138"/>
                                    <a:gd name="T17" fmla="*/ 153 h 165"/>
                                    <a:gd name="T18" fmla="*/ 335 w 1138"/>
                                    <a:gd name="T19" fmla="*/ 153 h 165"/>
                                    <a:gd name="T20" fmla="*/ 337 w 1138"/>
                                    <a:gd name="T21" fmla="*/ 151 h 165"/>
                                    <a:gd name="T22" fmla="*/ 342 w 1138"/>
                                    <a:gd name="T23" fmla="*/ 144 h 165"/>
                                    <a:gd name="T24" fmla="*/ 345 w 1138"/>
                                    <a:gd name="T25" fmla="*/ 134 h 165"/>
                                    <a:gd name="T26" fmla="*/ 347 w 1138"/>
                                    <a:gd name="T27" fmla="*/ 121 h 165"/>
                                    <a:gd name="T28" fmla="*/ 348 w 1138"/>
                                    <a:gd name="T29" fmla="*/ 107 h 165"/>
                                    <a:gd name="T30" fmla="*/ 347 w 1138"/>
                                    <a:gd name="T31" fmla="*/ 92 h 165"/>
                                    <a:gd name="T32" fmla="*/ 345 w 1138"/>
                                    <a:gd name="T33" fmla="*/ 80 h 165"/>
                                    <a:gd name="T34" fmla="*/ 341 w 1138"/>
                                    <a:gd name="T35" fmla="*/ 70 h 165"/>
                                    <a:gd name="T36" fmla="*/ 336 w 1138"/>
                                    <a:gd name="T37" fmla="*/ 63 h 165"/>
                                    <a:gd name="T38" fmla="*/ 335 w 1138"/>
                                    <a:gd name="T39" fmla="*/ 61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138" h="165">
                                      <a:moveTo>
                                        <a:pt x="335" y="61"/>
                                      </a:moveTo>
                                      <a:lnTo>
                                        <a:pt x="312" y="61"/>
                                      </a:lnTo>
                                      <a:lnTo>
                                        <a:pt x="321" y="65"/>
                                      </a:lnTo>
                                      <a:lnTo>
                                        <a:pt x="331" y="77"/>
                                      </a:lnTo>
                                      <a:lnTo>
                                        <a:pt x="333" y="89"/>
                                      </a:lnTo>
                                      <a:lnTo>
                                        <a:pt x="333" y="124"/>
                                      </a:lnTo>
                                      <a:lnTo>
                                        <a:pt x="331" y="136"/>
                                      </a:lnTo>
                                      <a:lnTo>
                                        <a:pt x="322" y="150"/>
                                      </a:lnTo>
                                      <a:lnTo>
                                        <a:pt x="313" y="153"/>
                                      </a:lnTo>
                                      <a:lnTo>
                                        <a:pt x="335" y="153"/>
                                      </a:lnTo>
                                      <a:lnTo>
                                        <a:pt x="337" y="151"/>
                                      </a:lnTo>
                                      <a:lnTo>
                                        <a:pt x="342" y="144"/>
                                      </a:lnTo>
                                      <a:lnTo>
                                        <a:pt x="345" y="134"/>
                                      </a:lnTo>
                                      <a:lnTo>
                                        <a:pt x="347" y="121"/>
                                      </a:lnTo>
                                      <a:lnTo>
                                        <a:pt x="348" y="107"/>
                                      </a:lnTo>
                                      <a:lnTo>
                                        <a:pt x="347" y="92"/>
                                      </a:lnTo>
                                      <a:lnTo>
                                        <a:pt x="345" y="80"/>
                                      </a:lnTo>
                                      <a:lnTo>
                                        <a:pt x="341" y="70"/>
                                      </a:lnTo>
                                      <a:lnTo>
                                        <a:pt x="336" y="63"/>
                                      </a:lnTo>
                                      <a:lnTo>
                                        <a:pt x="335" y="6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6" name="Freeform 235"/>
                              <wps:cNvSpPr>
                                <a:spLocks/>
                              </wps:cNvSpPr>
                              <wps:spPr bwMode="auto">
                                <a:xfrm>
                                  <a:off x="5816" y="1525"/>
                                  <a:ext cx="1138" cy="165"/>
                                </a:xfrm>
                                <a:custGeom>
                                  <a:avLst/>
                                  <a:gdLst>
                                    <a:gd name="T0" fmla="*/ 392 w 1138"/>
                                    <a:gd name="T1" fmla="*/ 52 h 165"/>
                                    <a:gd name="T2" fmla="*/ 378 w 1138"/>
                                    <a:gd name="T3" fmla="*/ 52 h 165"/>
                                    <a:gd name="T4" fmla="*/ 378 w 1138"/>
                                    <a:gd name="T5" fmla="*/ 162 h 165"/>
                                    <a:gd name="T6" fmla="*/ 392 w 1138"/>
                                    <a:gd name="T7" fmla="*/ 162 h 165"/>
                                    <a:gd name="T8" fmla="*/ 392 w 1138"/>
                                    <a:gd name="T9" fmla="*/ 80 h 165"/>
                                    <a:gd name="T10" fmla="*/ 398 w 1138"/>
                                    <a:gd name="T11" fmla="*/ 76 h 165"/>
                                    <a:gd name="T12" fmla="*/ 402 w 1138"/>
                                    <a:gd name="T13" fmla="*/ 74 h 165"/>
                                    <a:gd name="T14" fmla="*/ 408 w 1138"/>
                                    <a:gd name="T15" fmla="*/ 72 h 165"/>
                                    <a:gd name="T16" fmla="*/ 416 w 1138"/>
                                    <a:gd name="T17" fmla="*/ 69 h 165"/>
                                    <a:gd name="T18" fmla="*/ 419 w 1138"/>
                                    <a:gd name="T19" fmla="*/ 68 h 165"/>
                                    <a:gd name="T20" fmla="*/ 392 w 1138"/>
                                    <a:gd name="T21" fmla="*/ 68 h 165"/>
                                    <a:gd name="T22" fmla="*/ 392 w 1138"/>
                                    <a:gd name="T23" fmla="*/ 52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138" h="165">
                                      <a:moveTo>
                                        <a:pt x="392" y="52"/>
                                      </a:moveTo>
                                      <a:lnTo>
                                        <a:pt x="378" y="52"/>
                                      </a:lnTo>
                                      <a:lnTo>
                                        <a:pt x="378" y="162"/>
                                      </a:lnTo>
                                      <a:lnTo>
                                        <a:pt x="392" y="162"/>
                                      </a:lnTo>
                                      <a:lnTo>
                                        <a:pt x="392" y="80"/>
                                      </a:lnTo>
                                      <a:lnTo>
                                        <a:pt x="398" y="76"/>
                                      </a:lnTo>
                                      <a:lnTo>
                                        <a:pt x="402" y="74"/>
                                      </a:lnTo>
                                      <a:lnTo>
                                        <a:pt x="408" y="72"/>
                                      </a:lnTo>
                                      <a:lnTo>
                                        <a:pt x="416" y="69"/>
                                      </a:lnTo>
                                      <a:lnTo>
                                        <a:pt x="419" y="68"/>
                                      </a:lnTo>
                                      <a:lnTo>
                                        <a:pt x="392" y="68"/>
                                      </a:lnTo>
                                      <a:lnTo>
                                        <a:pt x="392" y="5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7" name="Freeform 236"/>
                              <wps:cNvSpPr>
                                <a:spLocks/>
                              </wps:cNvSpPr>
                              <wps:spPr bwMode="auto">
                                <a:xfrm>
                                  <a:off x="5816" y="1525"/>
                                  <a:ext cx="1138" cy="165"/>
                                </a:xfrm>
                                <a:custGeom>
                                  <a:avLst/>
                                  <a:gdLst>
                                    <a:gd name="T0" fmla="*/ 437 w 1138"/>
                                    <a:gd name="T1" fmla="*/ 50 h 165"/>
                                    <a:gd name="T2" fmla="*/ 430 w 1138"/>
                                    <a:gd name="T3" fmla="*/ 51 h 165"/>
                                    <a:gd name="T4" fmla="*/ 422 w 1138"/>
                                    <a:gd name="T5" fmla="*/ 53 h 165"/>
                                    <a:gd name="T6" fmla="*/ 413 w 1138"/>
                                    <a:gd name="T7" fmla="*/ 57 h 165"/>
                                    <a:gd name="T8" fmla="*/ 405 w 1138"/>
                                    <a:gd name="T9" fmla="*/ 60 h 165"/>
                                    <a:gd name="T10" fmla="*/ 398 w 1138"/>
                                    <a:gd name="T11" fmla="*/ 64 h 165"/>
                                    <a:gd name="T12" fmla="*/ 392 w 1138"/>
                                    <a:gd name="T13" fmla="*/ 68 h 165"/>
                                    <a:gd name="T14" fmla="*/ 419 w 1138"/>
                                    <a:gd name="T15" fmla="*/ 68 h 165"/>
                                    <a:gd name="T16" fmla="*/ 423 w 1138"/>
                                    <a:gd name="T17" fmla="*/ 66 h 165"/>
                                    <a:gd name="T18" fmla="*/ 430 w 1138"/>
                                    <a:gd name="T19" fmla="*/ 64 h 165"/>
                                    <a:gd name="T20" fmla="*/ 437 w 1138"/>
                                    <a:gd name="T21" fmla="*/ 63 h 165"/>
                                    <a:gd name="T22" fmla="*/ 437 w 1138"/>
                                    <a:gd name="T23" fmla="*/ 50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138" h="165">
                                      <a:moveTo>
                                        <a:pt x="437" y="50"/>
                                      </a:moveTo>
                                      <a:lnTo>
                                        <a:pt x="430" y="51"/>
                                      </a:lnTo>
                                      <a:lnTo>
                                        <a:pt x="422" y="53"/>
                                      </a:lnTo>
                                      <a:lnTo>
                                        <a:pt x="413" y="57"/>
                                      </a:lnTo>
                                      <a:lnTo>
                                        <a:pt x="405" y="60"/>
                                      </a:lnTo>
                                      <a:lnTo>
                                        <a:pt x="398" y="64"/>
                                      </a:lnTo>
                                      <a:lnTo>
                                        <a:pt x="392" y="68"/>
                                      </a:lnTo>
                                      <a:lnTo>
                                        <a:pt x="419" y="68"/>
                                      </a:lnTo>
                                      <a:lnTo>
                                        <a:pt x="423" y="66"/>
                                      </a:lnTo>
                                      <a:lnTo>
                                        <a:pt x="430" y="64"/>
                                      </a:lnTo>
                                      <a:lnTo>
                                        <a:pt x="437" y="63"/>
                                      </a:lnTo>
                                      <a:lnTo>
                                        <a:pt x="437"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8" name="Freeform 237"/>
                              <wps:cNvSpPr>
                                <a:spLocks/>
                              </wps:cNvSpPr>
                              <wps:spPr bwMode="auto">
                                <a:xfrm>
                                  <a:off x="5816" y="1525"/>
                                  <a:ext cx="1138" cy="165"/>
                                </a:xfrm>
                                <a:custGeom>
                                  <a:avLst/>
                                  <a:gdLst>
                                    <a:gd name="T0" fmla="*/ 471 w 1138"/>
                                    <a:gd name="T1" fmla="*/ 52 h 165"/>
                                    <a:gd name="T2" fmla="*/ 458 w 1138"/>
                                    <a:gd name="T3" fmla="*/ 52 h 165"/>
                                    <a:gd name="T4" fmla="*/ 458 w 1138"/>
                                    <a:gd name="T5" fmla="*/ 162 h 165"/>
                                    <a:gd name="T6" fmla="*/ 471 w 1138"/>
                                    <a:gd name="T7" fmla="*/ 162 h 165"/>
                                    <a:gd name="T8" fmla="*/ 471 w 1138"/>
                                    <a:gd name="T9" fmla="*/ 71 h 165"/>
                                    <a:gd name="T10" fmla="*/ 476 w 1138"/>
                                    <a:gd name="T11" fmla="*/ 69 h 165"/>
                                    <a:gd name="T12" fmla="*/ 479 w 1138"/>
                                    <a:gd name="T13" fmla="*/ 67 h 165"/>
                                    <a:gd name="T14" fmla="*/ 483 w 1138"/>
                                    <a:gd name="T15" fmla="*/ 65 h 165"/>
                                    <a:gd name="T16" fmla="*/ 495 w 1138"/>
                                    <a:gd name="T17" fmla="*/ 62 h 165"/>
                                    <a:gd name="T18" fmla="*/ 500 w 1138"/>
                                    <a:gd name="T19" fmla="*/ 62 h 165"/>
                                    <a:gd name="T20" fmla="*/ 613 w 1138"/>
                                    <a:gd name="T21" fmla="*/ 62 h 165"/>
                                    <a:gd name="T22" fmla="*/ 613 w 1138"/>
                                    <a:gd name="T23" fmla="*/ 61 h 165"/>
                                    <a:gd name="T24" fmla="*/ 538 w 1138"/>
                                    <a:gd name="T25" fmla="*/ 61 h 165"/>
                                    <a:gd name="T26" fmla="*/ 538 w 1138"/>
                                    <a:gd name="T27" fmla="*/ 60 h 165"/>
                                    <a:gd name="T28" fmla="*/ 471 w 1138"/>
                                    <a:gd name="T29" fmla="*/ 60 h 165"/>
                                    <a:gd name="T30" fmla="*/ 471 w 1138"/>
                                    <a:gd name="T31" fmla="*/ 52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138" h="165">
                                      <a:moveTo>
                                        <a:pt x="471" y="52"/>
                                      </a:moveTo>
                                      <a:lnTo>
                                        <a:pt x="458" y="52"/>
                                      </a:lnTo>
                                      <a:lnTo>
                                        <a:pt x="458" y="162"/>
                                      </a:lnTo>
                                      <a:lnTo>
                                        <a:pt x="471" y="162"/>
                                      </a:lnTo>
                                      <a:lnTo>
                                        <a:pt x="471" y="71"/>
                                      </a:lnTo>
                                      <a:lnTo>
                                        <a:pt x="476" y="69"/>
                                      </a:lnTo>
                                      <a:lnTo>
                                        <a:pt x="479" y="67"/>
                                      </a:lnTo>
                                      <a:lnTo>
                                        <a:pt x="483" y="65"/>
                                      </a:lnTo>
                                      <a:lnTo>
                                        <a:pt x="495" y="62"/>
                                      </a:lnTo>
                                      <a:lnTo>
                                        <a:pt x="500" y="62"/>
                                      </a:lnTo>
                                      <a:lnTo>
                                        <a:pt x="613" y="62"/>
                                      </a:lnTo>
                                      <a:lnTo>
                                        <a:pt x="613" y="61"/>
                                      </a:lnTo>
                                      <a:lnTo>
                                        <a:pt x="538" y="61"/>
                                      </a:lnTo>
                                      <a:lnTo>
                                        <a:pt x="538" y="60"/>
                                      </a:lnTo>
                                      <a:lnTo>
                                        <a:pt x="471" y="60"/>
                                      </a:lnTo>
                                      <a:lnTo>
                                        <a:pt x="471" y="5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9" name="Freeform 238"/>
                              <wps:cNvSpPr>
                                <a:spLocks/>
                              </wps:cNvSpPr>
                              <wps:spPr bwMode="auto">
                                <a:xfrm>
                                  <a:off x="5816" y="1525"/>
                                  <a:ext cx="1138" cy="165"/>
                                </a:xfrm>
                                <a:custGeom>
                                  <a:avLst/>
                                  <a:gdLst>
                                    <a:gd name="T0" fmla="*/ 574 w 1138"/>
                                    <a:gd name="T1" fmla="*/ 62 h 165"/>
                                    <a:gd name="T2" fmla="*/ 517 w 1138"/>
                                    <a:gd name="T3" fmla="*/ 62 h 165"/>
                                    <a:gd name="T4" fmla="*/ 524 w 1138"/>
                                    <a:gd name="T5" fmla="*/ 65 h 165"/>
                                    <a:gd name="T6" fmla="*/ 531 w 1138"/>
                                    <a:gd name="T7" fmla="*/ 76 h 165"/>
                                    <a:gd name="T8" fmla="*/ 533 w 1138"/>
                                    <a:gd name="T9" fmla="*/ 88 h 165"/>
                                    <a:gd name="T10" fmla="*/ 533 w 1138"/>
                                    <a:gd name="T11" fmla="*/ 162 h 165"/>
                                    <a:gd name="T12" fmla="*/ 547 w 1138"/>
                                    <a:gd name="T13" fmla="*/ 162 h 165"/>
                                    <a:gd name="T14" fmla="*/ 547 w 1138"/>
                                    <a:gd name="T15" fmla="*/ 88 h 165"/>
                                    <a:gd name="T16" fmla="*/ 546 w 1138"/>
                                    <a:gd name="T17" fmla="*/ 76 h 165"/>
                                    <a:gd name="T18" fmla="*/ 543 w 1138"/>
                                    <a:gd name="T19" fmla="*/ 71 h 165"/>
                                    <a:gd name="T20" fmla="*/ 548 w 1138"/>
                                    <a:gd name="T21" fmla="*/ 69 h 165"/>
                                    <a:gd name="T22" fmla="*/ 551 w 1138"/>
                                    <a:gd name="T23" fmla="*/ 67 h 165"/>
                                    <a:gd name="T24" fmla="*/ 556 w 1138"/>
                                    <a:gd name="T25" fmla="*/ 65 h 165"/>
                                    <a:gd name="T26" fmla="*/ 568 w 1138"/>
                                    <a:gd name="T27" fmla="*/ 62 h 165"/>
                                    <a:gd name="T28" fmla="*/ 574 w 1138"/>
                                    <a:gd name="T29" fmla="*/ 62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138" h="165">
                                      <a:moveTo>
                                        <a:pt x="574" y="62"/>
                                      </a:moveTo>
                                      <a:lnTo>
                                        <a:pt x="517" y="62"/>
                                      </a:lnTo>
                                      <a:lnTo>
                                        <a:pt x="524" y="65"/>
                                      </a:lnTo>
                                      <a:lnTo>
                                        <a:pt x="531" y="76"/>
                                      </a:lnTo>
                                      <a:lnTo>
                                        <a:pt x="533" y="88"/>
                                      </a:lnTo>
                                      <a:lnTo>
                                        <a:pt x="533" y="162"/>
                                      </a:lnTo>
                                      <a:lnTo>
                                        <a:pt x="547" y="162"/>
                                      </a:lnTo>
                                      <a:lnTo>
                                        <a:pt x="547" y="88"/>
                                      </a:lnTo>
                                      <a:lnTo>
                                        <a:pt x="546" y="76"/>
                                      </a:lnTo>
                                      <a:lnTo>
                                        <a:pt x="543" y="71"/>
                                      </a:lnTo>
                                      <a:lnTo>
                                        <a:pt x="548" y="69"/>
                                      </a:lnTo>
                                      <a:lnTo>
                                        <a:pt x="551" y="67"/>
                                      </a:lnTo>
                                      <a:lnTo>
                                        <a:pt x="556" y="65"/>
                                      </a:lnTo>
                                      <a:lnTo>
                                        <a:pt x="568" y="62"/>
                                      </a:lnTo>
                                      <a:lnTo>
                                        <a:pt x="574" y="6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0" name="Freeform 239"/>
                              <wps:cNvSpPr>
                                <a:spLocks/>
                              </wps:cNvSpPr>
                              <wps:spPr bwMode="auto">
                                <a:xfrm>
                                  <a:off x="5816" y="1525"/>
                                  <a:ext cx="1138" cy="165"/>
                                </a:xfrm>
                                <a:custGeom>
                                  <a:avLst/>
                                  <a:gdLst>
                                    <a:gd name="T0" fmla="*/ 613 w 1138"/>
                                    <a:gd name="T1" fmla="*/ 62 h 165"/>
                                    <a:gd name="T2" fmla="*/ 591 w 1138"/>
                                    <a:gd name="T3" fmla="*/ 62 h 165"/>
                                    <a:gd name="T4" fmla="*/ 598 w 1138"/>
                                    <a:gd name="T5" fmla="*/ 65 h 165"/>
                                    <a:gd name="T6" fmla="*/ 605 w 1138"/>
                                    <a:gd name="T7" fmla="*/ 76 h 165"/>
                                    <a:gd name="T8" fmla="*/ 607 w 1138"/>
                                    <a:gd name="T9" fmla="*/ 88 h 165"/>
                                    <a:gd name="T10" fmla="*/ 607 w 1138"/>
                                    <a:gd name="T11" fmla="*/ 162 h 165"/>
                                    <a:gd name="T12" fmla="*/ 621 w 1138"/>
                                    <a:gd name="T13" fmla="*/ 162 h 165"/>
                                    <a:gd name="T14" fmla="*/ 621 w 1138"/>
                                    <a:gd name="T15" fmla="*/ 104 h 165"/>
                                    <a:gd name="T16" fmla="*/ 620 w 1138"/>
                                    <a:gd name="T17" fmla="*/ 90 h 165"/>
                                    <a:gd name="T18" fmla="*/ 618 w 1138"/>
                                    <a:gd name="T19" fmla="*/ 78 h 165"/>
                                    <a:gd name="T20" fmla="*/ 616 w 1138"/>
                                    <a:gd name="T21" fmla="*/ 68 h 165"/>
                                    <a:gd name="T22" fmla="*/ 613 w 1138"/>
                                    <a:gd name="T23" fmla="*/ 62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138" h="165">
                                      <a:moveTo>
                                        <a:pt x="613" y="62"/>
                                      </a:moveTo>
                                      <a:lnTo>
                                        <a:pt x="591" y="62"/>
                                      </a:lnTo>
                                      <a:lnTo>
                                        <a:pt x="598" y="65"/>
                                      </a:lnTo>
                                      <a:lnTo>
                                        <a:pt x="605" y="76"/>
                                      </a:lnTo>
                                      <a:lnTo>
                                        <a:pt x="607" y="88"/>
                                      </a:lnTo>
                                      <a:lnTo>
                                        <a:pt x="607" y="162"/>
                                      </a:lnTo>
                                      <a:lnTo>
                                        <a:pt x="621" y="162"/>
                                      </a:lnTo>
                                      <a:lnTo>
                                        <a:pt x="621" y="104"/>
                                      </a:lnTo>
                                      <a:lnTo>
                                        <a:pt x="620" y="90"/>
                                      </a:lnTo>
                                      <a:lnTo>
                                        <a:pt x="618" y="78"/>
                                      </a:lnTo>
                                      <a:lnTo>
                                        <a:pt x="616" y="68"/>
                                      </a:lnTo>
                                      <a:lnTo>
                                        <a:pt x="613" y="6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1" name="Freeform 240"/>
                              <wps:cNvSpPr>
                                <a:spLocks/>
                              </wps:cNvSpPr>
                              <wps:spPr bwMode="auto">
                                <a:xfrm>
                                  <a:off x="5816" y="1525"/>
                                  <a:ext cx="1138" cy="165"/>
                                </a:xfrm>
                                <a:custGeom>
                                  <a:avLst/>
                                  <a:gdLst>
                                    <a:gd name="T0" fmla="*/ 597 w 1138"/>
                                    <a:gd name="T1" fmla="*/ 50 h 165"/>
                                    <a:gd name="T2" fmla="*/ 575 w 1138"/>
                                    <a:gd name="T3" fmla="*/ 50 h 165"/>
                                    <a:gd name="T4" fmla="*/ 567 w 1138"/>
                                    <a:gd name="T5" fmla="*/ 51 h 165"/>
                                    <a:gd name="T6" fmla="*/ 551 w 1138"/>
                                    <a:gd name="T7" fmla="*/ 55 h 165"/>
                                    <a:gd name="T8" fmla="*/ 544 w 1138"/>
                                    <a:gd name="T9" fmla="*/ 58 h 165"/>
                                    <a:gd name="T10" fmla="*/ 538 w 1138"/>
                                    <a:gd name="T11" fmla="*/ 61 h 165"/>
                                    <a:gd name="T12" fmla="*/ 613 w 1138"/>
                                    <a:gd name="T13" fmla="*/ 61 h 165"/>
                                    <a:gd name="T14" fmla="*/ 607 w 1138"/>
                                    <a:gd name="T15" fmla="*/ 53 h 165"/>
                                    <a:gd name="T16" fmla="*/ 597 w 1138"/>
                                    <a:gd name="T17" fmla="*/ 50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38" h="165">
                                      <a:moveTo>
                                        <a:pt x="597" y="50"/>
                                      </a:moveTo>
                                      <a:lnTo>
                                        <a:pt x="575" y="50"/>
                                      </a:lnTo>
                                      <a:lnTo>
                                        <a:pt x="567" y="51"/>
                                      </a:lnTo>
                                      <a:lnTo>
                                        <a:pt x="551" y="55"/>
                                      </a:lnTo>
                                      <a:lnTo>
                                        <a:pt x="544" y="58"/>
                                      </a:lnTo>
                                      <a:lnTo>
                                        <a:pt x="538" y="61"/>
                                      </a:lnTo>
                                      <a:lnTo>
                                        <a:pt x="613" y="61"/>
                                      </a:lnTo>
                                      <a:lnTo>
                                        <a:pt x="607" y="53"/>
                                      </a:lnTo>
                                      <a:lnTo>
                                        <a:pt x="597"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2" name="Freeform 241"/>
                              <wps:cNvSpPr>
                                <a:spLocks/>
                              </wps:cNvSpPr>
                              <wps:spPr bwMode="auto">
                                <a:xfrm>
                                  <a:off x="5816" y="1525"/>
                                  <a:ext cx="1138" cy="165"/>
                                </a:xfrm>
                                <a:custGeom>
                                  <a:avLst/>
                                  <a:gdLst>
                                    <a:gd name="T0" fmla="*/ 523 w 1138"/>
                                    <a:gd name="T1" fmla="*/ 50 h 165"/>
                                    <a:gd name="T2" fmla="*/ 496 w 1138"/>
                                    <a:gd name="T3" fmla="*/ 50 h 165"/>
                                    <a:gd name="T4" fmla="*/ 483 w 1138"/>
                                    <a:gd name="T5" fmla="*/ 53 h 165"/>
                                    <a:gd name="T6" fmla="*/ 471 w 1138"/>
                                    <a:gd name="T7" fmla="*/ 60 h 165"/>
                                    <a:gd name="T8" fmla="*/ 538 w 1138"/>
                                    <a:gd name="T9" fmla="*/ 60 h 165"/>
                                    <a:gd name="T10" fmla="*/ 533 w 1138"/>
                                    <a:gd name="T11" fmla="*/ 53 h 165"/>
                                    <a:gd name="T12" fmla="*/ 523 w 1138"/>
                                    <a:gd name="T13" fmla="*/ 50 h 165"/>
                                  </a:gdLst>
                                  <a:ahLst/>
                                  <a:cxnLst>
                                    <a:cxn ang="0">
                                      <a:pos x="T0" y="T1"/>
                                    </a:cxn>
                                    <a:cxn ang="0">
                                      <a:pos x="T2" y="T3"/>
                                    </a:cxn>
                                    <a:cxn ang="0">
                                      <a:pos x="T4" y="T5"/>
                                    </a:cxn>
                                    <a:cxn ang="0">
                                      <a:pos x="T6" y="T7"/>
                                    </a:cxn>
                                    <a:cxn ang="0">
                                      <a:pos x="T8" y="T9"/>
                                    </a:cxn>
                                    <a:cxn ang="0">
                                      <a:pos x="T10" y="T11"/>
                                    </a:cxn>
                                    <a:cxn ang="0">
                                      <a:pos x="T12" y="T13"/>
                                    </a:cxn>
                                  </a:cxnLst>
                                  <a:rect l="0" t="0" r="r" b="b"/>
                                  <a:pathLst>
                                    <a:path w="1138" h="165">
                                      <a:moveTo>
                                        <a:pt x="523" y="50"/>
                                      </a:moveTo>
                                      <a:lnTo>
                                        <a:pt x="496" y="50"/>
                                      </a:lnTo>
                                      <a:lnTo>
                                        <a:pt x="483" y="53"/>
                                      </a:lnTo>
                                      <a:lnTo>
                                        <a:pt x="471" y="60"/>
                                      </a:lnTo>
                                      <a:lnTo>
                                        <a:pt x="538" y="60"/>
                                      </a:lnTo>
                                      <a:lnTo>
                                        <a:pt x="533" y="53"/>
                                      </a:lnTo>
                                      <a:lnTo>
                                        <a:pt x="523"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3" name="Freeform 242"/>
                              <wps:cNvSpPr>
                                <a:spLocks/>
                              </wps:cNvSpPr>
                              <wps:spPr bwMode="auto">
                                <a:xfrm>
                                  <a:off x="5816" y="1525"/>
                                  <a:ext cx="1138" cy="165"/>
                                </a:xfrm>
                                <a:custGeom>
                                  <a:avLst/>
                                  <a:gdLst>
                                    <a:gd name="T0" fmla="*/ 730 w 1138"/>
                                    <a:gd name="T1" fmla="*/ 62 h 165"/>
                                    <a:gd name="T2" fmla="*/ 707 w 1138"/>
                                    <a:gd name="T3" fmla="*/ 62 h 165"/>
                                    <a:gd name="T4" fmla="*/ 712 w 1138"/>
                                    <a:gd name="T5" fmla="*/ 63 h 165"/>
                                    <a:gd name="T6" fmla="*/ 716 w 1138"/>
                                    <a:gd name="T7" fmla="*/ 67 h 165"/>
                                    <a:gd name="T8" fmla="*/ 720 w 1138"/>
                                    <a:gd name="T9" fmla="*/ 71 h 165"/>
                                    <a:gd name="T10" fmla="*/ 722 w 1138"/>
                                    <a:gd name="T11" fmla="*/ 76 h 165"/>
                                    <a:gd name="T12" fmla="*/ 722 w 1138"/>
                                    <a:gd name="T13" fmla="*/ 95 h 165"/>
                                    <a:gd name="T14" fmla="*/ 670 w 1138"/>
                                    <a:gd name="T15" fmla="*/ 100 h 165"/>
                                    <a:gd name="T16" fmla="*/ 661 w 1138"/>
                                    <a:gd name="T17" fmla="*/ 103 h 165"/>
                                    <a:gd name="T18" fmla="*/ 650 w 1138"/>
                                    <a:gd name="T19" fmla="*/ 113 h 165"/>
                                    <a:gd name="T20" fmla="*/ 647 w 1138"/>
                                    <a:gd name="T21" fmla="*/ 121 h 165"/>
                                    <a:gd name="T22" fmla="*/ 647 w 1138"/>
                                    <a:gd name="T23" fmla="*/ 142 h 165"/>
                                    <a:gd name="T24" fmla="*/ 650 w 1138"/>
                                    <a:gd name="T25" fmla="*/ 150 h 165"/>
                                    <a:gd name="T26" fmla="*/ 655 w 1138"/>
                                    <a:gd name="T27" fmla="*/ 156 h 165"/>
                                    <a:gd name="T28" fmla="*/ 661 w 1138"/>
                                    <a:gd name="T29" fmla="*/ 162 h 165"/>
                                    <a:gd name="T30" fmla="*/ 668 w 1138"/>
                                    <a:gd name="T31" fmla="*/ 165 h 165"/>
                                    <a:gd name="T32" fmla="*/ 679 w 1138"/>
                                    <a:gd name="T33" fmla="*/ 165 h 165"/>
                                    <a:gd name="T34" fmla="*/ 690 w 1138"/>
                                    <a:gd name="T35" fmla="*/ 164 h 165"/>
                                    <a:gd name="T36" fmla="*/ 701 w 1138"/>
                                    <a:gd name="T37" fmla="*/ 162 h 165"/>
                                    <a:gd name="T38" fmla="*/ 712 w 1138"/>
                                    <a:gd name="T39" fmla="*/ 159 h 165"/>
                                    <a:gd name="T40" fmla="*/ 723 w 1138"/>
                                    <a:gd name="T41" fmla="*/ 155 h 165"/>
                                    <a:gd name="T42" fmla="*/ 751 w 1138"/>
                                    <a:gd name="T43" fmla="*/ 155 h 165"/>
                                    <a:gd name="T44" fmla="*/ 751 w 1138"/>
                                    <a:gd name="T45" fmla="*/ 154 h 165"/>
                                    <a:gd name="T46" fmla="*/ 747 w 1138"/>
                                    <a:gd name="T47" fmla="*/ 153 h 165"/>
                                    <a:gd name="T48" fmla="*/ 668 w 1138"/>
                                    <a:gd name="T49" fmla="*/ 153 h 165"/>
                                    <a:gd name="T50" fmla="*/ 661 w 1138"/>
                                    <a:gd name="T51" fmla="*/ 146 h 165"/>
                                    <a:gd name="T52" fmla="*/ 661 w 1138"/>
                                    <a:gd name="T53" fmla="*/ 124 h 165"/>
                                    <a:gd name="T54" fmla="*/ 663 w 1138"/>
                                    <a:gd name="T55" fmla="*/ 119 h 165"/>
                                    <a:gd name="T56" fmla="*/ 666 w 1138"/>
                                    <a:gd name="T57" fmla="*/ 115 h 165"/>
                                    <a:gd name="T58" fmla="*/ 670 w 1138"/>
                                    <a:gd name="T59" fmla="*/ 112 h 165"/>
                                    <a:gd name="T60" fmla="*/ 675 w 1138"/>
                                    <a:gd name="T61" fmla="*/ 110 h 165"/>
                                    <a:gd name="T62" fmla="*/ 683 w 1138"/>
                                    <a:gd name="T63" fmla="*/ 109 h 165"/>
                                    <a:gd name="T64" fmla="*/ 722 w 1138"/>
                                    <a:gd name="T65" fmla="*/ 105 h 165"/>
                                    <a:gd name="T66" fmla="*/ 736 w 1138"/>
                                    <a:gd name="T67" fmla="*/ 105 h 165"/>
                                    <a:gd name="T68" fmla="*/ 736 w 1138"/>
                                    <a:gd name="T69" fmla="*/ 73 h 165"/>
                                    <a:gd name="T70" fmla="*/ 733 w 1138"/>
                                    <a:gd name="T71" fmla="*/ 64 h 165"/>
                                    <a:gd name="T72" fmla="*/ 730 w 1138"/>
                                    <a:gd name="T73" fmla="*/ 62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138" h="165">
                                      <a:moveTo>
                                        <a:pt x="730" y="62"/>
                                      </a:moveTo>
                                      <a:lnTo>
                                        <a:pt x="707" y="62"/>
                                      </a:lnTo>
                                      <a:lnTo>
                                        <a:pt x="712" y="63"/>
                                      </a:lnTo>
                                      <a:lnTo>
                                        <a:pt x="716" y="67"/>
                                      </a:lnTo>
                                      <a:lnTo>
                                        <a:pt x="720" y="71"/>
                                      </a:lnTo>
                                      <a:lnTo>
                                        <a:pt x="722" y="76"/>
                                      </a:lnTo>
                                      <a:lnTo>
                                        <a:pt x="722" y="95"/>
                                      </a:lnTo>
                                      <a:lnTo>
                                        <a:pt x="670" y="100"/>
                                      </a:lnTo>
                                      <a:lnTo>
                                        <a:pt x="661" y="103"/>
                                      </a:lnTo>
                                      <a:lnTo>
                                        <a:pt x="650" y="113"/>
                                      </a:lnTo>
                                      <a:lnTo>
                                        <a:pt x="647" y="121"/>
                                      </a:lnTo>
                                      <a:lnTo>
                                        <a:pt x="647" y="142"/>
                                      </a:lnTo>
                                      <a:lnTo>
                                        <a:pt x="650" y="150"/>
                                      </a:lnTo>
                                      <a:lnTo>
                                        <a:pt x="655" y="156"/>
                                      </a:lnTo>
                                      <a:lnTo>
                                        <a:pt x="661" y="162"/>
                                      </a:lnTo>
                                      <a:lnTo>
                                        <a:pt x="668" y="165"/>
                                      </a:lnTo>
                                      <a:lnTo>
                                        <a:pt x="679" y="165"/>
                                      </a:lnTo>
                                      <a:lnTo>
                                        <a:pt x="690" y="164"/>
                                      </a:lnTo>
                                      <a:lnTo>
                                        <a:pt x="701" y="162"/>
                                      </a:lnTo>
                                      <a:lnTo>
                                        <a:pt x="712" y="159"/>
                                      </a:lnTo>
                                      <a:lnTo>
                                        <a:pt x="723" y="155"/>
                                      </a:lnTo>
                                      <a:lnTo>
                                        <a:pt x="751" y="155"/>
                                      </a:lnTo>
                                      <a:lnTo>
                                        <a:pt x="751" y="154"/>
                                      </a:lnTo>
                                      <a:lnTo>
                                        <a:pt x="747" y="153"/>
                                      </a:lnTo>
                                      <a:lnTo>
                                        <a:pt x="668" y="153"/>
                                      </a:lnTo>
                                      <a:lnTo>
                                        <a:pt x="661" y="146"/>
                                      </a:lnTo>
                                      <a:lnTo>
                                        <a:pt x="661" y="124"/>
                                      </a:lnTo>
                                      <a:lnTo>
                                        <a:pt x="663" y="119"/>
                                      </a:lnTo>
                                      <a:lnTo>
                                        <a:pt x="666" y="115"/>
                                      </a:lnTo>
                                      <a:lnTo>
                                        <a:pt x="670" y="112"/>
                                      </a:lnTo>
                                      <a:lnTo>
                                        <a:pt x="675" y="110"/>
                                      </a:lnTo>
                                      <a:lnTo>
                                        <a:pt x="683" y="109"/>
                                      </a:lnTo>
                                      <a:lnTo>
                                        <a:pt x="722" y="105"/>
                                      </a:lnTo>
                                      <a:lnTo>
                                        <a:pt x="736" y="105"/>
                                      </a:lnTo>
                                      <a:lnTo>
                                        <a:pt x="736" y="73"/>
                                      </a:lnTo>
                                      <a:lnTo>
                                        <a:pt x="733" y="64"/>
                                      </a:lnTo>
                                      <a:lnTo>
                                        <a:pt x="730" y="6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4" name="Freeform 243"/>
                              <wps:cNvSpPr>
                                <a:spLocks/>
                              </wps:cNvSpPr>
                              <wps:spPr bwMode="auto">
                                <a:xfrm>
                                  <a:off x="5816" y="1525"/>
                                  <a:ext cx="1138" cy="165"/>
                                </a:xfrm>
                                <a:custGeom>
                                  <a:avLst/>
                                  <a:gdLst>
                                    <a:gd name="T0" fmla="*/ 751 w 1138"/>
                                    <a:gd name="T1" fmla="*/ 155 h 165"/>
                                    <a:gd name="T2" fmla="*/ 723 w 1138"/>
                                    <a:gd name="T3" fmla="*/ 155 h 165"/>
                                    <a:gd name="T4" fmla="*/ 729 w 1138"/>
                                    <a:gd name="T5" fmla="*/ 161 h 165"/>
                                    <a:gd name="T6" fmla="*/ 738 w 1138"/>
                                    <a:gd name="T7" fmla="*/ 164 h 165"/>
                                    <a:gd name="T8" fmla="*/ 750 w 1138"/>
                                    <a:gd name="T9" fmla="*/ 164 h 165"/>
                                    <a:gd name="T10" fmla="*/ 751 w 1138"/>
                                    <a:gd name="T11" fmla="*/ 155 h 165"/>
                                  </a:gdLst>
                                  <a:ahLst/>
                                  <a:cxnLst>
                                    <a:cxn ang="0">
                                      <a:pos x="T0" y="T1"/>
                                    </a:cxn>
                                    <a:cxn ang="0">
                                      <a:pos x="T2" y="T3"/>
                                    </a:cxn>
                                    <a:cxn ang="0">
                                      <a:pos x="T4" y="T5"/>
                                    </a:cxn>
                                    <a:cxn ang="0">
                                      <a:pos x="T6" y="T7"/>
                                    </a:cxn>
                                    <a:cxn ang="0">
                                      <a:pos x="T8" y="T9"/>
                                    </a:cxn>
                                    <a:cxn ang="0">
                                      <a:pos x="T10" y="T11"/>
                                    </a:cxn>
                                  </a:cxnLst>
                                  <a:rect l="0" t="0" r="r" b="b"/>
                                  <a:pathLst>
                                    <a:path w="1138" h="165">
                                      <a:moveTo>
                                        <a:pt x="751" y="155"/>
                                      </a:moveTo>
                                      <a:lnTo>
                                        <a:pt x="723" y="155"/>
                                      </a:lnTo>
                                      <a:lnTo>
                                        <a:pt x="729" y="161"/>
                                      </a:lnTo>
                                      <a:lnTo>
                                        <a:pt x="738" y="164"/>
                                      </a:lnTo>
                                      <a:lnTo>
                                        <a:pt x="750" y="164"/>
                                      </a:lnTo>
                                      <a:lnTo>
                                        <a:pt x="751" y="15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5" name="Freeform 244"/>
                              <wps:cNvSpPr>
                                <a:spLocks/>
                              </wps:cNvSpPr>
                              <wps:spPr bwMode="auto">
                                <a:xfrm>
                                  <a:off x="5816" y="1525"/>
                                  <a:ext cx="1138" cy="165"/>
                                </a:xfrm>
                                <a:custGeom>
                                  <a:avLst/>
                                  <a:gdLst>
                                    <a:gd name="T0" fmla="*/ 736 w 1138"/>
                                    <a:gd name="T1" fmla="*/ 105 h 165"/>
                                    <a:gd name="T2" fmla="*/ 722 w 1138"/>
                                    <a:gd name="T3" fmla="*/ 105 h 165"/>
                                    <a:gd name="T4" fmla="*/ 722 w 1138"/>
                                    <a:gd name="T5" fmla="*/ 145 h 165"/>
                                    <a:gd name="T6" fmla="*/ 712 w 1138"/>
                                    <a:gd name="T7" fmla="*/ 149 h 165"/>
                                    <a:gd name="T8" fmla="*/ 706 w 1138"/>
                                    <a:gd name="T9" fmla="*/ 150 h 165"/>
                                    <a:gd name="T10" fmla="*/ 700 w 1138"/>
                                    <a:gd name="T11" fmla="*/ 151 h 165"/>
                                    <a:gd name="T12" fmla="*/ 693 w 1138"/>
                                    <a:gd name="T13" fmla="*/ 153 h 165"/>
                                    <a:gd name="T14" fmla="*/ 687 w 1138"/>
                                    <a:gd name="T15" fmla="*/ 153 h 165"/>
                                    <a:gd name="T16" fmla="*/ 747 w 1138"/>
                                    <a:gd name="T17" fmla="*/ 153 h 165"/>
                                    <a:gd name="T18" fmla="*/ 741 w 1138"/>
                                    <a:gd name="T19" fmla="*/ 153 h 165"/>
                                    <a:gd name="T20" fmla="*/ 736 w 1138"/>
                                    <a:gd name="T21" fmla="*/ 150 h 165"/>
                                    <a:gd name="T22" fmla="*/ 736 w 1138"/>
                                    <a:gd name="T23" fmla="*/ 145 h 165"/>
                                    <a:gd name="T24" fmla="*/ 736 w 1138"/>
                                    <a:gd name="T25" fmla="*/ 105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138" h="165">
                                      <a:moveTo>
                                        <a:pt x="736" y="105"/>
                                      </a:moveTo>
                                      <a:lnTo>
                                        <a:pt x="722" y="105"/>
                                      </a:lnTo>
                                      <a:lnTo>
                                        <a:pt x="722" y="145"/>
                                      </a:lnTo>
                                      <a:lnTo>
                                        <a:pt x="712" y="149"/>
                                      </a:lnTo>
                                      <a:lnTo>
                                        <a:pt x="706" y="150"/>
                                      </a:lnTo>
                                      <a:lnTo>
                                        <a:pt x="700" y="151"/>
                                      </a:lnTo>
                                      <a:lnTo>
                                        <a:pt x="693" y="153"/>
                                      </a:lnTo>
                                      <a:lnTo>
                                        <a:pt x="687" y="153"/>
                                      </a:lnTo>
                                      <a:lnTo>
                                        <a:pt x="747" y="153"/>
                                      </a:lnTo>
                                      <a:lnTo>
                                        <a:pt x="741" y="153"/>
                                      </a:lnTo>
                                      <a:lnTo>
                                        <a:pt x="736" y="150"/>
                                      </a:lnTo>
                                      <a:lnTo>
                                        <a:pt x="736" y="145"/>
                                      </a:lnTo>
                                      <a:lnTo>
                                        <a:pt x="736" y="10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6" name="Freeform 245"/>
                              <wps:cNvSpPr>
                                <a:spLocks/>
                              </wps:cNvSpPr>
                              <wps:spPr bwMode="auto">
                                <a:xfrm>
                                  <a:off x="5816" y="1525"/>
                                  <a:ext cx="1138" cy="165"/>
                                </a:xfrm>
                                <a:custGeom>
                                  <a:avLst/>
                                  <a:gdLst>
                                    <a:gd name="T0" fmla="*/ 712 w 1138"/>
                                    <a:gd name="T1" fmla="*/ 50 h 165"/>
                                    <a:gd name="T2" fmla="*/ 698 w 1138"/>
                                    <a:gd name="T3" fmla="*/ 50 h 165"/>
                                    <a:gd name="T4" fmla="*/ 688 w 1138"/>
                                    <a:gd name="T5" fmla="*/ 50 h 165"/>
                                    <a:gd name="T6" fmla="*/ 677 w 1138"/>
                                    <a:gd name="T7" fmla="*/ 51 h 165"/>
                                    <a:gd name="T8" fmla="*/ 666 w 1138"/>
                                    <a:gd name="T9" fmla="*/ 52 h 165"/>
                                    <a:gd name="T10" fmla="*/ 653 w 1138"/>
                                    <a:gd name="T11" fmla="*/ 54 h 165"/>
                                    <a:gd name="T12" fmla="*/ 654 w 1138"/>
                                    <a:gd name="T13" fmla="*/ 65 h 165"/>
                                    <a:gd name="T14" fmla="*/ 661 w 1138"/>
                                    <a:gd name="T15" fmla="*/ 64 h 165"/>
                                    <a:gd name="T16" fmla="*/ 677 w 1138"/>
                                    <a:gd name="T17" fmla="*/ 62 h 165"/>
                                    <a:gd name="T18" fmla="*/ 690 w 1138"/>
                                    <a:gd name="T19" fmla="*/ 62 h 165"/>
                                    <a:gd name="T20" fmla="*/ 730 w 1138"/>
                                    <a:gd name="T21" fmla="*/ 62 h 165"/>
                                    <a:gd name="T22" fmla="*/ 721 w 1138"/>
                                    <a:gd name="T23" fmla="*/ 52 h 165"/>
                                    <a:gd name="T24" fmla="*/ 712 w 1138"/>
                                    <a:gd name="T25" fmla="*/ 50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138" h="165">
                                      <a:moveTo>
                                        <a:pt x="712" y="50"/>
                                      </a:moveTo>
                                      <a:lnTo>
                                        <a:pt x="698" y="50"/>
                                      </a:lnTo>
                                      <a:lnTo>
                                        <a:pt x="688" y="50"/>
                                      </a:lnTo>
                                      <a:lnTo>
                                        <a:pt x="677" y="51"/>
                                      </a:lnTo>
                                      <a:lnTo>
                                        <a:pt x="666" y="52"/>
                                      </a:lnTo>
                                      <a:lnTo>
                                        <a:pt x="653" y="54"/>
                                      </a:lnTo>
                                      <a:lnTo>
                                        <a:pt x="654" y="65"/>
                                      </a:lnTo>
                                      <a:lnTo>
                                        <a:pt x="661" y="64"/>
                                      </a:lnTo>
                                      <a:lnTo>
                                        <a:pt x="677" y="62"/>
                                      </a:lnTo>
                                      <a:lnTo>
                                        <a:pt x="690" y="62"/>
                                      </a:lnTo>
                                      <a:lnTo>
                                        <a:pt x="730" y="62"/>
                                      </a:lnTo>
                                      <a:lnTo>
                                        <a:pt x="721" y="52"/>
                                      </a:lnTo>
                                      <a:lnTo>
                                        <a:pt x="712"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7" name="Freeform 246"/>
                              <wps:cNvSpPr>
                                <a:spLocks/>
                              </wps:cNvSpPr>
                              <wps:spPr bwMode="auto">
                                <a:xfrm>
                                  <a:off x="5816" y="1525"/>
                                  <a:ext cx="1138" cy="165"/>
                                </a:xfrm>
                                <a:custGeom>
                                  <a:avLst/>
                                  <a:gdLst>
                                    <a:gd name="T0" fmla="*/ 823 w 1138"/>
                                    <a:gd name="T1" fmla="*/ 50 h 165"/>
                                    <a:gd name="T2" fmla="*/ 798 w 1138"/>
                                    <a:gd name="T3" fmla="*/ 50 h 165"/>
                                    <a:gd name="T4" fmla="*/ 786 w 1138"/>
                                    <a:gd name="T5" fmla="*/ 54 h 165"/>
                                    <a:gd name="T6" fmla="*/ 778 w 1138"/>
                                    <a:gd name="T7" fmla="*/ 62 h 165"/>
                                    <a:gd name="T8" fmla="*/ 773 w 1138"/>
                                    <a:gd name="T9" fmla="*/ 70 h 165"/>
                                    <a:gd name="T10" fmla="*/ 770 w 1138"/>
                                    <a:gd name="T11" fmla="*/ 80 h 165"/>
                                    <a:gd name="T12" fmla="*/ 768 w 1138"/>
                                    <a:gd name="T13" fmla="*/ 92 h 165"/>
                                    <a:gd name="T14" fmla="*/ 767 w 1138"/>
                                    <a:gd name="T15" fmla="*/ 107 h 165"/>
                                    <a:gd name="T16" fmla="*/ 768 w 1138"/>
                                    <a:gd name="T17" fmla="*/ 121 h 165"/>
                                    <a:gd name="T18" fmla="*/ 769 w 1138"/>
                                    <a:gd name="T19" fmla="*/ 134 h 165"/>
                                    <a:gd name="T20" fmla="*/ 773 w 1138"/>
                                    <a:gd name="T21" fmla="*/ 144 h 165"/>
                                    <a:gd name="T22" fmla="*/ 777 w 1138"/>
                                    <a:gd name="T23" fmla="*/ 151 h 165"/>
                                    <a:gd name="T24" fmla="*/ 783 w 1138"/>
                                    <a:gd name="T25" fmla="*/ 157 h 165"/>
                                    <a:gd name="T26" fmla="*/ 792 w 1138"/>
                                    <a:gd name="T27" fmla="*/ 161 h 165"/>
                                    <a:gd name="T28" fmla="*/ 803 w 1138"/>
                                    <a:gd name="T29" fmla="*/ 164 h 165"/>
                                    <a:gd name="T30" fmla="*/ 816 w 1138"/>
                                    <a:gd name="T31" fmla="*/ 165 h 165"/>
                                    <a:gd name="T32" fmla="*/ 822 w 1138"/>
                                    <a:gd name="T33" fmla="*/ 165 h 165"/>
                                    <a:gd name="T34" fmla="*/ 833 w 1138"/>
                                    <a:gd name="T35" fmla="*/ 164 h 165"/>
                                    <a:gd name="T36" fmla="*/ 847 w 1138"/>
                                    <a:gd name="T37" fmla="*/ 162 h 165"/>
                                    <a:gd name="T38" fmla="*/ 846 w 1138"/>
                                    <a:gd name="T39" fmla="*/ 152 h 165"/>
                                    <a:gd name="T40" fmla="*/ 803 w 1138"/>
                                    <a:gd name="T41" fmla="*/ 152 h 165"/>
                                    <a:gd name="T42" fmla="*/ 793 w 1138"/>
                                    <a:gd name="T43" fmla="*/ 149 h 165"/>
                                    <a:gd name="T44" fmla="*/ 788 w 1138"/>
                                    <a:gd name="T45" fmla="*/ 142 h 165"/>
                                    <a:gd name="T46" fmla="*/ 784 w 1138"/>
                                    <a:gd name="T47" fmla="*/ 136 h 165"/>
                                    <a:gd name="T48" fmla="*/ 782 w 1138"/>
                                    <a:gd name="T49" fmla="*/ 124 h 165"/>
                                    <a:gd name="T50" fmla="*/ 782 w 1138"/>
                                    <a:gd name="T51" fmla="*/ 89 h 165"/>
                                    <a:gd name="T52" fmla="*/ 784 w 1138"/>
                                    <a:gd name="T53" fmla="*/ 78 h 165"/>
                                    <a:gd name="T54" fmla="*/ 795 w 1138"/>
                                    <a:gd name="T55" fmla="*/ 65 h 165"/>
                                    <a:gd name="T56" fmla="*/ 804 w 1138"/>
                                    <a:gd name="T57" fmla="*/ 62 h 165"/>
                                    <a:gd name="T58" fmla="*/ 846 w 1138"/>
                                    <a:gd name="T59" fmla="*/ 62 h 165"/>
                                    <a:gd name="T60" fmla="*/ 847 w 1138"/>
                                    <a:gd name="T61" fmla="*/ 52 h 165"/>
                                    <a:gd name="T62" fmla="*/ 841 w 1138"/>
                                    <a:gd name="T63" fmla="*/ 52 h 165"/>
                                    <a:gd name="T64" fmla="*/ 831 w 1138"/>
                                    <a:gd name="T65" fmla="*/ 50 h 165"/>
                                    <a:gd name="T66" fmla="*/ 823 w 1138"/>
                                    <a:gd name="T67" fmla="*/ 50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138" h="165">
                                      <a:moveTo>
                                        <a:pt x="823" y="50"/>
                                      </a:moveTo>
                                      <a:lnTo>
                                        <a:pt x="798" y="50"/>
                                      </a:lnTo>
                                      <a:lnTo>
                                        <a:pt x="786" y="54"/>
                                      </a:lnTo>
                                      <a:lnTo>
                                        <a:pt x="778" y="62"/>
                                      </a:lnTo>
                                      <a:lnTo>
                                        <a:pt x="773" y="70"/>
                                      </a:lnTo>
                                      <a:lnTo>
                                        <a:pt x="770" y="80"/>
                                      </a:lnTo>
                                      <a:lnTo>
                                        <a:pt x="768" y="92"/>
                                      </a:lnTo>
                                      <a:lnTo>
                                        <a:pt x="767" y="107"/>
                                      </a:lnTo>
                                      <a:lnTo>
                                        <a:pt x="768" y="121"/>
                                      </a:lnTo>
                                      <a:lnTo>
                                        <a:pt x="769" y="134"/>
                                      </a:lnTo>
                                      <a:lnTo>
                                        <a:pt x="773" y="144"/>
                                      </a:lnTo>
                                      <a:lnTo>
                                        <a:pt x="777" y="151"/>
                                      </a:lnTo>
                                      <a:lnTo>
                                        <a:pt x="783" y="157"/>
                                      </a:lnTo>
                                      <a:lnTo>
                                        <a:pt x="792" y="161"/>
                                      </a:lnTo>
                                      <a:lnTo>
                                        <a:pt x="803" y="164"/>
                                      </a:lnTo>
                                      <a:lnTo>
                                        <a:pt x="816" y="165"/>
                                      </a:lnTo>
                                      <a:lnTo>
                                        <a:pt x="822" y="165"/>
                                      </a:lnTo>
                                      <a:lnTo>
                                        <a:pt x="833" y="164"/>
                                      </a:lnTo>
                                      <a:lnTo>
                                        <a:pt x="847" y="162"/>
                                      </a:lnTo>
                                      <a:lnTo>
                                        <a:pt x="846" y="152"/>
                                      </a:lnTo>
                                      <a:lnTo>
                                        <a:pt x="803" y="152"/>
                                      </a:lnTo>
                                      <a:lnTo>
                                        <a:pt x="793" y="149"/>
                                      </a:lnTo>
                                      <a:lnTo>
                                        <a:pt x="788" y="142"/>
                                      </a:lnTo>
                                      <a:lnTo>
                                        <a:pt x="784" y="136"/>
                                      </a:lnTo>
                                      <a:lnTo>
                                        <a:pt x="782" y="124"/>
                                      </a:lnTo>
                                      <a:lnTo>
                                        <a:pt x="782" y="89"/>
                                      </a:lnTo>
                                      <a:lnTo>
                                        <a:pt x="784" y="78"/>
                                      </a:lnTo>
                                      <a:lnTo>
                                        <a:pt x="795" y="65"/>
                                      </a:lnTo>
                                      <a:lnTo>
                                        <a:pt x="804" y="62"/>
                                      </a:lnTo>
                                      <a:lnTo>
                                        <a:pt x="846" y="62"/>
                                      </a:lnTo>
                                      <a:lnTo>
                                        <a:pt x="847" y="52"/>
                                      </a:lnTo>
                                      <a:lnTo>
                                        <a:pt x="841" y="52"/>
                                      </a:lnTo>
                                      <a:lnTo>
                                        <a:pt x="831" y="50"/>
                                      </a:lnTo>
                                      <a:lnTo>
                                        <a:pt x="823"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8" name="Freeform 247"/>
                              <wps:cNvSpPr>
                                <a:spLocks/>
                              </wps:cNvSpPr>
                              <wps:spPr bwMode="auto">
                                <a:xfrm>
                                  <a:off x="5816" y="1525"/>
                                  <a:ext cx="1138" cy="165"/>
                                </a:xfrm>
                                <a:custGeom>
                                  <a:avLst/>
                                  <a:gdLst>
                                    <a:gd name="T0" fmla="*/ 846 w 1138"/>
                                    <a:gd name="T1" fmla="*/ 150 h 165"/>
                                    <a:gd name="T2" fmla="*/ 818 w 1138"/>
                                    <a:gd name="T3" fmla="*/ 152 h 165"/>
                                    <a:gd name="T4" fmla="*/ 846 w 1138"/>
                                    <a:gd name="T5" fmla="*/ 152 h 165"/>
                                    <a:gd name="T6" fmla="*/ 846 w 1138"/>
                                    <a:gd name="T7" fmla="*/ 150 h 165"/>
                                  </a:gdLst>
                                  <a:ahLst/>
                                  <a:cxnLst>
                                    <a:cxn ang="0">
                                      <a:pos x="T0" y="T1"/>
                                    </a:cxn>
                                    <a:cxn ang="0">
                                      <a:pos x="T2" y="T3"/>
                                    </a:cxn>
                                    <a:cxn ang="0">
                                      <a:pos x="T4" y="T5"/>
                                    </a:cxn>
                                    <a:cxn ang="0">
                                      <a:pos x="T6" y="T7"/>
                                    </a:cxn>
                                  </a:cxnLst>
                                  <a:rect l="0" t="0" r="r" b="b"/>
                                  <a:pathLst>
                                    <a:path w="1138" h="165">
                                      <a:moveTo>
                                        <a:pt x="846" y="150"/>
                                      </a:moveTo>
                                      <a:lnTo>
                                        <a:pt x="818" y="152"/>
                                      </a:lnTo>
                                      <a:lnTo>
                                        <a:pt x="846" y="152"/>
                                      </a:lnTo>
                                      <a:lnTo>
                                        <a:pt x="846" y="1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9" name="Freeform 248"/>
                              <wps:cNvSpPr>
                                <a:spLocks/>
                              </wps:cNvSpPr>
                              <wps:spPr bwMode="auto">
                                <a:xfrm>
                                  <a:off x="5816" y="1525"/>
                                  <a:ext cx="1138" cy="165"/>
                                </a:xfrm>
                                <a:custGeom>
                                  <a:avLst/>
                                  <a:gdLst>
                                    <a:gd name="T0" fmla="*/ 846 w 1138"/>
                                    <a:gd name="T1" fmla="*/ 62 h 165"/>
                                    <a:gd name="T2" fmla="*/ 824 w 1138"/>
                                    <a:gd name="T3" fmla="*/ 62 h 165"/>
                                    <a:gd name="T4" fmla="*/ 833 w 1138"/>
                                    <a:gd name="T5" fmla="*/ 62 h 165"/>
                                    <a:gd name="T6" fmla="*/ 846 w 1138"/>
                                    <a:gd name="T7" fmla="*/ 64 h 165"/>
                                    <a:gd name="T8" fmla="*/ 846 w 1138"/>
                                    <a:gd name="T9" fmla="*/ 62 h 165"/>
                                  </a:gdLst>
                                  <a:ahLst/>
                                  <a:cxnLst>
                                    <a:cxn ang="0">
                                      <a:pos x="T0" y="T1"/>
                                    </a:cxn>
                                    <a:cxn ang="0">
                                      <a:pos x="T2" y="T3"/>
                                    </a:cxn>
                                    <a:cxn ang="0">
                                      <a:pos x="T4" y="T5"/>
                                    </a:cxn>
                                    <a:cxn ang="0">
                                      <a:pos x="T6" y="T7"/>
                                    </a:cxn>
                                    <a:cxn ang="0">
                                      <a:pos x="T8" y="T9"/>
                                    </a:cxn>
                                  </a:cxnLst>
                                  <a:rect l="0" t="0" r="r" b="b"/>
                                  <a:pathLst>
                                    <a:path w="1138" h="165">
                                      <a:moveTo>
                                        <a:pt x="846" y="62"/>
                                      </a:moveTo>
                                      <a:lnTo>
                                        <a:pt x="824" y="62"/>
                                      </a:lnTo>
                                      <a:lnTo>
                                        <a:pt x="833" y="62"/>
                                      </a:lnTo>
                                      <a:lnTo>
                                        <a:pt x="846" y="64"/>
                                      </a:lnTo>
                                      <a:lnTo>
                                        <a:pt x="846" y="6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0" name="Freeform 249"/>
                              <wps:cNvSpPr>
                                <a:spLocks/>
                              </wps:cNvSpPr>
                              <wps:spPr bwMode="auto">
                                <a:xfrm>
                                  <a:off x="5816" y="1525"/>
                                  <a:ext cx="1138" cy="165"/>
                                </a:xfrm>
                                <a:custGeom>
                                  <a:avLst/>
                                  <a:gdLst>
                                    <a:gd name="T0" fmla="*/ 887 w 1138"/>
                                    <a:gd name="T1" fmla="*/ 52 h 165"/>
                                    <a:gd name="T2" fmla="*/ 873 w 1138"/>
                                    <a:gd name="T3" fmla="*/ 52 h 165"/>
                                    <a:gd name="T4" fmla="*/ 873 w 1138"/>
                                    <a:gd name="T5" fmla="*/ 162 h 165"/>
                                    <a:gd name="T6" fmla="*/ 887 w 1138"/>
                                    <a:gd name="T7" fmla="*/ 162 h 165"/>
                                    <a:gd name="T8" fmla="*/ 887 w 1138"/>
                                    <a:gd name="T9" fmla="*/ 52 h 165"/>
                                  </a:gdLst>
                                  <a:ahLst/>
                                  <a:cxnLst>
                                    <a:cxn ang="0">
                                      <a:pos x="T0" y="T1"/>
                                    </a:cxn>
                                    <a:cxn ang="0">
                                      <a:pos x="T2" y="T3"/>
                                    </a:cxn>
                                    <a:cxn ang="0">
                                      <a:pos x="T4" y="T5"/>
                                    </a:cxn>
                                    <a:cxn ang="0">
                                      <a:pos x="T6" y="T7"/>
                                    </a:cxn>
                                    <a:cxn ang="0">
                                      <a:pos x="T8" y="T9"/>
                                    </a:cxn>
                                  </a:cxnLst>
                                  <a:rect l="0" t="0" r="r" b="b"/>
                                  <a:pathLst>
                                    <a:path w="1138" h="165">
                                      <a:moveTo>
                                        <a:pt x="887" y="52"/>
                                      </a:moveTo>
                                      <a:lnTo>
                                        <a:pt x="873" y="52"/>
                                      </a:lnTo>
                                      <a:lnTo>
                                        <a:pt x="873" y="162"/>
                                      </a:lnTo>
                                      <a:lnTo>
                                        <a:pt x="887" y="162"/>
                                      </a:lnTo>
                                      <a:lnTo>
                                        <a:pt x="887" y="5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1" name="Freeform 250"/>
                              <wps:cNvSpPr>
                                <a:spLocks/>
                              </wps:cNvSpPr>
                              <wps:spPr bwMode="auto">
                                <a:xfrm>
                                  <a:off x="5816" y="1525"/>
                                  <a:ext cx="1138" cy="165"/>
                                </a:xfrm>
                                <a:custGeom>
                                  <a:avLst/>
                                  <a:gdLst>
                                    <a:gd name="T0" fmla="*/ 887 w 1138"/>
                                    <a:gd name="T1" fmla="*/ 8 h 165"/>
                                    <a:gd name="T2" fmla="*/ 873 w 1138"/>
                                    <a:gd name="T3" fmla="*/ 8 h 165"/>
                                    <a:gd name="T4" fmla="*/ 873 w 1138"/>
                                    <a:gd name="T5" fmla="*/ 24 h 165"/>
                                    <a:gd name="T6" fmla="*/ 887 w 1138"/>
                                    <a:gd name="T7" fmla="*/ 24 h 165"/>
                                    <a:gd name="T8" fmla="*/ 887 w 1138"/>
                                    <a:gd name="T9" fmla="*/ 8 h 165"/>
                                  </a:gdLst>
                                  <a:ahLst/>
                                  <a:cxnLst>
                                    <a:cxn ang="0">
                                      <a:pos x="T0" y="T1"/>
                                    </a:cxn>
                                    <a:cxn ang="0">
                                      <a:pos x="T2" y="T3"/>
                                    </a:cxn>
                                    <a:cxn ang="0">
                                      <a:pos x="T4" y="T5"/>
                                    </a:cxn>
                                    <a:cxn ang="0">
                                      <a:pos x="T6" y="T7"/>
                                    </a:cxn>
                                    <a:cxn ang="0">
                                      <a:pos x="T8" y="T9"/>
                                    </a:cxn>
                                  </a:cxnLst>
                                  <a:rect l="0" t="0" r="r" b="b"/>
                                  <a:pathLst>
                                    <a:path w="1138" h="165">
                                      <a:moveTo>
                                        <a:pt x="887" y="8"/>
                                      </a:moveTo>
                                      <a:lnTo>
                                        <a:pt x="873" y="8"/>
                                      </a:lnTo>
                                      <a:lnTo>
                                        <a:pt x="873" y="24"/>
                                      </a:lnTo>
                                      <a:lnTo>
                                        <a:pt x="887" y="24"/>
                                      </a:lnTo>
                                      <a:lnTo>
                                        <a:pt x="887" y="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2" name="Freeform 251"/>
                              <wps:cNvSpPr>
                                <a:spLocks/>
                              </wps:cNvSpPr>
                              <wps:spPr bwMode="auto">
                                <a:xfrm>
                                  <a:off x="5816" y="1525"/>
                                  <a:ext cx="1138" cy="165"/>
                                </a:xfrm>
                                <a:custGeom>
                                  <a:avLst/>
                                  <a:gdLst>
                                    <a:gd name="T0" fmla="*/ 965 w 1138"/>
                                    <a:gd name="T1" fmla="*/ 50 h 165"/>
                                    <a:gd name="T2" fmla="*/ 953 w 1138"/>
                                    <a:gd name="T3" fmla="*/ 51 h 165"/>
                                    <a:gd name="T4" fmla="*/ 942 w 1138"/>
                                    <a:gd name="T5" fmla="*/ 53 h 165"/>
                                    <a:gd name="T6" fmla="*/ 933 w 1138"/>
                                    <a:gd name="T7" fmla="*/ 57 h 165"/>
                                    <a:gd name="T8" fmla="*/ 927 w 1138"/>
                                    <a:gd name="T9" fmla="*/ 63 h 165"/>
                                    <a:gd name="T10" fmla="*/ 922 w 1138"/>
                                    <a:gd name="T11" fmla="*/ 70 h 165"/>
                                    <a:gd name="T12" fmla="*/ 918 w 1138"/>
                                    <a:gd name="T13" fmla="*/ 80 h 165"/>
                                    <a:gd name="T14" fmla="*/ 916 w 1138"/>
                                    <a:gd name="T15" fmla="*/ 92 h 165"/>
                                    <a:gd name="T16" fmla="*/ 916 w 1138"/>
                                    <a:gd name="T17" fmla="*/ 107 h 165"/>
                                    <a:gd name="T18" fmla="*/ 916 w 1138"/>
                                    <a:gd name="T19" fmla="*/ 121 h 165"/>
                                    <a:gd name="T20" fmla="*/ 918 w 1138"/>
                                    <a:gd name="T21" fmla="*/ 134 h 165"/>
                                    <a:gd name="T22" fmla="*/ 922 w 1138"/>
                                    <a:gd name="T23" fmla="*/ 144 h 165"/>
                                    <a:gd name="T24" fmla="*/ 926 w 1138"/>
                                    <a:gd name="T25" fmla="*/ 151 h 165"/>
                                    <a:gd name="T26" fmla="*/ 932 w 1138"/>
                                    <a:gd name="T27" fmla="*/ 157 h 165"/>
                                    <a:gd name="T28" fmla="*/ 941 w 1138"/>
                                    <a:gd name="T29" fmla="*/ 161 h 165"/>
                                    <a:gd name="T30" fmla="*/ 952 w 1138"/>
                                    <a:gd name="T31" fmla="*/ 164 h 165"/>
                                    <a:gd name="T32" fmla="*/ 965 w 1138"/>
                                    <a:gd name="T33" fmla="*/ 165 h 165"/>
                                    <a:gd name="T34" fmla="*/ 979 w 1138"/>
                                    <a:gd name="T35" fmla="*/ 164 h 165"/>
                                    <a:gd name="T36" fmla="*/ 989 w 1138"/>
                                    <a:gd name="T37" fmla="*/ 161 h 165"/>
                                    <a:gd name="T38" fmla="*/ 998 w 1138"/>
                                    <a:gd name="T39" fmla="*/ 157 h 165"/>
                                    <a:gd name="T40" fmla="*/ 1003 w 1138"/>
                                    <a:gd name="T41" fmla="*/ 153 h 165"/>
                                    <a:gd name="T42" fmla="*/ 951 w 1138"/>
                                    <a:gd name="T43" fmla="*/ 153 h 165"/>
                                    <a:gd name="T44" fmla="*/ 941 w 1138"/>
                                    <a:gd name="T45" fmla="*/ 150 h 165"/>
                                    <a:gd name="T46" fmla="*/ 937 w 1138"/>
                                    <a:gd name="T47" fmla="*/ 143 h 165"/>
                                    <a:gd name="T48" fmla="*/ 933 w 1138"/>
                                    <a:gd name="T49" fmla="*/ 136 h 165"/>
                                    <a:gd name="T50" fmla="*/ 930 w 1138"/>
                                    <a:gd name="T51" fmla="*/ 124 h 165"/>
                                    <a:gd name="T52" fmla="*/ 930 w 1138"/>
                                    <a:gd name="T53" fmla="*/ 89 h 165"/>
                                    <a:gd name="T54" fmla="*/ 933 w 1138"/>
                                    <a:gd name="T55" fmla="*/ 77 h 165"/>
                                    <a:gd name="T56" fmla="*/ 943 w 1138"/>
                                    <a:gd name="T57" fmla="*/ 65 h 165"/>
                                    <a:gd name="T58" fmla="*/ 952 w 1138"/>
                                    <a:gd name="T59" fmla="*/ 61 h 165"/>
                                    <a:gd name="T60" fmla="*/ 1002 w 1138"/>
                                    <a:gd name="T61" fmla="*/ 61 h 165"/>
                                    <a:gd name="T62" fmla="*/ 997 w 1138"/>
                                    <a:gd name="T63" fmla="*/ 57 h 165"/>
                                    <a:gd name="T64" fmla="*/ 988 w 1138"/>
                                    <a:gd name="T65" fmla="*/ 53 h 165"/>
                                    <a:gd name="T66" fmla="*/ 978 w 1138"/>
                                    <a:gd name="T67" fmla="*/ 51 h 165"/>
                                    <a:gd name="T68" fmla="*/ 965 w 1138"/>
                                    <a:gd name="T69" fmla="*/ 50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138" h="165">
                                      <a:moveTo>
                                        <a:pt x="965" y="50"/>
                                      </a:moveTo>
                                      <a:lnTo>
                                        <a:pt x="953" y="51"/>
                                      </a:lnTo>
                                      <a:lnTo>
                                        <a:pt x="942" y="53"/>
                                      </a:lnTo>
                                      <a:lnTo>
                                        <a:pt x="933" y="57"/>
                                      </a:lnTo>
                                      <a:lnTo>
                                        <a:pt x="927" y="63"/>
                                      </a:lnTo>
                                      <a:lnTo>
                                        <a:pt x="922" y="70"/>
                                      </a:lnTo>
                                      <a:lnTo>
                                        <a:pt x="918" y="80"/>
                                      </a:lnTo>
                                      <a:lnTo>
                                        <a:pt x="916" y="92"/>
                                      </a:lnTo>
                                      <a:lnTo>
                                        <a:pt x="916" y="107"/>
                                      </a:lnTo>
                                      <a:lnTo>
                                        <a:pt x="916" y="121"/>
                                      </a:lnTo>
                                      <a:lnTo>
                                        <a:pt x="918" y="134"/>
                                      </a:lnTo>
                                      <a:lnTo>
                                        <a:pt x="922" y="144"/>
                                      </a:lnTo>
                                      <a:lnTo>
                                        <a:pt x="926" y="151"/>
                                      </a:lnTo>
                                      <a:lnTo>
                                        <a:pt x="932" y="157"/>
                                      </a:lnTo>
                                      <a:lnTo>
                                        <a:pt x="941" y="161"/>
                                      </a:lnTo>
                                      <a:lnTo>
                                        <a:pt x="952" y="164"/>
                                      </a:lnTo>
                                      <a:lnTo>
                                        <a:pt x="965" y="165"/>
                                      </a:lnTo>
                                      <a:lnTo>
                                        <a:pt x="979" y="164"/>
                                      </a:lnTo>
                                      <a:lnTo>
                                        <a:pt x="989" y="161"/>
                                      </a:lnTo>
                                      <a:lnTo>
                                        <a:pt x="998" y="157"/>
                                      </a:lnTo>
                                      <a:lnTo>
                                        <a:pt x="1003" y="153"/>
                                      </a:lnTo>
                                      <a:lnTo>
                                        <a:pt x="951" y="153"/>
                                      </a:lnTo>
                                      <a:lnTo>
                                        <a:pt x="941" y="150"/>
                                      </a:lnTo>
                                      <a:lnTo>
                                        <a:pt x="937" y="143"/>
                                      </a:lnTo>
                                      <a:lnTo>
                                        <a:pt x="933" y="136"/>
                                      </a:lnTo>
                                      <a:lnTo>
                                        <a:pt x="930" y="124"/>
                                      </a:lnTo>
                                      <a:lnTo>
                                        <a:pt x="930" y="89"/>
                                      </a:lnTo>
                                      <a:lnTo>
                                        <a:pt x="933" y="77"/>
                                      </a:lnTo>
                                      <a:lnTo>
                                        <a:pt x="943" y="65"/>
                                      </a:lnTo>
                                      <a:lnTo>
                                        <a:pt x="952" y="61"/>
                                      </a:lnTo>
                                      <a:lnTo>
                                        <a:pt x="1002" y="61"/>
                                      </a:lnTo>
                                      <a:lnTo>
                                        <a:pt x="997" y="57"/>
                                      </a:lnTo>
                                      <a:lnTo>
                                        <a:pt x="988" y="53"/>
                                      </a:lnTo>
                                      <a:lnTo>
                                        <a:pt x="978" y="51"/>
                                      </a:lnTo>
                                      <a:lnTo>
                                        <a:pt x="965"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3" name="Freeform 252"/>
                              <wps:cNvSpPr>
                                <a:spLocks/>
                              </wps:cNvSpPr>
                              <wps:spPr bwMode="auto">
                                <a:xfrm>
                                  <a:off x="5816" y="1525"/>
                                  <a:ext cx="1138" cy="165"/>
                                </a:xfrm>
                                <a:custGeom>
                                  <a:avLst/>
                                  <a:gdLst>
                                    <a:gd name="T0" fmla="*/ 1002 w 1138"/>
                                    <a:gd name="T1" fmla="*/ 61 h 165"/>
                                    <a:gd name="T2" fmla="*/ 979 w 1138"/>
                                    <a:gd name="T3" fmla="*/ 61 h 165"/>
                                    <a:gd name="T4" fmla="*/ 988 w 1138"/>
                                    <a:gd name="T5" fmla="*/ 65 h 165"/>
                                    <a:gd name="T6" fmla="*/ 998 w 1138"/>
                                    <a:gd name="T7" fmla="*/ 77 h 165"/>
                                    <a:gd name="T8" fmla="*/ 1000 w 1138"/>
                                    <a:gd name="T9" fmla="*/ 89 h 165"/>
                                    <a:gd name="T10" fmla="*/ 1000 w 1138"/>
                                    <a:gd name="T11" fmla="*/ 124 h 165"/>
                                    <a:gd name="T12" fmla="*/ 998 w 1138"/>
                                    <a:gd name="T13" fmla="*/ 136 h 165"/>
                                    <a:gd name="T14" fmla="*/ 989 w 1138"/>
                                    <a:gd name="T15" fmla="*/ 150 h 165"/>
                                    <a:gd name="T16" fmla="*/ 980 w 1138"/>
                                    <a:gd name="T17" fmla="*/ 153 h 165"/>
                                    <a:gd name="T18" fmla="*/ 1003 w 1138"/>
                                    <a:gd name="T19" fmla="*/ 153 h 165"/>
                                    <a:gd name="T20" fmla="*/ 1004 w 1138"/>
                                    <a:gd name="T21" fmla="*/ 151 h 165"/>
                                    <a:gd name="T22" fmla="*/ 1009 w 1138"/>
                                    <a:gd name="T23" fmla="*/ 144 h 165"/>
                                    <a:gd name="T24" fmla="*/ 1012 w 1138"/>
                                    <a:gd name="T25" fmla="*/ 134 h 165"/>
                                    <a:gd name="T26" fmla="*/ 1014 w 1138"/>
                                    <a:gd name="T27" fmla="*/ 121 h 165"/>
                                    <a:gd name="T28" fmla="*/ 1015 w 1138"/>
                                    <a:gd name="T29" fmla="*/ 107 h 165"/>
                                    <a:gd name="T30" fmla="*/ 1014 w 1138"/>
                                    <a:gd name="T31" fmla="*/ 92 h 165"/>
                                    <a:gd name="T32" fmla="*/ 1012 w 1138"/>
                                    <a:gd name="T33" fmla="*/ 80 h 165"/>
                                    <a:gd name="T34" fmla="*/ 1008 w 1138"/>
                                    <a:gd name="T35" fmla="*/ 70 h 165"/>
                                    <a:gd name="T36" fmla="*/ 1003 w 1138"/>
                                    <a:gd name="T37" fmla="*/ 63 h 165"/>
                                    <a:gd name="T38" fmla="*/ 1002 w 1138"/>
                                    <a:gd name="T39" fmla="*/ 61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138" h="165">
                                      <a:moveTo>
                                        <a:pt x="1002" y="61"/>
                                      </a:moveTo>
                                      <a:lnTo>
                                        <a:pt x="979" y="61"/>
                                      </a:lnTo>
                                      <a:lnTo>
                                        <a:pt x="988" y="65"/>
                                      </a:lnTo>
                                      <a:lnTo>
                                        <a:pt x="998" y="77"/>
                                      </a:lnTo>
                                      <a:lnTo>
                                        <a:pt x="1000" y="89"/>
                                      </a:lnTo>
                                      <a:lnTo>
                                        <a:pt x="1000" y="124"/>
                                      </a:lnTo>
                                      <a:lnTo>
                                        <a:pt x="998" y="136"/>
                                      </a:lnTo>
                                      <a:lnTo>
                                        <a:pt x="989" y="150"/>
                                      </a:lnTo>
                                      <a:lnTo>
                                        <a:pt x="980" y="153"/>
                                      </a:lnTo>
                                      <a:lnTo>
                                        <a:pt x="1003" y="153"/>
                                      </a:lnTo>
                                      <a:lnTo>
                                        <a:pt x="1004" y="151"/>
                                      </a:lnTo>
                                      <a:lnTo>
                                        <a:pt x="1009" y="144"/>
                                      </a:lnTo>
                                      <a:lnTo>
                                        <a:pt x="1012" y="134"/>
                                      </a:lnTo>
                                      <a:lnTo>
                                        <a:pt x="1014" y="121"/>
                                      </a:lnTo>
                                      <a:lnTo>
                                        <a:pt x="1015" y="107"/>
                                      </a:lnTo>
                                      <a:lnTo>
                                        <a:pt x="1014" y="92"/>
                                      </a:lnTo>
                                      <a:lnTo>
                                        <a:pt x="1012" y="80"/>
                                      </a:lnTo>
                                      <a:lnTo>
                                        <a:pt x="1008" y="70"/>
                                      </a:lnTo>
                                      <a:lnTo>
                                        <a:pt x="1003" y="63"/>
                                      </a:lnTo>
                                      <a:lnTo>
                                        <a:pt x="1002" y="6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4" name="Freeform 253"/>
                              <wps:cNvSpPr>
                                <a:spLocks/>
                              </wps:cNvSpPr>
                              <wps:spPr bwMode="auto">
                                <a:xfrm>
                                  <a:off x="5816" y="1525"/>
                                  <a:ext cx="1138" cy="165"/>
                                </a:xfrm>
                                <a:custGeom>
                                  <a:avLst/>
                                  <a:gdLst>
                                    <a:gd name="T0" fmla="*/ 990 w 1138"/>
                                    <a:gd name="T1" fmla="*/ 0 h 165"/>
                                    <a:gd name="T2" fmla="*/ 942 w 1138"/>
                                    <a:gd name="T3" fmla="*/ 21 h 165"/>
                                    <a:gd name="T4" fmla="*/ 946 w 1138"/>
                                    <a:gd name="T5" fmla="*/ 30 h 165"/>
                                    <a:gd name="T6" fmla="*/ 996 w 1138"/>
                                    <a:gd name="T7" fmla="*/ 11 h 165"/>
                                    <a:gd name="T8" fmla="*/ 990 w 1138"/>
                                    <a:gd name="T9" fmla="*/ 0 h 165"/>
                                  </a:gdLst>
                                  <a:ahLst/>
                                  <a:cxnLst>
                                    <a:cxn ang="0">
                                      <a:pos x="T0" y="T1"/>
                                    </a:cxn>
                                    <a:cxn ang="0">
                                      <a:pos x="T2" y="T3"/>
                                    </a:cxn>
                                    <a:cxn ang="0">
                                      <a:pos x="T4" y="T5"/>
                                    </a:cxn>
                                    <a:cxn ang="0">
                                      <a:pos x="T6" y="T7"/>
                                    </a:cxn>
                                    <a:cxn ang="0">
                                      <a:pos x="T8" y="T9"/>
                                    </a:cxn>
                                  </a:cxnLst>
                                  <a:rect l="0" t="0" r="r" b="b"/>
                                  <a:pathLst>
                                    <a:path w="1138" h="165">
                                      <a:moveTo>
                                        <a:pt x="990" y="0"/>
                                      </a:moveTo>
                                      <a:lnTo>
                                        <a:pt x="942" y="21"/>
                                      </a:lnTo>
                                      <a:lnTo>
                                        <a:pt x="946" y="30"/>
                                      </a:lnTo>
                                      <a:lnTo>
                                        <a:pt x="996" y="11"/>
                                      </a:lnTo>
                                      <a:lnTo>
                                        <a:pt x="99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5" name="Freeform 254"/>
                              <wps:cNvSpPr>
                                <a:spLocks/>
                              </wps:cNvSpPr>
                              <wps:spPr bwMode="auto">
                                <a:xfrm>
                                  <a:off x="5816" y="1525"/>
                                  <a:ext cx="1138" cy="165"/>
                                </a:xfrm>
                                <a:custGeom>
                                  <a:avLst/>
                                  <a:gdLst>
                                    <a:gd name="T0" fmla="*/ 1059 w 1138"/>
                                    <a:gd name="T1" fmla="*/ 52 h 165"/>
                                    <a:gd name="T2" fmla="*/ 1046 w 1138"/>
                                    <a:gd name="T3" fmla="*/ 52 h 165"/>
                                    <a:gd name="T4" fmla="*/ 1046 w 1138"/>
                                    <a:gd name="T5" fmla="*/ 162 h 165"/>
                                    <a:gd name="T6" fmla="*/ 1059 w 1138"/>
                                    <a:gd name="T7" fmla="*/ 162 h 165"/>
                                    <a:gd name="T8" fmla="*/ 1059 w 1138"/>
                                    <a:gd name="T9" fmla="*/ 71 h 165"/>
                                    <a:gd name="T10" fmla="*/ 1064 w 1138"/>
                                    <a:gd name="T11" fmla="*/ 69 h 165"/>
                                    <a:gd name="T12" fmla="*/ 1068 w 1138"/>
                                    <a:gd name="T13" fmla="*/ 67 h 165"/>
                                    <a:gd name="T14" fmla="*/ 1072 w 1138"/>
                                    <a:gd name="T15" fmla="*/ 65 h 165"/>
                                    <a:gd name="T16" fmla="*/ 1085 w 1138"/>
                                    <a:gd name="T17" fmla="*/ 62 h 165"/>
                                    <a:gd name="T18" fmla="*/ 1090 w 1138"/>
                                    <a:gd name="T19" fmla="*/ 62 h 165"/>
                                    <a:gd name="T20" fmla="*/ 1130 w 1138"/>
                                    <a:gd name="T21" fmla="*/ 62 h 165"/>
                                    <a:gd name="T22" fmla="*/ 1130 w 1138"/>
                                    <a:gd name="T23" fmla="*/ 61 h 165"/>
                                    <a:gd name="T24" fmla="*/ 1129 w 1138"/>
                                    <a:gd name="T25" fmla="*/ 60 h 165"/>
                                    <a:gd name="T26" fmla="*/ 1059 w 1138"/>
                                    <a:gd name="T27" fmla="*/ 60 h 165"/>
                                    <a:gd name="T28" fmla="*/ 1059 w 1138"/>
                                    <a:gd name="T29" fmla="*/ 52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138" h="165">
                                      <a:moveTo>
                                        <a:pt x="1059" y="52"/>
                                      </a:moveTo>
                                      <a:lnTo>
                                        <a:pt x="1046" y="52"/>
                                      </a:lnTo>
                                      <a:lnTo>
                                        <a:pt x="1046" y="162"/>
                                      </a:lnTo>
                                      <a:lnTo>
                                        <a:pt x="1059" y="162"/>
                                      </a:lnTo>
                                      <a:lnTo>
                                        <a:pt x="1059" y="71"/>
                                      </a:lnTo>
                                      <a:lnTo>
                                        <a:pt x="1064" y="69"/>
                                      </a:lnTo>
                                      <a:lnTo>
                                        <a:pt x="1068" y="67"/>
                                      </a:lnTo>
                                      <a:lnTo>
                                        <a:pt x="1072" y="65"/>
                                      </a:lnTo>
                                      <a:lnTo>
                                        <a:pt x="1085" y="62"/>
                                      </a:lnTo>
                                      <a:lnTo>
                                        <a:pt x="1090" y="62"/>
                                      </a:lnTo>
                                      <a:lnTo>
                                        <a:pt x="1130" y="62"/>
                                      </a:lnTo>
                                      <a:lnTo>
                                        <a:pt x="1130" y="61"/>
                                      </a:lnTo>
                                      <a:lnTo>
                                        <a:pt x="1129" y="60"/>
                                      </a:lnTo>
                                      <a:lnTo>
                                        <a:pt x="1059" y="60"/>
                                      </a:lnTo>
                                      <a:lnTo>
                                        <a:pt x="1059" y="5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6" name="Freeform 255"/>
                              <wps:cNvSpPr>
                                <a:spLocks/>
                              </wps:cNvSpPr>
                              <wps:spPr bwMode="auto">
                                <a:xfrm>
                                  <a:off x="5816" y="1525"/>
                                  <a:ext cx="1138" cy="165"/>
                                </a:xfrm>
                                <a:custGeom>
                                  <a:avLst/>
                                  <a:gdLst>
                                    <a:gd name="T0" fmla="*/ 1130 w 1138"/>
                                    <a:gd name="T1" fmla="*/ 62 h 165"/>
                                    <a:gd name="T2" fmla="*/ 1107 w 1138"/>
                                    <a:gd name="T3" fmla="*/ 62 h 165"/>
                                    <a:gd name="T4" fmla="*/ 1115 w 1138"/>
                                    <a:gd name="T5" fmla="*/ 65 h 165"/>
                                    <a:gd name="T6" fmla="*/ 1118 w 1138"/>
                                    <a:gd name="T7" fmla="*/ 70 h 165"/>
                                    <a:gd name="T8" fmla="*/ 1122 w 1138"/>
                                    <a:gd name="T9" fmla="*/ 76 h 165"/>
                                    <a:gd name="T10" fmla="*/ 1123 w 1138"/>
                                    <a:gd name="T11" fmla="*/ 88 h 165"/>
                                    <a:gd name="T12" fmla="*/ 1123 w 1138"/>
                                    <a:gd name="T13" fmla="*/ 162 h 165"/>
                                    <a:gd name="T14" fmla="*/ 1137 w 1138"/>
                                    <a:gd name="T15" fmla="*/ 162 h 165"/>
                                    <a:gd name="T16" fmla="*/ 1137 w 1138"/>
                                    <a:gd name="T17" fmla="*/ 104 h 165"/>
                                    <a:gd name="T18" fmla="*/ 1137 w 1138"/>
                                    <a:gd name="T19" fmla="*/ 90 h 165"/>
                                    <a:gd name="T20" fmla="*/ 1135 w 1138"/>
                                    <a:gd name="T21" fmla="*/ 78 h 165"/>
                                    <a:gd name="T22" fmla="*/ 1133 w 1138"/>
                                    <a:gd name="T23" fmla="*/ 68 h 165"/>
                                    <a:gd name="T24" fmla="*/ 1130 w 1138"/>
                                    <a:gd name="T25" fmla="*/ 62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138" h="165">
                                      <a:moveTo>
                                        <a:pt x="1130" y="62"/>
                                      </a:moveTo>
                                      <a:lnTo>
                                        <a:pt x="1107" y="62"/>
                                      </a:lnTo>
                                      <a:lnTo>
                                        <a:pt x="1115" y="65"/>
                                      </a:lnTo>
                                      <a:lnTo>
                                        <a:pt x="1118" y="70"/>
                                      </a:lnTo>
                                      <a:lnTo>
                                        <a:pt x="1122" y="76"/>
                                      </a:lnTo>
                                      <a:lnTo>
                                        <a:pt x="1123" y="88"/>
                                      </a:lnTo>
                                      <a:lnTo>
                                        <a:pt x="1123" y="162"/>
                                      </a:lnTo>
                                      <a:lnTo>
                                        <a:pt x="1137" y="162"/>
                                      </a:lnTo>
                                      <a:lnTo>
                                        <a:pt x="1137" y="104"/>
                                      </a:lnTo>
                                      <a:lnTo>
                                        <a:pt x="1137" y="90"/>
                                      </a:lnTo>
                                      <a:lnTo>
                                        <a:pt x="1135" y="78"/>
                                      </a:lnTo>
                                      <a:lnTo>
                                        <a:pt x="1133" y="68"/>
                                      </a:lnTo>
                                      <a:lnTo>
                                        <a:pt x="1130" y="6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7" name="Freeform 256"/>
                              <wps:cNvSpPr>
                                <a:spLocks/>
                              </wps:cNvSpPr>
                              <wps:spPr bwMode="auto">
                                <a:xfrm>
                                  <a:off x="5816" y="1525"/>
                                  <a:ext cx="1138" cy="165"/>
                                </a:xfrm>
                                <a:custGeom>
                                  <a:avLst/>
                                  <a:gdLst>
                                    <a:gd name="T0" fmla="*/ 1114 w 1138"/>
                                    <a:gd name="T1" fmla="*/ 50 h 165"/>
                                    <a:gd name="T2" fmla="*/ 1086 w 1138"/>
                                    <a:gd name="T3" fmla="*/ 50 h 165"/>
                                    <a:gd name="T4" fmla="*/ 1073 w 1138"/>
                                    <a:gd name="T5" fmla="*/ 53 h 165"/>
                                    <a:gd name="T6" fmla="*/ 1059 w 1138"/>
                                    <a:gd name="T7" fmla="*/ 60 h 165"/>
                                    <a:gd name="T8" fmla="*/ 1129 w 1138"/>
                                    <a:gd name="T9" fmla="*/ 60 h 165"/>
                                    <a:gd name="T10" fmla="*/ 1124 w 1138"/>
                                    <a:gd name="T11" fmla="*/ 53 h 165"/>
                                    <a:gd name="T12" fmla="*/ 1114 w 1138"/>
                                    <a:gd name="T13" fmla="*/ 50 h 165"/>
                                  </a:gdLst>
                                  <a:ahLst/>
                                  <a:cxnLst>
                                    <a:cxn ang="0">
                                      <a:pos x="T0" y="T1"/>
                                    </a:cxn>
                                    <a:cxn ang="0">
                                      <a:pos x="T2" y="T3"/>
                                    </a:cxn>
                                    <a:cxn ang="0">
                                      <a:pos x="T4" y="T5"/>
                                    </a:cxn>
                                    <a:cxn ang="0">
                                      <a:pos x="T6" y="T7"/>
                                    </a:cxn>
                                    <a:cxn ang="0">
                                      <a:pos x="T8" y="T9"/>
                                    </a:cxn>
                                    <a:cxn ang="0">
                                      <a:pos x="T10" y="T11"/>
                                    </a:cxn>
                                    <a:cxn ang="0">
                                      <a:pos x="T12" y="T13"/>
                                    </a:cxn>
                                  </a:cxnLst>
                                  <a:rect l="0" t="0" r="r" b="b"/>
                                  <a:pathLst>
                                    <a:path w="1138" h="165">
                                      <a:moveTo>
                                        <a:pt x="1114" y="50"/>
                                      </a:moveTo>
                                      <a:lnTo>
                                        <a:pt x="1086" y="50"/>
                                      </a:lnTo>
                                      <a:lnTo>
                                        <a:pt x="1073" y="53"/>
                                      </a:lnTo>
                                      <a:lnTo>
                                        <a:pt x="1059" y="60"/>
                                      </a:lnTo>
                                      <a:lnTo>
                                        <a:pt x="1129" y="60"/>
                                      </a:lnTo>
                                      <a:lnTo>
                                        <a:pt x="1124" y="53"/>
                                      </a:lnTo>
                                      <a:lnTo>
                                        <a:pt x="1114"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pic:pic xmlns:pic="http://schemas.openxmlformats.org/drawingml/2006/picture">
                            <pic:nvPicPr>
                              <pic:cNvPr id="418" name="Picture 25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2049" y="1305"/>
                                <a:ext cx="2800"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19" name="Picture 25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8068" y="1300"/>
                                <a:ext cx="3000"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20" name="Freeform 259"/>
                            <wps:cNvSpPr>
                              <a:spLocks/>
                            </wps:cNvSpPr>
                            <wps:spPr bwMode="auto">
                              <a:xfrm>
                                <a:off x="8520" y="399"/>
                                <a:ext cx="1995" cy="826"/>
                              </a:xfrm>
                              <a:custGeom>
                                <a:avLst/>
                                <a:gdLst>
                                  <a:gd name="T0" fmla="*/ 895 w 1995"/>
                                  <a:gd name="T1" fmla="*/ 2 h 826"/>
                                  <a:gd name="T2" fmla="*/ 700 w 1995"/>
                                  <a:gd name="T3" fmla="*/ 18 h 826"/>
                                  <a:gd name="T4" fmla="*/ 521 w 1995"/>
                                  <a:gd name="T5" fmla="*/ 49 h 826"/>
                                  <a:gd name="T6" fmla="*/ 362 w 1995"/>
                                  <a:gd name="T7" fmla="*/ 94 h 826"/>
                                  <a:gd name="T8" fmla="*/ 227 w 1995"/>
                                  <a:gd name="T9" fmla="*/ 150 h 826"/>
                                  <a:gd name="T10" fmla="*/ 120 w 1995"/>
                                  <a:gd name="T11" fmla="*/ 216 h 826"/>
                                  <a:gd name="T12" fmla="*/ 44 w 1995"/>
                                  <a:gd name="T13" fmla="*/ 290 h 826"/>
                                  <a:gd name="T14" fmla="*/ 5 w 1995"/>
                                  <a:gd name="T15" fmla="*/ 370 h 826"/>
                                  <a:gd name="T16" fmla="*/ 5 w 1995"/>
                                  <a:gd name="T17" fmla="*/ 454 h 826"/>
                                  <a:gd name="T18" fmla="*/ 44 w 1995"/>
                                  <a:gd name="T19" fmla="*/ 535 h 826"/>
                                  <a:gd name="T20" fmla="*/ 120 w 1995"/>
                                  <a:gd name="T21" fmla="*/ 609 h 826"/>
                                  <a:gd name="T22" fmla="*/ 227 w 1995"/>
                                  <a:gd name="T23" fmla="*/ 675 h 826"/>
                                  <a:gd name="T24" fmla="*/ 362 w 1995"/>
                                  <a:gd name="T25" fmla="*/ 731 h 826"/>
                                  <a:gd name="T26" fmla="*/ 521 w 1995"/>
                                  <a:gd name="T27" fmla="*/ 775 h 826"/>
                                  <a:gd name="T28" fmla="*/ 700 w 1995"/>
                                  <a:gd name="T29" fmla="*/ 806 h 826"/>
                                  <a:gd name="T30" fmla="*/ 895 w 1995"/>
                                  <a:gd name="T31" fmla="*/ 823 h 826"/>
                                  <a:gd name="T32" fmla="*/ 1099 w 1995"/>
                                  <a:gd name="T33" fmla="*/ 823 h 826"/>
                                  <a:gd name="T34" fmla="*/ 1293 w 1995"/>
                                  <a:gd name="T35" fmla="*/ 806 h 826"/>
                                  <a:gd name="T36" fmla="*/ 1472 w 1995"/>
                                  <a:gd name="T37" fmla="*/ 775 h 826"/>
                                  <a:gd name="T38" fmla="*/ 1631 w 1995"/>
                                  <a:gd name="T39" fmla="*/ 731 h 826"/>
                                  <a:gd name="T40" fmla="*/ 1766 w 1995"/>
                                  <a:gd name="T41" fmla="*/ 675 h 826"/>
                                  <a:gd name="T42" fmla="*/ 1874 w 1995"/>
                                  <a:gd name="T43" fmla="*/ 609 h 826"/>
                                  <a:gd name="T44" fmla="*/ 1949 w 1995"/>
                                  <a:gd name="T45" fmla="*/ 535 h 826"/>
                                  <a:gd name="T46" fmla="*/ 1989 w 1995"/>
                                  <a:gd name="T47" fmla="*/ 454 h 826"/>
                                  <a:gd name="T48" fmla="*/ 1989 w 1995"/>
                                  <a:gd name="T49" fmla="*/ 370 h 826"/>
                                  <a:gd name="T50" fmla="*/ 1949 w 1995"/>
                                  <a:gd name="T51" fmla="*/ 290 h 826"/>
                                  <a:gd name="T52" fmla="*/ 1874 w 1995"/>
                                  <a:gd name="T53" fmla="*/ 216 h 826"/>
                                  <a:gd name="T54" fmla="*/ 1766 w 1995"/>
                                  <a:gd name="T55" fmla="*/ 150 h 826"/>
                                  <a:gd name="T56" fmla="*/ 1631 w 1995"/>
                                  <a:gd name="T57" fmla="*/ 94 h 826"/>
                                  <a:gd name="T58" fmla="*/ 1472 w 1995"/>
                                  <a:gd name="T59" fmla="*/ 49 h 826"/>
                                  <a:gd name="T60" fmla="*/ 1293 w 1995"/>
                                  <a:gd name="T61" fmla="*/ 18 h 826"/>
                                  <a:gd name="T62" fmla="*/ 1099 w 1995"/>
                                  <a:gd name="T63" fmla="*/ 2 h 8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995" h="826">
                                    <a:moveTo>
                                      <a:pt x="997" y="0"/>
                                    </a:moveTo>
                                    <a:lnTo>
                                      <a:pt x="895" y="2"/>
                                    </a:lnTo>
                                    <a:lnTo>
                                      <a:pt x="796" y="8"/>
                                    </a:lnTo>
                                    <a:lnTo>
                                      <a:pt x="700" y="18"/>
                                    </a:lnTo>
                                    <a:lnTo>
                                      <a:pt x="609" y="32"/>
                                    </a:lnTo>
                                    <a:lnTo>
                                      <a:pt x="521" y="49"/>
                                    </a:lnTo>
                                    <a:lnTo>
                                      <a:pt x="439" y="70"/>
                                    </a:lnTo>
                                    <a:lnTo>
                                      <a:pt x="362" y="94"/>
                                    </a:lnTo>
                                    <a:lnTo>
                                      <a:pt x="292" y="120"/>
                                    </a:lnTo>
                                    <a:lnTo>
                                      <a:pt x="227" y="150"/>
                                    </a:lnTo>
                                    <a:lnTo>
                                      <a:pt x="170" y="181"/>
                                    </a:lnTo>
                                    <a:lnTo>
                                      <a:pt x="120" y="216"/>
                                    </a:lnTo>
                                    <a:lnTo>
                                      <a:pt x="78" y="252"/>
                                    </a:lnTo>
                                    <a:lnTo>
                                      <a:pt x="44" y="290"/>
                                    </a:lnTo>
                                    <a:lnTo>
                                      <a:pt x="20" y="329"/>
                                    </a:lnTo>
                                    <a:lnTo>
                                      <a:pt x="5" y="370"/>
                                    </a:lnTo>
                                    <a:lnTo>
                                      <a:pt x="0" y="412"/>
                                    </a:lnTo>
                                    <a:lnTo>
                                      <a:pt x="5" y="454"/>
                                    </a:lnTo>
                                    <a:lnTo>
                                      <a:pt x="20" y="495"/>
                                    </a:lnTo>
                                    <a:lnTo>
                                      <a:pt x="44" y="535"/>
                                    </a:lnTo>
                                    <a:lnTo>
                                      <a:pt x="78" y="573"/>
                                    </a:lnTo>
                                    <a:lnTo>
                                      <a:pt x="120" y="609"/>
                                    </a:lnTo>
                                    <a:lnTo>
                                      <a:pt x="170" y="643"/>
                                    </a:lnTo>
                                    <a:lnTo>
                                      <a:pt x="227" y="675"/>
                                    </a:lnTo>
                                    <a:lnTo>
                                      <a:pt x="292" y="704"/>
                                    </a:lnTo>
                                    <a:lnTo>
                                      <a:pt x="362" y="731"/>
                                    </a:lnTo>
                                    <a:lnTo>
                                      <a:pt x="439" y="754"/>
                                    </a:lnTo>
                                    <a:lnTo>
                                      <a:pt x="521" y="775"/>
                                    </a:lnTo>
                                    <a:lnTo>
                                      <a:pt x="609" y="792"/>
                                    </a:lnTo>
                                    <a:lnTo>
                                      <a:pt x="700" y="806"/>
                                    </a:lnTo>
                                    <a:lnTo>
                                      <a:pt x="796" y="817"/>
                                    </a:lnTo>
                                    <a:lnTo>
                                      <a:pt x="895" y="823"/>
                                    </a:lnTo>
                                    <a:lnTo>
                                      <a:pt x="997" y="825"/>
                                    </a:lnTo>
                                    <a:lnTo>
                                      <a:pt x="1099" y="823"/>
                                    </a:lnTo>
                                    <a:lnTo>
                                      <a:pt x="1198" y="817"/>
                                    </a:lnTo>
                                    <a:lnTo>
                                      <a:pt x="1293" y="806"/>
                                    </a:lnTo>
                                    <a:lnTo>
                                      <a:pt x="1385" y="792"/>
                                    </a:lnTo>
                                    <a:lnTo>
                                      <a:pt x="1472" y="775"/>
                                    </a:lnTo>
                                    <a:lnTo>
                                      <a:pt x="1554" y="754"/>
                                    </a:lnTo>
                                    <a:lnTo>
                                      <a:pt x="1631" y="731"/>
                                    </a:lnTo>
                                    <a:lnTo>
                                      <a:pt x="1702" y="704"/>
                                    </a:lnTo>
                                    <a:lnTo>
                                      <a:pt x="1766" y="675"/>
                                    </a:lnTo>
                                    <a:lnTo>
                                      <a:pt x="1824" y="643"/>
                                    </a:lnTo>
                                    <a:lnTo>
                                      <a:pt x="1874" y="609"/>
                                    </a:lnTo>
                                    <a:lnTo>
                                      <a:pt x="1916" y="573"/>
                                    </a:lnTo>
                                    <a:lnTo>
                                      <a:pt x="1949" y="535"/>
                                    </a:lnTo>
                                    <a:lnTo>
                                      <a:pt x="1974" y="495"/>
                                    </a:lnTo>
                                    <a:lnTo>
                                      <a:pt x="1989" y="454"/>
                                    </a:lnTo>
                                    <a:lnTo>
                                      <a:pt x="1994" y="412"/>
                                    </a:lnTo>
                                    <a:lnTo>
                                      <a:pt x="1989" y="370"/>
                                    </a:lnTo>
                                    <a:lnTo>
                                      <a:pt x="1974" y="329"/>
                                    </a:lnTo>
                                    <a:lnTo>
                                      <a:pt x="1949" y="290"/>
                                    </a:lnTo>
                                    <a:lnTo>
                                      <a:pt x="1916" y="252"/>
                                    </a:lnTo>
                                    <a:lnTo>
                                      <a:pt x="1874" y="216"/>
                                    </a:lnTo>
                                    <a:lnTo>
                                      <a:pt x="1824" y="181"/>
                                    </a:lnTo>
                                    <a:lnTo>
                                      <a:pt x="1766" y="150"/>
                                    </a:lnTo>
                                    <a:lnTo>
                                      <a:pt x="1702" y="120"/>
                                    </a:lnTo>
                                    <a:lnTo>
                                      <a:pt x="1631" y="94"/>
                                    </a:lnTo>
                                    <a:lnTo>
                                      <a:pt x="1554" y="70"/>
                                    </a:lnTo>
                                    <a:lnTo>
                                      <a:pt x="1472" y="49"/>
                                    </a:lnTo>
                                    <a:lnTo>
                                      <a:pt x="1385" y="32"/>
                                    </a:lnTo>
                                    <a:lnTo>
                                      <a:pt x="1293" y="18"/>
                                    </a:lnTo>
                                    <a:lnTo>
                                      <a:pt x="1198" y="8"/>
                                    </a:lnTo>
                                    <a:lnTo>
                                      <a:pt x="1099" y="2"/>
                                    </a:lnTo>
                                    <a:lnTo>
                                      <a:pt x="997" y="0"/>
                                    </a:lnTo>
                                    <a:close/>
                                  </a:path>
                                </a:pathLst>
                              </a:custGeom>
                              <a:solidFill>
                                <a:srgbClr val="006F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1" name="Freeform 260"/>
                            <wps:cNvSpPr>
                              <a:spLocks/>
                            </wps:cNvSpPr>
                            <wps:spPr bwMode="auto">
                              <a:xfrm>
                                <a:off x="8520" y="399"/>
                                <a:ext cx="1995" cy="826"/>
                              </a:xfrm>
                              <a:custGeom>
                                <a:avLst/>
                                <a:gdLst>
                                  <a:gd name="T0" fmla="*/ 5 w 1995"/>
                                  <a:gd name="T1" fmla="*/ 370 h 826"/>
                                  <a:gd name="T2" fmla="*/ 44 w 1995"/>
                                  <a:gd name="T3" fmla="*/ 290 h 826"/>
                                  <a:gd name="T4" fmla="*/ 120 w 1995"/>
                                  <a:gd name="T5" fmla="*/ 216 h 826"/>
                                  <a:gd name="T6" fmla="*/ 227 w 1995"/>
                                  <a:gd name="T7" fmla="*/ 150 h 826"/>
                                  <a:gd name="T8" fmla="*/ 362 w 1995"/>
                                  <a:gd name="T9" fmla="*/ 94 h 826"/>
                                  <a:gd name="T10" fmla="*/ 521 w 1995"/>
                                  <a:gd name="T11" fmla="*/ 49 h 826"/>
                                  <a:gd name="T12" fmla="*/ 700 w 1995"/>
                                  <a:gd name="T13" fmla="*/ 18 h 826"/>
                                  <a:gd name="T14" fmla="*/ 895 w 1995"/>
                                  <a:gd name="T15" fmla="*/ 2 h 826"/>
                                  <a:gd name="T16" fmla="*/ 1099 w 1995"/>
                                  <a:gd name="T17" fmla="*/ 2 h 826"/>
                                  <a:gd name="T18" fmla="*/ 1293 w 1995"/>
                                  <a:gd name="T19" fmla="*/ 18 h 826"/>
                                  <a:gd name="T20" fmla="*/ 1472 w 1995"/>
                                  <a:gd name="T21" fmla="*/ 49 h 826"/>
                                  <a:gd name="T22" fmla="*/ 1631 w 1995"/>
                                  <a:gd name="T23" fmla="*/ 94 h 826"/>
                                  <a:gd name="T24" fmla="*/ 1766 w 1995"/>
                                  <a:gd name="T25" fmla="*/ 150 h 826"/>
                                  <a:gd name="T26" fmla="*/ 1874 w 1995"/>
                                  <a:gd name="T27" fmla="*/ 216 h 826"/>
                                  <a:gd name="T28" fmla="*/ 1949 w 1995"/>
                                  <a:gd name="T29" fmla="*/ 290 h 826"/>
                                  <a:gd name="T30" fmla="*/ 1989 w 1995"/>
                                  <a:gd name="T31" fmla="*/ 370 h 826"/>
                                  <a:gd name="T32" fmla="*/ 1989 w 1995"/>
                                  <a:gd name="T33" fmla="*/ 454 h 826"/>
                                  <a:gd name="T34" fmla="*/ 1949 w 1995"/>
                                  <a:gd name="T35" fmla="*/ 535 h 826"/>
                                  <a:gd name="T36" fmla="*/ 1874 w 1995"/>
                                  <a:gd name="T37" fmla="*/ 609 h 826"/>
                                  <a:gd name="T38" fmla="*/ 1766 w 1995"/>
                                  <a:gd name="T39" fmla="*/ 675 h 826"/>
                                  <a:gd name="T40" fmla="*/ 1631 w 1995"/>
                                  <a:gd name="T41" fmla="*/ 731 h 826"/>
                                  <a:gd name="T42" fmla="*/ 1472 w 1995"/>
                                  <a:gd name="T43" fmla="*/ 775 h 826"/>
                                  <a:gd name="T44" fmla="*/ 1293 w 1995"/>
                                  <a:gd name="T45" fmla="*/ 806 h 826"/>
                                  <a:gd name="T46" fmla="*/ 1099 w 1995"/>
                                  <a:gd name="T47" fmla="*/ 823 h 826"/>
                                  <a:gd name="T48" fmla="*/ 895 w 1995"/>
                                  <a:gd name="T49" fmla="*/ 823 h 826"/>
                                  <a:gd name="T50" fmla="*/ 700 w 1995"/>
                                  <a:gd name="T51" fmla="*/ 806 h 826"/>
                                  <a:gd name="T52" fmla="*/ 521 w 1995"/>
                                  <a:gd name="T53" fmla="*/ 775 h 826"/>
                                  <a:gd name="T54" fmla="*/ 362 w 1995"/>
                                  <a:gd name="T55" fmla="*/ 731 h 826"/>
                                  <a:gd name="T56" fmla="*/ 227 w 1995"/>
                                  <a:gd name="T57" fmla="*/ 675 h 826"/>
                                  <a:gd name="T58" fmla="*/ 120 w 1995"/>
                                  <a:gd name="T59" fmla="*/ 609 h 826"/>
                                  <a:gd name="T60" fmla="*/ 44 w 1995"/>
                                  <a:gd name="T61" fmla="*/ 535 h 826"/>
                                  <a:gd name="T62" fmla="*/ 5 w 1995"/>
                                  <a:gd name="T63" fmla="*/ 454 h 8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995" h="826">
                                    <a:moveTo>
                                      <a:pt x="0" y="412"/>
                                    </a:moveTo>
                                    <a:lnTo>
                                      <a:pt x="5" y="370"/>
                                    </a:lnTo>
                                    <a:lnTo>
                                      <a:pt x="20" y="329"/>
                                    </a:lnTo>
                                    <a:lnTo>
                                      <a:pt x="44" y="290"/>
                                    </a:lnTo>
                                    <a:lnTo>
                                      <a:pt x="78" y="252"/>
                                    </a:lnTo>
                                    <a:lnTo>
                                      <a:pt x="120" y="216"/>
                                    </a:lnTo>
                                    <a:lnTo>
                                      <a:pt x="170" y="181"/>
                                    </a:lnTo>
                                    <a:lnTo>
                                      <a:pt x="227" y="150"/>
                                    </a:lnTo>
                                    <a:lnTo>
                                      <a:pt x="292" y="120"/>
                                    </a:lnTo>
                                    <a:lnTo>
                                      <a:pt x="362" y="94"/>
                                    </a:lnTo>
                                    <a:lnTo>
                                      <a:pt x="439" y="70"/>
                                    </a:lnTo>
                                    <a:lnTo>
                                      <a:pt x="521" y="49"/>
                                    </a:lnTo>
                                    <a:lnTo>
                                      <a:pt x="609" y="32"/>
                                    </a:lnTo>
                                    <a:lnTo>
                                      <a:pt x="700" y="18"/>
                                    </a:lnTo>
                                    <a:lnTo>
                                      <a:pt x="796" y="8"/>
                                    </a:lnTo>
                                    <a:lnTo>
                                      <a:pt x="895" y="2"/>
                                    </a:lnTo>
                                    <a:lnTo>
                                      <a:pt x="997" y="0"/>
                                    </a:lnTo>
                                    <a:lnTo>
                                      <a:pt x="1099" y="2"/>
                                    </a:lnTo>
                                    <a:lnTo>
                                      <a:pt x="1198" y="8"/>
                                    </a:lnTo>
                                    <a:lnTo>
                                      <a:pt x="1293" y="18"/>
                                    </a:lnTo>
                                    <a:lnTo>
                                      <a:pt x="1385" y="32"/>
                                    </a:lnTo>
                                    <a:lnTo>
                                      <a:pt x="1472" y="49"/>
                                    </a:lnTo>
                                    <a:lnTo>
                                      <a:pt x="1554" y="70"/>
                                    </a:lnTo>
                                    <a:lnTo>
                                      <a:pt x="1631" y="94"/>
                                    </a:lnTo>
                                    <a:lnTo>
                                      <a:pt x="1702" y="120"/>
                                    </a:lnTo>
                                    <a:lnTo>
                                      <a:pt x="1766" y="150"/>
                                    </a:lnTo>
                                    <a:lnTo>
                                      <a:pt x="1824" y="181"/>
                                    </a:lnTo>
                                    <a:lnTo>
                                      <a:pt x="1874" y="216"/>
                                    </a:lnTo>
                                    <a:lnTo>
                                      <a:pt x="1916" y="252"/>
                                    </a:lnTo>
                                    <a:lnTo>
                                      <a:pt x="1949" y="290"/>
                                    </a:lnTo>
                                    <a:lnTo>
                                      <a:pt x="1974" y="329"/>
                                    </a:lnTo>
                                    <a:lnTo>
                                      <a:pt x="1989" y="370"/>
                                    </a:lnTo>
                                    <a:lnTo>
                                      <a:pt x="1994" y="412"/>
                                    </a:lnTo>
                                    <a:lnTo>
                                      <a:pt x="1989" y="454"/>
                                    </a:lnTo>
                                    <a:lnTo>
                                      <a:pt x="1974" y="495"/>
                                    </a:lnTo>
                                    <a:lnTo>
                                      <a:pt x="1949" y="535"/>
                                    </a:lnTo>
                                    <a:lnTo>
                                      <a:pt x="1916" y="573"/>
                                    </a:lnTo>
                                    <a:lnTo>
                                      <a:pt x="1874" y="609"/>
                                    </a:lnTo>
                                    <a:lnTo>
                                      <a:pt x="1824" y="643"/>
                                    </a:lnTo>
                                    <a:lnTo>
                                      <a:pt x="1766" y="675"/>
                                    </a:lnTo>
                                    <a:lnTo>
                                      <a:pt x="1702" y="704"/>
                                    </a:lnTo>
                                    <a:lnTo>
                                      <a:pt x="1631" y="731"/>
                                    </a:lnTo>
                                    <a:lnTo>
                                      <a:pt x="1554" y="754"/>
                                    </a:lnTo>
                                    <a:lnTo>
                                      <a:pt x="1472" y="775"/>
                                    </a:lnTo>
                                    <a:lnTo>
                                      <a:pt x="1385" y="792"/>
                                    </a:lnTo>
                                    <a:lnTo>
                                      <a:pt x="1293" y="806"/>
                                    </a:lnTo>
                                    <a:lnTo>
                                      <a:pt x="1198" y="817"/>
                                    </a:lnTo>
                                    <a:lnTo>
                                      <a:pt x="1099" y="823"/>
                                    </a:lnTo>
                                    <a:lnTo>
                                      <a:pt x="997" y="825"/>
                                    </a:lnTo>
                                    <a:lnTo>
                                      <a:pt x="895" y="823"/>
                                    </a:lnTo>
                                    <a:lnTo>
                                      <a:pt x="796" y="817"/>
                                    </a:lnTo>
                                    <a:lnTo>
                                      <a:pt x="700" y="806"/>
                                    </a:lnTo>
                                    <a:lnTo>
                                      <a:pt x="609" y="792"/>
                                    </a:lnTo>
                                    <a:lnTo>
                                      <a:pt x="521" y="775"/>
                                    </a:lnTo>
                                    <a:lnTo>
                                      <a:pt x="439" y="754"/>
                                    </a:lnTo>
                                    <a:lnTo>
                                      <a:pt x="362" y="731"/>
                                    </a:lnTo>
                                    <a:lnTo>
                                      <a:pt x="292" y="704"/>
                                    </a:lnTo>
                                    <a:lnTo>
                                      <a:pt x="227" y="675"/>
                                    </a:lnTo>
                                    <a:lnTo>
                                      <a:pt x="170" y="643"/>
                                    </a:lnTo>
                                    <a:lnTo>
                                      <a:pt x="120" y="609"/>
                                    </a:lnTo>
                                    <a:lnTo>
                                      <a:pt x="78" y="573"/>
                                    </a:lnTo>
                                    <a:lnTo>
                                      <a:pt x="44" y="535"/>
                                    </a:lnTo>
                                    <a:lnTo>
                                      <a:pt x="20" y="495"/>
                                    </a:lnTo>
                                    <a:lnTo>
                                      <a:pt x="5" y="454"/>
                                    </a:lnTo>
                                    <a:lnTo>
                                      <a:pt x="0" y="412"/>
                                    </a:lnTo>
                                    <a:close/>
                                  </a:path>
                                </a:pathLst>
                              </a:custGeom>
                              <a:noFill/>
                              <a:ln w="25908">
                                <a:solidFill>
                                  <a:srgbClr val="006DC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422" name="Group 261"/>
                            <wpg:cNvGrpSpPr>
                              <a:grpSpLocks/>
                            </wpg:cNvGrpSpPr>
                            <wpg:grpSpPr bwMode="auto">
                              <a:xfrm>
                                <a:off x="9008" y="792"/>
                                <a:ext cx="1073" cy="234"/>
                                <a:chOff x="9008" y="792"/>
                                <a:chExt cx="1073" cy="234"/>
                              </a:xfrm>
                            </wpg:grpSpPr>
                            <wps:wsp>
                              <wps:cNvPr id="423" name="Freeform 262"/>
                              <wps:cNvSpPr>
                                <a:spLocks/>
                              </wps:cNvSpPr>
                              <wps:spPr bwMode="auto">
                                <a:xfrm>
                                  <a:off x="9008" y="792"/>
                                  <a:ext cx="1073" cy="234"/>
                                </a:xfrm>
                                <a:custGeom>
                                  <a:avLst/>
                                  <a:gdLst>
                                    <a:gd name="T0" fmla="*/ 74 w 1073"/>
                                    <a:gd name="T1" fmla="*/ 0 h 234"/>
                                    <a:gd name="T2" fmla="*/ 0 w 1073"/>
                                    <a:gd name="T3" fmla="*/ 0 h 234"/>
                                    <a:gd name="T4" fmla="*/ 0 w 1073"/>
                                    <a:gd name="T5" fmla="*/ 195 h 234"/>
                                    <a:gd name="T6" fmla="*/ 18 w 1073"/>
                                    <a:gd name="T7" fmla="*/ 195 h 234"/>
                                    <a:gd name="T8" fmla="*/ 18 w 1073"/>
                                    <a:gd name="T9" fmla="*/ 118 h 234"/>
                                    <a:gd name="T10" fmla="*/ 100 w 1073"/>
                                    <a:gd name="T11" fmla="*/ 118 h 234"/>
                                    <a:gd name="T12" fmla="*/ 98 w 1073"/>
                                    <a:gd name="T13" fmla="*/ 114 h 234"/>
                                    <a:gd name="T14" fmla="*/ 115 w 1073"/>
                                    <a:gd name="T15" fmla="*/ 107 h 234"/>
                                    <a:gd name="T16" fmla="*/ 120 w 1073"/>
                                    <a:gd name="T17" fmla="*/ 102 h 234"/>
                                    <a:gd name="T18" fmla="*/ 18 w 1073"/>
                                    <a:gd name="T19" fmla="*/ 102 h 234"/>
                                    <a:gd name="T20" fmla="*/ 18 w 1073"/>
                                    <a:gd name="T21" fmla="*/ 15 h 234"/>
                                    <a:gd name="T22" fmla="*/ 123 w 1073"/>
                                    <a:gd name="T23" fmla="*/ 15 h 234"/>
                                    <a:gd name="T24" fmla="*/ 121 w 1073"/>
                                    <a:gd name="T25" fmla="*/ 13 h 234"/>
                                    <a:gd name="T26" fmla="*/ 113 w 1073"/>
                                    <a:gd name="T27" fmla="*/ 7 h 234"/>
                                    <a:gd name="T28" fmla="*/ 102 w 1073"/>
                                    <a:gd name="T29" fmla="*/ 3 h 234"/>
                                    <a:gd name="T30" fmla="*/ 89 w 1073"/>
                                    <a:gd name="T31" fmla="*/ 0 h 234"/>
                                    <a:gd name="T32" fmla="*/ 74 w 1073"/>
                                    <a:gd name="T33" fmla="*/ 0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073" h="234">
                                      <a:moveTo>
                                        <a:pt x="74" y="0"/>
                                      </a:moveTo>
                                      <a:lnTo>
                                        <a:pt x="0" y="0"/>
                                      </a:lnTo>
                                      <a:lnTo>
                                        <a:pt x="0" y="195"/>
                                      </a:lnTo>
                                      <a:lnTo>
                                        <a:pt x="18" y="195"/>
                                      </a:lnTo>
                                      <a:lnTo>
                                        <a:pt x="18" y="118"/>
                                      </a:lnTo>
                                      <a:lnTo>
                                        <a:pt x="100" y="118"/>
                                      </a:lnTo>
                                      <a:lnTo>
                                        <a:pt x="98" y="114"/>
                                      </a:lnTo>
                                      <a:lnTo>
                                        <a:pt x="115" y="107"/>
                                      </a:lnTo>
                                      <a:lnTo>
                                        <a:pt x="120" y="102"/>
                                      </a:lnTo>
                                      <a:lnTo>
                                        <a:pt x="18" y="102"/>
                                      </a:lnTo>
                                      <a:lnTo>
                                        <a:pt x="18" y="15"/>
                                      </a:lnTo>
                                      <a:lnTo>
                                        <a:pt x="123" y="15"/>
                                      </a:lnTo>
                                      <a:lnTo>
                                        <a:pt x="121" y="13"/>
                                      </a:lnTo>
                                      <a:lnTo>
                                        <a:pt x="113" y="7"/>
                                      </a:lnTo>
                                      <a:lnTo>
                                        <a:pt x="102" y="3"/>
                                      </a:lnTo>
                                      <a:lnTo>
                                        <a:pt x="89" y="0"/>
                                      </a:lnTo>
                                      <a:lnTo>
                                        <a:pt x="7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4" name="Freeform 263"/>
                              <wps:cNvSpPr>
                                <a:spLocks/>
                              </wps:cNvSpPr>
                              <wps:spPr bwMode="auto">
                                <a:xfrm>
                                  <a:off x="9008" y="792"/>
                                  <a:ext cx="1073" cy="234"/>
                                </a:xfrm>
                                <a:custGeom>
                                  <a:avLst/>
                                  <a:gdLst>
                                    <a:gd name="T0" fmla="*/ 100 w 1073"/>
                                    <a:gd name="T1" fmla="*/ 118 h 234"/>
                                    <a:gd name="T2" fmla="*/ 80 w 1073"/>
                                    <a:gd name="T3" fmla="*/ 118 h 234"/>
                                    <a:gd name="T4" fmla="*/ 120 w 1073"/>
                                    <a:gd name="T5" fmla="*/ 195 h 234"/>
                                    <a:gd name="T6" fmla="*/ 140 w 1073"/>
                                    <a:gd name="T7" fmla="*/ 195 h 234"/>
                                    <a:gd name="T8" fmla="*/ 100 w 1073"/>
                                    <a:gd name="T9" fmla="*/ 118 h 234"/>
                                  </a:gdLst>
                                  <a:ahLst/>
                                  <a:cxnLst>
                                    <a:cxn ang="0">
                                      <a:pos x="T0" y="T1"/>
                                    </a:cxn>
                                    <a:cxn ang="0">
                                      <a:pos x="T2" y="T3"/>
                                    </a:cxn>
                                    <a:cxn ang="0">
                                      <a:pos x="T4" y="T5"/>
                                    </a:cxn>
                                    <a:cxn ang="0">
                                      <a:pos x="T6" y="T7"/>
                                    </a:cxn>
                                    <a:cxn ang="0">
                                      <a:pos x="T8" y="T9"/>
                                    </a:cxn>
                                  </a:cxnLst>
                                  <a:rect l="0" t="0" r="r" b="b"/>
                                  <a:pathLst>
                                    <a:path w="1073" h="234">
                                      <a:moveTo>
                                        <a:pt x="100" y="118"/>
                                      </a:moveTo>
                                      <a:lnTo>
                                        <a:pt x="80" y="118"/>
                                      </a:lnTo>
                                      <a:lnTo>
                                        <a:pt x="120" y="195"/>
                                      </a:lnTo>
                                      <a:lnTo>
                                        <a:pt x="140" y="195"/>
                                      </a:lnTo>
                                      <a:lnTo>
                                        <a:pt x="100" y="11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5" name="Freeform 264"/>
                              <wps:cNvSpPr>
                                <a:spLocks/>
                              </wps:cNvSpPr>
                              <wps:spPr bwMode="auto">
                                <a:xfrm>
                                  <a:off x="9008" y="792"/>
                                  <a:ext cx="1073" cy="234"/>
                                </a:xfrm>
                                <a:custGeom>
                                  <a:avLst/>
                                  <a:gdLst>
                                    <a:gd name="T0" fmla="*/ 123 w 1073"/>
                                    <a:gd name="T1" fmla="*/ 15 h 234"/>
                                    <a:gd name="T2" fmla="*/ 89 w 1073"/>
                                    <a:gd name="T3" fmla="*/ 15 h 234"/>
                                    <a:gd name="T4" fmla="*/ 100 w 1073"/>
                                    <a:gd name="T5" fmla="*/ 18 h 234"/>
                                    <a:gd name="T6" fmla="*/ 107 w 1073"/>
                                    <a:gd name="T7" fmla="*/ 25 h 234"/>
                                    <a:gd name="T8" fmla="*/ 115 w 1073"/>
                                    <a:gd name="T9" fmla="*/ 32 h 234"/>
                                    <a:gd name="T10" fmla="*/ 118 w 1073"/>
                                    <a:gd name="T11" fmla="*/ 43 h 234"/>
                                    <a:gd name="T12" fmla="*/ 118 w 1073"/>
                                    <a:gd name="T13" fmla="*/ 58 h 234"/>
                                    <a:gd name="T14" fmla="*/ 116 w 1073"/>
                                    <a:gd name="T15" fmla="*/ 77 h 234"/>
                                    <a:gd name="T16" fmla="*/ 107 w 1073"/>
                                    <a:gd name="T17" fmla="*/ 91 h 234"/>
                                    <a:gd name="T18" fmla="*/ 93 w 1073"/>
                                    <a:gd name="T19" fmla="*/ 100 h 234"/>
                                    <a:gd name="T20" fmla="*/ 74 w 1073"/>
                                    <a:gd name="T21" fmla="*/ 102 h 234"/>
                                    <a:gd name="T22" fmla="*/ 120 w 1073"/>
                                    <a:gd name="T23" fmla="*/ 102 h 234"/>
                                    <a:gd name="T24" fmla="*/ 127 w 1073"/>
                                    <a:gd name="T25" fmla="*/ 95 h 234"/>
                                    <a:gd name="T26" fmla="*/ 135 w 1073"/>
                                    <a:gd name="T27" fmla="*/ 79 h 234"/>
                                    <a:gd name="T28" fmla="*/ 137 w 1073"/>
                                    <a:gd name="T29" fmla="*/ 57 h 234"/>
                                    <a:gd name="T30" fmla="*/ 136 w 1073"/>
                                    <a:gd name="T31" fmla="*/ 43 h 234"/>
                                    <a:gd name="T32" fmla="*/ 133 w 1073"/>
                                    <a:gd name="T33" fmla="*/ 31 h 234"/>
                                    <a:gd name="T34" fmla="*/ 128 w 1073"/>
                                    <a:gd name="T35" fmla="*/ 21 h 234"/>
                                    <a:gd name="T36" fmla="*/ 123 w 1073"/>
                                    <a:gd name="T37" fmla="*/ 15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073" h="234">
                                      <a:moveTo>
                                        <a:pt x="123" y="15"/>
                                      </a:moveTo>
                                      <a:lnTo>
                                        <a:pt x="89" y="15"/>
                                      </a:lnTo>
                                      <a:lnTo>
                                        <a:pt x="100" y="18"/>
                                      </a:lnTo>
                                      <a:lnTo>
                                        <a:pt x="107" y="25"/>
                                      </a:lnTo>
                                      <a:lnTo>
                                        <a:pt x="115" y="32"/>
                                      </a:lnTo>
                                      <a:lnTo>
                                        <a:pt x="118" y="43"/>
                                      </a:lnTo>
                                      <a:lnTo>
                                        <a:pt x="118" y="58"/>
                                      </a:lnTo>
                                      <a:lnTo>
                                        <a:pt x="116" y="77"/>
                                      </a:lnTo>
                                      <a:lnTo>
                                        <a:pt x="107" y="91"/>
                                      </a:lnTo>
                                      <a:lnTo>
                                        <a:pt x="93" y="100"/>
                                      </a:lnTo>
                                      <a:lnTo>
                                        <a:pt x="74" y="102"/>
                                      </a:lnTo>
                                      <a:lnTo>
                                        <a:pt x="120" y="102"/>
                                      </a:lnTo>
                                      <a:lnTo>
                                        <a:pt x="127" y="95"/>
                                      </a:lnTo>
                                      <a:lnTo>
                                        <a:pt x="135" y="79"/>
                                      </a:lnTo>
                                      <a:lnTo>
                                        <a:pt x="137" y="57"/>
                                      </a:lnTo>
                                      <a:lnTo>
                                        <a:pt x="136" y="43"/>
                                      </a:lnTo>
                                      <a:lnTo>
                                        <a:pt x="133" y="31"/>
                                      </a:lnTo>
                                      <a:lnTo>
                                        <a:pt x="128" y="21"/>
                                      </a:lnTo>
                                      <a:lnTo>
                                        <a:pt x="123" y="1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6" name="Freeform 265"/>
                              <wps:cNvSpPr>
                                <a:spLocks/>
                              </wps:cNvSpPr>
                              <wps:spPr bwMode="auto">
                                <a:xfrm>
                                  <a:off x="9008" y="792"/>
                                  <a:ext cx="1073" cy="234"/>
                                </a:xfrm>
                                <a:custGeom>
                                  <a:avLst/>
                                  <a:gdLst>
                                    <a:gd name="T0" fmla="*/ 227 w 1073"/>
                                    <a:gd name="T1" fmla="*/ 52 h 234"/>
                                    <a:gd name="T2" fmla="*/ 201 w 1073"/>
                                    <a:gd name="T3" fmla="*/ 56 h 234"/>
                                    <a:gd name="T4" fmla="*/ 182 w 1073"/>
                                    <a:gd name="T5" fmla="*/ 70 h 234"/>
                                    <a:gd name="T6" fmla="*/ 171 w 1073"/>
                                    <a:gd name="T7" fmla="*/ 93 h 234"/>
                                    <a:gd name="T8" fmla="*/ 167 w 1073"/>
                                    <a:gd name="T9" fmla="*/ 125 h 234"/>
                                    <a:gd name="T10" fmla="*/ 168 w 1073"/>
                                    <a:gd name="T11" fmla="*/ 142 h 234"/>
                                    <a:gd name="T12" fmla="*/ 170 w 1073"/>
                                    <a:gd name="T13" fmla="*/ 157 h 234"/>
                                    <a:gd name="T14" fmla="*/ 174 w 1073"/>
                                    <a:gd name="T15" fmla="*/ 169 h 234"/>
                                    <a:gd name="T16" fmla="*/ 180 w 1073"/>
                                    <a:gd name="T17" fmla="*/ 180 h 234"/>
                                    <a:gd name="T18" fmla="*/ 187 w 1073"/>
                                    <a:gd name="T19" fmla="*/ 187 h 234"/>
                                    <a:gd name="T20" fmla="*/ 197 w 1073"/>
                                    <a:gd name="T21" fmla="*/ 193 h 234"/>
                                    <a:gd name="T22" fmla="*/ 209 w 1073"/>
                                    <a:gd name="T23" fmla="*/ 196 h 234"/>
                                    <a:gd name="T24" fmla="*/ 224 w 1073"/>
                                    <a:gd name="T25" fmla="*/ 198 h 234"/>
                                    <a:gd name="T26" fmla="*/ 236 w 1073"/>
                                    <a:gd name="T27" fmla="*/ 197 h 234"/>
                                    <a:gd name="T28" fmla="*/ 249 w 1073"/>
                                    <a:gd name="T29" fmla="*/ 196 h 234"/>
                                    <a:gd name="T30" fmla="*/ 264 w 1073"/>
                                    <a:gd name="T31" fmla="*/ 195 h 234"/>
                                    <a:gd name="T32" fmla="*/ 280 w 1073"/>
                                    <a:gd name="T33" fmla="*/ 193 h 234"/>
                                    <a:gd name="T34" fmla="*/ 279 w 1073"/>
                                    <a:gd name="T35" fmla="*/ 182 h 234"/>
                                    <a:gd name="T36" fmla="*/ 211 w 1073"/>
                                    <a:gd name="T37" fmla="*/ 182 h 234"/>
                                    <a:gd name="T38" fmla="*/ 200 w 1073"/>
                                    <a:gd name="T39" fmla="*/ 178 h 234"/>
                                    <a:gd name="T40" fmla="*/ 194 w 1073"/>
                                    <a:gd name="T41" fmla="*/ 170 h 234"/>
                                    <a:gd name="T42" fmla="*/ 188 w 1073"/>
                                    <a:gd name="T43" fmla="*/ 162 h 234"/>
                                    <a:gd name="T44" fmla="*/ 185 w 1073"/>
                                    <a:gd name="T45" fmla="*/ 149 h 234"/>
                                    <a:gd name="T46" fmla="*/ 185 w 1073"/>
                                    <a:gd name="T47" fmla="*/ 132 h 234"/>
                                    <a:gd name="T48" fmla="*/ 284 w 1073"/>
                                    <a:gd name="T49" fmla="*/ 132 h 234"/>
                                    <a:gd name="T50" fmla="*/ 285 w 1073"/>
                                    <a:gd name="T51" fmla="*/ 118 h 234"/>
                                    <a:gd name="T52" fmla="*/ 285 w 1073"/>
                                    <a:gd name="T53" fmla="*/ 118 h 234"/>
                                    <a:gd name="T54" fmla="*/ 185 w 1073"/>
                                    <a:gd name="T55" fmla="*/ 118 h 234"/>
                                    <a:gd name="T56" fmla="*/ 186 w 1073"/>
                                    <a:gd name="T57" fmla="*/ 105 h 234"/>
                                    <a:gd name="T58" fmla="*/ 188 w 1073"/>
                                    <a:gd name="T59" fmla="*/ 94 h 234"/>
                                    <a:gd name="T60" fmla="*/ 191 w 1073"/>
                                    <a:gd name="T61" fmla="*/ 85 h 234"/>
                                    <a:gd name="T62" fmla="*/ 196 w 1073"/>
                                    <a:gd name="T63" fmla="*/ 78 h 234"/>
                                    <a:gd name="T64" fmla="*/ 203 w 1073"/>
                                    <a:gd name="T65" fmla="*/ 70 h 234"/>
                                    <a:gd name="T66" fmla="*/ 213 w 1073"/>
                                    <a:gd name="T67" fmla="*/ 66 h 234"/>
                                    <a:gd name="T68" fmla="*/ 269 w 1073"/>
                                    <a:gd name="T69" fmla="*/ 66 h 234"/>
                                    <a:gd name="T70" fmla="*/ 263 w 1073"/>
                                    <a:gd name="T71" fmla="*/ 60 h 234"/>
                                    <a:gd name="T72" fmla="*/ 253 w 1073"/>
                                    <a:gd name="T73" fmla="*/ 55 h 234"/>
                                    <a:gd name="T74" fmla="*/ 241 w 1073"/>
                                    <a:gd name="T75" fmla="*/ 52 h 234"/>
                                    <a:gd name="T76" fmla="*/ 227 w 1073"/>
                                    <a:gd name="T77" fmla="*/ 5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073" h="234">
                                      <a:moveTo>
                                        <a:pt x="227" y="52"/>
                                      </a:moveTo>
                                      <a:lnTo>
                                        <a:pt x="201" y="56"/>
                                      </a:lnTo>
                                      <a:lnTo>
                                        <a:pt x="182" y="70"/>
                                      </a:lnTo>
                                      <a:lnTo>
                                        <a:pt x="171" y="93"/>
                                      </a:lnTo>
                                      <a:lnTo>
                                        <a:pt x="167" y="125"/>
                                      </a:lnTo>
                                      <a:lnTo>
                                        <a:pt x="168" y="142"/>
                                      </a:lnTo>
                                      <a:lnTo>
                                        <a:pt x="170" y="157"/>
                                      </a:lnTo>
                                      <a:lnTo>
                                        <a:pt x="174" y="169"/>
                                      </a:lnTo>
                                      <a:lnTo>
                                        <a:pt x="180" y="180"/>
                                      </a:lnTo>
                                      <a:lnTo>
                                        <a:pt x="187" y="187"/>
                                      </a:lnTo>
                                      <a:lnTo>
                                        <a:pt x="197" y="193"/>
                                      </a:lnTo>
                                      <a:lnTo>
                                        <a:pt x="209" y="196"/>
                                      </a:lnTo>
                                      <a:lnTo>
                                        <a:pt x="224" y="198"/>
                                      </a:lnTo>
                                      <a:lnTo>
                                        <a:pt x="236" y="197"/>
                                      </a:lnTo>
                                      <a:lnTo>
                                        <a:pt x="249" y="196"/>
                                      </a:lnTo>
                                      <a:lnTo>
                                        <a:pt x="264" y="195"/>
                                      </a:lnTo>
                                      <a:lnTo>
                                        <a:pt x="280" y="193"/>
                                      </a:lnTo>
                                      <a:lnTo>
                                        <a:pt x="279" y="182"/>
                                      </a:lnTo>
                                      <a:lnTo>
                                        <a:pt x="211" y="182"/>
                                      </a:lnTo>
                                      <a:lnTo>
                                        <a:pt x="200" y="178"/>
                                      </a:lnTo>
                                      <a:lnTo>
                                        <a:pt x="194" y="170"/>
                                      </a:lnTo>
                                      <a:lnTo>
                                        <a:pt x="188" y="162"/>
                                      </a:lnTo>
                                      <a:lnTo>
                                        <a:pt x="185" y="149"/>
                                      </a:lnTo>
                                      <a:lnTo>
                                        <a:pt x="185" y="132"/>
                                      </a:lnTo>
                                      <a:lnTo>
                                        <a:pt x="284" y="132"/>
                                      </a:lnTo>
                                      <a:lnTo>
                                        <a:pt x="285" y="118"/>
                                      </a:lnTo>
                                      <a:lnTo>
                                        <a:pt x="285" y="118"/>
                                      </a:lnTo>
                                      <a:lnTo>
                                        <a:pt x="185" y="118"/>
                                      </a:lnTo>
                                      <a:lnTo>
                                        <a:pt x="186" y="105"/>
                                      </a:lnTo>
                                      <a:lnTo>
                                        <a:pt x="188" y="94"/>
                                      </a:lnTo>
                                      <a:lnTo>
                                        <a:pt x="191" y="85"/>
                                      </a:lnTo>
                                      <a:lnTo>
                                        <a:pt x="196" y="78"/>
                                      </a:lnTo>
                                      <a:lnTo>
                                        <a:pt x="203" y="70"/>
                                      </a:lnTo>
                                      <a:lnTo>
                                        <a:pt x="213" y="66"/>
                                      </a:lnTo>
                                      <a:lnTo>
                                        <a:pt x="269" y="66"/>
                                      </a:lnTo>
                                      <a:lnTo>
                                        <a:pt x="263" y="60"/>
                                      </a:lnTo>
                                      <a:lnTo>
                                        <a:pt x="253" y="55"/>
                                      </a:lnTo>
                                      <a:lnTo>
                                        <a:pt x="241" y="52"/>
                                      </a:lnTo>
                                      <a:lnTo>
                                        <a:pt x="227" y="5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7" name="Freeform 266"/>
                              <wps:cNvSpPr>
                                <a:spLocks/>
                              </wps:cNvSpPr>
                              <wps:spPr bwMode="auto">
                                <a:xfrm>
                                  <a:off x="9008" y="792"/>
                                  <a:ext cx="1073" cy="234"/>
                                </a:xfrm>
                                <a:custGeom>
                                  <a:avLst/>
                                  <a:gdLst>
                                    <a:gd name="T0" fmla="*/ 279 w 1073"/>
                                    <a:gd name="T1" fmla="*/ 180 h 234"/>
                                    <a:gd name="T2" fmla="*/ 270 w 1073"/>
                                    <a:gd name="T3" fmla="*/ 181 h 234"/>
                                    <a:gd name="T4" fmla="*/ 259 w 1073"/>
                                    <a:gd name="T5" fmla="*/ 181 h 234"/>
                                    <a:gd name="T6" fmla="*/ 248 w 1073"/>
                                    <a:gd name="T7" fmla="*/ 182 h 234"/>
                                    <a:gd name="T8" fmla="*/ 237 w 1073"/>
                                    <a:gd name="T9" fmla="*/ 182 h 234"/>
                                    <a:gd name="T10" fmla="*/ 226 w 1073"/>
                                    <a:gd name="T11" fmla="*/ 182 h 234"/>
                                    <a:gd name="T12" fmla="*/ 279 w 1073"/>
                                    <a:gd name="T13" fmla="*/ 182 h 234"/>
                                    <a:gd name="T14" fmla="*/ 279 w 1073"/>
                                    <a:gd name="T15" fmla="*/ 180 h 23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073" h="234">
                                      <a:moveTo>
                                        <a:pt x="279" y="180"/>
                                      </a:moveTo>
                                      <a:lnTo>
                                        <a:pt x="270" y="181"/>
                                      </a:lnTo>
                                      <a:lnTo>
                                        <a:pt x="259" y="181"/>
                                      </a:lnTo>
                                      <a:lnTo>
                                        <a:pt x="248" y="182"/>
                                      </a:lnTo>
                                      <a:lnTo>
                                        <a:pt x="237" y="182"/>
                                      </a:lnTo>
                                      <a:lnTo>
                                        <a:pt x="226" y="182"/>
                                      </a:lnTo>
                                      <a:lnTo>
                                        <a:pt x="279" y="182"/>
                                      </a:lnTo>
                                      <a:lnTo>
                                        <a:pt x="279" y="18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8" name="Freeform 267"/>
                              <wps:cNvSpPr>
                                <a:spLocks/>
                              </wps:cNvSpPr>
                              <wps:spPr bwMode="auto">
                                <a:xfrm>
                                  <a:off x="9008" y="792"/>
                                  <a:ext cx="1073" cy="234"/>
                                </a:xfrm>
                                <a:custGeom>
                                  <a:avLst/>
                                  <a:gdLst>
                                    <a:gd name="T0" fmla="*/ 269 w 1073"/>
                                    <a:gd name="T1" fmla="*/ 66 h 234"/>
                                    <a:gd name="T2" fmla="*/ 241 w 1073"/>
                                    <a:gd name="T3" fmla="*/ 66 h 234"/>
                                    <a:gd name="T4" fmla="*/ 251 w 1073"/>
                                    <a:gd name="T5" fmla="*/ 70 h 234"/>
                                    <a:gd name="T6" fmla="*/ 258 w 1073"/>
                                    <a:gd name="T7" fmla="*/ 78 h 234"/>
                                    <a:gd name="T8" fmla="*/ 262 w 1073"/>
                                    <a:gd name="T9" fmla="*/ 85 h 234"/>
                                    <a:gd name="T10" fmla="*/ 265 w 1073"/>
                                    <a:gd name="T11" fmla="*/ 94 h 234"/>
                                    <a:gd name="T12" fmla="*/ 267 w 1073"/>
                                    <a:gd name="T13" fmla="*/ 105 h 234"/>
                                    <a:gd name="T14" fmla="*/ 267 w 1073"/>
                                    <a:gd name="T15" fmla="*/ 118 h 234"/>
                                    <a:gd name="T16" fmla="*/ 285 w 1073"/>
                                    <a:gd name="T17" fmla="*/ 118 h 234"/>
                                    <a:gd name="T18" fmla="*/ 284 w 1073"/>
                                    <a:gd name="T19" fmla="*/ 102 h 234"/>
                                    <a:gd name="T20" fmla="*/ 281 w 1073"/>
                                    <a:gd name="T21" fmla="*/ 88 h 234"/>
                                    <a:gd name="T22" fmla="*/ 277 w 1073"/>
                                    <a:gd name="T23" fmla="*/ 76 h 234"/>
                                    <a:gd name="T24" fmla="*/ 271 w 1073"/>
                                    <a:gd name="T25" fmla="*/ 67 h 234"/>
                                    <a:gd name="T26" fmla="*/ 269 w 1073"/>
                                    <a:gd name="T27" fmla="*/ 66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073" h="234">
                                      <a:moveTo>
                                        <a:pt x="269" y="66"/>
                                      </a:moveTo>
                                      <a:lnTo>
                                        <a:pt x="241" y="66"/>
                                      </a:lnTo>
                                      <a:lnTo>
                                        <a:pt x="251" y="70"/>
                                      </a:lnTo>
                                      <a:lnTo>
                                        <a:pt x="258" y="78"/>
                                      </a:lnTo>
                                      <a:lnTo>
                                        <a:pt x="262" y="85"/>
                                      </a:lnTo>
                                      <a:lnTo>
                                        <a:pt x="265" y="94"/>
                                      </a:lnTo>
                                      <a:lnTo>
                                        <a:pt x="267" y="105"/>
                                      </a:lnTo>
                                      <a:lnTo>
                                        <a:pt x="267" y="118"/>
                                      </a:lnTo>
                                      <a:lnTo>
                                        <a:pt x="285" y="118"/>
                                      </a:lnTo>
                                      <a:lnTo>
                                        <a:pt x="284" y="102"/>
                                      </a:lnTo>
                                      <a:lnTo>
                                        <a:pt x="281" y="88"/>
                                      </a:lnTo>
                                      <a:lnTo>
                                        <a:pt x="277" y="76"/>
                                      </a:lnTo>
                                      <a:lnTo>
                                        <a:pt x="271" y="67"/>
                                      </a:lnTo>
                                      <a:lnTo>
                                        <a:pt x="269" y="6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9" name="Freeform 268"/>
                              <wps:cNvSpPr>
                                <a:spLocks/>
                              </wps:cNvSpPr>
                              <wps:spPr bwMode="auto">
                                <a:xfrm>
                                  <a:off x="9008" y="792"/>
                                  <a:ext cx="1073" cy="234"/>
                                </a:xfrm>
                                <a:custGeom>
                                  <a:avLst/>
                                  <a:gdLst>
                                    <a:gd name="T0" fmla="*/ 383 w 1073"/>
                                    <a:gd name="T1" fmla="*/ 52 h 234"/>
                                    <a:gd name="T2" fmla="*/ 374 w 1073"/>
                                    <a:gd name="T3" fmla="*/ 52 h 234"/>
                                    <a:gd name="T4" fmla="*/ 359 w 1073"/>
                                    <a:gd name="T5" fmla="*/ 53 h 234"/>
                                    <a:gd name="T6" fmla="*/ 346 w 1073"/>
                                    <a:gd name="T7" fmla="*/ 56 h 234"/>
                                    <a:gd name="T8" fmla="*/ 336 w 1073"/>
                                    <a:gd name="T9" fmla="*/ 61 h 234"/>
                                    <a:gd name="T10" fmla="*/ 328 w 1073"/>
                                    <a:gd name="T11" fmla="*/ 68 h 234"/>
                                    <a:gd name="T12" fmla="*/ 322 w 1073"/>
                                    <a:gd name="T13" fmla="*/ 77 h 234"/>
                                    <a:gd name="T14" fmla="*/ 317 w 1073"/>
                                    <a:gd name="T15" fmla="*/ 90 h 234"/>
                                    <a:gd name="T16" fmla="*/ 315 w 1073"/>
                                    <a:gd name="T17" fmla="*/ 105 h 234"/>
                                    <a:gd name="T18" fmla="*/ 314 w 1073"/>
                                    <a:gd name="T19" fmla="*/ 124 h 234"/>
                                    <a:gd name="T20" fmla="*/ 315 w 1073"/>
                                    <a:gd name="T21" fmla="*/ 143 h 234"/>
                                    <a:gd name="T22" fmla="*/ 317 w 1073"/>
                                    <a:gd name="T23" fmla="*/ 158 h 234"/>
                                    <a:gd name="T24" fmla="*/ 321 w 1073"/>
                                    <a:gd name="T25" fmla="*/ 171 h 234"/>
                                    <a:gd name="T26" fmla="*/ 326 w 1073"/>
                                    <a:gd name="T27" fmla="*/ 181 h 234"/>
                                    <a:gd name="T28" fmla="*/ 334 w 1073"/>
                                    <a:gd name="T29" fmla="*/ 188 h 234"/>
                                    <a:gd name="T30" fmla="*/ 345 w 1073"/>
                                    <a:gd name="T31" fmla="*/ 193 h 234"/>
                                    <a:gd name="T32" fmla="*/ 358 w 1073"/>
                                    <a:gd name="T33" fmla="*/ 196 h 234"/>
                                    <a:gd name="T34" fmla="*/ 374 w 1073"/>
                                    <a:gd name="T35" fmla="*/ 198 h 234"/>
                                    <a:gd name="T36" fmla="*/ 382 w 1073"/>
                                    <a:gd name="T37" fmla="*/ 198 h 234"/>
                                    <a:gd name="T38" fmla="*/ 395 w 1073"/>
                                    <a:gd name="T39" fmla="*/ 196 h 234"/>
                                    <a:gd name="T40" fmla="*/ 412 w 1073"/>
                                    <a:gd name="T41" fmla="*/ 194 h 234"/>
                                    <a:gd name="T42" fmla="*/ 412 w 1073"/>
                                    <a:gd name="T43" fmla="*/ 182 h 234"/>
                                    <a:gd name="T44" fmla="*/ 359 w 1073"/>
                                    <a:gd name="T45" fmla="*/ 182 h 234"/>
                                    <a:gd name="T46" fmla="*/ 346 w 1073"/>
                                    <a:gd name="T47" fmla="*/ 178 h 234"/>
                                    <a:gd name="T48" fmla="*/ 341 w 1073"/>
                                    <a:gd name="T49" fmla="*/ 170 h 234"/>
                                    <a:gd name="T50" fmla="*/ 337 w 1073"/>
                                    <a:gd name="T51" fmla="*/ 162 h 234"/>
                                    <a:gd name="T52" fmla="*/ 334 w 1073"/>
                                    <a:gd name="T53" fmla="*/ 152 h 234"/>
                                    <a:gd name="T54" fmla="*/ 332 w 1073"/>
                                    <a:gd name="T55" fmla="*/ 139 h 234"/>
                                    <a:gd name="T56" fmla="*/ 332 w 1073"/>
                                    <a:gd name="T57" fmla="*/ 124 h 234"/>
                                    <a:gd name="T58" fmla="*/ 333 w 1073"/>
                                    <a:gd name="T59" fmla="*/ 109 h 234"/>
                                    <a:gd name="T60" fmla="*/ 334 w 1073"/>
                                    <a:gd name="T61" fmla="*/ 96 h 234"/>
                                    <a:gd name="T62" fmla="*/ 337 w 1073"/>
                                    <a:gd name="T63" fmla="*/ 86 h 234"/>
                                    <a:gd name="T64" fmla="*/ 342 w 1073"/>
                                    <a:gd name="T65" fmla="*/ 79 h 234"/>
                                    <a:gd name="T66" fmla="*/ 348 w 1073"/>
                                    <a:gd name="T67" fmla="*/ 71 h 234"/>
                                    <a:gd name="T68" fmla="*/ 360 w 1073"/>
                                    <a:gd name="T69" fmla="*/ 67 h 234"/>
                                    <a:gd name="T70" fmla="*/ 412 w 1073"/>
                                    <a:gd name="T71" fmla="*/ 67 h 234"/>
                                    <a:gd name="T72" fmla="*/ 412 w 1073"/>
                                    <a:gd name="T73" fmla="*/ 55 h 234"/>
                                    <a:gd name="T74" fmla="*/ 406 w 1073"/>
                                    <a:gd name="T75" fmla="*/ 54 h 234"/>
                                    <a:gd name="T76" fmla="*/ 393 w 1073"/>
                                    <a:gd name="T77" fmla="*/ 53 h 234"/>
                                    <a:gd name="T78" fmla="*/ 383 w 1073"/>
                                    <a:gd name="T79" fmla="*/ 5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073" h="234">
                                      <a:moveTo>
                                        <a:pt x="383" y="52"/>
                                      </a:moveTo>
                                      <a:lnTo>
                                        <a:pt x="374" y="52"/>
                                      </a:lnTo>
                                      <a:lnTo>
                                        <a:pt x="359" y="53"/>
                                      </a:lnTo>
                                      <a:lnTo>
                                        <a:pt x="346" y="56"/>
                                      </a:lnTo>
                                      <a:lnTo>
                                        <a:pt x="336" y="61"/>
                                      </a:lnTo>
                                      <a:lnTo>
                                        <a:pt x="328" y="68"/>
                                      </a:lnTo>
                                      <a:lnTo>
                                        <a:pt x="322" y="77"/>
                                      </a:lnTo>
                                      <a:lnTo>
                                        <a:pt x="317" y="90"/>
                                      </a:lnTo>
                                      <a:lnTo>
                                        <a:pt x="315" y="105"/>
                                      </a:lnTo>
                                      <a:lnTo>
                                        <a:pt x="314" y="124"/>
                                      </a:lnTo>
                                      <a:lnTo>
                                        <a:pt x="315" y="143"/>
                                      </a:lnTo>
                                      <a:lnTo>
                                        <a:pt x="317" y="158"/>
                                      </a:lnTo>
                                      <a:lnTo>
                                        <a:pt x="321" y="171"/>
                                      </a:lnTo>
                                      <a:lnTo>
                                        <a:pt x="326" y="181"/>
                                      </a:lnTo>
                                      <a:lnTo>
                                        <a:pt x="334" y="188"/>
                                      </a:lnTo>
                                      <a:lnTo>
                                        <a:pt x="345" y="193"/>
                                      </a:lnTo>
                                      <a:lnTo>
                                        <a:pt x="358" y="196"/>
                                      </a:lnTo>
                                      <a:lnTo>
                                        <a:pt x="374" y="198"/>
                                      </a:lnTo>
                                      <a:lnTo>
                                        <a:pt x="382" y="198"/>
                                      </a:lnTo>
                                      <a:lnTo>
                                        <a:pt x="395" y="196"/>
                                      </a:lnTo>
                                      <a:lnTo>
                                        <a:pt x="412" y="194"/>
                                      </a:lnTo>
                                      <a:lnTo>
                                        <a:pt x="412" y="182"/>
                                      </a:lnTo>
                                      <a:lnTo>
                                        <a:pt x="359" y="182"/>
                                      </a:lnTo>
                                      <a:lnTo>
                                        <a:pt x="346" y="178"/>
                                      </a:lnTo>
                                      <a:lnTo>
                                        <a:pt x="341" y="170"/>
                                      </a:lnTo>
                                      <a:lnTo>
                                        <a:pt x="337" y="162"/>
                                      </a:lnTo>
                                      <a:lnTo>
                                        <a:pt x="334" y="152"/>
                                      </a:lnTo>
                                      <a:lnTo>
                                        <a:pt x="332" y="139"/>
                                      </a:lnTo>
                                      <a:lnTo>
                                        <a:pt x="332" y="124"/>
                                      </a:lnTo>
                                      <a:lnTo>
                                        <a:pt x="333" y="109"/>
                                      </a:lnTo>
                                      <a:lnTo>
                                        <a:pt x="334" y="96"/>
                                      </a:lnTo>
                                      <a:lnTo>
                                        <a:pt x="337" y="86"/>
                                      </a:lnTo>
                                      <a:lnTo>
                                        <a:pt x="342" y="79"/>
                                      </a:lnTo>
                                      <a:lnTo>
                                        <a:pt x="348" y="71"/>
                                      </a:lnTo>
                                      <a:lnTo>
                                        <a:pt x="360" y="67"/>
                                      </a:lnTo>
                                      <a:lnTo>
                                        <a:pt x="412" y="67"/>
                                      </a:lnTo>
                                      <a:lnTo>
                                        <a:pt x="412" y="55"/>
                                      </a:lnTo>
                                      <a:lnTo>
                                        <a:pt x="406" y="54"/>
                                      </a:lnTo>
                                      <a:lnTo>
                                        <a:pt x="393" y="53"/>
                                      </a:lnTo>
                                      <a:lnTo>
                                        <a:pt x="383" y="5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0" name="Freeform 269"/>
                              <wps:cNvSpPr>
                                <a:spLocks/>
                              </wps:cNvSpPr>
                              <wps:spPr bwMode="auto">
                                <a:xfrm>
                                  <a:off x="9008" y="792"/>
                                  <a:ext cx="1073" cy="234"/>
                                </a:xfrm>
                                <a:custGeom>
                                  <a:avLst/>
                                  <a:gdLst>
                                    <a:gd name="T0" fmla="*/ 412 w 1073"/>
                                    <a:gd name="T1" fmla="*/ 180 h 234"/>
                                    <a:gd name="T2" fmla="*/ 377 w 1073"/>
                                    <a:gd name="T3" fmla="*/ 182 h 234"/>
                                    <a:gd name="T4" fmla="*/ 412 w 1073"/>
                                    <a:gd name="T5" fmla="*/ 182 h 234"/>
                                    <a:gd name="T6" fmla="*/ 412 w 1073"/>
                                    <a:gd name="T7" fmla="*/ 180 h 234"/>
                                  </a:gdLst>
                                  <a:ahLst/>
                                  <a:cxnLst>
                                    <a:cxn ang="0">
                                      <a:pos x="T0" y="T1"/>
                                    </a:cxn>
                                    <a:cxn ang="0">
                                      <a:pos x="T2" y="T3"/>
                                    </a:cxn>
                                    <a:cxn ang="0">
                                      <a:pos x="T4" y="T5"/>
                                    </a:cxn>
                                    <a:cxn ang="0">
                                      <a:pos x="T6" y="T7"/>
                                    </a:cxn>
                                  </a:cxnLst>
                                  <a:rect l="0" t="0" r="r" b="b"/>
                                  <a:pathLst>
                                    <a:path w="1073" h="234">
                                      <a:moveTo>
                                        <a:pt x="412" y="180"/>
                                      </a:moveTo>
                                      <a:lnTo>
                                        <a:pt x="377" y="182"/>
                                      </a:lnTo>
                                      <a:lnTo>
                                        <a:pt x="412" y="182"/>
                                      </a:lnTo>
                                      <a:lnTo>
                                        <a:pt x="412" y="18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1" name="Freeform 270"/>
                              <wps:cNvSpPr>
                                <a:spLocks/>
                              </wps:cNvSpPr>
                              <wps:spPr bwMode="auto">
                                <a:xfrm>
                                  <a:off x="9008" y="792"/>
                                  <a:ext cx="1073" cy="234"/>
                                </a:xfrm>
                                <a:custGeom>
                                  <a:avLst/>
                                  <a:gdLst>
                                    <a:gd name="T0" fmla="*/ 412 w 1073"/>
                                    <a:gd name="T1" fmla="*/ 67 h 234"/>
                                    <a:gd name="T2" fmla="*/ 385 w 1073"/>
                                    <a:gd name="T3" fmla="*/ 67 h 234"/>
                                    <a:gd name="T4" fmla="*/ 396 w 1073"/>
                                    <a:gd name="T5" fmla="*/ 68 h 234"/>
                                    <a:gd name="T6" fmla="*/ 411 w 1073"/>
                                    <a:gd name="T7" fmla="*/ 70 h 234"/>
                                    <a:gd name="T8" fmla="*/ 412 w 1073"/>
                                    <a:gd name="T9" fmla="*/ 67 h 234"/>
                                  </a:gdLst>
                                  <a:ahLst/>
                                  <a:cxnLst>
                                    <a:cxn ang="0">
                                      <a:pos x="T0" y="T1"/>
                                    </a:cxn>
                                    <a:cxn ang="0">
                                      <a:pos x="T2" y="T3"/>
                                    </a:cxn>
                                    <a:cxn ang="0">
                                      <a:pos x="T4" y="T5"/>
                                    </a:cxn>
                                    <a:cxn ang="0">
                                      <a:pos x="T6" y="T7"/>
                                    </a:cxn>
                                    <a:cxn ang="0">
                                      <a:pos x="T8" y="T9"/>
                                    </a:cxn>
                                  </a:cxnLst>
                                  <a:rect l="0" t="0" r="r" b="b"/>
                                  <a:pathLst>
                                    <a:path w="1073" h="234">
                                      <a:moveTo>
                                        <a:pt x="412" y="67"/>
                                      </a:moveTo>
                                      <a:lnTo>
                                        <a:pt x="385" y="67"/>
                                      </a:lnTo>
                                      <a:lnTo>
                                        <a:pt x="396" y="68"/>
                                      </a:lnTo>
                                      <a:lnTo>
                                        <a:pt x="411" y="70"/>
                                      </a:lnTo>
                                      <a:lnTo>
                                        <a:pt x="412" y="6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2" name="Freeform 271"/>
                              <wps:cNvSpPr>
                                <a:spLocks/>
                              </wps:cNvSpPr>
                              <wps:spPr bwMode="auto">
                                <a:xfrm>
                                  <a:off x="9008" y="792"/>
                                  <a:ext cx="1073" cy="234"/>
                                </a:xfrm>
                                <a:custGeom>
                                  <a:avLst/>
                                  <a:gdLst>
                                    <a:gd name="T0" fmla="*/ 498 w 1073"/>
                                    <a:gd name="T1" fmla="*/ 52 h 234"/>
                                    <a:gd name="T2" fmla="*/ 472 w 1073"/>
                                    <a:gd name="T3" fmla="*/ 56 h 234"/>
                                    <a:gd name="T4" fmla="*/ 453 w 1073"/>
                                    <a:gd name="T5" fmla="*/ 70 h 234"/>
                                    <a:gd name="T6" fmla="*/ 442 w 1073"/>
                                    <a:gd name="T7" fmla="*/ 93 h 234"/>
                                    <a:gd name="T8" fmla="*/ 438 w 1073"/>
                                    <a:gd name="T9" fmla="*/ 125 h 234"/>
                                    <a:gd name="T10" fmla="*/ 439 w 1073"/>
                                    <a:gd name="T11" fmla="*/ 142 h 234"/>
                                    <a:gd name="T12" fmla="*/ 441 w 1073"/>
                                    <a:gd name="T13" fmla="*/ 157 h 234"/>
                                    <a:gd name="T14" fmla="*/ 445 w 1073"/>
                                    <a:gd name="T15" fmla="*/ 169 h 234"/>
                                    <a:gd name="T16" fmla="*/ 451 w 1073"/>
                                    <a:gd name="T17" fmla="*/ 180 h 234"/>
                                    <a:gd name="T18" fmla="*/ 458 w 1073"/>
                                    <a:gd name="T19" fmla="*/ 187 h 234"/>
                                    <a:gd name="T20" fmla="*/ 468 w 1073"/>
                                    <a:gd name="T21" fmla="*/ 193 h 234"/>
                                    <a:gd name="T22" fmla="*/ 481 w 1073"/>
                                    <a:gd name="T23" fmla="*/ 196 h 234"/>
                                    <a:gd name="T24" fmla="*/ 495 w 1073"/>
                                    <a:gd name="T25" fmla="*/ 198 h 234"/>
                                    <a:gd name="T26" fmla="*/ 507 w 1073"/>
                                    <a:gd name="T27" fmla="*/ 197 h 234"/>
                                    <a:gd name="T28" fmla="*/ 520 w 1073"/>
                                    <a:gd name="T29" fmla="*/ 196 h 234"/>
                                    <a:gd name="T30" fmla="*/ 535 w 1073"/>
                                    <a:gd name="T31" fmla="*/ 195 h 234"/>
                                    <a:gd name="T32" fmla="*/ 551 w 1073"/>
                                    <a:gd name="T33" fmla="*/ 193 h 234"/>
                                    <a:gd name="T34" fmla="*/ 550 w 1073"/>
                                    <a:gd name="T35" fmla="*/ 182 h 234"/>
                                    <a:gd name="T36" fmla="*/ 482 w 1073"/>
                                    <a:gd name="T37" fmla="*/ 182 h 234"/>
                                    <a:gd name="T38" fmla="*/ 471 w 1073"/>
                                    <a:gd name="T39" fmla="*/ 178 h 234"/>
                                    <a:gd name="T40" fmla="*/ 465 w 1073"/>
                                    <a:gd name="T41" fmla="*/ 170 h 234"/>
                                    <a:gd name="T42" fmla="*/ 459 w 1073"/>
                                    <a:gd name="T43" fmla="*/ 162 h 234"/>
                                    <a:gd name="T44" fmla="*/ 456 w 1073"/>
                                    <a:gd name="T45" fmla="*/ 149 h 234"/>
                                    <a:gd name="T46" fmla="*/ 456 w 1073"/>
                                    <a:gd name="T47" fmla="*/ 132 h 234"/>
                                    <a:gd name="T48" fmla="*/ 556 w 1073"/>
                                    <a:gd name="T49" fmla="*/ 132 h 234"/>
                                    <a:gd name="T50" fmla="*/ 556 w 1073"/>
                                    <a:gd name="T51" fmla="*/ 118 h 234"/>
                                    <a:gd name="T52" fmla="*/ 556 w 1073"/>
                                    <a:gd name="T53" fmla="*/ 118 h 234"/>
                                    <a:gd name="T54" fmla="*/ 456 w 1073"/>
                                    <a:gd name="T55" fmla="*/ 118 h 234"/>
                                    <a:gd name="T56" fmla="*/ 457 w 1073"/>
                                    <a:gd name="T57" fmla="*/ 105 h 234"/>
                                    <a:gd name="T58" fmla="*/ 459 w 1073"/>
                                    <a:gd name="T59" fmla="*/ 94 h 234"/>
                                    <a:gd name="T60" fmla="*/ 462 w 1073"/>
                                    <a:gd name="T61" fmla="*/ 85 h 234"/>
                                    <a:gd name="T62" fmla="*/ 467 w 1073"/>
                                    <a:gd name="T63" fmla="*/ 78 h 234"/>
                                    <a:gd name="T64" fmla="*/ 474 w 1073"/>
                                    <a:gd name="T65" fmla="*/ 70 h 234"/>
                                    <a:gd name="T66" fmla="*/ 485 w 1073"/>
                                    <a:gd name="T67" fmla="*/ 66 h 234"/>
                                    <a:gd name="T68" fmla="*/ 540 w 1073"/>
                                    <a:gd name="T69" fmla="*/ 66 h 234"/>
                                    <a:gd name="T70" fmla="*/ 534 w 1073"/>
                                    <a:gd name="T71" fmla="*/ 60 h 234"/>
                                    <a:gd name="T72" fmla="*/ 524 w 1073"/>
                                    <a:gd name="T73" fmla="*/ 55 h 234"/>
                                    <a:gd name="T74" fmla="*/ 512 w 1073"/>
                                    <a:gd name="T75" fmla="*/ 52 h 234"/>
                                    <a:gd name="T76" fmla="*/ 498 w 1073"/>
                                    <a:gd name="T77" fmla="*/ 5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073" h="234">
                                      <a:moveTo>
                                        <a:pt x="498" y="52"/>
                                      </a:moveTo>
                                      <a:lnTo>
                                        <a:pt x="472" y="56"/>
                                      </a:lnTo>
                                      <a:lnTo>
                                        <a:pt x="453" y="70"/>
                                      </a:lnTo>
                                      <a:lnTo>
                                        <a:pt x="442" y="93"/>
                                      </a:lnTo>
                                      <a:lnTo>
                                        <a:pt x="438" y="125"/>
                                      </a:lnTo>
                                      <a:lnTo>
                                        <a:pt x="439" y="142"/>
                                      </a:lnTo>
                                      <a:lnTo>
                                        <a:pt x="441" y="157"/>
                                      </a:lnTo>
                                      <a:lnTo>
                                        <a:pt x="445" y="169"/>
                                      </a:lnTo>
                                      <a:lnTo>
                                        <a:pt x="451" y="180"/>
                                      </a:lnTo>
                                      <a:lnTo>
                                        <a:pt x="458" y="187"/>
                                      </a:lnTo>
                                      <a:lnTo>
                                        <a:pt x="468" y="193"/>
                                      </a:lnTo>
                                      <a:lnTo>
                                        <a:pt x="481" y="196"/>
                                      </a:lnTo>
                                      <a:lnTo>
                                        <a:pt x="495" y="198"/>
                                      </a:lnTo>
                                      <a:lnTo>
                                        <a:pt x="507" y="197"/>
                                      </a:lnTo>
                                      <a:lnTo>
                                        <a:pt x="520" y="196"/>
                                      </a:lnTo>
                                      <a:lnTo>
                                        <a:pt x="535" y="195"/>
                                      </a:lnTo>
                                      <a:lnTo>
                                        <a:pt x="551" y="193"/>
                                      </a:lnTo>
                                      <a:lnTo>
                                        <a:pt x="550" y="182"/>
                                      </a:lnTo>
                                      <a:lnTo>
                                        <a:pt x="482" y="182"/>
                                      </a:lnTo>
                                      <a:lnTo>
                                        <a:pt x="471" y="178"/>
                                      </a:lnTo>
                                      <a:lnTo>
                                        <a:pt x="465" y="170"/>
                                      </a:lnTo>
                                      <a:lnTo>
                                        <a:pt x="459" y="162"/>
                                      </a:lnTo>
                                      <a:lnTo>
                                        <a:pt x="456" y="149"/>
                                      </a:lnTo>
                                      <a:lnTo>
                                        <a:pt x="456" y="132"/>
                                      </a:lnTo>
                                      <a:lnTo>
                                        <a:pt x="556" y="132"/>
                                      </a:lnTo>
                                      <a:lnTo>
                                        <a:pt x="556" y="118"/>
                                      </a:lnTo>
                                      <a:lnTo>
                                        <a:pt x="556" y="118"/>
                                      </a:lnTo>
                                      <a:lnTo>
                                        <a:pt x="456" y="118"/>
                                      </a:lnTo>
                                      <a:lnTo>
                                        <a:pt x="457" y="105"/>
                                      </a:lnTo>
                                      <a:lnTo>
                                        <a:pt x="459" y="94"/>
                                      </a:lnTo>
                                      <a:lnTo>
                                        <a:pt x="462" y="85"/>
                                      </a:lnTo>
                                      <a:lnTo>
                                        <a:pt x="467" y="78"/>
                                      </a:lnTo>
                                      <a:lnTo>
                                        <a:pt x="474" y="70"/>
                                      </a:lnTo>
                                      <a:lnTo>
                                        <a:pt x="485" y="66"/>
                                      </a:lnTo>
                                      <a:lnTo>
                                        <a:pt x="540" y="66"/>
                                      </a:lnTo>
                                      <a:lnTo>
                                        <a:pt x="534" y="60"/>
                                      </a:lnTo>
                                      <a:lnTo>
                                        <a:pt x="524" y="55"/>
                                      </a:lnTo>
                                      <a:lnTo>
                                        <a:pt x="512" y="52"/>
                                      </a:lnTo>
                                      <a:lnTo>
                                        <a:pt x="498" y="5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3" name="Freeform 272"/>
                              <wps:cNvSpPr>
                                <a:spLocks/>
                              </wps:cNvSpPr>
                              <wps:spPr bwMode="auto">
                                <a:xfrm>
                                  <a:off x="9008" y="792"/>
                                  <a:ext cx="1073" cy="234"/>
                                </a:xfrm>
                                <a:custGeom>
                                  <a:avLst/>
                                  <a:gdLst>
                                    <a:gd name="T0" fmla="*/ 550 w 1073"/>
                                    <a:gd name="T1" fmla="*/ 180 h 234"/>
                                    <a:gd name="T2" fmla="*/ 541 w 1073"/>
                                    <a:gd name="T3" fmla="*/ 181 h 234"/>
                                    <a:gd name="T4" fmla="*/ 530 w 1073"/>
                                    <a:gd name="T5" fmla="*/ 181 h 234"/>
                                    <a:gd name="T6" fmla="*/ 519 w 1073"/>
                                    <a:gd name="T7" fmla="*/ 182 h 234"/>
                                    <a:gd name="T8" fmla="*/ 508 w 1073"/>
                                    <a:gd name="T9" fmla="*/ 182 h 234"/>
                                    <a:gd name="T10" fmla="*/ 497 w 1073"/>
                                    <a:gd name="T11" fmla="*/ 182 h 234"/>
                                    <a:gd name="T12" fmla="*/ 550 w 1073"/>
                                    <a:gd name="T13" fmla="*/ 182 h 234"/>
                                    <a:gd name="T14" fmla="*/ 550 w 1073"/>
                                    <a:gd name="T15" fmla="*/ 180 h 23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073" h="234">
                                      <a:moveTo>
                                        <a:pt x="550" y="180"/>
                                      </a:moveTo>
                                      <a:lnTo>
                                        <a:pt x="541" y="181"/>
                                      </a:lnTo>
                                      <a:lnTo>
                                        <a:pt x="530" y="181"/>
                                      </a:lnTo>
                                      <a:lnTo>
                                        <a:pt x="519" y="182"/>
                                      </a:lnTo>
                                      <a:lnTo>
                                        <a:pt x="508" y="182"/>
                                      </a:lnTo>
                                      <a:lnTo>
                                        <a:pt x="497" y="182"/>
                                      </a:lnTo>
                                      <a:lnTo>
                                        <a:pt x="550" y="182"/>
                                      </a:lnTo>
                                      <a:lnTo>
                                        <a:pt x="550" y="18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4" name="Freeform 273"/>
                              <wps:cNvSpPr>
                                <a:spLocks/>
                              </wps:cNvSpPr>
                              <wps:spPr bwMode="auto">
                                <a:xfrm>
                                  <a:off x="9008" y="792"/>
                                  <a:ext cx="1073" cy="234"/>
                                </a:xfrm>
                                <a:custGeom>
                                  <a:avLst/>
                                  <a:gdLst>
                                    <a:gd name="T0" fmla="*/ 540 w 1073"/>
                                    <a:gd name="T1" fmla="*/ 66 h 234"/>
                                    <a:gd name="T2" fmla="*/ 513 w 1073"/>
                                    <a:gd name="T3" fmla="*/ 66 h 234"/>
                                    <a:gd name="T4" fmla="*/ 523 w 1073"/>
                                    <a:gd name="T5" fmla="*/ 70 h 234"/>
                                    <a:gd name="T6" fmla="*/ 529 w 1073"/>
                                    <a:gd name="T7" fmla="*/ 78 h 234"/>
                                    <a:gd name="T8" fmla="*/ 533 w 1073"/>
                                    <a:gd name="T9" fmla="*/ 85 h 234"/>
                                    <a:gd name="T10" fmla="*/ 536 w 1073"/>
                                    <a:gd name="T11" fmla="*/ 94 h 234"/>
                                    <a:gd name="T12" fmla="*/ 538 w 1073"/>
                                    <a:gd name="T13" fmla="*/ 105 h 234"/>
                                    <a:gd name="T14" fmla="*/ 538 w 1073"/>
                                    <a:gd name="T15" fmla="*/ 118 h 234"/>
                                    <a:gd name="T16" fmla="*/ 556 w 1073"/>
                                    <a:gd name="T17" fmla="*/ 118 h 234"/>
                                    <a:gd name="T18" fmla="*/ 555 w 1073"/>
                                    <a:gd name="T19" fmla="*/ 102 h 234"/>
                                    <a:gd name="T20" fmla="*/ 552 w 1073"/>
                                    <a:gd name="T21" fmla="*/ 88 h 234"/>
                                    <a:gd name="T22" fmla="*/ 548 w 1073"/>
                                    <a:gd name="T23" fmla="*/ 76 h 234"/>
                                    <a:gd name="T24" fmla="*/ 542 w 1073"/>
                                    <a:gd name="T25" fmla="*/ 67 h 234"/>
                                    <a:gd name="T26" fmla="*/ 540 w 1073"/>
                                    <a:gd name="T27" fmla="*/ 66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073" h="234">
                                      <a:moveTo>
                                        <a:pt x="540" y="66"/>
                                      </a:moveTo>
                                      <a:lnTo>
                                        <a:pt x="513" y="66"/>
                                      </a:lnTo>
                                      <a:lnTo>
                                        <a:pt x="523" y="70"/>
                                      </a:lnTo>
                                      <a:lnTo>
                                        <a:pt x="529" y="78"/>
                                      </a:lnTo>
                                      <a:lnTo>
                                        <a:pt x="533" y="85"/>
                                      </a:lnTo>
                                      <a:lnTo>
                                        <a:pt x="536" y="94"/>
                                      </a:lnTo>
                                      <a:lnTo>
                                        <a:pt x="538" y="105"/>
                                      </a:lnTo>
                                      <a:lnTo>
                                        <a:pt x="538" y="118"/>
                                      </a:lnTo>
                                      <a:lnTo>
                                        <a:pt x="556" y="118"/>
                                      </a:lnTo>
                                      <a:lnTo>
                                        <a:pt x="555" y="102"/>
                                      </a:lnTo>
                                      <a:lnTo>
                                        <a:pt x="552" y="88"/>
                                      </a:lnTo>
                                      <a:lnTo>
                                        <a:pt x="548" y="76"/>
                                      </a:lnTo>
                                      <a:lnTo>
                                        <a:pt x="542" y="67"/>
                                      </a:lnTo>
                                      <a:lnTo>
                                        <a:pt x="540" y="6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5" name="Freeform 274"/>
                              <wps:cNvSpPr>
                                <a:spLocks/>
                              </wps:cNvSpPr>
                              <wps:spPr bwMode="auto">
                                <a:xfrm>
                                  <a:off x="9008" y="792"/>
                                  <a:ext cx="1073" cy="234"/>
                                </a:xfrm>
                                <a:custGeom>
                                  <a:avLst/>
                                  <a:gdLst>
                                    <a:gd name="T0" fmla="*/ 611 w 1073"/>
                                    <a:gd name="T1" fmla="*/ 54 h 234"/>
                                    <a:gd name="T2" fmla="*/ 594 w 1073"/>
                                    <a:gd name="T3" fmla="*/ 54 h 234"/>
                                    <a:gd name="T4" fmla="*/ 594 w 1073"/>
                                    <a:gd name="T5" fmla="*/ 233 h 234"/>
                                    <a:gd name="T6" fmla="*/ 611 w 1073"/>
                                    <a:gd name="T7" fmla="*/ 233 h 234"/>
                                    <a:gd name="T8" fmla="*/ 611 w 1073"/>
                                    <a:gd name="T9" fmla="*/ 194 h 234"/>
                                    <a:gd name="T10" fmla="*/ 672 w 1073"/>
                                    <a:gd name="T11" fmla="*/ 194 h 234"/>
                                    <a:gd name="T12" fmla="*/ 675 w 1073"/>
                                    <a:gd name="T13" fmla="*/ 193 h 234"/>
                                    <a:gd name="T14" fmla="*/ 686 w 1073"/>
                                    <a:gd name="T15" fmla="*/ 188 h 234"/>
                                    <a:gd name="T16" fmla="*/ 692 w 1073"/>
                                    <a:gd name="T17" fmla="*/ 183 h 234"/>
                                    <a:gd name="T18" fmla="*/ 636 w 1073"/>
                                    <a:gd name="T19" fmla="*/ 183 h 234"/>
                                    <a:gd name="T20" fmla="*/ 624 w 1073"/>
                                    <a:gd name="T21" fmla="*/ 182 h 234"/>
                                    <a:gd name="T22" fmla="*/ 611 w 1073"/>
                                    <a:gd name="T23" fmla="*/ 179 h 234"/>
                                    <a:gd name="T24" fmla="*/ 611 w 1073"/>
                                    <a:gd name="T25" fmla="*/ 79 h 234"/>
                                    <a:gd name="T26" fmla="*/ 617 w 1073"/>
                                    <a:gd name="T27" fmla="*/ 76 h 234"/>
                                    <a:gd name="T28" fmla="*/ 621 w 1073"/>
                                    <a:gd name="T29" fmla="*/ 74 h 234"/>
                                    <a:gd name="T30" fmla="*/ 627 w 1073"/>
                                    <a:gd name="T31" fmla="*/ 72 h 234"/>
                                    <a:gd name="T32" fmla="*/ 635 w 1073"/>
                                    <a:gd name="T33" fmla="*/ 70 h 234"/>
                                    <a:gd name="T34" fmla="*/ 642 w 1073"/>
                                    <a:gd name="T35" fmla="*/ 68 h 234"/>
                                    <a:gd name="T36" fmla="*/ 649 w 1073"/>
                                    <a:gd name="T37" fmla="*/ 67 h 234"/>
                                    <a:gd name="T38" fmla="*/ 695 w 1073"/>
                                    <a:gd name="T39" fmla="*/ 67 h 234"/>
                                    <a:gd name="T40" fmla="*/ 693 w 1073"/>
                                    <a:gd name="T41" fmla="*/ 65 h 234"/>
                                    <a:gd name="T42" fmla="*/ 611 w 1073"/>
                                    <a:gd name="T43" fmla="*/ 65 h 234"/>
                                    <a:gd name="T44" fmla="*/ 611 w 1073"/>
                                    <a:gd name="T45" fmla="*/ 54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1073" h="234">
                                      <a:moveTo>
                                        <a:pt x="611" y="54"/>
                                      </a:moveTo>
                                      <a:lnTo>
                                        <a:pt x="594" y="54"/>
                                      </a:lnTo>
                                      <a:lnTo>
                                        <a:pt x="594" y="233"/>
                                      </a:lnTo>
                                      <a:lnTo>
                                        <a:pt x="611" y="233"/>
                                      </a:lnTo>
                                      <a:lnTo>
                                        <a:pt x="611" y="194"/>
                                      </a:lnTo>
                                      <a:lnTo>
                                        <a:pt x="672" y="194"/>
                                      </a:lnTo>
                                      <a:lnTo>
                                        <a:pt x="675" y="193"/>
                                      </a:lnTo>
                                      <a:lnTo>
                                        <a:pt x="686" y="188"/>
                                      </a:lnTo>
                                      <a:lnTo>
                                        <a:pt x="692" y="183"/>
                                      </a:lnTo>
                                      <a:lnTo>
                                        <a:pt x="636" y="183"/>
                                      </a:lnTo>
                                      <a:lnTo>
                                        <a:pt x="624" y="182"/>
                                      </a:lnTo>
                                      <a:lnTo>
                                        <a:pt x="611" y="179"/>
                                      </a:lnTo>
                                      <a:lnTo>
                                        <a:pt x="611" y="79"/>
                                      </a:lnTo>
                                      <a:lnTo>
                                        <a:pt x="617" y="76"/>
                                      </a:lnTo>
                                      <a:lnTo>
                                        <a:pt x="621" y="74"/>
                                      </a:lnTo>
                                      <a:lnTo>
                                        <a:pt x="627" y="72"/>
                                      </a:lnTo>
                                      <a:lnTo>
                                        <a:pt x="635" y="70"/>
                                      </a:lnTo>
                                      <a:lnTo>
                                        <a:pt x="642" y="68"/>
                                      </a:lnTo>
                                      <a:lnTo>
                                        <a:pt x="649" y="67"/>
                                      </a:lnTo>
                                      <a:lnTo>
                                        <a:pt x="695" y="67"/>
                                      </a:lnTo>
                                      <a:lnTo>
                                        <a:pt x="693" y="65"/>
                                      </a:lnTo>
                                      <a:lnTo>
                                        <a:pt x="611" y="65"/>
                                      </a:lnTo>
                                      <a:lnTo>
                                        <a:pt x="611" y="5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6" name="Freeform 275"/>
                              <wps:cNvSpPr>
                                <a:spLocks/>
                              </wps:cNvSpPr>
                              <wps:spPr bwMode="auto">
                                <a:xfrm>
                                  <a:off x="9008" y="792"/>
                                  <a:ext cx="1073" cy="234"/>
                                </a:xfrm>
                                <a:custGeom>
                                  <a:avLst/>
                                  <a:gdLst>
                                    <a:gd name="T0" fmla="*/ 672 w 1073"/>
                                    <a:gd name="T1" fmla="*/ 194 h 234"/>
                                    <a:gd name="T2" fmla="*/ 611 w 1073"/>
                                    <a:gd name="T3" fmla="*/ 194 h 234"/>
                                    <a:gd name="T4" fmla="*/ 622 w 1073"/>
                                    <a:gd name="T5" fmla="*/ 196 h 234"/>
                                    <a:gd name="T6" fmla="*/ 634 w 1073"/>
                                    <a:gd name="T7" fmla="*/ 198 h 234"/>
                                    <a:gd name="T8" fmla="*/ 646 w 1073"/>
                                    <a:gd name="T9" fmla="*/ 198 h 234"/>
                                    <a:gd name="T10" fmla="*/ 662 w 1073"/>
                                    <a:gd name="T11" fmla="*/ 196 h 234"/>
                                    <a:gd name="T12" fmla="*/ 672 w 1073"/>
                                    <a:gd name="T13" fmla="*/ 194 h 234"/>
                                  </a:gdLst>
                                  <a:ahLst/>
                                  <a:cxnLst>
                                    <a:cxn ang="0">
                                      <a:pos x="T0" y="T1"/>
                                    </a:cxn>
                                    <a:cxn ang="0">
                                      <a:pos x="T2" y="T3"/>
                                    </a:cxn>
                                    <a:cxn ang="0">
                                      <a:pos x="T4" y="T5"/>
                                    </a:cxn>
                                    <a:cxn ang="0">
                                      <a:pos x="T6" y="T7"/>
                                    </a:cxn>
                                    <a:cxn ang="0">
                                      <a:pos x="T8" y="T9"/>
                                    </a:cxn>
                                    <a:cxn ang="0">
                                      <a:pos x="T10" y="T11"/>
                                    </a:cxn>
                                    <a:cxn ang="0">
                                      <a:pos x="T12" y="T13"/>
                                    </a:cxn>
                                  </a:cxnLst>
                                  <a:rect l="0" t="0" r="r" b="b"/>
                                  <a:pathLst>
                                    <a:path w="1073" h="234">
                                      <a:moveTo>
                                        <a:pt x="672" y="194"/>
                                      </a:moveTo>
                                      <a:lnTo>
                                        <a:pt x="611" y="194"/>
                                      </a:lnTo>
                                      <a:lnTo>
                                        <a:pt x="622" y="196"/>
                                      </a:lnTo>
                                      <a:lnTo>
                                        <a:pt x="634" y="198"/>
                                      </a:lnTo>
                                      <a:lnTo>
                                        <a:pt x="646" y="198"/>
                                      </a:lnTo>
                                      <a:lnTo>
                                        <a:pt x="662" y="196"/>
                                      </a:lnTo>
                                      <a:lnTo>
                                        <a:pt x="672" y="19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7" name="Freeform 276"/>
                              <wps:cNvSpPr>
                                <a:spLocks/>
                              </wps:cNvSpPr>
                              <wps:spPr bwMode="auto">
                                <a:xfrm>
                                  <a:off x="9008" y="792"/>
                                  <a:ext cx="1073" cy="234"/>
                                </a:xfrm>
                                <a:custGeom>
                                  <a:avLst/>
                                  <a:gdLst>
                                    <a:gd name="T0" fmla="*/ 695 w 1073"/>
                                    <a:gd name="T1" fmla="*/ 67 h 234"/>
                                    <a:gd name="T2" fmla="*/ 667 w 1073"/>
                                    <a:gd name="T3" fmla="*/ 67 h 234"/>
                                    <a:gd name="T4" fmla="*/ 676 w 1073"/>
                                    <a:gd name="T5" fmla="*/ 71 h 234"/>
                                    <a:gd name="T6" fmla="*/ 682 w 1073"/>
                                    <a:gd name="T7" fmla="*/ 80 h 234"/>
                                    <a:gd name="T8" fmla="*/ 686 w 1073"/>
                                    <a:gd name="T9" fmla="*/ 87 h 234"/>
                                    <a:gd name="T10" fmla="*/ 689 w 1073"/>
                                    <a:gd name="T11" fmla="*/ 97 h 234"/>
                                    <a:gd name="T12" fmla="*/ 690 w 1073"/>
                                    <a:gd name="T13" fmla="*/ 110 h 234"/>
                                    <a:gd name="T14" fmla="*/ 691 w 1073"/>
                                    <a:gd name="T15" fmla="*/ 124 h 234"/>
                                    <a:gd name="T16" fmla="*/ 690 w 1073"/>
                                    <a:gd name="T17" fmla="*/ 139 h 234"/>
                                    <a:gd name="T18" fmla="*/ 688 w 1073"/>
                                    <a:gd name="T19" fmla="*/ 151 h 234"/>
                                    <a:gd name="T20" fmla="*/ 685 w 1073"/>
                                    <a:gd name="T21" fmla="*/ 161 h 234"/>
                                    <a:gd name="T22" fmla="*/ 681 w 1073"/>
                                    <a:gd name="T23" fmla="*/ 169 h 234"/>
                                    <a:gd name="T24" fmla="*/ 674 w 1073"/>
                                    <a:gd name="T25" fmla="*/ 178 h 234"/>
                                    <a:gd name="T26" fmla="*/ 662 w 1073"/>
                                    <a:gd name="T27" fmla="*/ 183 h 234"/>
                                    <a:gd name="T28" fmla="*/ 692 w 1073"/>
                                    <a:gd name="T29" fmla="*/ 183 h 234"/>
                                    <a:gd name="T30" fmla="*/ 694 w 1073"/>
                                    <a:gd name="T31" fmla="*/ 180 h 234"/>
                                    <a:gd name="T32" fmla="*/ 701 w 1073"/>
                                    <a:gd name="T33" fmla="*/ 170 h 234"/>
                                    <a:gd name="T34" fmla="*/ 705 w 1073"/>
                                    <a:gd name="T35" fmla="*/ 158 h 234"/>
                                    <a:gd name="T36" fmla="*/ 708 w 1073"/>
                                    <a:gd name="T37" fmla="*/ 142 h 234"/>
                                    <a:gd name="T38" fmla="*/ 709 w 1073"/>
                                    <a:gd name="T39" fmla="*/ 124 h 234"/>
                                    <a:gd name="T40" fmla="*/ 708 w 1073"/>
                                    <a:gd name="T41" fmla="*/ 106 h 234"/>
                                    <a:gd name="T42" fmla="*/ 706 w 1073"/>
                                    <a:gd name="T43" fmla="*/ 91 h 234"/>
                                    <a:gd name="T44" fmla="*/ 702 w 1073"/>
                                    <a:gd name="T45" fmla="*/ 79 h 234"/>
                                    <a:gd name="T46" fmla="*/ 696 w 1073"/>
                                    <a:gd name="T47" fmla="*/ 69 h 234"/>
                                    <a:gd name="T48" fmla="*/ 695 w 1073"/>
                                    <a:gd name="T49" fmla="*/ 67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073" h="234">
                                      <a:moveTo>
                                        <a:pt x="695" y="67"/>
                                      </a:moveTo>
                                      <a:lnTo>
                                        <a:pt x="667" y="67"/>
                                      </a:lnTo>
                                      <a:lnTo>
                                        <a:pt x="676" y="71"/>
                                      </a:lnTo>
                                      <a:lnTo>
                                        <a:pt x="682" y="80"/>
                                      </a:lnTo>
                                      <a:lnTo>
                                        <a:pt x="686" y="87"/>
                                      </a:lnTo>
                                      <a:lnTo>
                                        <a:pt x="689" y="97"/>
                                      </a:lnTo>
                                      <a:lnTo>
                                        <a:pt x="690" y="110"/>
                                      </a:lnTo>
                                      <a:lnTo>
                                        <a:pt x="691" y="124"/>
                                      </a:lnTo>
                                      <a:lnTo>
                                        <a:pt x="690" y="139"/>
                                      </a:lnTo>
                                      <a:lnTo>
                                        <a:pt x="688" y="151"/>
                                      </a:lnTo>
                                      <a:lnTo>
                                        <a:pt x="685" y="161"/>
                                      </a:lnTo>
                                      <a:lnTo>
                                        <a:pt x="681" y="169"/>
                                      </a:lnTo>
                                      <a:lnTo>
                                        <a:pt x="674" y="178"/>
                                      </a:lnTo>
                                      <a:lnTo>
                                        <a:pt x="662" y="183"/>
                                      </a:lnTo>
                                      <a:lnTo>
                                        <a:pt x="692" y="183"/>
                                      </a:lnTo>
                                      <a:lnTo>
                                        <a:pt x="694" y="180"/>
                                      </a:lnTo>
                                      <a:lnTo>
                                        <a:pt x="701" y="170"/>
                                      </a:lnTo>
                                      <a:lnTo>
                                        <a:pt x="705" y="158"/>
                                      </a:lnTo>
                                      <a:lnTo>
                                        <a:pt x="708" y="142"/>
                                      </a:lnTo>
                                      <a:lnTo>
                                        <a:pt x="709" y="124"/>
                                      </a:lnTo>
                                      <a:lnTo>
                                        <a:pt x="708" y="106"/>
                                      </a:lnTo>
                                      <a:lnTo>
                                        <a:pt x="706" y="91"/>
                                      </a:lnTo>
                                      <a:lnTo>
                                        <a:pt x="702" y="79"/>
                                      </a:lnTo>
                                      <a:lnTo>
                                        <a:pt x="696" y="69"/>
                                      </a:lnTo>
                                      <a:lnTo>
                                        <a:pt x="695" y="6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8" name="Freeform 277"/>
                              <wps:cNvSpPr>
                                <a:spLocks/>
                              </wps:cNvSpPr>
                              <wps:spPr bwMode="auto">
                                <a:xfrm>
                                  <a:off x="9008" y="792"/>
                                  <a:ext cx="1073" cy="234"/>
                                </a:xfrm>
                                <a:custGeom>
                                  <a:avLst/>
                                  <a:gdLst>
                                    <a:gd name="T0" fmla="*/ 659 w 1073"/>
                                    <a:gd name="T1" fmla="*/ 52 h 234"/>
                                    <a:gd name="T2" fmla="*/ 646 w 1073"/>
                                    <a:gd name="T3" fmla="*/ 52 h 234"/>
                                    <a:gd name="T4" fmla="*/ 634 w 1073"/>
                                    <a:gd name="T5" fmla="*/ 55 h 234"/>
                                    <a:gd name="T6" fmla="*/ 622 w 1073"/>
                                    <a:gd name="T7" fmla="*/ 59 h 234"/>
                                    <a:gd name="T8" fmla="*/ 611 w 1073"/>
                                    <a:gd name="T9" fmla="*/ 65 h 234"/>
                                    <a:gd name="T10" fmla="*/ 693 w 1073"/>
                                    <a:gd name="T11" fmla="*/ 65 h 234"/>
                                    <a:gd name="T12" fmla="*/ 690 w 1073"/>
                                    <a:gd name="T13" fmla="*/ 61 h 234"/>
                                    <a:gd name="T14" fmla="*/ 681 w 1073"/>
                                    <a:gd name="T15" fmla="*/ 56 h 234"/>
                                    <a:gd name="T16" fmla="*/ 671 w 1073"/>
                                    <a:gd name="T17" fmla="*/ 53 h 234"/>
                                    <a:gd name="T18" fmla="*/ 659 w 1073"/>
                                    <a:gd name="T19" fmla="*/ 5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073" h="234">
                                      <a:moveTo>
                                        <a:pt x="659" y="52"/>
                                      </a:moveTo>
                                      <a:lnTo>
                                        <a:pt x="646" y="52"/>
                                      </a:lnTo>
                                      <a:lnTo>
                                        <a:pt x="634" y="55"/>
                                      </a:lnTo>
                                      <a:lnTo>
                                        <a:pt x="622" y="59"/>
                                      </a:lnTo>
                                      <a:lnTo>
                                        <a:pt x="611" y="65"/>
                                      </a:lnTo>
                                      <a:lnTo>
                                        <a:pt x="693" y="65"/>
                                      </a:lnTo>
                                      <a:lnTo>
                                        <a:pt x="690" y="61"/>
                                      </a:lnTo>
                                      <a:lnTo>
                                        <a:pt x="681" y="56"/>
                                      </a:lnTo>
                                      <a:lnTo>
                                        <a:pt x="671" y="53"/>
                                      </a:lnTo>
                                      <a:lnTo>
                                        <a:pt x="659" y="5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9" name="Freeform 278"/>
                              <wps:cNvSpPr>
                                <a:spLocks/>
                              </wps:cNvSpPr>
                              <wps:spPr bwMode="auto">
                                <a:xfrm>
                                  <a:off x="9008" y="792"/>
                                  <a:ext cx="1073" cy="234"/>
                                </a:xfrm>
                                <a:custGeom>
                                  <a:avLst/>
                                  <a:gdLst>
                                    <a:gd name="T0" fmla="*/ 770 w 1073"/>
                                    <a:gd name="T1" fmla="*/ 69 h 234"/>
                                    <a:gd name="T2" fmla="*/ 752 w 1073"/>
                                    <a:gd name="T3" fmla="*/ 69 h 234"/>
                                    <a:gd name="T4" fmla="*/ 752 w 1073"/>
                                    <a:gd name="T5" fmla="*/ 147 h 234"/>
                                    <a:gd name="T6" fmla="*/ 753 w 1073"/>
                                    <a:gd name="T7" fmla="*/ 161 h 234"/>
                                    <a:gd name="T8" fmla="*/ 755 w 1073"/>
                                    <a:gd name="T9" fmla="*/ 172 h 234"/>
                                    <a:gd name="T10" fmla="*/ 757 w 1073"/>
                                    <a:gd name="T11" fmla="*/ 181 h 234"/>
                                    <a:gd name="T12" fmla="*/ 761 w 1073"/>
                                    <a:gd name="T13" fmla="*/ 187 h 234"/>
                                    <a:gd name="T14" fmla="*/ 767 w 1073"/>
                                    <a:gd name="T15" fmla="*/ 194 h 234"/>
                                    <a:gd name="T16" fmla="*/ 777 w 1073"/>
                                    <a:gd name="T17" fmla="*/ 198 h 234"/>
                                    <a:gd name="T18" fmla="*/ 799 w 1073"/>
                                    <a:gd name="T19" fmla="*/ 198 h 234"/>
                                    <a:gd name="T20" fmla="*/ 808 w 1073"/>
                                    <a:gd name="T21" fmla="*/ 197 h 234"/>
                                    <a:gd name="T22" fmla="*/ 821 w 1073"/>
                                    <a:gd name="T23" fmla="*/ 195 h 234"/>
                                    <a:gd name="T24" fmla="*/ 820 w 1073"/>
                                    <a:gd name="T25" fmla="*/ 183 h 234"/>
                                    <a:gd name="T26" fmla="*/ 783 w 1073"/>
                                    <a:gd name="T27" fmla="*/ 183 h 234"/>
                                    <a:gd name="T28" fmla="*/ 777 w 1073"/>
                                    <a:gd name="T29" fmla="*/ 180 h 234"/>
                                    <a:gd name="T30" fmla="*/ 774 w 1073"/>
                                    <a:gd name="T31" fmla="*/ 174 h 234"/>
                                    <a:gd name="T32" fmla="*/ 771 w 1073"/>
                                    <a:gd name="T33" fmla="*/ 168 h 234"/>
                                    <a:gd name="T34" fmla="*/ 770 w 1073"/>
                                    <a:gd name="T35" fmla="*/ 157 h 234"/>
                                    <a:gd name="T36" fmla="*/ 770 w 1073"/>
                                    <a:gd name="T37" fmla="*/ 69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073" h="234">
                                      <a:moveTo>
                                        <a:pt x="770" y="69"/>
                                      </a:moveTo>
                                      <a:lnTo>
                                        <a:pt x="752" y="69"/>
                                      </a:lnTo>
                                      <a:lnTo>
                                        <a:pt x="752" y="147"/>
                                      </a:lnTo>
                                      <a:lnTo>
                                        <a:pt x="753" y="161"/>
                                      </a:lnTo>
                                      <a:lnTo>
                                        <a:pt x="755" y="172"/>
                                      </a:lnTo>
                                      <a:lnTo>
                                        <a:pt x="757" y="181"/>
                                      </a:lnTo>
                                      <a:lnTo>
                                        <a:pt x="761" y="187"/>
                                      </a:lnTo>
                                      <a:lnTo>
                                        <a:pt x="767" y="194"/>
                                      </a:lnTo>
                                      <a:lnTo>
                                        <a:pt x="777" y="198"/>
                                      </a:lnTo>
                                      <a:lnTo>
                                        <a:pt x="799" y="198"/>
                                      </a:lnTo>
                                      <a:lnTo>
                                        <a:pt x="808" y="197"/>
                                      </a:lnTo>
                                      <a:lnTo>
                                        <a:pt x="821" y="195"/>
                                      </a:lnTo>
                                      <a:lnTo>
                                        <a:pt x="820" y="183"/>
                                      </a:lnTo>
                                      <a:lnTo>
                                        <a:pt x="783" y="183"/>
                                      </a:lnTo>
                                      <a:lnTo>
                                        <a:pt x="777" y="180"/>
                                      </a:lnTo>
                                      <a:lnTo>
                                        <a:pt x="774" y="174"/>
                                      </a:lnTo>
                                      <a:lnTo>
                                        <a:pt x="771" y="168"/>
                                      </a:lnTo>
                                      <a:lnTo>
                                        <a:pt x="770" y="157"/>
                                      </a:lnTo>
                                      <a:lnTo>
                                        <a:pt x="770" y="6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0" name="Freeform 279"/>
                              <wps:cNvSpPr>
                                <a:spLocks/>
                              </wps:cNvSpPr>
                              <wps:spPr bwMode="auto">
                                <a:xfrm>
                                  <a:off x="9008" y="792"/>
                                  <a:ext cx="1073" cy="234"/>
                                </a:xfrm>
                                <a:custGeom>
                                  <a:avLst/>
                                  <a:gdLst>
                                    <a:gd name="T0" fmla="*/ 820 w 1073"/>
                                    <a:gd name="T1" fmla="*/ 181 h 234"/>
                                    <a:gd name="T2" fmla="*/ 793 w 1073"/>
                                    <a:gd name="T3" fmla="*/ 183 h 234"/>
                                    <a:gd name="T4" fmla="*/ 820 w 1073"/>
                                    <a:gd name="T5" fmla="*/ 183 h 234"/>
                                    <a:gd name="T6" fmla="*/ 820 w 1073"/>
                                    <a:gd name="T7" fmla="*/ 181 h 234"/>
                                  </a:gdLst>
                                  <a:ahLst/>
                                  <a:cxnLst>
                                    <a:cxn ang="0">
                                      <a:pos x="T0" y="T1"/>
                                    </a:cxn>
                                    <a:cxn ang="0">
                                      <a:pos x="T2" y="T3"/>
                                    </a:cxn>
                                    <a:cxn ang="0">
                                      <a:pos x="T4" y="T5"/>
                                    </a:cxn>
                                    <a:cxn ang="0">
                                      <a:pos x="T6" y="T7"/>
                                    </a:cxn>
                                  </a:cxnLst>
                                  <a:rect l="0" t="0" r="r" b="b"/>
                                  <a:pathLst>
                                    <a:path w="1073" h="234">
                                      <a:moveTo>
                                        <a:pt x="820" y="181"/>
                                      </a:moveTo>
                                      <a:lnTo>
                                        <a:pt x="793" y="183"/>
                                      </a:lnTo>
                                      <a:lnTo>
                                        <a:pt x="820" y="183"/>
                                      </a:lnTo>
                                      <a:lnTo>
                                        <a:pt x="820" y="18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1" name="Freeform 280"/>
                              <wps:cNvSpPr>
                                <a:spLocks/>
                              </wps:cNvSpPr>
                              <wps:spPr bwMode="auto">
                                <a:xfrm>
                                  <a:off x="9008" y="792"/>
                                  <a:ext cx="1073" cy="234"/>
                                </a:xfrm>
                                <a:custGeom>
                                  <a:avLst/>
                                  <a:gdLst>
                                    <a:gd name="T0" fmla="*/ 819 w 1073"/>
                                    <a:gd name="T1" fmla="*/ 54 h 234"/>
                                    <a:gd name="T2" fmla="*/ 731 w 1073"/>
                                    <a:gd name="T3" fmla="*/ 54 h 234"/>
                                    <a:gd name="T4" fmla="*/ 731 w 1073"/>
                                    <a:gd name="T5" fmla="*/ 69 h 234"/>
                                    <a:gd name="T6" fmla="*/ 819 w 1073"/>
                                    <a:gd name="T7" fmla="*/ 69 h 234"/>
                                    <a:gd name="T8" fmla="*/ 819 w 1073"/>
                                    <a:gd name="T9" fmla="*/ 54 h 234"/>
                                  </a:gdLst>
                                  <a:ahLst/>
                                  <a:cxnLst>
                                    <a:cxn ang="0">
                                      <a:pos x="T0" y="T1"/>
                                    </a:cxn>
                                    <a:cxn ang="0">
                                      <a:pos x="T2" y="T3"/>
                                    </a:cxn>
                                    <a:cxn ang="0">
                                      <a:pos x="T4" y="T5"/>
                                    </a:cxn>
                                    <a:cxn ang="0">
                                      <a:pos x="T6" y="T7"/>
                                    </a:cxn>
                                    <a:cxn ang="0">
                                      <a:pos x="T8" y="T9"/>
                                    </a:cxn>
                                  </a:cxnLst>
                                  <a:rect l="0" t="0" r="r" b="b"/>
                                  <a:pathLst>
                                    <a:path w="1073" h="234">
                                      <a:moveTo>
                                        <a:pt x="819" y="54"/>
                                      </a:moveTo>
                                      <a:lnTo>
                                        <a:pt x="731" y="54"/>
                                      </a:lnTo>
                                      <a:lnTo>
                                        <a:pt x="731" y="69"/>
                                      </a:lnTo>
                                      <a:lnTo>
                                        <a:pt x="819" y="69"/>
                                      </a:lnTo>
                                      <a:lnTo>
                                        <a:pt x="819" y="5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2" name="Freeform 281"/>
                              <wps:cNvSpPr>
                                <a:spLocks/>
                              </wps:cNvSpPr>
                              <wps:spPr bwMode="auto">
                                <a:xfrm>
                                  <a:off x="9008" y="792"/>
                                  <a:ext cx="1073" cy="234"/>
                                </a:xfrm>
                                <a:custGeom>
                                  <a:avLst/>
                                  <a:gdLst>
                                    <a:gd name="T0" fmla="*/ 770 w 1073"/>
                                    <a:gd name="T1" fmla="*/ 10 h 234"/>
                                    <a:gd name="T2" fmla="*/ 752 w 1073"/>
                                    <a:gd name="T3" fmla="*/ 10 h 234"/>
                                    <a:gd name="T4" fmla="*/ 752 w 1073"/>
                                    <a:gd name="T5" fmla="*/ 54 h 234"/>
                                    <a:gd name="T6" fmla="*/ 770 w 1073"/>
                                    <a:gd name="T7" fmla="*/ 54 h 234"/>
                                    <a:gd name="T8" fmla="*/ 770 w 1073"/>
                                    <a:gd name="T9" fmla="*/ 10 h 234"/>
                                  </a:gdLst>
                                  <a:ahLst/>
                                  <a:cxnLst>
                                    <a:cxn ang="0">
                                      <a:pos x="T0" y="T1"/>
                                    </a:cxn>
                                    <a:cxn ang="0">
                                      <a:pos x="T2" y="T3"/>
                                    </a:cxn>
                                    <a:cxn ang="0">
                                      <a:pos x="T4" y="T5"/>
                                    </a:cxn>
                                    <a:cxn ang="0">
                                      <a:pos x="T6" y="T7"/>
                                    </a:cxn>
                                    <a:cxn ang="0">
                                      <a:pos x="T8" y="T9"/>
                                    </a:cxn>
                                  </a:cxnLst>
                                  <a:rect l="0" t="0" r="r" b="b"/>
                                  <a:pathLst>
                                    <a:path w="1073" h="234">
                                      <a:moveTo>
                                        <a:pt x="770" y="10"/>
                                      </a:moveTo>
                                      <a:lnTo>
                                        <a:pt x="752" y="10"/>
                                      </a:lnTo>
                                      <a:lnTo>
                                        <a:pt x="752" y="54"/>
                                      </a:lnTo>
                                      <a:lnTo>
                                        <a:pt x="770" y="54"/>
                                      </a:lnTo>
                                      <a:lnTo>
                                        <a:pt x="770" y="1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3" name="Freeform 282"/>
                              <wps:cNvSpPr>
                                <a:spLocks/>
                              </wps:cNvSpPr>
                              <wps:spPr bwMode="auto">
                                <a:xfrm>
                                  <a:off x="9008" y="792"/>
                                  <a:ext cx="1073" cy="234"/>
                                </a:xfrm>
                                <a:custGeom>
                                  <a:avLst/>
                                  <a:gdLst>
                                    <a:gd name="T0" fmla="*/ 903 w 1073"/>
                                    <a:gd name="T1" fmla="*/ 52 h 234"/>
                                    <a:gd name="T2" fmla="*/ 888 w 1073"/>
                                    <a:gd name="T3" fmla="*/ 53 h 234"/>
                                    <a:gd name="T4" fmla="*/ 874 w 1073"/>
                                    <a:gd name="T5" fmla="*/ 56 h 234"/>
                                    <a:gd name="T6" fmla="*/ 864 w 1073"/>
                                    <a:gd name="T7" fmla="*/ 61 h 234"/>
                                    <a:gd name="T8" fmla="*/ 856 w 1073"/>
                                    <a:gd name="T9" fmla="*/ 68 h 234"/>
                                    <a:gd name="T10" fmla="*/ 850 w 1073"/>
                                    <a:gd name="T11" fmla="*/ 78 h 234"/>
                                    <a:gd name="T12" fmla="*/ 845 w 1073"/>
                                    <a:gd name="T13" fmla="*/ 90 h 234"/>
                                    <a:gd name="T14" fmla="*/ 843 w 1073"/>
                                    <a:gd name="T15" fmla="*/ 106 h 234"/>
                                    <a:gd name="T16" fmla="*/ 842 w 1073"/>
                                    <a:gd name="T17" fmla="*/ 124 h 234"/>
                                    <a:gd name="T18" fmla="*/ 843 w 1073"/>
                                    <a:gd name="T19" fmla="*/ 143 h 234"/>
                                    <a:gd name="T20" fmla="*/ 845 w 1073"/>
                                    <a:gd name="T21" fmla="*/ 158 h 234"/>
                                    <a:gd name="T22" fmla="*/ 849 w 1073"/>
                                    <a:gd name="T23" fmla="*/ 171 h 234"/>
                                    <a:gd name="T24" fmla="*/ 855 w 1073"/>
                                    <a:gd name="T25" fmla="*/ 181 h 234"/>
                                    <a:gd name="T26" fmla="*/ 863 w 1073"/>
                                    <a:gd name="T27" fmla="*/ 188 h 234"/>
                                    <a:gd name="T28" fmla="*/ 873 w 1073"/>
                                    <a:gd name="T29" fmla="*/ 193 h 234"/>
                                    <a:gd name="T30" fmla="*/ 887 w 1073"/>
                                    <a:gd name="T31" fmla="*/ 196 h 234"/>
                                    <a:gd name="T32" fmla="*/ 903 w 1073"/>
                                    <a:gd name="T33" fmla="*/ 198 h 234"/>
                                    <a:gd name="T34" fmla="*/ 920 w 1073"/>
                                    <a:gd name="T35" fmla="*/ 196 h 234"/>
                                    <a:gd name="T36" fmla="*/ 933 w 1073"/>
                                    <a:gd name="T37" fmla="*/ 193 h 234"/>
                                    <a:gd name="T38" fmla="*/ 944 w 1073"/>
                                    <a:gd name="T39" fmla="*/ 188 h 234"/>
                                    <a:gd name="T40" fmla="*/ 949 w 1073"/>
                                    <a:gd name="T41" fmla="*/ 183 h 234"/>
                                    <a:gd name="T42" fmla="*/ 885 w 1073"/>
                                    <a:gd name="T43" fmla="*/ 183 h 234"/>
                                    <a:gd name="T44" fmla="*/ 873 w 1073"/>
                                    <a:gd name="T45" fmla="*/ 178 h 234"/>
                                    <a:gd name="T46" fmla="*/ 868 w 1073"/>
                                    <a:gd name="T47" fmla="*/ 170 h 234"/>
                                    <a:gd name="T48" fmla="*/ 865 w 1073"/>
                                    <a:gd name="T49" fmla="*/ 162 h 234"/>
                                    <a:gd name="T50" fmla="*/ 862 w 1073"/>
                                    <a:gd name="T51" fmla="*/ 152 h 234"/>
                                    <a:gd name="T52" fmla="*/ 860 w 1073"/>
                                    <a:gd name="T53" fmla="*/ 139 h 234"/>
                                    <a:gd name="T54" fmla="*/ 860 w 1073"/>
                                    <a:gd name="T55" fmla="*/ 124 h 234"/>
                                    <a:gd name="T56" fmla="*/ 860 w 1073"/>
                                    <a:gd name="T57" fmla="*/ 108 h 234"/>
                                    <a:gd name="T58" fmla="*/ 862 w 1073"/>
                                    <a:gd name="T59" fmla="*/ 96 h 234"/>
                                    <a:gd name="T60" fmla="*/ 865 w 1073"/>
                                    <a:gd name="T61" fmla="*/ 86 h 234"/>
                                    <a:gd name="T62" fmla="*/ 869 w 1073"/>
                                    <a:gd name="T63" fmla="*/ 78 h 234"/>
                                    <a:gd name="T64" fmla="*/ 875 w 1073"/>
                                    <a:gd name="T65" fmla="*/ 70 h 234"/>
                                    <a:gd name="T66" fmla="*/ 887 w 1073"/>
                                    <a:gd name="T67" fmla="*/ 66 h 234"/>
                                    <a:gd name="T68" fmla="*/ 948 w 1073"/>
                                    <a:gd name="T69" fmla="*/ 66 h 234"/>
                                    <a:gd name="T70" fmla="*/ 942 w 1073"/>
                                    <a:gd name="T71" fmla="*/ 61 h 234"/>
                                    <a:gd name="T72" fmla="*/ 932 w 1073"/>
                                    <a:gd name="T73" fmla="*/ 56 h 234"/>
                                    <a:gd name="T74" fmla="*/ 919 w 1073"/>
                                    <a:gd name="T75" fmla="*/ 53 h 234"/>
                                    <a:gd name="T76" fmla="*/ 903 w 1073"/>
                                    <a:gd name="T77" fmla="*/ 5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073" h="234">
                                      <a:moveTo>
                                        <a:pt x="903" y="52"/>
                                      </a:moveTo>
                                      <a:lnTo>
                                        <a:pt x="888" y="53"/>
                                      </a:lnTo>
                                      <a:lnTo>
                                        <a:pt x="874" y="56"/>
                                      </a:lnTo>
                                      <a:lnTo>
                                        <a:pt x="864" y="61"/>
                                      </a:lnTo>
                                      <a:lnTo>
                                        <a:pt x="856" y="68"/>
                                      </a:lnTo>
                                      <a:lnTo>
                                        <a:pt x="850" y="78"/>
                                      </a:lnTo>
                                      <a:lnTo>
                                        <a:pt x="845" y="90"/>
                                      </a:lnTo>
                                      <a:lnTo>
                                        <a:pt x="843" y="106"/>
                                      </a:lnTo>
                                      <a:lnTo>
                                        <a:pt x="842" y="124"/>
                                      </a:lnTo>
                                      <a:lnTo>
                                        <a:pt x="843" y="143"/>
                                      </a:lnTo>
                                      <a:lnTo>
                                        <a:pt x="845" y="158"/>
                                      </a:lnTo>
                                      <a:lnTo>
                                        <a:pt x="849" y="171"/>
                                      </a:lnTo>
                                      <a:lnTo>
                                        <a:pt x="855" y="181"/>
                                      </a:lnTo>
                                      <a:lnTo>
                                        <a:pt x="863" y="188"/>
                                      </a:lnTo>
                                      <a:lnTo>
                                        <a:pt x="873" y="193"/>
                                      </a:lnTo>
                                      <a:lnTo>
                                        <a:pt x="887" y="196"/>
                                      </a:lnTo>
                                      <a:lnTo>
                                        <a:pt x="903" y="198"/>
                                      </a:lnTo>
                                      <a:lnTo>
                                        <a:pt x="920" y="196"/>
                                      </a:lnTo>
                                      <a:lnTo>
                                        <a:pt x="933" y="193"/>
                                      </a:lnTo>
                                      <a:lnTo>
                                        <a:pt x="944" y="188"/>
                                      </a:lnTo>
                                      <a:lnTo>
                                        <a:pt x="949" y="183"/>
                                      </a:lnTo>
                                      <a:lnTo>
                                        <a:pt x="885" y="183"/>
                                      </a:lnTo>
                                      <a:lnTo>
                                        <a:pt x="873" y="178"/>
                                      </a:lnTo>
                                      <a:lnTo>
                                        <a:pt x="868" y="170"/>
                                      </a:lnTo>
                                      <a:lnTo>
                                        <a:pt x="865" y="162"/>
                                      </a:lnTo>
                                      <a:lnTo>
                                        <a:pt x="862" y="152"/>
                                      </a:lnTo>
                                      <a:lnTo>
                                        <a:pt x="860" y="139"/>
                                      </a:lnTo>
                                      <a:lnTo>
                                        <a:pt x="860" y="124"/>
                                      </a:lnTo>
                                      <a:lnTo>
                                        <a:pt x="860" y="108"/>
                                      </a:lnTo>
                                      <a:lnTo>
                                        <a:pt x="862" y="96"/>
                                      </a:lnTo>
                                      <a:lnTo>
                                        <a:pt x="865" y="86"/>
                                      </a:lnTo>
                                      <a:lnTo>
                                        <a:pt x="869" y="78"/>
                                      </a:lnTo>
                                      <a:lnTo>
                                        <a:pt x="875" y="70"/>
                                      </a:lnTo>
                                      <a:lnTo>
                                        <a:pt x="887" y="66"/>
                                      </a:lnTo>
                                      <a:lnTo>
                                        <a:pt x="948" y="66"/>
                                      </a:lnTo>
                                      <a:lnTo>
                                        <a:pt x="942" y="61"/>
                                      </a:lnTo>
                                      <a:lnTo>
                                        <a:pt x="932" y="56"/>
                                      </a:lnTo>
                                      <a:lnTo>
                                        <a:pt x="919" y="53"/>
                                      </a:lnTo>
                                      <a:lnTo>
                                        <a:pt x="903" y="5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4" name="Freeform 283"/>
                              <wps:cNvSpPr>
                                <a:spLocks/>
                              </wps:cNvSpPr>
                              <wps:spPr bwMode="auto">
                                <a:xfrm>
                                  <a:off x="9008" y="792"/>
                                  <a:ext cx="1073" cy="234"/>
                                </a:xfrm>
                                <a:custGeom>
                                  <a:avLst/>
                                  <a:gdLst>
                                    <a:gd name="T0" fmla="*/ 948 w 1073"/>
                                    <a:gd name="T1" fmla="*/ 66 h 234"/>
                                    <a:gd name="T2" fmla="*/ 920 w 1073"/>
                                    <a:gd name="T3" fmla="*/ 66 h 234"/>
                                    <a:gd name="T4" fmla="*/ 931 w 1073"/>
                                    <a:gd name="T5" fmla="*/ 71 h 234"/>
                                    <a:gd name="T6" fmla="*/ 937 w 1073"/>
                                    <a:gd name="T7" fmla="*/ 78 h 234"/>
                                    <a:gd name="T8" fmla="*/ 941 w 1073"/>
                                    <a:gd name="T9" fmla="*/ 86 h 234"/>
                                    <a:gd name="T10" fmla="*/ 944 w 1073"/>
                                    <a:gd name="T11" fmla="*/ 96 h 234"/>
                                    <a:gd name="T12" fmla="*/ 946 w 1073"/>
                                    <a:gd name="T13" fmla="*/ 109 h 234"/>
                                    <a:gd name="T14" fmla="*/ 946 w 1073"/>
                                    <a:gd name="T15" fmla="*/ 124 h 234"/>
                                    <a:gd name="T16" fmla="*/ 946 w 1073"/>
                                    <a:gd name="T17" fmla="*/ 139 h 234"/>
                                    <a:gd name="T18" fmla="*/ 944 w 1073"/>
                                    <a:gd name="T19" fmla="*/ 152 h 234"/>
                                    <a:gd name="T20" fmla="*/ 942 w 1073"/>
                                    <a:gd name="T21" fmla="*/ 162 h 234"/>
                                    <a:gd name="T22" fmla="*/ 938 w 1073"/>
                                    <a:gd name="T23" fmla="*/ 170 h 234"/>
                                    <a:gd name="T24" fmla="*/ 933 w 1073"/>
                                    <a:gd name="T25" fmla="*/ 178 h 234"/>
                                    <a:gd name="T26" fmla="*/ 921 w 1073"/>
                                    <a:gd name="T27" fmla="*/ 183 h 234"/>
                                    <a:gd name="T28" fmla="*/ 949 w 1073"/>
                                    <a:gd name="T29" fmla="*/ 183 h 234"/>
                                    <a:gd name="T30" fmla="*/ 951 w 1073"/>
                                    <a:gd name="T31" fmla="*/ 181 h 234"/>
                                    <a:gd name="T32" fmla="*/ 957 w 1073"/>
                                    <a:gd name="T33" fmla="*/ 171 h 234"/>
                                    <a:gd name="T34" fmla="*/ 961 w 1073"/>
                                    <a:gd name="T35" fmla="*/ 158 h 234"/>
                                    <a:gd name="T36" fmla="*/ 963 w 1073"/>
                                    <a:gd name="T37" fmla="*/ 143 h 234"/>
                                    <a:gd name="T38" fmla="*/ 964 w 1073"/>
                                    <a:gd name="T39" fmla="*/ 124 h 234"/>
                                    <a:gd name="T40" fmla="*/ 963 w 1073"/>
                                    <a:gd name="T41" fmla="*/ 106 h 234"/>
                                    <a:gd name="T42" fmla="*/ 961 w 1073"/>
                                    <a:gd name="T43" fmla="*/ 90 h 234"/>
                                    <a:gd name="T44" fmla="*/ 956 w 1073"/>
                                    <a:gd name="T45" fmla="*/ 78 h 234"/>
                                    <a:gd name="T46" fmla="*/ 950 w 1073"/>
                                    <a:gd name="T47" fmla="*/ 68 h 234"/>
                                    <a:gd name="T48" fmla="*/ 948 w 1073"/>
                                    <a:gd name="T49" fmla="*/ 66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073" h="234">
                                      <a:moveTo>
                                        <a:pt x="948" y="66"/>
                                      </a:moveTo>
                                      <a:lnTo>
                                        <a:pt x="920" y="66"/>
                                      </a:lnTo>
                                      <a:lnTo>
                                        <a:pt x="931" y="71"/>
                                      </a:lnTo>
                                      <a:lnTo>
                                        <a:pt x="937" y="78"/>
                                      </a:lnTo>
                                      <a:lnTo>
                                        <a:pt x="941" y="86"/>
                                      </a:lnTo>
                                      <a:lnTo>
                                        <a:pt x="944" y="96"/>
                                      </a:lnTo>
                                      <a:lnTo>
                                        <a:pt x="946" y="109"/>
                                      </a:lnTo>
                                      <a:lnTo>
                                        <a:pt x="946" y="124"/>
                                      </a:lnTo>
                                      <a:lnTo>
                                        <a:pt x="946" y="139"/>
                                      </a:lnTo>
                                      <a:lnTo>
                                        <a:pt x="944" y="152"/>
                                      </a:lnTo>
                                      <a:lnTo>
                                        <a:pt x="942" y="162"/>
                                      </a:lnTo>
                                      <a:lnTo>
                                        <a:pt x="938" y="170"/>
                                      </a:lnTo>
                                      <a:lnTo>
                                        <a:pt x="933" y="178"/>
                                      </a:lnTo>
                                      <a:lnTo>
                                        <a:pt x="921" y="183"/>
                                      </a:lnTo>
                                      <a:lnTo>
                                        <a:pt x="949" y="183"/>
                                      </a:lnTo>
                                      <a:lnTo>
                                        <a:pt x="951" y="181"/>
                                      </a:lnTo>
                                      <a:lnTo>
                                        <a:pt x="957" y="171"/>
                                      </a:lnTo>
                                      <a:lnTo>
                                        <a:pt x="961" y="158"/>
                                      </a:lnTo>
                                      <a:lnTo>
                                        <a:pt x="963" y="143"/>
                                      </a:lnTo>
                                      <a:lnTo>
                                        <a:pt x="964" y="124"/>
                                      </a:lnTo>
                                      <a:lnTo>
                                        <a:pt x="963" y="106"/>
                                      </a:lnTo>
                                      <a:lnTo>
                                        <a:pt x="961" y="90"/>
                                      </a:lnTo>
                                      <a:lnTo>
                                        <a:pt x="956" y="78"/>
                                      </a:lnTo>
                                      <a:lnTo>
                                        <a:pt x="950" y="68"/>
                                      </a:lnTo>
                                      <a:lnTo>
                                        <a:pt x="948" y="6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5" name="Freeform 284"/>
                              <wps:cNvSpPr>
                                <a:spLocks/>
                              </wps:cNvSpPr>
                              <wps:spPr bwMode="auto">
                                <a:xfrm>
                                  <a:off x="9008" y="792"/>
                                  <a:ext cx="1073" cy="234"/>
                                </a:xfrm>
                                <a:custGeom>
                                  <a:avLst/>
                                  <a:gdLst>
                                    <a:gd name="T0" fmla="*/ 1016 w 1073"/>
                                    <a:gd name="T1" fmla="*/ 54 h 234"/>
                                    <a:gd name="T2" fmla="*/ 999 w 1073"/>
                                    <a:gd name="T3" fmla="*/ 54 h 234"/>
                                    <a:gd name="T4" fmla="*/ 999 w 1073"/>
                                    <a:gd name="T5" fmla="*/ 195 h 234"/>
                                    <a:gd name="T6" fmla="*/ 1016 w 1073"/>
                                    <a:gd name="T7" fmla="*/ 195 h 234"/>
                                    <a:gd name="T8" fmla="*/ 1016 w 1073"/>
                                    <a:gd name="T9" fmla="*/ 89 h 234"/>
                                    <a:gd name="T10" fmla="*/ 1024 w 1073"/>
                                    <a:gd name="T11" fmla="*/ 85 h 234"/>
                                    <a:gd name="T12" fmla="*/ 1029 w 1073"/>
                                    <a:gd name="T13" fmla="*/ 83 h 234"/>
                                    <a:gd name="T14" fmla="*/ 1036 w 1073"/>
                                    <a:gd name="T15" fmla="*/ 80 h 234"/>
                                    <a:gd name="T16" fmla="*/ 1045 w 1073"/>
                                    <a:gd name="T17" fmla="*/ 76 h 234"/>
                                    <a:gd name="T18" fmla="*/ 1049 w 1073"/>
                                    <a:gd name="T19" fmla="*/ 75 h 234"/>
                                    <a:gd name="T20" fmla="*/ 1016 w 1073"/>
                                    <a:gd name="T21" fmla="*/ 75 h 234"/>
                                    <a:gd name="T22" fmla="*/ 1016 w 1073"/>
                                    <a:gd name="T23" fmla="*/ 54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073" h="234">
                                      <a:moveTo>
                                        <a:pt x="1016" y="54"/>
                                      </a:moveTo>
                                      <a:lnTo>
                                        <a:pt x="999" y="54"/>
                                      </a:lnTo>
                                      <a:lnTo>
                                        <a:pt x="999" y="195"/>
                                      </a:lnTo>
                                      <a:lnTo>
                                        <a:pt x="1016" y="195"/>
                                      </a:lnTo>
                                      <a:lnTo>
                                        <a:pt x="1016" y="89"/>
                                      </a:lnTo>
                                      <a:lnTo>
                                        <a:pt x="1024" y="85"/>
                                      </a:lnTo>
                                      <a:lnTo>
                                        <a:pt x="1029" y="83"/>
                                      </a:lnTo>
                                      <a:lnTo>
                                        <a:pt x="1036" y="80"/>
                                      </a:lnTo>
                                      <a:lnTo>
                                        <a:pt x="1045" y="76"/>
                                      </a:lnTo>
                                      <a:lnTo>
                                        <a:pt x="1049" y="75"/>
                                      </a:lnTo>
                                      <a:lnTo>
                                        <a:pt x="1016" y="75"/>
                                      </a:lnTo>
                                      <a:lnTo>
                                        <a:pt x="1016" y="5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6" name="Freeform 285"/>
                              <wps:cNvSpPr>
                                <a:spLocks/>
                              </wps:cNvSpPr>
                              <wps:spPr bwMode="auto">
                                <a:xfrm>
                                  <a:off x="9008" y="792"/>
                                  <a:ext cx="1073" cy="234"/>
                                </a:xfrm>
                                <a:custGeom>
                                  <a:avLst/>
                                  <a:gdLst>
                                    <a:gd name="T0" fmla="*/ 1072 w 1073"/>
                                    <a:gd name="T1" fmla="*/ 52 h 234"/>
                                    <a:gd name="T2" fmla="*/ 1063 w 1073"/>
                                    <a:gd name="T3" fmla="*/ 53 h 234"/>
                                    <a:gd name="T4" fmla="*/ 1053 w 1073"/>
                                    <a:gd name="T5" fmla="*/ 56 h 234"/>
                                    <a:gd name="T6" fmla="*/ 1043 w 1073"/>
                                    <a:gd name="T7" fmla="*/ 61 h 234"/>
                                    <a:gd name="T8" fmla="*/ 1032 w 1073"/>
                                    <a:gd name="T9" fmla="*/ 65 h 234"/>
                                    <a:gd name="T10" fmla="*/ 1024 w 1073"/>
                                    <a:gd name="T11" fmla="*/ 70 h 234"/>
                                    <a:gd name="T12" fmla="*/ 1016 w 1073"/>
                                    <a:gd name="T13" fmla="*/ 75 h 234"/>
                                    <a:gd name="T14" fmla="*/ 1049 w 1073"/>
                                    <a:gd name="T15" fmla="*/ 75 h 234"/>
                                    <a:gd name="T16" fmla="*/ 1055 w 1073"/>
                                    <a:gd name="T17" fmla="*/ 73 h 234"/>
                                    <a:gd name="T18" fmla="*/ 1063 w 1073"/>
                                    <a:gd name="T19" fmla="*/ 70 h 234"/>
                                    <a:gd name="T20" fmla="*/ 1072 w 1073"/>
                                    <a:gd name="T21" fmla="*/ 68 h 234"/>
                                    <a:gd name="T22" fmla="*/ 1072 w 1073"/>
                                    <a:gd name="T23" fmla="*/ 5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073" h="234">
                                      <a:moveTo>
                                        <a:pt x="1072" y="52"/>
                                      </a:moveTo>
                                      <a:lnTo>
                                        <a:pt x="1063" y="53"/>
                                      </a:lnTo>
                                      <a:lnTo>
                                        <a:pt x="1053" y="56"/>
                                      </a:lnTo>
                                      <a:lnTo>
                                        <a:pt x="1043" y="61"/>
                                      </a:lnTo>
                                      <a:lnTo>
                                        <a:pt x="1032" y="65"/>
                                      </a:lnTo>
                                      <a:lnTo>
                                        <a:pt x="1024" y="70"/>
                                      </a:lnTo>
                                      <a:lnTo>
                                        <a:pt x="1016" y="75"/>
                                      </a:lnTo>
                                      <a:lnTo>
                                        <a:pt x="1049" y="75"/>
                                      </a:lnTo>
                                      <a:lnTo>
                                        <a:pt x="1055" y="73"/>
                                      </a:lnTo>
                                      <a:lnTo>
                                        <a:pt x="1063" y="70"/>
                                      </a:lnTo>
                                      <a:lnTo>
                                        <a:pt x="1072" y="68"/>
                                      </a:lnTo>
                                      <a:lnTo>
                                        <a:pt x="1072" y="5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447" name="Freeform 286"/>
                            <wps:cNvSpPr>
                              <a:spLocks/>
                            </wps:cNvSpPr>
                            <wps:spPr bwMode="auto">
                              <a:xfrm>
                                <a:off x="7517" y="682"/>
                                <a:ext cx="826" cy="226"/>
                              </a:xfrm>
                              <a:custGeom>
                                <a:avLst/>
                                <a:gdLst>
                                  <a:gd name="T0" fmla="*/ 712 w 826"/>
                                  <a:gd name="T1" fmla="*/ 0 h 226"/>
                                  <a:gd name="T2" fmla="*/ 712 w 826"/>
                                  <a:gd name="T3" fmla="*/ 56 h 226"/>
                                  <a:gd name="T4" fmla="*/ 0 w 826"/>
                                  <a:gd name="T5" fmla="*/ 56 h 226"/>
                                  <a:gd name="T6" fmla="*/ 0 w 826"/>
                                  <a:gd name="T7" fmla="*/ 169 h 226"/>
                                  <a:gd name="T8" fmla="*/ 712 w 826"/>
                                  <a:gd name="T9" fmla="*/ 169 h 226"/>
                                  <a:gd name="T10" fmla="*/ 712 w 826"/>
                                  <a:gd name="T11" fmla="*/ 225 h 226"/>
                                  <a:gd name="T12" fmla="*/ 825 w 826"/>
                                  <a:gd name="T13" fmla="*/ 112 h 226"/>
                                  <a:gd name="T14" fmla="*/ 712 w 826"/>
                                  <a:gd name="T15" fmla="*/ 0 h 22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826" h="226">
                                    <a:moveTo>
                                      <a:pt x="712" y="0"/>
                                    </a:moveTo>
                                    <a:lnTo>
                                      <a:pt x="712" y="56"/>
                                    </a:lnTo>
                                    <a:lnTo>
                                      <a:pt x="0" y="56"/>
                                    </a:lnTo>
                                    <a:lnTo>
                                      <a:pt x="0" y="169"/>
                                    </a:lnTo>
                                    <a:lnTo>
                                      <a:pt x="712" y="169"/>
                                    </a:lnTo>
                                    <a:lnTo>
                                      <a:pt x="712" y="225"/>
                                    </a:lnTo>
                                    <a:lnTo>
                                      <a:pt x="825" y="112"/>
                                    </a:lnTo>
                                    <a:lnTo>
                                      <a:pt x="712"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8" name="Freeform 287"/>
                            <wps:cNvSpPr>
                              <a:spLocks/>
                            </wps:cNvSpPr>
                            <wps:spPr bwMode="auto">
                              <a:xfrm>
                                <a:off x="7517" y="682"/>
                                <a:ext cx="826" cy="226"/>
                              </a:xfrm>
                              <a:custGeom>
                                <a:avLst/>
                                <a:gdLst>
                                  <a:gd name="T0" fmla="*/ 0 w 826"/>
                                  <a:gd name="T1" fmla="*/ 56 h 226"/>
                                  <a:gd name="T2" fmla="*/ 712 w 826"/>
                                  <a:gd name="T3" fmla="*/ 56 h 226"/>
                                  <a:gd name="T4" fmla="*/ 712 w 826"/>
                                  <a:gd name="T5" fmla="*/ 0 h 226"/>
                                  <a:gd name="T6" fmla="*/ 825 w 826"/>
                                  <a:gd name="T7" fmla="*/ 112 h 226"/>
                                  <a:gd name="T8" fmla="*/ 712 w 826"/>
                                  <a:gd name="T9" fmla="*/ 225 h 226"/>
                                  <a:gd name="T10" fmla="*/ 712 w 826"/>
                                  <a:gd name="T11" fmla="*/ 169 h 226"/>
                                  <a:gd name="T12" fmla="*/ 0 w 826"/>
                                  <a:gd name="T13" fmla="*/ 169 h 226"/>
                                  <a:gd name="T14" fmla="*/ 0 w 826"/>
                                  <a:gd name="T15" fmla="*/ 56 h 22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826" h="226">
                                    <a:moveTo>
                                      <a:pt x="0" y="56"/>
                                    </a:moveTo>
                                    <a:lnTo>
                                      <a:pt x="712" y="56"/>
                                    </a:lnTo>
                                    <a:lnTo>
                                      <a:pt x="712" y="0"/>
                                    </a:lnTo>
                                    <a:lnTo>
                                      <a:pt x="825" y="112"/>
                                    </a:lnTo>
                                    <a:lnTo>
                                      <a:pt x="712" y="225"/>
                                    </a:lnTo>
                                    <a:lnTo>
                                      <a:pt x="712" y="169"/>
                                    </a:lnTo>
                                    <a:lnTo>
                                      <a:pt x="0" y="169"/>
                                    </a:lnTo>
                                    <a:lnTo>
                                      <a:pt x="0" y="56"/>
                                    </a:lnTo>
                                    <a:close/>
                                  </a:path>
                                </a:pathLst>
                              </a:custGeom>
                              <a:noFill/>
                              <a:ln w="25908">
                                <a:solidFill>
                                  <a:srgbClr val="355B8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9" name="Freeform 288"/>
                            <wps:cNvSpPr>
                              <a:spLocks/>
                            </wps:cNvSpPr>
                            <wps:spPr bwMode="auto">
                              <a:xfrm>
                                <a:off x="3243" y="1711"/>
                                <a:ext cx="6437" cy="636"/>
                              </a:xfrm>
                              <a:custGeom>
                                <a:avLst/>
                                <a:gdLst>
                                  <a:gd name="T0" fmla="*/ 6436 w 6437"/>
                                  <a:gd name="T1" fmla="*/ 0 h 636"/>
                                  <a:gd name="T2" fmla="*/ 6435 w 6437"/>
                                  <a:gd name="T3" fmla="*/ 128 h 636"/>
                                  <a:gd name="T4" fmla="*/ 6432 w 6437"/>
                                  <a:gd name="T5" fmla="*/ 247 h 636"/>
                                  <a:gd name="T6" fmla="*/ 6427 w 6437"/>
                                  <a:gd name="T7" fmla="*/ 355 h 636"/>
                                  <a:gd name="T8" fmla="*/ 6421 w 6437"/>
                                  <a:gd name="T9" fmla="*/ 449 h 636"/>
                                  <a:gd name="T10" fmla="*/ 6413 w 6437"/>
                                  <a:gd name="T11" fmla="*/ 527 h 636"/>
                                  <a:gd name="T12" fmla="*/ 6404 w 6437"/>
                                  <a:gd name="T13" fmla="*/ 585 h 636"/>
                                  <a:gd name="T14" fmla="*/ 6394 w 6437"/>
                                  <a:gd name="T15" fmla="*/ 622 h 636"/>
                                  <a:gd name="T16" fmla="*/ 6383 w 6437"/>
                                  <a:gd name="T17" fmla="*/ 635 h 636"/>
                                  <a:gd name="T18" fmla="*/ 53 w 6437"/>
                                  <a:gd name="T19" fmla="*/ 635 h 636"/>
                                  <a:gd name="T20" fmla="*/ 42 w 6437"/>
                                  <a:gd name="T21" fmla="*/ 622 h 636"/>
                                  <a:gd name="T22" fmla="*/ 32 w 6437"/>
                                  <a:gd name="T23" fmla="*/ 585 h 636"/>
                                  <a:gd name="T24" fmla="*/ 23 w 6437"/>
                                  <a:gd name="T25" fmla="*/ 527 h 636"/>
                                  <a:gd name="T26" fmla="*/ 15 w 6437"/>
                                  <a:gd name="T27" fmla="*/ 449 h 636"/>
                                  <a:gd name="T28" fmla="*/ 9 w 6437"/>
                                  <a:gd name="T29" fmla="*/ 355 h 636"/>
                                  <a:gd name="T30" fmla="*/ 4 w 6437"/>
                                  <a:gd name="T31" fmla="*/ 247 h 636"/>
                                  <a:gd name="T32" fmla="*/ 1 w 6437"/>
                                  <a:gd name="T33" fmla="*/ 128 h 636"/>
                                  <a:gd name="T34" fmla="*/ 0 w 6437"/>
                                  <a:gd name="T35" fmla="*/ 0 h 6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6437" h="636">
                                    <a:moveTo>
                                      <a:pt x="6436" y="0"/>
                                    </a:moveTo>
                                    <a:lnTo>
                                      <a:pt x="6435" y="128"/>
                                    </a:lnTo>
                                    <a:lnTo>
                                      <a:pt x="6432" y="247"/>
                                    </a:lnTo>
                                    <a:lnTo>
                                      <a:pt x="6427" y="355"/>
                                    </a:lnTo>
                                    <a:lnTo>
                                      <a:pt x="6421" y="449"/>
                                    </a:lnTo>
                                    <a:lnTo>
                                      <a:pt x="6413" y="527"/>
                                    </a:lnTo>
                                    <a:lnTo>
                                      <a:pt x="6404" y="585"/>
                                    </a:lnTo>
                                    <a:lnTo>
                                      <a:pt x="6394" y="622"/>
                                    </a:lnTo>
                                    <a:lnTo>
                                      <a:pt x="6383" y="635"/>
                                    </a:lnTo>
                                    <a:lnTo>
                                      <a:pt x="53" y="635"/>
                                    </a:lnTo>
                                    <a:lnTo>
                                      <a:pt x="42" y="622"/>
                                    </a:lnTo>
                                    <a:lnTo>
                                      <a:pt x="32" y="585"/>
                                    </a:lnTo>
                                    <a:lnTo>
                                      <a:pt x="23" y="527"/>
                                    </a:lnTo>
                                    <a:lnTo>
                                      <a:pt x="15" y="449"/>
                                    </a:lnTo>
                                    <a:lnTo>
                                      <a:pt x="9" y="355"/>
                                    </a:lnTo>
                                    <a:lnTo>
                                      <a:pt x="4" y="247"/>
                                    </a:lnTo>
                                    <a:lnTo>
                                      <a:pt x="1" y="128"/>
                                    </a:lnTo>
                                    <a:lnTo>
                                      <a:pt x="0" y="0"/>
                                    </a:lnTo>
                                  </a:path>
                                </a:pathLst>
                              </a:custGeom>
                              <a:noFill/>
                              <a:ln w="19812">
                                <a:solidFill>
                                  <a:srgbClr val="457AB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0" name="Freeform 289"/>
                            <wps:cNvSpPr>
                              <a:spLocks/>
                            </wps:cNvSpPr>
                            <wps:spPr bwMode="auto">
                              <a:xfrm>
                                <a:off x="5459" y="2060"/>
                                <a:ext cx="2026" cy="420"/>
                              </a:xfrm>
                              <a:custGeom>
                                <a:avLst/>
                                <a:gdLst>
                                  <a:gd name="T0" fmla="*/ 2025 w 2026"/>
                                  <a:gd name="T1" fmla="*/ 0 h 420"/>
                                  <a:gd name="T2" fmla="*/ 0 w 2026"/>
                                  <a:gd name="T3" fmla="*/ 0 h 420"/>
                                  <a:gd name="T4" fmla="*/ 0 w 2026"/>
                                  <a:gd name="T5" fmla="*/ 419 h 420"/>
                                  <a:gd name="T6" fmla="*/ 2025 w 2026"/>
                                  <a:gd name="T7" fmla="*/ 419 h 420"/>
                                  <a:gd name="T8" fmla="*/ 2025 w 2026"/>
                                  <a:gd name="T9" fmla="*/ 0 h 420"/>
                                </a:gdLst>
                                <a:ahLst/>
                                <a:cxnLst>
                                  <a:cxn ang="0">
                                    <a:pos x="T0" y="T1"/>
                                  </a:cxn>
                                  <a:cxn ang="0">
                                    <a:pos x="T2" y="T3"/>
                                  </a:cxn>
                                  <a:cxn ang="0">
                                    <a:pos x="T4" y="T5"/>
                                  </a:cxn>
                                  <a:cxn ang="0">
                                    <a:pos x="T6" y="T7"/>
                                  </a:cxn>
                                  <a:cxn ang="0">
                                    <a:pos x="T8" y="T9"/>
                                  </a:cxn>
                                </a:cxnLst>
                                <a:rect l="0" t="0" r="r" b="b"/>
                                <a:pathLst>
                                  <a:path w="2026" h="420">
                                    <a:moveTo>
                                      <a:pt x="2025" y="0"/>
                                    </a:moveTo>
                                    <a:lnTo>
                                      <a:pt x="0" y="0"/>
                                    </a:lnTo>
                                    <a:lnTo>
                                      <a:pt x="0" y="419"/>
                                    </a:lnTo>
                                    <a:lnTo>
                                      <a:pt x="2025" y="419"/>
                                    </a:lnTo>
                                    <a:lnTo>
                                      <a:pt x="202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1" name="Freeform 290"/>
                            <wps:cNvSpPr>
                              <a:spLocks/>
                            </wps:cNvSpPr>
                            <wps:spPr bwMode="auto">
                              <a:xfrm>
                                <a:off x="5459" y="2060"/>
                                <a:ext cx="2026" cy="420"/>
                              </a:xfrm>
                              <a:custGeom>
                                <a:avLst/>
                                <a:gdLst>
                                  <a:gd name="T0" fmla="*/ 0 w 2026"/>
                                  <a:gd name="T1" fmla="*/ 419 h 420"/>
                                  <a:gd name="T2" fmla="*/ 2025 w 2026"/>
                                  <a:gd name="T3" fmla="*/ 419 h 420"/>
                                  <a:gd name="T4" fmla="*/ 2025 w 2026"/>
                                  <a:gd name="T5" fmla="*/ 0 h 420"/>
                                  <a:gd name="T6" fmla="*/ 0 w 2026"/>
                                  <a:gd name="T7" fmla="*/ 0 h 420"/>
                                  <a:gd name="T8" fmla="*/ 0 w 2026"/>
                                  <a:gd name="T9" fmla="*/ 419 h 420"/>
                                </a:gdLst>
                                <a:ahLst/>
                                <a:cxnLst>
                                  <a:cxn ang="0">
                                    <a:pos x="T0" y="T1"/>
                                  </a:cxn>
                                  <a:cxn ang="0">
                                    <a:pos x="T2" y="T3"/>
                                  </a:cxn>
                                  <a:cxn ang="0">
                                    <a:pos x="T4" y="T5"/>
                                  </a:cxn>
                                  <a:cxn ang="0">
                                    <a:pos x="T6" y="T7"/>
                                  </a:cxn>
                                  <a:cxn ang="0">
                                    <a:pos x="T8" y="T9"/>
                                  </a:cxn>
                                </a:cxnLst>
                                <a:rect l="0" t="0" r="r" b="b"/>
                                <a:pathLst>
                                  <a:path w="2026" h="420">
                                    <a:moveTo>
                                      <a:pt x="0" y="419"/>
                                    </a:moveTo>
                                    <a:lnTo>
                                      <a:pt x="2025" y="419"/>
                                    </a:lnTo>
                                    <a:lnTo>
                                      <a:pt x="2025" y="0"/>
                                    </a:lnTo>
                                    <a:lnTo>
                                      <a:pt x="0" y="0"/>
                                    </a:lnTo>
                                    <a:lnTo>
                                      <a:pt x="0" y="419"/>
                                    </a:lnTo>
                                    <a:close/>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452" name="Group 291"/>
                            <wpg:cNvGrpSpPr>
                              <a:grpSpLocks/>
                            </wpg:cNvGrpSpPr>
                            <wpg:grpSpPr bwMode="auto">
                              <a:xfrm>
                                <a:off x="6169" y="2270"/>
                                <a:ext cx="666" cy="180"/>
                                <a:chOff x="6169" y="2270"/>
                                <a:chExt cx="666" cy="180"/>
                              </a:xfrm>
                            </wpg:grpSpPr>
                            <wps:wsp>
                              <wps:cNvPr id="453" name="Freeform 292"/>
                              <wps:cNvSpPr>
                                <a:spLocks/>
                              </wps:cNvSpPr>
                              <wps:spPr bwMode="auto">
                                <a:xfrm>
                                  <a:off x="6169" y="2270"/>
                                  <a:ext cx="666" cy="180"/>
                                </a:xfrm>
                                <a:custGeom>
                                  <a:avLst/>
                                  <a:gdLst>
                                    <a:gd name="T0" fmla="*/ 75 w 666"/>
                                    <a:gd name="T1" fmla="*/ 9 h 180"/>
                                    <a:gd name="T2" fmla="*/ 42 w 666"/>
                                    <a:gd name="T3" fmla="*/ 19 h 180"/>
                                    <a:gd name="T4" fmla="*/ 17 w 666"/>
                                    <a:gd name="T5" fmla="*/ 39 h 180"/>
                                    <a:gd name="T6" fmla="*/ 2 w 666"/>
                                    <a:gd name="T7" fmla="*/ 70 h 180"/>
                                    <a:gd name="T8" fmla="*/ 0 w 666"/>
                                    <a:gd name="T9" fmla="*/ 110 h 180"/>
                                    <a:gd name="T10" fmla="*/ 6 w 666"/>
                                    <a:gd name="T11" fmla="*/ 132 h 180"/>
                                    <a:gd name="T12" fmla="*/ 15 w 666"/>
                                    <a:gd name="T13" fmla="*/ 151 h 180"/>
                                    <a:gd name="T14" fmla="*/ 30 w 666"/>
                                    <a:gd name="T15" fmla="*/ 165 h 180"/>
                                    <a:gd name="T16" fmla="*/ 50 w 666"/>
                                    <a:gd name="T17" fmla="*/ 173 h 180"/>
                                    <a:gd name="T18" fmla="*/ 72 w 666"/>
                                    <a:gd name="T19" fmla="*/ 178 h 180"/>
                                    <a:gd name="T20" fmla="*/ 98 w 666"/>
                                    <a:gd name="T21" fmla="*/ 178 h 180"/>
                                    <a:gd name="T22" fmla="*/ 110 w 666"/>
                                    <a:gd name="T23" fmla="*/ 176 h 180"/>
                                    <a:gd name="T24" fmla="*/ 119 w 666"/>
                                    <a:gd name="T25" fmla="*/ 173 h 180"/>
                                    <a:gd name="T26" fmla="*/ 127 w 666"/>
                                    <a:gd name="T27" fmla="*/ 171 h 180"/>
                                    <a:gd name="T28" fmla="*/ 134 w 666"/>
                                    <a:gd name="T29" fmla="*/ 167 h 180"/>
                                    <a:gd name="T30" fmla="*/ 138 w 666"/>
                                    <a:gd name="T31" fmla="*/ 165 h 180"/>
                                    <a:gd name="T32" fmla="*/ 140 w 666"/>
                                    <a:gd name="T33" fmla="*/ 162 h 180"/>
                                    <a:gd name="T34" fmla="*/ 141 w 666"/>
                                    <a:gd name="T35" fmla="*/ 159 h 180"/>
                                    <a:gd name="T36" fmla="*/ 141 w 666"/>
                                    <a:gd name="T37" fmla="*/ 150 h 180"/>
                                    <a:gd name="T38" fmla="*/ 77 w 666"/>
                                    <a:gd name="T39" fmla="*/ 149 h 180"/>
                                    <a:gd name="T40" fmla="*/ 65 w 666"/>
                                    <a:gd name="T41" fmla="*/ 145 h 180"/>
                                    <a:gd name="T42" fmla="*/ 55 w 666"/>
                                    <a:gd name="T43" fmla="*/ 136 h 180"/>
                                    <a:gd name="T44" fmla="*/ 47 w 666"/>
                                    <a:gd name="T45" fmla="*/ 126 h 180"/>
                                    <a:gd name="T46" fmla="*/ 43 w 666"/>
                                    <a:gd name="T47" fmla="*/ 112 h 180"/>
                                    <a:gd name="T48" fmla="*/ 42 w 666"/>
                                    <a:gd name="T49" fmla="*/ 85 h 180"/>
                                    <a:gd name="T50" fmla="*/ 47 w 666"/>
                                    <a:gd name="T51" fmla="*/ 63 h 180"/>
                                    <a:gd name="T52" fmla="*/ 55 w 666"/>
                                    <a:gd name="T53" fmla="*/ 53 h 180"/>
                                    <a:gd name="T54" fmla="*/ 64 w 666"/>
                                    <a:gd name="T55" fmla="*/ 44 h 180"/>
                                    <a:gd name="T56" fmla="*/ 76 w 666"/>
                                    <a:gd name="T57" fmla="*/ 38 h 180"/>
                                    <a:gd name="T58" fmla="*/ 141 w 666"/>
                                    <a:gd name="T59" fmla="*/ 37 h 180"/>
                                    <a:gd name="T60" fmla="*/ 140 w 666"/>
                                    <a:gd name="T61" fmla="*/ 30 h 180"/>
                                    <a:gd name="T62" fmla="*/ 140 w 666"/>
                                    <a:gd name="T63" fmla="*/ 26 h 180"/>
                                    <a:gd name="T64" fmla="*/ 139 w 666"/>
                                    <a:gd name="T65" fmla="*/ 25 h 180"/>
                                    <a:gd name="T66" fmla="*/ 137 w 666"/>
                                    <a:gd name="T67" fmla="*/ 23 h 180"/>
                                    <a:gd name="T68" fmla="*/ 132 w 666"/>
                                    <a:gd name="T69" fmla="*/ 19 h 180"/>
                                    <a:gd name="T70" fmla="*/ 122 w 666"/>
                                    <a:gd name="T71" fmla="*/ 15 h 180"/>
                                    <a:gd name="T72" fmla="*/ 113 w 666"/>
                                    <a:gd name="T73" fmla="*/ 12 h 180"/>
                                    <a:gd name="T74" fmla="*/ 104 w 666"/>
                                    <a:gd name="T75" fmla="*/ 10 h 180"/>
                                    <a:gd name="T76" fmla="*/ 94 w 666"/>
                                    <a:gd name="T77" fmla="*/ 9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66" h="180">
                                      <a:moveTo>
                                        <a:pt x="94" y="9"/>
                                      </a:moveTo>
                                      <a:lnTo>
                                        <a:pt x="75" y="9"/>
                                      </a:lnTo>
                                      <a:lnTo>
                                        <a:pt x="63" y="11"/>
                                      </a:lnTo>
                                      <a:lnTo>
                                        <a:pt x="42" y="19"/>
                                      </a:lnTo>
                                      <a:lnTo>
                                        <a:pt x="32" y="24"/>
                                      </a:lnTo>
                                      <a:lnTo>
                                        <a:pt x="17" y="39"/>
                                      </a:lnTo>
                                      <a:lnTo>
                                        <a:pt x="11" y="48"/>
                                      </a:lnTo>
                                      <a:lnTo>
                                        <a:pt x="2" y="70"/>
                                      </a:lnTo>
                                      <a:lnTo>
                                        <a:pt x="0" y="82"/>
                                      </a:lnTo>
                                      <a:lnTo>
                                        <a:pt x="0" y="110"/>
                                      </a:lnTo>
                                      <a:lnTo>
                                        <a:pt x="2" y="122"/>
                                      </a:lnTo>
                                      <a:lnTo>
                                        <a:pt x="6" y="132"/>
                                      </a:lnTo>
                                      <a:lnTo>
                                        <a:pt x="10" y="142"/>
                                      </a:lnTo>
                                      <a:lnTo>
                                        <a:pt x="15" y="151"/>
                                      </a:lnTo>
                                      <a:lnTo>
                                        <a:pt x="22" y="158"/>
                                      </a:lnTo>
                                      <a:lnTo>
                                        <a:pt x="30" y="165"/>
                                      </a:lnTo>
                                      <a:lnTo>
                                        <a:pt x="39" y="170"/>
                                      </a:lnTo>
                                      <a:lnTo>
                                        <a:pt x="50" y="173"/>
                                      </a:lnTo>
                                      <a:lnTo>
                                        <a:pt x="60" y="177"/>
                                      </a:lnTo>
                                      <a:lnTo>
                                        <a:pt x="72" y="178"/>
                                      </a:lnTo>
                                      <a:lnTo>
                                        <a:pt x="92" y="178"/>
                                      </a:lnTo>
                                      <a:lnTo>
                                        <a:pt x="98" y="178"/>
                                      </a:lnTo>
                                      <a:lnTo>
                                        <a:pt x="104" y="177"/>
                                      </a:lnTo>
                                      <a:lnTo>
                                        <a:pt x="110" y="176"/>
                                      </a:lnTo>
                                      <a:lnTo>
                                        <a:pt x="115" y="175"/>
                                      </a:lnTo>
                                      <a:lnTo>
                                        <a:pt x="119" y="173"/>
                                      </a:lnTo>
                                      <a:lnTo>
                                        <a:pt x="124" y="172"/>
                                      </a:lnTo>
                                      <a:lnTo>
                                        <a:pt x="127" y="171"/>
                                      </a:lnTo>
                                      <a:lnTo>
                                        <a:pt x="131" y="169"/>
                                      </a:lnTo>
                                      <a:lnTo>
                                        <a:pt x="134" y="167"/>
                                      </a:lnTo>
                                      <a:lnTo>
                                        <a:pt x="136" y="166"/>
                                      </a:lnTo>
                                      <a:lnTo>
                                        <a:pt x="138" y="165"/>
                                      </a:lnTo>
                                      <a:lnTo>
                                        <a:pt x="139" y="163"/>
                                      </a:lnTo>
                                      <a:lnTo>
                                        <a:pt x="140" y="162"/>
                                      </a:lnTo>
                                      <a:lnTo>
                                        <a:pt x="141" y="160"/>
                                      </a:lnTo>
                                      <a:lnTo>
                                        <a:pt x="141" y="159"/>
                                      </a:lnTo>
                                      <a:lnTo>
                                        <a:pt x="141" y="155"/>
                                      </a:lnTo>
                                      <a:lnTo>
                                        <a:pt x="141" y="150"/>
                                      </a:lnTo>
                                      <a:lnTo>
                                        <a:pt x="83" y="150"/>
                                      </a:lnTo>
                                      <a:lnTo>
                                        <a:pt x="77" y="149"/>
                                      </a:lnTo>
                                      <a:lnTo>
                                        <a:pt x="71" y="147"/>
                                      </a:lnTo>
                                      <a:lnTo>
                                        <a:pt x="65" y="145"/>
                                      </a:lnTo>
                                      <a:lnTo>
                                        <a:pt x="59" y="141"/>
                                      </a:lnTo>
                                      <a:lnTo>
                                        <a:pt x="55" y="136"/>
                                      </a:lnTo>
                                      <a:lnTo>
                                        <a:pt x="51" y="132"/>
                                      </a:lnTo>
                                      <a:lnTo>
                                        <a:pt x="47" y="126"/>
                                      </a:lnTo>
                                      <a:lnTo>
                                        <a:pt x="45" y="119"/>
                                      </a:lnTo>
                                      <a:lnTo>
                                        <a:pt x="43" y="112"/>
                                      </a:lnTo>
                                      <a:lnTo>
                                        <a:pt x="42" y="104"/>
                                      </a:lnTo>
                                      <a:lnTo>
                                        <a:pt x="42" y="85"/>
                                      </a:lnTo>
                                      <a:lnTo>
                                        <a:pt x="43" y="77"/>
                                      </a:lnTo>
                                      <a:lnTo>
                                        <a:pt x="47" y="63"/>
                                      </a:lnTo>
                                      <a:lnTo>
                                        <a:pt x="50" y="57"/>
                                      </a:lnTo>
                                      <a:lnTo>
                                        <a:pt x="55" y="53"/>
                                      </a:lnTo>
                                      <a:lnTo>
                                        <a:pt x="59" y="48"/>
                                      </a:lnTo>
                                      <a:lnTo>
                                        <a:pt x="64" y="44"/>
                                      </a:lnTo>
                                      <a:lnTo>
                                        <a:pt x="70" y="41"/>
                                      </a:lnTo>
                                      <a:lnTo>
                                        <a:pt x="76" y="38"/>
                                      </a:lnTo>
                                      <a:lnTo>
                                        <a:pt x="82" y="37"/>
                                      </a:lnTo>
                                      <a:lnTo>
                                        <a:pt x="141" y="37"/>
                                      </a:lnTo>
                                      <a:lnTo>
                                        <a:pt x="141" y="33"/>
                                      </a:lnTo>
                                      <a:lnTo>
                                        <a:pt x="140" y="30"/>
                                      </a:lnTo>
                                      <a:lnTo>
                                        <a:pt x="140" y="27"/>
                                      </a:lnTo>
                                      <a:lnTo>
                                        <a:pt x="140" y="26"/>
                                      </a:lnTo>
                                      <a:lnTo>
                                        <a:pt x="139" y="25"/>
                                      </a:lnTo>
                                      <a:lnTo>
                                        <a:pt x="139" y="25"/>
                                      </a:lnTo>
                                      <a:lnTo>
                                        <a:pt x="138" y="24"/>
                                      </a:lnTo>
                                      <a:lnTo>
                                        <a:pt x="137" y="23"/>
                                      </a:lnTo>
                                      <a:lnTo>
                                        <a:pt x="135" y="20"/>
                                      </a:lnTo>
                                      <a:lnTo>
                                        <a:pt x="132" y="19"/>
                                      </a:lnTo>
                                      <a:lnTo>
                                        <a:pt x="126" y="16"/>
                                      </a:lnTo>
                                      <a:lnTo>
                                        <a:pt x="122" y="15"/>
                                      </a:lnTo>
                                      <a:lnTo>
                                        <a:pt x="117" y="13"/>
                                      </a:lnTo>
                                      <a:lnTo>
                                        <a:pt x="113" y="12"/>
                                      </a:lnTo>
                                      <a:lnTo>
                                        <a:pt x="109" y="11"/>
                                      </a:lnTo>
                                      <a:lnTo>
                                        <a:pt x="104" y="10"/>
                                      </a:lnTo>
                                      <a:lnTo>
                                        <a:pt x="99" y="10"/>
                                      </a:lnTo>
                                      <a:lnTo>
                                        <a:pt x="9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4" name="Freeform 293"/>
                              <wps:cNvSpPr>
                                <a:spLocks/>
                              </wps:cNvSpPr>
                              <wps:spPr bwMode="auto">
                                <a:xfrm>
                                  <a:off x="6169" y="2270"/>
                                  <a:ext cx="666" cy="180"/>
                                </a:xfrm>
                                <a:custGeom>
                                  <a:avLst/>
                                  <a:gdLst>
                                    <a:gd name="T0" fmla="*/ 137 w 666"/>
                                    <a:gd name="T1" fmla="*/ 137 h 180"/>
                                    <a:gd name="T2" fmla="*/ 135 w 666"/>
                                    <a:gd name="T3" fmla="*/ 137 h 180"/>
                                    <a:gd name="T4" fmla="*/ 133 w 666"/>
                                    <a:gd name="T5" fmla="*/ 137 h 180"/>
                                    <a:gd name="T6" fmla="*/ 131 w 666"/>
                                    <a:gd name="T7" fmla="*/ 139 h 180"/>
                                    <a:gd name="T8" fmla="*/ 128 w 666"/>
                                    <a:gd name="T9" fmla="*/ 140 h 180"/>
                                    <a:gd name="T10" fmla="*/ 126 w 666"/>
                                    <a:gd name="T11" fmla="*/ 142 h 180"/>
                                    <a:gd name="T12" fmla="*/ 122 w 666"/>
                                    <a:gd name="T13" fmla="*/ 143 h 180"/>
                                    <a:gd name="T14" fmla="*/ 118 w 666"/>
                                    <a:gd name="T15" fmla="*/ 145 h 180"/>
                                    <a:gd name="T16" fmla="*/ 114 w 666"/>
                                    <a:gd name="T17" fmla="*/ 147 h 180"/>
                                    <a:gd name="T18" fmla="*/ 109 w 666"/>
                                    <a:gd name="T19" fmla="*/ 148 h 180"/>
                                    <a:gd name="T20" fmla="*/ 104 w 666"/>
                                    <a:gd name="T21" fmla="*/ 150 h 180"/>
                                    <a:gd name="T22" fmla="*/ 98 w 666"/>
                                    <a:gd name="T23" fmla="*/ 150 h 180"/>
                                    <a:gd name="T24" fmla="*/ 141 w 666"/>
                                    <a:gd name="T25" fmla="*/ 150 h 180"/>
                                    <a:gd name="T26" fmla="*/ 141 w 666"/>
                                    <a:gd name="T27" fmla="*/ 145 h 180"/>
                                    <a:gd name="T28" fmla="*/ 141 w 666"/>
                                    <a:gd name="T29" fmla="*/ 142 h 180"/>
                                    <a:gd name="T30" fmla="*/ 141 w 666"/>
                                    <a:gd name="T31" fmla="*/ 140 h 180"/>
                                    <a:gd name="T32" fmla="*/ 140 w 666"/>
                                    <a:gd name="T33" fmla="*/ 138 h 180"/>
                                    <a:gd name="T34" fmla="*/ 139 w 666"/>
                                    <a:gd name="T35" fmla="*/ 138 h 180"/>
                                    <a:gd name="T36" fmla="*/ 139 w 666"/>
                                    <a:gd name="T37" fmla="*/ 137 h 180"/>
                                    <a:gd name="T38" fmla="*/ 138 w 666"/>
                                    <a:gd name="T39" fmla="*/ 137 h 180"/>
                                    <a:gd name="T40" fmla="*/ 137 w 666"/>
                                    <a:gd name="T41" fmla="*/ 137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666" h="180">
                                      <a:moveTo>
                                        <a:pt x="137" y="137"/>
                                      </a:moveTo>
                                      <a:lnTo>
                                        <a:pt x="135" y="137"/>
                                      </a:lnTo>
                                      <a:lnTo>
                                        <a:pt x="133" y="137"/>
                                      </a:lnTo>
                                      <a:lnTo>
                                        <a:pt x="131" y="139"/>
                                      </a:lnTo>
                                      <a:lnTo>
                                        <a:pt x="128" y="140"/>
                                      </a:lnTo>
                                      <a:lnTo>
                                        <a:pt x="126" y="142"/>
                                      </a:lnTo>
                                      <a:lnTo>
                                        <a:pt x="122" y="143"/>
                                      </a:lnTo>
                                      <a:lnTo>
                                        <a:pt x="118" y="145"/>
                                      </a:lnTo>
                                      <a:lnTo>
                                        <a:pt x="114" y="147"/>
                                      </a:lnTo>
                                      <a:lnTo>
                                        <a:pt x="109" y="148"/>
                                      </a:lnTo>
                                      <a:lnTo>
                                        <a:pt x="104" y="150"/>
                                      </a:lnTo>
                                      <a:lnTo>
                                        <a:pt x="98" y="150"/>
                                      </a:lnTo>
                                      <a:lnTo>
                                        <a:pt x="141" y="150"/>
                                      </a:lnTo>
                                      <a:lnTo>
                                        <a:pt x="141" y="145"/>
                                      </a:lnTo>
                                      <a:lnTo>
                                        <a:pt x="141" y="142"/>
                                      </a:lnTo>
                                      <a:lnTo>
                                        <a:pt x="141" y="140"/>
                                      </a:lnTo>
                                      <a:lnTo>
                                        <a:pt x="140" y="138"/>
                                      </a:lnTo>
                                      <a:lnTo>
                                        <a:pt x="139" y="138"/>
                                      </a:lnTo>
                                      <a:lnTo>
                                        <a:pt x="139" y="137"/>
                                      </a:lnTo>
                                      <a:lnTo>
                                        <a:pt x="138" y="137"/>
                                      </a:lnTo>
                                      <a:lnTo>
                                        <a:pt x="137" y="13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5" name="Freeform 294"/>
                              <wps:cNvSpPr>
                                <a:spLocks/>
                              </wps:cNvSpPr>
                              <wps:spPr bwMode="auto">
                                <a:xfrm>
                                  <a:off x="6169" y="2270"/>
                                  <a:ext cx="666" cy="180"/>
                                </a:xfrm>
                                <a:custGeom>
                                  <a:avLst/>
                                  <a:gdLst>
                                    <a:gd name="T0" fmla="*/ 141 w 666"/>
                                    <a:gd name="T1" fmla="*/ 37 h 180"/>
                                    <a:gd name="T2" fmla="*/ 97 w 666"/>
                                    <a:gd name="T3" fmla="*/ 37 h 180"/>
                                    <a:gd name="T4" fmla="*/ 103 w 666"/>
                                    <a:gd name="T5" fmla="*/ 38 h 180"/>
                                    <a:gd name="T6" fmla="*/ 108 w 666"/>
                                    <a:gd name="T7" fmla="*/ 40 h 180"/>
                                    <a:gd name="T8" fmla="*/ 113 w 666"/>
                                    <a:gd name="T9" fmla="*/ 41 h 180"/>
                                    <a:gd name="T10" fmla="*/ 117 w 666"/>
                                    <a:gd name="T11" fmla="*/ 42 h 180"/>
                                    <a:gd name="T12" fmla="*/ 121 w 666"/>
                                    <a:gd name="T13" fmla="*/ 44 h 180"/>
                                    <a:gd name="T14" fmla="*/ 125 w 666"/>
                                    <a:gd name="T15" fmla="*/ 46 h 180"/>
                                    <a:gd name="T16" fmla="*/ 130 w 666"/>
                                    <a:gd name="T17" fmla="*/ 49 h 180"/>
                                    <a:gd name="T18" fmla="*/ 132 w 666"/>
                                    <a:gd name="T19" fmla="*/ 51 h 180"/>
                                    <a:gd name="T20" fmla="*/ 134 w 666"/>
                                    <a:gd name="T21" fmla="*/ 51 h 180"/>
                                    <a:gd name="T22" fmla="*/ 136 w 666"/>
                                    <a:gd name="T23" fmla="*/ 51 h 180"/>
                                    <a:gd name="T24" fmla="*/ 137 w 666"/>
                                    <a:gd name="T25" fmla="*/ 51 h 180"/>
                                    <a:gd name="T26" fmla="*/ 138 w 666"/>
                                    <a:gd name="T27" fmla="*/ 51 h 180"/>
                                    <a:gd name="T28" fmla="*/ 138 w 666"/>
                                    <a:gd name="T29" fmla="*/ 50 h 180"/>
                                    <a:gd name="T30" fmla="*/ 139 w 666"/>
                                    <a:gd name="T31" fmla="*/ 50 h 180"/>
                                    <a:gd name="T32" fmla="*/ 139 w 666"/>
                                    <a:gd name="T33" fmla="*/ 48 h 180"/>
                                    <a:gd name="T34" fmla="*/ 140 w 666"/>
                                    <a:gd name="T35" fmla="*/ 47 h 180"/>
                                    <a:gd name="T36" fmla="*/ 140 w 666"/>
                                    <a:gd name="T37" fmla="*/ 46 h 180"/>
                                    <a:gd name="T38" fmla="*/ 141 w 666"/>
                                    <a:gd name="T39" fmla="*/ 42 h 180"/>
                                    <a:gd name="T40" fmla="*/ 141 w 666"/>
                                    <a:gd name="T41" fmla="*/ 37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666" h="180">
                                      <a:moveTo>
                                        <a:pt x="141" y="37"/>
                                      </a:moveTo>
                                      <a:lnTo>
                                        <a:pt x="97" y="37"/>
                                      </a:lnTo>
                                      <a:lnTo>
                                        <a:pt x="103" y="38"/>
                                      </a:lnTo>
                                      <a:lnTo>
                                        <a:pt x="108" y="40"/>
                                      </a:lnTo>
                                      <a:lnTo>
                                        <a:pt x="113" y="41"/>
                                      </a:lnTo>
                                      <a:lnTo>
                                        <a:pt x="117" y="42"/>
                                      </a:lnTo>
                                      <a:lnTo>
                                        <a:pt x="121" y="44"/>
                                      </a:lnTo>
                                      <a:lnTo>
                                        <a:pt x="125" y="46"/>
                                      </a:lnTo>
                                      <a:lnTo>
                                        <a:pt x="130" y="49"/>
                                      </a:lnTo>
                                      <a:lnTo>
                                        <a:pt x="132" y="51"/>
                                      </a:lnTo>
                                      <a:lnTo>
                                        <a:pt x="134" y="51"/>
                                      </a:lnTo>
                                      <a:lnTo>
                                        <a:pt x="136" y="51"/>
                                      </a:lnTo>
                                      <a:lnTo>
                                        <a:pt x="137" y="51"/>
                                      </a:lnTo>
                                      <a:lnTo>
                                        <a:pt x="138" y="51"/>
                                      </a:lnTo>
                                      <a:lnTo>
                                        <a:pt x="138" y="50"/>
                                      </a:lnTo>
                                      <a:lnTo>
                                        <a:pt x="139" y="50"/>
                                      </a:lnTo>
                                      <a:lnTo>
                                        <a:pt x="139" y="48"/>
                                      </a:lnTo>
                                      <a:lnTo>
                                        <a:pt x="140" y="47"/>
                                      </a:lnTo>
                                      <a:lnTo>
                                        <a:pt x="140" y="46"/>
                                      </a:lnTo>
                                      <a:lnTo>
                                        <a:pt x="141" y="42"/>
                                      </a:lnTo>
                                      <a:lnTo>
                                        <a:pt x="141" y="3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6" name="Freeform 295"/>
                              <wps:cNvSpPr>
                                <a:spLocks/>
                              </wps:cNvSpPr>
                              <wps:spPr bwMode="auto">
                                <a:xfrm>
                                  <a:off x="6169" y="2270"/>
                                  <a:ext cx="666" cy="180"/>
                                </a:xfrm>
                                <a:custGeom>
                                  <a:avLst/>
                                  <a:gdLst>
                                    <a:gd name="T0" fmla="*/ 277 w 666"/>
                                    <a:gd name="T1" fmla="*/ 75 h 180"/>
                                    <a:gd name="T2" fmla="*/ 223 w 666"/>
                                    <a:gd name="T3" fmla="*/ 75 h 180"/>
                                    <a:gd name="T4" fmla="*/ 227 w 666"/>
                                    <a:gd name="T5" fmla="*/ 76 h 180"/>
                                    <a:gd name="T6" fmla="*/ 233 w 666"/>
                                    <a:gd name="T7" fmla="*/ 77 h 180"/>
                                    <a:gd name="T8" fmla="*/ 236 w 666"/>
                                    <a:gd name="T9" fmla="*/ 79 h 180"/>
                                    <a:gd name="T10" fmla="*/ 240 w 666"/>
                                    <a:gd name="T11" fmla="*/ 82 h 180"/>
                                    <a:gd name="T12" fmla="*/ 241 w 666"/>
                                    <a:gd name="T13" fmla="*/ 85 h 180"/>
                                    <a:gd name="T14" fmla="*/ 243 w 666"/>
                                    <a:gd name="T15" fmla="*/ 90 h 180"/>
                                    <a:gd name="T16" fmla="*/ 243 w 666"/>
                                    <a:gd name="T17" fmla="*/ 93 h 180"/>
                                    <a:gd name="T18" fmla="*/ 243 w 666"/>
                                    <a:gd name="T19" fmla="*/ 103 h 180"/>
                                    <a:gd name="T20" fmla="*/ 219 w 666"/>
                                    <a:gd name="T21" fmla="*/ 103 h 180"/>
                                    <a:gd name="T22" fmla="*/ 208 w 666"/>
                                    <a:gd name="T23" fmla="*/ 104 h 180"/>
                                    <a:gd name="T24" fmla="*/ 191 w 666"/>
                                    <a:gd name="T25" fmla="*/ 107 h 180"/>
                                    <a:gd name="T26" fmla="*/ 183 w 666"/>
                                    <a:gd name="T27" fmla="*/ 110 h 180"/>
                                    <a:gd name="T28" fmla="*/ 177 w 666"/>
                                    <a:gd name="T29" fmla="*/ 113 h 180"/>
                                    <a:gd name="T30" fmla="*/ 171 w 666"/>
                                    <a:gd name="T31" fmla="*/ 116 h 180"/>
                                    <a:gd name="T32" fmla="*/ 167 w 666"/>
                                    <a:gd name="T33" fmla="*/ 120 h 180"/>
                                    <a:gd name="T34" fmla="*/ 164 w 666"/>
                                    <a:gd name="T35" fmla="*/ 125 h 180"/>
                                    <a:gd name="T36" fmla="*/ 161 w 666"/>
                                    <a:gd name="T37" fmla="*/ 130 h 180"/>
                                    <a:gd name="T38" fmla="*/ 159 w 666"/>
                                    <a:gd name="T39" fmla="*/ 135 h 180"/>
                                    <a:gd name="T40" fmla="*/ 159 w 666"/>
                                    <a:gd name="T41" fmla="*/ 148 h 180"/>
                                    <a:gd name="T42" fmla="*/ 160 w 666"/>
                                    <a:gd name="T43" fmla="*/ 153 h 180"/>
                                    <a:gd name="T44" fmla="*/ 165 w 666"/>
                                    <a:gd name="T45" fmla="*/ 162 h 180"/>
                                    <a:gd name="T46" fmla="*/ 168 w 666"/>
                                    <a:gd name="T47" fmla="*/ 166 h 180"/>
                                    <a:gd name="T48" fmla="*/ 173 w 666"/>
                                    <a:gd name="T49" fmla="*/ 169 h 180"/>
                                    <a:gd name="T50" fmla="*/ 177 w 666"/>
                                    <a:gd name="T51" fmla="*/ 172 h 180"/>
                                    <a:gd name="T52" fmla="*/ 182 w 666"/>
                                    <a:gd name="T53" fmla="*/ 175 h 180"/>
                                    <a:gd name="T54" fmla="*/ 194 w 666"/>
                                    <a:gd name="T55" fmla="*/ 178 h 180"/>
                                    <a:gd name="T56" fmla="*/ 200 w 666"/>
                                    <a:gd name="T57" fmla="*/ 179 h 180"/>
                                    <a:gd name="T58" fmla="*/ 216 w 666"/>
                                    <a:gd name="T59" fmla="*/ 179 h 180"/>
                                    <a:gd name="T60" fmla="*/ 223 w 666"/>
                                    <a:gd name="T61" fmla="*/ 177 h 180"/>
                                    <a:gd name="T62" fmla="*/ 237 w 666"/>
                                    <a:gd name="T63" fmla="*/ 172 h 180"/>
                                    <a:gd name="T64" fmla="*/ 244 w 666"/>
                                    <a:gd name="T65" fmla="*/ 168 h 180"/>
                                    <a:gd name="T66" fmla="*/ 249 w 666"/>
                                    <a:gd name="T67" fmla="*/ 163 h 180"/>
                                    <a:gd name="T68" fmla="*/ 280 w 666"/>
                                    <a:gd name="T69" fmla="*/ 163 h 180"/>
                                    <a:gd name="T70" fmla="*/ 280 w 666"/>
                                    <a:gd name="T71" fmla="*/ 156 h 180"/>
                                    <a:gd name="T72" fmla="*/ 209 w 666"/>
                                    <a:gd name="T73" fmla="*/ 156 h 180"/>
                                    <a:gd name="T74" fmla="*/ 205 w 666"/>
                                    <a:gd name="T75" fmla="*/ 155 h 180"/>
                                    <a:gd name="T76" fmla="*/ 201 w 666"/>
                                    <a:gd name="T77" fmla="*/ 152 h 180"/>
                                    <a:gd name="T78" fmla="*/ 197 w 666"/>
                                    <a:gd name="T79" fmla="*/ 149 h 180"/>
                                    <a:gd name="T80" fmla="*/ 196 w 666"/>
                                    <a:gd name="T81" fmla="*/ 146 h 180"/>
                                    <a:gd name="T82" fmla="*/ 196 w 666"/>
                                    <a:gd name="T83" fmla="*/ 138 h 180"/>
                                    <a:gd name="T84" fmla="*/ 196 w 666"/>
                                    <a:gd name="T85" fmla="*/ 136 h 180"/>
                                    <a:gd name="T86" fmla="*/ 199 w 666"/>
                                    <a:gd name="T87" fmla="*/ 131 h 180"/>
                                    <a:gd name="T88" fmla="*/ 201 w 666"/>
                                    <a:gd name="T89" fmla="*/ 130 h 180"/>
                                    <a:gd name="T90" fmla="*/ 203 w 666"/>
                                    <a:gd name="T91" fmla="*/ 128 h 180"/>
                                    <a:gd name="T92" fmla="*/ 206 w 666"/>
                                    <a:gd name="T93" fmla="*/ 126 h 180"/>
                                    <a:gd name="T94" fmla="*/ 210 w 666"/>
                                    <a:gd name="T95" fmla="*/ 125 h 180"/>
                                    <a:gd name="T96" fmla="*/ 214 w 666"/>
                                    <a:gd name="T97" fmla="*/ 125 h 180"/>
                                    <a:gd name="T98" fmla="*/ 218 w 666"/>
                                    <a:gd name="T99" fmla="*/ 124 h 180"/>
                                    <a:gd name="T100" fmla="*/ 223 w 666"/>
                                    <a:gd name="T101" fmla="*/ 123 h 180"/>
                                    <a:gd name="T102" fmla="*/ 280 w 666"/>
                                    <a:gd name="T103" fmla="*/ 123 h 180"/>
                                    <a:gd name="T104" fmla="*/ 280 w 666"/>
                                    <a:gd name="T105" fmla="*/ 87 h 180"/>
                                    <a:gd name="T106" fmla="*/ 279 w 666"/>
                                    <a:gd name="T107" fmla="*/ 81 h 180"/>
                                    <a:gd name="T108" fmla="*/ 277 w 666"/>
                                    <a:gd name="T109" fmla="*/ 75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666" h="180">
                                      <a:moveTo>
                                        <a:pt x="277" y="75"/>
                                      </a:moveTo>
                                      <a:lnTo>
                                        <a:pt x="223" y="75"/>
                                      </a:lnTo>
                                      <a:lnTo>
                                        <a:pt x="227" y="76"/>
                                      </a:lnTo>
                                      <a:lnTo>
                                        <a:pt x="233" y="77"/>
                                      </a:lnTo>
                                      <a:lnTo>
                                        <a:pt x="236" y="79"/>
                                      </a:lnTo>
                                      <a:lnTo>
                                        <a:pt x="240" y="82"/>
                                      </a:lnTo>
                                      <a:lnTo>
                                        <a:pt x="241" y="85"/>
                                      </a:lnTo>
                                      <a:lnTo>
                                        <a:pt x="243" y="90"/>
                                      </a:lnTo>
                                      <a:lnTo>
                                        <a:pt x="243" y="93"/>
                                      </a:lnTo>
                                      <a:lnTo>
                                        <a:pt x="243" y="103"/>
                                      </a:lnTo>
                                      <a:lnTo>
                                        <a:pt x="219" y="103"/>
                                      </a:lnTo>
                                      <a:lnTo>
                                        <a:pt x="208" y="104"/>
                                      </a:lnTo>
                                      <a:lnTo>
                                        <a:pt x="191" y="107"/>
                                      </a:lnTo>
                                      <a:lnTo>
                                        <a:pt x="183" y="110"/>
                                      </a:lnTo>
                                      <a:lnTo>
                                        <a:pt x="177" y="113"/>
                                      </a:lnTo>
                                      <a:lnTo>
                                        <a:pt x="171" y="116"/>
                                      </a:lnTo>
                                      <a:lnTo>
                                        <a:pt x="167" y="120"/>
                                      </a:lnTo>
                                      <a:lnTo>
                                        <a:pt x="164" y="125"/>
                                      </a:lnTo>
                                      <a:lnTo>
                                        <a:pt x="161" y="130"/>
                                      </a:lnTo>
                                      <a:lnTo>
                                        <a:pt x="159" y="135"/>
                                      </a:lnTo>
                                      <a:lnTo>
                                        <a:pt x="159" y="148"/>
                                      </a:lnTo>
                                      <a:lnTo>
                                        <a:pt x="160" y="153"/>
                                      </a:lnTo>
                                      <a:lnTo>
                                        <a:pt x="165" y="162"/>
                                      </a:lnTo>
                                      <a:lnTo>
                                        <a:pt x="168" y="166"/>
                                      </a:lnTo>
                                      <a:lnTo>
                                        <a:pt x="173" y="169"/>
                                      </a:lnTo>
                                      <a:lnTo>
                                        <a:pt x="177" y="172"/>
                                      </a:lnTo>
                                      <a:lnTo>
                                        <a:pt x="182" y="175"/>
                                      </a:lnTo>
                                      <a:lnTo>
                                        <a:pt x="194" y="178"/>
                                      </a:lnTo>
                                      <a:lnTo>
                                        <a:pt x="200" y="179"/>
                                      </a:lnTo>
                                      <a:lnTo>
                                        <a:pt x="216" y="179"/>
                                      </a:lnTo>
                                      <a:lnTo>
                                        <a:pt x="223" y="177"/>
                                      </a:lnTo>
                                      <a:lnTo>
                                        <a:pt x="237" y="172"/>
                                      </a:lnTo>
                                      <a:lnTo>
                                        <a:pt x="244" y="168"/>
                                      </a:lnTo>
                                      <a:lnTo>
                                        <a:pt x="249" y="163"/>
                                      </a:lnTo>
                                      <a:lnTo>
                                        <a:pt x="280" y="163"/>
                                      </a:lnTo>
                                      <a:lnTo>
                                        <a:pt x="280" y="156"/>
                                      </a:lnTo>
                                      <a:lnTo>
                                        <a:pt x="209" y="156"/>
                                      </a:lnTo>
                                      <a:lnTo>
                                        <a:pt x="205" y="155"/>
                                      </a:lnTo>
                                      <a:lnTo>
                                        <a:pt x="201" y="152"/>
                                      </a:lnTo>
                                      <a:lnTo>
                                        <a:pt x="197" y="149"/>
                                      </a:lnTo>
                                      <a:lnTo>
                                        <a:pt x="196" y="146"/>
                                      </a:lnTo>
                                      <a:lnTo>
                                        <a:pt x="196" y="138"/>
                                      </a:lnTo>
                                      <a:lnTo>
                                        <a:pt x="196" y="136"/>
                                      </a:lnTo>
                                      <a:lnTo>
                                        <a:pt x="199" y="131"/>
                                      </a:lnTo>
                                      <a:lnTo>
                                        <a:pt x="201" y="130"/>
                                      </a:lnTo>
                                      <a:lnTo>
                                        <a:pt x="203" y="128"/>
                                      </a:lnTo>
                                      <a:lnTo>
                                        <a:pt x="206" y="126"/>
                                      </a:lnTo>
                                      <a:lnTo>
                                        <a:pt x="210" y="125"/>
                                      </a:lnTo>
                                      <a:lnTo>
                                        <a:pt x="214" y="125"/>
                                      </a:lnTo>
                                      <a:lnTo>
                                        <a:pt x="218" y="124"/>
                                      </a:lnTo>
                                      <a:lnTo>
                                        <a:pt x="223" y="123"/>
                                      </a:lnTo>
                                      <a:lnTo>
                                        <a:pt x="280" y="123"/>
                                      </a:lnTo>
                                      <a:lnTo>
                                        <a:pt x="280" y="87"/>
                                      </a:lnTo>
                                      <a:lnTo>
                                        <a:pt x="279" y="81"/>
                                      </a:lnTo>
                                      <a:lnTo>
                                        <a:pt x="277" y="7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7" name="Freeform 296"/>
                              <wps:cNvSpPr>
                                <a:spLocks/>
                              </wps:cNvSpPr>
                              <wps:spPr bwMode="auto">
                                <a:xfrm>
                                  <a:off x="6169" y="2270"/>
                                  <a:ext cx="666" cy="180"/>
                                </a:xfrm>
                                <a:custGeom>
                                  <a:avLst/>
                                  <a:gdLst>
                                    <a:gd name="T0" fmla="*/ 280 w 666"/>
                                    <a:gd name="T1" fmla="*/ 163 h 180"/>
                                    <a:gd name="T2" fmla="*/ 249 w 666"/>
                                    <a:gd name="T3" fmla="*/ 163 h 180"/>
                                    <a:gd name="T4" fmla="*/ 249 w 666"/>
                                    <a:gd name="T5" fmla="*/ 173 h 180"/>
                                    <a:gd name="T6" fmla="*/ 250 w 666"/>
                                    <a:gd name="T7" fmla="*/ 174 h 180"/>
                                    <a:gd name="T8" fmla="*/ 250 w 666"/>
                                    <a:gd name="T9" fmla="*/ 175 h 180"/>
                                    <a:gd name="T10" fmla="*/ 251 w 666"/>
                                    <a:gd name="T11" fmla="*/ 175 h 180"/>
                                    <a:gd name="T12" fmla="*/ 253 w 666"/>
                                    <a:gd name="T13" fmla="*/ 176 h 180"/>
                                    <a:gd name="T14" fmla="*/ 255 w 666"/>
                                    <a:gd name="T15" fmla="*/ 176 h 180"/>
                                    <a:gd name="T16" fmla="*/ 257 w 666"/>
                                    <a:gd name="T17" fmla="*/ 176 h 180"/>
                                    <a:gd name="T18" fmla="*/ 260 w 666"/>
                                    <a:gd name="T19" fmla="*/ 176 h 180"/>
                                    <a:gd name="T20" fmla="*/ 268 w 666"/>
                                    <a:gd name="T21" fmla="*/ 176 h 180"/>
                                    <a:gd name="T22" fmla="*/ 272 w 666"/>
                                    <a:gd name="T23" fmla="*/ 176 h 180"/>
                                    <a:gd name="T24" fmla="*/ 274 w 666"/>
                                    <a:gd name="T25" fmla="*/ 176 h 180"/>
                                    <a:gd name="T26" fmla="*/ 276 w 666"/>
                                    <a:gd name="T27" fmla="*/ 176 h 180"/>
                                    <a:gd name="T28" fmla="*/ 277 w 666"/>
                                    <a:gd name="T29" fmla="*/ 175 h 180"/>
                                    <a:gd name="T30" fmla="*/ 278 w 666"/>
                                    <a:gd name="T31" fmla="*/ 175 h 180"/>
                                    <a:gd name="T32" fmla="*/ 280 w 666"/>
                                    <a:gd name="T33" fmla="*/ 174 h 180"/>
                                    <a:gd name="T34" fmla="*/ 280 w 666"/>
                                    <a:gd name="T35" fmla="*/ 173 h 180"/>
                                    <a:gd name="T36" fmla="*/ 280 w 666"/>
                                    <a:gd name="T37" fmla="*/ 163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666" h="180">
                                      <a:moveTo>
                                        <a:pt x="280" y="163"/>
                                      </a:moveTo>
                                      <a:lnTo>
                                        <a:pt x="249" y="163"/>
                                      </a:lnTo>
                                      <a:lnTo>
                                        <a:pt x="249" y="173"/>
                                      </a:lnTo>
                                      <a:lnTo>
                                        <a:pt x="250" y="174"/>
                                      </a:lnTo>
                                      <a:lnTo>
                                        <a:pt x="250" y="175"/>
                                      </a:lnTo>
                                      <a:lnTo>
                                        <a:pt x="251" y="175"/>
                                      </a:lnTo>
                                      <a:lnTo>
                                        <a:pt x="253" y="176"/>
                                      </a:lnTo>
                                      <a:lnTo>
                                        <a:pt x="255" y="176"/>
                                      </a:lnTo>
                                      <a:lnTo>
                                        <a:pt x="257" y="176"/>
                                      </a:lnTo>
                                      <a:lnTo>
                                        <a:pt x="260" y="176"/>
                                      </a:lnTo>
                                      <a:lnTo>
                                        <a:pt x="268" y="176"/>
                                      </a:lnTo>
                                      <a:lnTo>
                                        <a:pt x="272" y="176"/>
                                      </a:lnTo>
                                      <a:lnTo>
                                        <a:pt x="274" y="176"/>
                                      </a:lnTo>
                                      <a:lnTo>
                                        <a:pt x="276" y="176"/>
                                      </a:lnTo>
                                      <a:lnTo>
                                        <a:pt x="277" y="175"/>
                                      </a:lnTo>
                                      <a:lnTo>
                                        <a:pt x="278" y="175"/>
                                      </a:lnTo>
                                      <a:lnTo>
                                        <a:pt x="280" y="174"/>
                                      </a:lnTo>
                                      <a:lnTo>
                                        <a:pt x="280" y="173"/>
                                      </a:lnTo>
                                      <a:lnTo>
                                        <a:pt x="280" y="16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8" name="Freeform 297"/>
                              <wps:cNvSpPr>
                                <a:spLocks/>
                              </wps:cNvSpPr>
                              <wps:spPr bwMode="auto">
                                <a:xfrm>
                                  <a:off x="6169" y="2270"/>
                                  <a:ext cx="666" cy="180"/>
                                </a:xfrm>
                                <a:custGeom>
                                  <a:avLst/>
                                  <a:gdLst>
                                    <a:gd name="T0" fmla="*/ 280 w 666"/>
                                    <a:gd name="T1" fmla="*/ 123 h 180"/>
                                    <a:gd name="T2" fmla="*/ 243 w 666"/>
                                    <a:gd name="T3" fmla="*/ 123 h 180"/>
                                    <a:gd name="T4" fmla="*/ 243 w 666"/>
                                    <a:gd name="T5" fmla="*/ 143 h 180"/>
                                    <a:gd name="T6" fmla="*/ 239 w 666"/>
                                    <a:gd name="T7" fmla="*/ 147 h 180"/>
                                    <a:gd name="T8" fmla="*/ 234 w 666"/>
                                    <a:gd name="T9" fmla="*/ 150 h 180"/>
                                    <a:gd name="T10" fmla="*/ 230 w 666"/>
                                    <a:gd name="T11" fmla="*/ 153 h 180"/>
                                    <a:gd name="T12" fmla="*/ 226 w 666"/>
                                    <a:gd name="T13" fmla="*/ 155 h 180"/>
                                    <a:gd name="T14" fmla="*/ 221 w 666"/>
                                    <a:gd name="T15" fmla="*/ 156 h 180"/>
                                    <a:gd name="T16" fmla="*/ 280 w 666"/>
                                    <a:gd name="T17" fmla="*/ 156 h 180"/>
                                    <a:gd name="T18" fmla="*/ 280 w 666"/>
                                    <a:gd name="T19" fmla="*/ 123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66" h="180">
                                      <a:moveTo>
                                        <a:pt x="280" y="123"/>
                                      </a:moveTo>
                                      <a:lnTo>
                                        <a:pt x="243" y="123"/>
                                      </a:lnTo>
                                      <a:lnTo>
                                        <a:pt x="243" y="143"/>
                                      </a:lnTo>
                                      <a:lnTo>
                                        <a:pt x="239" y="147"/>
                                      </a:lnTo>
                                      <a:lnTo>
                                        <a:pt x="234" y="150"/>
                                      </a:lnTo>
                                      <a:lnTo>
                                        <a:pt x="230" y="153"/>
                                      </a:lnTo>
                                      <a:lnTo>
                                        <a:pt x="226" y="155"/>
                                      </a:lnTo>
                                      <a:lnTo>
                                        <a:pt x="221" y="156"/>
                                      </a:lnTo>
                                      <a:lnTo>
                                        <a:pt x="280" y="156"/>
                                      </a:lnTo>
                                      <a:lnTo>
                                        <a:pt x="280"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9" name="Freeform 298"/>
                              <wps:cNvSpPr>
                                <a:spLocks/>
                              </wps:cNvSpPr>
                              <wps:spPr bwMode="auto">
                                <a:xfrm>
                                  <a:off x="6169" y="2270"/>
                                  <a:ext cx="666" cy="180"/>
                                </a:xfrm>
                                <a:custGeom>
                                  <a:avLst/>
                                  <a:gdLst>
                                    <a:gd name="T0" fmla="*/ 232 w 666"/>
                                    <a:gd name="T1" fmla="*/ 51 h 180"/>
                                    <a:gd name="T2" fmla="*/ 216 w 666"/>
                                    <a:gd name="T3" fmla="*/ 51 h 180"/>
                                    <a:gd name="T4" fmla="*/ 210 w 666"/>
                                    <a:gd name="T5" fmla="*/ 52 h 180"/>
                                    <a:gd name="T6" fmla="*/ 199 w 666"/>
                                    <a:gd name="T7" fmla="*/ 53 h 180"/>
                                    <a:gd name="T8" fmla="*/ 194 w 666"/>
                                    <a:gd name="T9" fmla="*/ 54 h 180"/>
                                    <a:gd name="T10" fmla="*/ 190 w 666"/>
                                    <a:gd name="T11" fmla="*/ 55 h 180"/>
                                    <a:gd name="T12" fmla="*/ 185 w 666"/>
                                    <a:gd name="T13" fmla="*/ 57 h 180"/>
                                    <a:gd name="T14" fmla="*/ 181 w 666"/>
                                    <a:gd name="T15" fmla="*/ 58 h 180"/>
                                    <a:gd name="T16" fmla="*/ 174 w 666"/>
                                    <a:gd name="T17" fmla="*/ 61 h 180"/>
                                    <a:gd name="T18" fmla="*/ 172 w 666"/>
                                    <a:gd name="T19" fmla="*/ 62 h 180"/>
                                    <a:gd name="T20" fmla="*/ 169 w 666"/>
                                    <a:gd name="T21" fmla="*/ 65 h 180"/>
                                    <a:gd name="T22" fmla="*/ 168 w 666"/>
                                    <a:gd name="T23" fmla="*/ 66 h 180"/>
                                    <a:gd name="T24" fmla="*/ 167 w 666"/>
                                    <a:gd name="T25" fmla="*/ 68 h 180"/>
                                    <a:gd name="T26" fmla="*/ 167 w 666"/>
                                    <a:gd name="T27" fmla="*/ 69 h 180"/>
                                    <a:gd name="T28" fmla="*/ 167 w 666"/>
                                    <a:gd name="T29" fmla="*/ 77 h 180"/>
                                    <a:gd name="T30" fmla="*/ 167 w 666"/>
                                    <a:gd name="T31" fmla="*/ 78 h 180"/>
                                    <a:gd name="T32" fmla="*/ 167 w 666"/>
                                    <a:gd name="T33" fmla="*/ 80 h 180"/>
                                    <a:gd name="T34" fmla="*/ 168 w 666"/>
                                    <a:gd name="T35" fmla="*/ 82 h 180"/>
                                    <a:gd name="T36" fmla="*/ 168 w 666"/>
                                    <a:gd name="T37" fmla="*/ 83 h 180"/>
                                    <a:gd name="T38" fmla="*/ 169 w 666"/>
                                    <a:gd name="T39" fmla="*/ 85 h 180"/>
                                    <a:gd name="T40" fmla="*/ 170 w 666"/>
                                    <a:gd name="T41" fmla="*/ 85 h 180"/>
                                    <a:gd name="T42" fmla="*/ 171 w 666"/>
                                    <a:gd name="T43" fmla="*/ 86 h 180"/>
                                    <a:gd name="T44" fmla="*/ 172 w 666"/>
                                    <a:gd name="T45" fmla="*/ 87 h 180"/>
                                    <a:gd name="T46" fmla="*/ 175 w 666"/>
                                    <a:gd name="T47" fmla="*/ 87 h 180"/>
                                    <a:gd name="T48" fmla="*/ 177 w 666"/>
                                    <a:gd name="T49" fmla="*/ 86 h 180"/>
                                    <a:gd name="T50" fmla="*/ 179 w 666"/>
                                    <a:gd name="T51" fmla="*/ 85 h 180"/>
                                    <a:gd name="T52" fmla="*/ 182 w 666"/>
                                    <a:gd name="T53" fmla="*/ 84 h 180"/>
                                    <a:gd name="T54" fmla="*/ 185 w 666"/>
                                    <a:gd name="T55" fmla="*/ 82 h 180"/>
                                    <a:gd name="T56" fmla="*/ 192 w 666"/>
                                    <a:gd name="T57" fmla="*/ 80 h 180"/>
                                    <a:gd name="T58" fmla="*/ 197 w 666"/>
                                    <a:gd name="T59" fmla="*/ 78 h 180"/>
                                    <a:gd name="T60" fmla="*/ 207 w 666"/>
                                    <a:gd name="T61" fmla="*/ 76 h 180"/>
                                    <a:gd name="T62" fmla="*/ 212 w 666"/>
                                    <a:gd name="T63" fmla="*/ 75 h 180"/>
                                    <a:gd name="T64" fmla="*/ 277 w 666"/>
                                    <a:gd name="T65" fmla="*/ 75 h 180"/>
                                    <a:gd name="T66" fmla="*/ 275 w 666"/>
                                    <a:gd name="T67" fmla="*/ 70 h 180"/>
                                    <a:gd name="T68" fmla="*/ 271 w 666"/>
                                    <a:gd name="T69" fmla="*/ 65 h 180"/>
                                    <a:gd name="T70" fmla="*/ 262 w 666"/>
                                    <a:gd name="T71" fmla="*/ 58 h 180"/>
                                    <a:gd name="T72" fmla="*/ 256 w 666"/>
                                    <a:gd name="T73" fmla="*/ 56 h 180"/>
                                    <a:gd name="T74" fmla="*/ 241 w 666"/>
                                    <a:gd name="T75" fmla="*/ 52 h 180"/>
                                    <a:gd name="T76" fmla="*/ 232 w 666"/>
                                    <a:gd name="T77" fmla="*/ 51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66" h="180">
                                      <a:moveTo>
                                        <a:pt x="232" y="51"/>
                                      </a:moveTo>
                                      <a:lnTo>
                                        <a:pt x="216" y="51"/>
                                      </a:lnTo>
                                      <a:lnTo>
                                        <a:pt x="210" y="52"/>
                                      </a:lnTo>
                                      <a:lnTo>
                                        <a:pt x="199" y="53"/>
                                      </a:lnTo>
                                      <a:lnTo>
                                        <a:pt x="194" y="54"/>
                                      </a:lnTo>
                                      <a:lnTo>
                                        <a:pt x="190" y="55"/>
                                      </a:lnTo>
                                      <a:lnTo>
                                        <a:pt x="185" y="57"/>
                                      </a:lnTo>
                                      <a:lnTo>
                                        <a:pt x="181" y="58"/>
                                      </a:lnTo>
                                      <a:lnTo>
                                        <a:pt x="174" y="61"/>
                                      </a:lnTo>
                                      <a:lnTo>
                                        <a:pt x="172" y="62"/>
                                      </a:lnTo>
                                      <a:lnTo>
                                        <a:pt x="169" y="65"/>
                                      </a:lnTo>
                                      <a:lnTo>
                                        <a:pt x="168" y="66"/>
                                      </a:lnTo>
                                      <a:lnTo>
                                        <a:pt x="167" y="68"/>
                                      </a:lnTo>
                                      <a:lnTo>
                                        <a:pt x="167" y="69"/>
                                      </a:lnTo>
                                      <a:lnTo>
                                        <a:pt x="167" y="77"/>
                                      </a:lnTo>
                                      <a:lnTo>
                                        <a:pt x="167" y="78"/>
                                      </a:lnTo>
                                      <a:lnTo>
                                        <a:pt x="167" y="80"/>
                                      </a:lnTo>
                                      <a:lnTo>
                                        <a:pt x="168" y="82"/>
                                      </a:lnTo>
                                      <a:lnTo>
                                        <a:pt x="168" y="83"/>
                                      </a:lnTo>
                                      <a:lnTo>
                                        <a:pt x="169" y="85"/>
                                      </a:lnTo>
                                      <a:lnTo>
                                        <a:pt x="170" y="85"/>
                                      </a:lnTo>
                                      <a:lnTo>
                                        <a:pt x="171" y="86"/>
                                      </a:lnTo>
                                      <a:lnTo>
                                        <a:pt x="172" y="87"/>
                                      </a:lnTo>
                                      <a:lnTo>
                                        <a:pt x="175" y="87"/>
                                      </a:lnTo>
                                      <a:lnTo>
                                        <a:pt x="177" y="86"/>
                                      </a:lnTo>
                                      <a:lnTo>
                                        <a:pt x="179" y="85"/>
                                      </a:lnTo>
                                      <a:lnTo>
                                        <a:pt x="182" y="84"/>
                                      </a:lnTo>
                                      <a:lnTo>
                                        <a:pt x="185" y="82"/>
                                      </a:lnTo>
                                      <a:lnTo>
                                        <a:pt x="192" y="80"/>
                                      </a:lnTo>
                                      <a:lnTo>
                                        <a:pt x="197" y="78"/>
                                      </a:lnTo>
                                      <a:lnTo>
                                        <a:pt x="207" y="76"/>
                                      </a:lnTo>
                                      <a:lnTo>
                                        <a:pt x="212" y="75"/>
                                      </a:lnTo>
                                      <a:lnTo>
                                        <a:pt x="277" y="75"/>
                                      </a:lnTo>
                                      <a:lnTo>
                                        <a:pt x="275" y="70"/>
                                      </a:lnTo>
                                      <a:lnTo>
                                        <a:pt x="271" y="65"/>
                                      </a:lnTo>
                                      <a:lnTo>
                                        <a:pt x="262" y="58"/>
                                      </a:lnTo>
                                      <a:lnTo>
                                        <a:pt x="256" y="56"/>
                                      </a:lnTo>
                                      <a:lnTo>
                                        <a:pt x="241" y="52"/>
                                      </a:lnTo>
                                      <a:lnTo>
                                        <a:pt x="232" y="5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0" name="Freeform 299"/>
                              <wps:cNvSpPr>
                                <a:spLocks/>
                              </wps:cNvSpPr>
                              <wps:spPr bwMode="auto">
                                <a:xfrm>
                                  <a:off x="6169" y="2270"/>
                                  <a:ext cx="666" cy="180"/>
                                </a:xfrm>
                                <a:custGeom>
                                  <a:avLst/>
                                  <a:gdLst>
                                    <a:gd name="T0" fmla="*/ 340 w 666"/>
                                    <a:gd name="T1" fmla="*/ 53 h 180"/>
                                    <a:gd name="T2" fmla="*/ 329 w 666"/>
                                    <a:gd name="T3" fmla="*/ 53 h 180"/>
                                    <a:gd name="T4" fmla="*/ 325 w 666"/>
                                    <a:gd name="T5" fmla="*/ 54 h 180"/>
                                    <a:gd name="T6" fmla="*/ 323 w 666"/>
                                    <a:gd name="T7" fmla="*/ 54 h 180"/>
                                    <a:gd name="T8" fmla="*/ 322 w 666"/>
                                    <a:gd name="T9" fmla="*/ 55 h 180"/>
                                    <a:gd name="T10" fmla="*/ 321 w 666"/>
                                    <a:gd name="T11" fmla="*/ 55 h 180"/>
                                    <a:gd name="T12" fmla="*/ 320 w 666"/>
                                    <a:gd name="T13" fmla="*/ 56 h 180"/>
                                    <a:gd name="T14" fmla="*/ 319 w 666"/>
                                    <a:gd name="T15" fmla="*/ 57 h 180"/>
                                    <a:gd name="T16" fmla="*/ 318 w 666"/>
                                    <a:gd name="T17" fmla="*/ 58 h 180"/>
                                    <a:gd name="T18" fmla="*/ 318 w 666"/>
                                    <a:gd name="T19" fmla="*/ 172 h 180"/>
                                    <a:gd name="T20" fmla="*/ 319 w 666"/>
                                    <a:gd name="T21" fmla="*/ 173 h 180"/>
                                    <a:gd name="T22" fmla="*/ 320 w 666"/>
                                    <a:gd name="T23" fmla="*/ 174 h 180"/>
                                    <a:gd name="T24" fmla="*/ 320 w 666"/>
                                    <a:gd name="T25" fmla="*/ 174 h 180"/>
                                    <a:gd name="T26" fmla="*/ 321 w 666"/>
                                    <a:gd name="T27" fmla="*/ 175 h 180"/>
                                    <a:gd name="T28" fmla="*/ 322 w 666"/>
                                    <a:gd name="T29" fmla="*/ 175 h 180"/>
                                    <a:gd name="T30" fmla="*/ 324 w 666"/>
                                    <a:gd name="T31" fmla="*/ 176 h 180"/>
                                    <a:gd name="T32" fmla="*/ 331 w 666"/>
                                    <a:gd name="T33" fmla="*/ 176 h 180"/>
                                    <a:gd name="T34" fmla="*/ 333 w 666"/>
                                    <a:gd name="T35" fmla="*/ 176 h 180"/>
                                    <a:gd name="T36" fmla="*/ 341 w 666"/>
                                    <a:gd name="T37" fmla="*/ 176 h 180"/>
                                    <a:gd name="T38" fmla="*/ 344 w 666"/>
                                    <a:gd name="T39" fmla="*/ 176 h 180"/>
                                    <a:gd name="T40" fmla="*/ 349 w 666"/>
                                    <a:gd name="T41" fmla="*/ 176 h 180"/>
                                    <a:gd name="T42" fmla="*/ 351 w 666"/>
                                    <a:gd name="T43" fmla="*/ 176 h 180"/>
                                    <a:gd name="T44" fmla="*/ 352 w 666"/>
                                    <a:gd name="T45" fmla="*/ 175 h 180"/>
                                    <a:gd name="T46" fmla="*/ 353 w 666"/>
                                    <a:gd name="T47" fmla="*/ 175 h 180"/>
                                    <a:gd name="T48" fmla="*/ 354 w 666"/>
                                    <a:gd name="T49" fmla="*/ 174 h 180"/>
                                    <a:gd name="T50" fmla="*/ 355 w 666"/>
                                    <a:gd name="T51" fmla="*/ 174 h 180"/>
                                    <a:gd name="T52" fmla="*/ 356 w 666"/>
                                    <a:gd name="T53" fmla="*/ 173 h 180"/>
                                    <a:gd name="T54" fmla="*/ 356 w 666"/>
                                    <a:gd name="T55" fmla="*/ 172 h 180"/>
                                    <a:gd name="T56" fmla="*/ 356 w 666"/>
                                    <a:gd name="T57" fmla="*/ 96 h 180"/>
                                    <a:gd name="T58" fmla="*/ 361 w 666"/>
                                    <a:gd name="T59" fmla="*/ 91 h 180"/>
                                    <a:gd name="T60" fmla="*/ 366 w 666"/>
                                    <a:gd name="T61" fmla="*/ 86 h 180"/>
                                    <a:gd name="T62" fmla="*/ 371 w 666"/>
                                    <a:gd name="T63" fmla="*/ 83 h 180"/>
                                    <a:gd name="T64" fmla="*/ 376 w 666"/>
                                    <a:gd name="T65" fmla="*/ 80 h 180"/>
                                    <a:gd name="T66" fmla="*/ 381 w 666"/>
                                    <a:gd name="T67" fmla="*/ 79 h 180"/>
                                    <a:gd name="T68" fmla="*/ 442 w 666"/>
                                    <a:gd name="T69" fmla="*/ 79 h 180"/>
                                    <a:gd name="T70" fmla="*/ 441 w 666"/>
                                    <a:gd name="T71" fmla="*/ 75 h 180"/>
                                    <a:gd name="T72" fmla="*/ 439 w 666"/>
                                    <a:gd name="T73" fmla="*/ 71 h 180"/>
                                    <a:gd name="T74" fmla="*/ 350 w 666"/>
                                    <a:gd name="T75" fmla="*/ 71 h 180"/>
                                    <a:gd name="T76" fmla="*/ 350 w 666"/>
                                    <a:gd name="T77" fmla="*/ 58 h 180"/>
                                    <a:gd name="T78" fmla="*/ 350 w 666"/>
                                    <a:gd name="T79" fmla="*/ 57 h 180"/>
                                    <a:gd name="T80" fmla="*/ 350 w 666"/>
                                    <a:gd name="T81" fmla="*/ 56 h 180"/>
                                    <a:gd name="T82" fmla="*/ 349 w 666"/>
                                    <a:gd name="T83" fmla="*/ 56 h 180"/>
                                    <a:gd name="T84" fmla="*/ 348 w 666"/>
                                    <a:gd name="T85" fmla="*/ 55 h 180"/>
                                    <a:gd name="T86" fmla="*/ 347 w 666"/>
                                    <a:gd name="T87" fmla="*/ 55 h 180"/>
                                    <a:gd name="T88" fmla="*/ 346 w 666"/>
                                    <a:gd name="T89" fmla="*/ 54 h 180"/>
                                    <a:gd name="T90" fmla="*/ 345 w 666"/>
                                    <a:gd name="T91" fmla="*/ 54 h 180"/>
                                    <a:gd name="T92" fmla="*/ 340 w 666"/>
                                    <a:gd name="T93" fmla="*/ 53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666" h="180">
                                      <a:moveTo>
                                        <a:pt x="340" y="53"/>
                                      </a:moveTo>
                                      <a:lnTo>
                                        <a:pt x="329" y="53"/>
                                      </a:lnTo>
                                      <a:lnTo>
                                        <a:pt x="325" y="54"/>
                                      </a:lnTo>
                                      <a:lnTo>
                                        <a:pt x="323" y="54"/>
                                      </a:lnTo>
                                      <a:lnTo>
                                        <a:pt x="322" y="55"/>
                                      </a:lnTo>
                                      <a:lnTo>
                                        <a:pt x="321" y="55"/>
                                      </a:lnTo>
                                      <a:lnTo>
                                        <a:pt x="320" y="56"/>
                                      </a:lnTo>
                                      <a:lnTo>
                                        <a:pt x="319" y="57"/>
                                      </a:lnTo>
                                      <a:lnTo>
                                        <a:pt x="318" y="58"/>
                                      </a:lnTo>
                                      <a:lnTo>
                                        <a:pt x="318" y="172"/>
                                      </a:lnTo>
                                      <a:lnTo>
                                        <a:pt x="319" y="173"/>
                                      </a:lnTo>
                                      <a:lnTo>
                                        <a:pt x="320" y="174"/>
                                      </a:lnTo>
                                      <a:lnTo>
                                        <a:pt x="320" y="174"/>
                                      </a:lnTo>
                                      <a:lnTo>
                                        <a:pt x="321" y="175"/>
                                      </a:lnTo>
                                      <a:lnTo>
                                        <a:pt x="322" y="175"/>
                                      </a:lnTo>
                                      <a:lnTo>
                                        <a:pt x="324" y="176"/>
                                      </a:lnTo>
                                      <a:lnTo>
                                        <a:pt x="331" y="176"/>
                                      </a:lnTo>
                                      <a:lnTo>
                                        <a:pt x="333" y="176"/>
                                      </a:lnTo>
                                      <a:lnTo>
                                        <a:pt x="341" y="176"/>
                                      </a:lnTo>
                                      <a:lnTo>
                                        <a:pt x="344" y="176"/>
                                      </a:lnTo>
                                      <a:lnTo>
                                        <a:pt x="349" y="176"/>
                                      </a:lnTo>
                                      <a:lnTo>
                                        <a:pt x="351" y="176"/>
                                      </a:lnTo>
                                      <a:lnTo>
                                        <a:pt x="352" y="175"/>
                                      </a:lnTo>
                                      <a:lnTo>
                                        <a:pt x="353" y="175"/>
                                      </a:lnTo>
                                      <a:lnTo>
                                        <a:pt x="354" y="174"/>
                                      </a:lnTo>
                                      <a:lnTo>
                                        <a:pt x="355" y="174"/>
                                      </a:lnTo>
                                      <a:lnTo>
                                        <a:pt x="356" y="173"/>
                                      </a:lnTo>
                                      <a:lnTo>
                                        <a:pt x="356" y="172"/>
                                      </a:lnTo>
                                      <a:lnTo>
                                        <a:pt x="356" y="96"/>
                                      </a:lnTo>
                                      <a:lnTo>
                                        <a:pt x="361" y="91"/>
                                      </a:lnTo>
                                      <a:lnTo>
                                        <a:pt x="366" y="86"/>
                                      </a:lnTo>
                                      <a:lnTo>
                                        <a:pt x="371" y="83"/>
                                      </a:lnTo>
                                      <a:lnTo>
                                        <a:pt x="376" y="80"/>
                                      </a:lnTo>
                                      <a:lnTo>
                                        <a:pt x="381" y="79"/>
                                      </a:lnTo>
                                      <a:lnTo>
                                        <a:pt x="442" y="79"/>
                                      </a:lnTo>
                                      <a:lnTo>
                                        <a:pt x="441" y="75"/>
                                      </a:lnTo>
                                      <a:lnTo>
                                        <a:pt x="439" y="71"/>
                                      </a:lnTo>
                                      <a:lnTo>
                                        <a:pt x="350" y="71"/>
                                      </a:lnTo>
                                      <a:lnTo>
                                        <a:pt x="350" y="58"/>
                                      </a:lnTo>
                                      <a:lnTo>
                                        <a:pt x="350" y="57"/>
                                      </a:lnTo>
                                      <a:lnTo>
                                        <a:pt x="350" y="56"/>
                                      </a:lnTo>
                                      <a:lnTo>
                                        <a:pt x="349" y="56"/>
                                      </a:lnTo>
                                      <a:lnTo>
                                        <a:pt x="348" y="55"/>
                                      </a:lnTo>
                                      <a:lnTo>
                                        <a:pt x="347" y="55"/>
                                      </a:lnTo>
                                      <a:lnTo>
                                        <a:pt x="346" y="54"/>
                                      </a:lnTo>
                                      <a:lnTo>
                                        <a:pt x="345" y="54"/>
                                      </a:lnTo>
                                      <a:lnTo>
                                        <a:pt x="340" y="5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1" name="Freeform 300"/>
                              <wps:cNvSpPr>
                                <a:spLocks/>
                              </wps:cNvSpPr>
                              <wps:spPr bwMode="auto">
                                <a:xfrm>
                                  <a:off x="6169" y="2270"/>
                                  <a:ext cx="666" cy="180"/>
                                </a:xfrm>
                                <a:custGeom>
                                  <a:avLst/>
                                  <a:gdLst>
                                    <a:gd name="T0" fmla="*/ 442 w 666"/>
                                    <a:gd name="T1" fmla="*/ 79 h 180"/>
                                    <a:gd name="T2" fmla="*/ 389 w 666"/>
                                    <a:gd name="T3" fmla="*/ 79 h 180"/>
                                    <a:gd name="T4" fmla="*/ 392 w 666"/>
                                    <a:gd name="T5" fmla="*/ 80 h 180"/>
                                    <a:gd name="T6" fmla="*/ 395 w 666"/>
                                    <a:gd name="T7" fmla="*/ 81 h 180"/>
                                    <a:gd name="T8" fmla="*/ 398 w 666"/>
                                    <a:gd name="T9" fmla="*/ 82 h 180"/>
                                    <a:gd name="T10" fmla="*/ 400 w 666"/>
                                    <a:gd name="T11" fmla="*/ 84 h 180"/>
                                    <a:gd name="T12" fmla="*/ 402 w 666"/>
                                    <a:gd name="T13" fmla="*/ 86 h 180"/>
                                    <a:gd name="T14" fmla="*/ 404 w 666"/>
                                    <a:gd name="T15" fmla="*/ 88 h 180"/>
                                    <a:gd name="T16" fmla="*/ 405 w 666"/>
                                    <a:gd name="T17" fmla="*/ 91 h 180"/>
                                    <a:gd name="T18" fmla="*/ 406 w 666"/>
                                    <a:gd name="T19" fmla="*/ 94 h 180"/>
                                    <a:gd name="T20" fmla="*/ 407 w 666"/>
                                    <a:gd name="T21" fmla="*/ 97 h 180"/>
                                    <a:gd name="T22" fmla="*/ 407 w 666"/>
                                    <a:gd name="T23" fmla="*/ 101 h 180"/>
                                    <a:gd name="T24" fmla="*/ 407 w 666"/>
                                    <a:gd name="T25" fmla="*/ 172 h 180"/>
                                    <a:gd name="T26" fmla="*/ 408 w 666"/>
                                    <a:gd name="T27" fmla="*/ 173 h 180"/>
                                    <a:gd name="T28" fmla="*/ 408 w 666"/>
                                    <a:gd name="T29" fmla="*/ 174 h 180"/>
                                    <a:gd name="T30" fmla="*/ 409 w 666"/>
                                    <a:gd name="T31" fmla="*/ 174 h 180"/>
                                    <a:gd name="T32" fmla="*/ 410 w 666"/>
                                    <a:gd name="T33" fmla="*/ 175 h 180"/>
                                    <a:gd name="T34" fmla="*/ 412 w 666"/>
                                    <a:gd name="T35" fmla="*/ 175 h 180"/>
                                    <a:gd name="T36" fmla="*/ 413 w 666"/>
                                    <a:gd name="T37" fmla="*/ 176 h 180"/>
                                    <a:gd name="T38" fmla="*/ 415 w 666"/>
                                    <a:gd name="T39" fmla="*/ 176 h 180"/>
                                    <a:gd name="T40" fmla="*/ 420 w 666"/>
                                    <a:gd name="T41" fmla="*/ 176 h 180"/>
                                    <a:gd name="T42" fmla="*/ 422 w 666"/>
                                    <a:gd name="T43" fmla="*/ 176 h 180"/>
                                    <a:gd name="T44" fmla="*/ 430 w 666"/>
                                    <a:gd name="T45" fmla="*/ 176 h 180"/>
                                    <a:gd name="T46" fmla="*/ 433 w 666"/>
                                    <a:gd name="T47" fmla="*/ 176 h 180"/>
                                    <a:gd name="T48" fmla="*/ 440 w 666"/>
                                    <a:gd name="T49" fmla="*/ 176 h 180"/>
                                    <a:gd name="T50" fmla="*/ 441 w 666"/>
                                    <a:gd name="T51" fmla="*/ 175 h 180"/>
                                    <a:gd name="T52" fmla="*/ 442 w 666"/>
                                    <a:gd name="T53" fmla="*/ 175 h 180"/>
                                    <a:gd name="T54" fmla="*/ 443 w 666"/>
                                    <a:gd name="T55" fmla="*/ 174 h 180"/>
                                    <a:gd name="T56" fmla="*/ 444 w 666"/>
                                    <a:gd name="T57" fmla="*/ 174 h 180"/>
                                    <a:gd name="T58" fmla="*/ 445 w 666"/>
                                    <a:gd name="T59" fmla="*/ 173 h 180"/>
                                    <a:gd name="T60" fmla="*/ 445 w 666"/>
                                    <a:gd name="T61" fmla="*/ 93 h 180"/>
                                    <a:gd name="T62" fmla="*/ 444 w 666"/>
                                    <a:gd name="T63" fmla="*/ 86 h 180"/>
                                    <a:gd name="T64" fmla="*/ 442 w 666"/>
                                    <a:gd name="T65" fmla="*/ 80 h 180"/>
                                    <a:gd name="T66" fmla="*/ 442 w 666"/>
                                    <a:gd name="T67" fmla="*/ 79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666" h="180">
                                      <a:moveTo>
                                        <a:pt x="442" y="79"/>
                                      </a:moveTo>
                                      <a:lnTo>
                                        <a:pt x="389" y="79"/>
                                      </a:lnTo>
                                      <a:lnTo>
                                        <a:pt x="392" y="80"/>
                                      </a:lnTo>
                                      <a:lnTo>
                                        <a:pt x="395" y="81"/>
                                      </a:lnTo>
                                      <a:lnTo>
                                        <a:pt x="398" y="82"/>
                                      </a:lnTo>
                                      <a:lnTo>
                                        <a:pt x="400" y="84"/>
                                      </a:lnTo>
                                      <a:lnTo>
                                        <a:pt x="402" y="86"/>
                                      </a:lnTo>
                                      <a:lnTo>
                                        <a:pt x="404" y="88"/>
                                      </a:lnTo>
                                      <a:lnTo>
                                        <a:pt x="405" y="91"/>
                                      </a:lnTo>
                                      <a:lnTo>
                                        <a:pt x="406" y="94"/>
                                      </a:lnTo>
                                      <a:lnTo>
                                        <a:pt x="407" y="97"/>
                                      </a:lnTo>
                                      <a:lnTo>
                                        <a:pt x="407" y="101"/>
                                      </a:lnTo>
                                      <a:lnTo>
                                        <a:pt x="407" y="172"/>
                                      </a:lnTo>
                                      <a:lnTo>
                                        <a:pt x="408" y="173"/>
                                      </a:lnTo>
                                      <a:lnTo>
                                        <a:pt x="408" y="174"/>
                                      </a:lnTo>
                                      <a:lnTo>
                                        <a:pt x="409" y="174"/>
                                      </a:lnTo>
                                      <a:lnTo>
                                        <a:pt x="410" y="175"/>
                                      </a:lnTo>
                                      <a:lnTo>
                                        <a:pt x="412" y="175"/>
                                      </a:lnTo>
                                      <a:lnTo>
                                        <a:pt x="413" y="176"/>
                                      </a:lnTo>
                                      <a:lnTo>
                                        <a:pt x="415" y="176"/>
                                      </a:lnTo>
                                      <a:lnTo>
                                        <a:pt x="420" y="176"/>
                                      </a:lnTo>
                                      <a:lnTo>
                                        <a:pt x="422" y="176"/>
                                      </a:lnTo>
                                      <a:lnTo>
                                        <a:pt x="430" y="176"/>
                                      </a:lnTo>
                                      <a:lnTo>
                                        <a:pt x="433" y="176"/>
                                      </a:lnTo>
                                      <a:lnTo>
                                        <a:pt x="440" y="176"/>
                                      </a:lnTo>
                                      <a:lnTo>
                                        <a:pt x="441" y="175"/>
                                      </a:lnTo>
                                      <a:lnTo>
                                        <a:pt x="442" y="175"/>
                                      </a:lnTo>
                                      <a:lnTo>
                                        <a:pt x="443" y="174"/>
                                      </a:lnTo>
                                      <a:lnTo>
                                        <a:pt x="444" y="174"/>
                                      </a:lnTo>
                                      <a:lnTo>
                                        <a:pt x="445" y="173"/>
                                      </a:lnTo>
                                      <a:lnTo>
                                        <a:pt x="445" y="93"/>
                                      </a:lnTo>
                                      <a:lnTo>
                                        <a:pt x="444" y="86"/>
                                      </a:lnTo>
                                      <a:lnTo>
                                        <a:pt x="442" y="80"/>
                                      </a:lnTo>
                                      <a:lnTo>
                                        <a:pt x="442" y="7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2" name="Freeform 301"/>
                              <wps:cNvSpPr>
                                <a:spLocks/>
                              </wps:cNvSpPr>
                              <wps:spPr bwMode="auto">
                                <a:xfrm>
                                  <a:off x="6169" y="2270"/>
                                  <a:ext cx="666" cy="180"/>
                                </a:xfrm>
                                <a:custGeom>
                                  <a:avLst/>
                                  <a:gdLst>
                                    <a:gd name="T0" fmla="*/ 405 w 666"/>
                                    <a:gd name="T1" fmla="*/ 51 h 180"/>
                                    <a:gd name="T2" fmla="*/ 388 w 666"/>
                                    <a:gd name="T3" fmla="*/ 51 h 180"/>
                                    <a:gd name="T4" fmla="*/ 380 w 666"/>
                                    <a:gd name="T5" fmla="*/ 53 h 180"/>
                                    <a:gd name="T6" fmla="*/ 365 w 666"/>
                                    <a:gd name="T7" fmla="*/ 60 h 180"/>
                                    <a:gd name="T8" fmla="*/ 358 w 666"/>
                                    <a:gd name="T9" fmla="*/ 65 h 180"/>
                                    <a:gd name="T10" fmla="*/ 350 w 666"/>
                                    <a:gd name="T11" fmla="*/ 71 h 180"/>
                                    <a:gd name="T12" fmla="*/ 439 w 666"/>
                                    <a:gd name="T13" fmla="*/ 71 h 180"/>
                                    <a:gd name="T14" fmla="*/ 438 w 666"/>
                                    <a:gd name="T15" fmla="*/ 70 h 180"/>
                                    <a:gd name="T16" fmla="*/ 434 w 666"/>
                                    <a:gd name="T17" fmla="*/ 65 h 180"/>
                                    <a:gd name="T18" fmla="*/ 430 w 666"/>
                                    <a:gd name="T19" fmla="*/ 61 h 180"/>
                                    <a:gd name="T20" fmla="*/ 425 w 666"/>
                                    <a:gd name="T21" fmla="*/ 58 h 180"/>
                                    <a:gd name="T22" fmla="*/ 419 w 666"/>
                                    <a:gd name="T23" fmla="*/ 55 h 180"/>
                                    <a:gd name="T24" fmla="*/ 413 w 666"/>
                                    <a:gd name="T25" fmla="*/ 52 h 180"/>
                                    <a:gd name="T26" fmla="*/ 405 w 666"/>
                                    <a:gd name="T27" fmla="*/ 51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666" h="180">
                                      <a:moveTo>
                                        <a:pt x="405" y="51"/>
                                      </a:moveTo>
                                      <a:lnTo>
                                        <a:pt x="388" y="51"/>
                                      </a:lnTo>
                                      <a:lnTo>
                                        <a:pt x="380" y="53"/>
                                      </a:lnTo>
                                      <a:lnTo>
                                        <a:pt x="365" y="60"/>
                                      </a:lnTo>
                                      <a:lnTo>
                                        <a:pt x="358" y="65"/>
                                      </a:lnTo>
                                      <a:lnTo>
                                        <a:pt x="350" y="71"/>
                                      </a:lnTo>
                                      <a:lnTo>
                                        <a:pt x="439" y="71"/>
                                      </a:lnTo>
                                      <a:lnTo>
                                        <a:pt x="438" y="70"/>
                                      </a:lnTo>
                                      <a:lnTo>
                                        <a:pt x="434" y="65"/>
                                      </a:lnTo>
                                      <a:lnTo>
                                        <a:pt x="430" y="61"/>
                                      </a:lnTo>
                                      <a:lnTo>
                                        <a:pt x="425" y="58"/>
                                      </a:lnTo>
                                      <a:lnTo>
                                        <a:pt x="419" y="55"/>
                                      </a:lnTo>
                                      <a:lnTo>
                                        <a:pt x="413" y="52"/>
                                      </a:lnTo>
                                      <a:lnTo>
                                        <a:pt x="405" y="5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3" name="Freeform 302"/>
                              <wps:cNvSpPr>
                                <a:spLocks/>
                              </wps:cNvSpPr>
                              <wps:spPr bwMode="auto">
                                <a:xfrm>
                                  <a:off x="6169" y="2270"/>
                                  <a:ext cx="666" cy="180"/>
                                </a:xfrm>
                                <a:custGeom>
                                  <a:avLst/>
                                  <a:gdLst>
                                    <a:gd name="T0" fmla="*/ 589 w 666"/>
                                    <a:gd name="T1" fmla="*/ 75 h 180"/>
                                    <a:gd name="T2" fmla="*/ 535 w 666"/>
                                    <a:gd name="T3" fmla="*/ 75 h 180"/>
                                    <a:gd name="T4" fmla="*/ 539 w 666"/>
                                    <a:gd name="T5" fmla="*/ 76 h 180"/>
                                    <a:gd name="T6" fmla="*/ 546 w 666"/>
                                    <a:gd name="T7" fmla="*/ 77 h 180"/>
                                    <a:gd name="T8" fmla="*/ 548 w 666"/>
                                    <a:gd name="T9" fmla="*/ 79 h 180"/>
                                    <a:gd name="T10" fmla="*/ 552 w 666"/>
                                    <a:gd name="T11" fmla="*/ 82 h 180"/>
                                    <a:gd name="T12" fmla="*/ 553 w 666"/>
                                    <a:gd name="T13" fmla="*/ 85 h 180"/>
                                    <a:gd name="T14" fmla="*/ 555 w 666"/>
                                    <a:gd name="T15" fmla="*/ 90 h 180"/>
                                    <a:gd name="T16" fmla="*/ 555 w 666"/>
                                    <a:gd name="T17" fmla="*/ 93 h 180"/>
                                    <a:gd name="T18" fmla="*/ 555 w 666"/>
                                    <a:gd name="T19" fmla="*/ 103 h 180"/>
                                    <a:gd name="T20" fmla="*/ 531 w 666"/>
                                    <a:gd name="T21" fmla="*/ 103 h 180"/>
                                    <a:gd name="T22" fmla="*/ 520 w 666"/>
                                    <a:gd name="T23" fmla="*/ 104 h 180"/>
                                    <a:gd name="T24" fmla="*/ 503 w 666"/>
                                    <a:gd name="T25" fmla="*/ 107 h 180"/>
                                    <a:gd name="T26" fmla="*/ 495 w 666"/>
                                    <a:gd name="T27" fmla="*/ 110 h 180"/>
                                    <a:gd name="T28" fmla="*/ 489 w 666"/>
                                    <a:gd name="T29" fmla="*/ 113 h 180"/>
                                    <a:gd name="T30" fmla="*/ 483 w 666"/>
                                    <a:gd name="T31" fmla="*/ 116 h 180"/>
                                    <a:gd name="T32" fmla="*/ 479 w 666"/>
                                    <a:gd name="T33" fmla="*/ 120 h 180"/>
                                    <a:gd name="T34" fmla="*/ 476 w 666"/>
                                    <a:gd name="T35" fmla="*/ 125 h 180"/>
                                    <a:gd name="T36" fmla="*/ 473 w 666"/>
                                    <a:gd name="T37" fmla="*/ 130 h 180"/>
                                    <a:gd name="T38" fmla="*/ 471 w 666"/>
                                    <a:gd name="T39" fmla="*/ 135 h 180"/>
                                    <a:gd name="T40" fmla="*/ 471 w 666"/>
                                    <a:gd name="T41" fmla="*/ 148 h 180"/>
                                    <a:gd name="T42" fmla="*/ 472 w 666"/>
                                    <a:gd name="T43" fmla="*/ 153 h 180"/>
                                    <a:gd name="T44" fmla="*/ 477 w 666"/>
                                    <a:gd name="T45" fmla="*/ 162 h 180"/>
                                    <a:gd name="T46" fmla="*/ 481 w 666"/>
                                    <a:gd name="T47" fmla="*/ 166 h 180"/>
                                    <a:gd name="T48" fmla="*/ 485 w 666"/>
                                    <a:gd name="T49" fmla="*/ 169 h 180"/>
                                    <a:gd name="T50" fmla="*/ 489 w 666"/>
                                    <a:gd name="T51" fmla="*/ 172 h 180"/>
                                    <a:gd name="T52" fmla="*/ 494 w 666"/>
                                    <a:gd name="T53" fmla="*/ 175 h 180"/>
                                    <a:gd name="T54" fmla="*/ 506 w 666"/>
                                    <a:gd name="T55" fmla="*/ 178 h 180"/>
                                    <a:gd name="T56" fmla="*/ 512 w 666"/>
                                    <a:gd name="T57" fmla="*/ 179 h 180"/>
                                    <a:gd name="T58" fmla="*/ 528 w 666"/>
                                    <a:gd name="T59" fmla="*/ 179 h 180"/>
                                    <a:gd name="T60" fmla="*/ 536 w 666"/>
                                    <a:gd name="T61" fmla="*/ 177 h 180"/>
                                    <a:gd name="T62" fmla="*/ 550 w 666"/>
                                    <a:gd name="T63" fmla="*/ 172 h 180"/>
                                    <a:gd name="T64" fmla="*/ 556 w 666"/>
                                    <a:gd name="T65" fmla="*/ 168 h 180"/>
                                    <a:gd name="T66" fmla="*/ 561 w 666"/>
                                    <a:gd name="T67" fmla="*/ 163 h 180"/>
                                    <a:gd name="T68" fmla="*/ 592 w 666"/>
                                    <a:gd name="T69" fmla="*/ 163 h 180"/>
                                    <a:gd name="T70" fmla="*/ 592 w 666"/>
                                    <a:gd name="T71" fmla="*/ 156 h 180"/>
                                    <a:gd name="T72" fmla="*/ 521 w 666"/>
                                    <a:gd name="T73" fmla="*/ 156 h 180"/>
                                    <a:gd name="T74" fmla="*/ 517 w 666"/>
                                    <a:gd name="T75" fmla="*/ 155 h 180"/>
                                    <a:gd name="T76" fmla="*/ 513 w 666"/>
                                    <a:gd name="T77" fmla="*/ 152 h 180"/>
                                    <a:gd name="T78" fmla="*/ 509 w 666"/>
                                    <a:gd name="T79" fmla="*/ 149 h 180"/>
                                    <a:gd name="T80" fmla="*/ 508 w 666"/>
                                    <a:gd name="T81" fmla="*/ 146 h 180"/>
                                    <a:gd name="T82" fmla="*/ 508 w 666"/>
                                    <a:gd name="T83" fmla="*/ 138 h 180"/>
                                    <a:gd name="T84" fmla="*/ 508 w 666"/>
                                    <a:gd name="T85" fmla="*/ 136 h 180"/>
                                    <a:gd name="T86" fmla="*/ 511 w 666"/>
                                    <a:gd name="T87" fmla="*/ 131 h 180"/>
                                    <a:gd name="T88" fmla="*/ 513 w 666"/>
                                    <a:gd name="T89" fmla="*/ 130 h 180"/>
                                    <a:gd name="T90" fmla="*/ 515 w 666"/>
                                    <a:gd name="T91" fmla="*/ 128 h 180"/>
                                    <a:gd name="T92" fmla="*/ 518 w 666"/>
                                    <a:gd name="T93" fmla="*/ 126 h 180"/>
                                    <a:gd name="T94" fmla="*/ 522 w 666"/>
                                    <a:gd name="T95" fmla="*/ 125 h 180"/>
                                    <a:gd name="T96" fmla="*/ 526 w 666"/>
                                    <a:gd name="T97" fmla="*/ 125 h 180"/>
                                    <a:gd name="T98" fmla="*/ 530 w 666"/>
                                    <a:gd name="T99" fmla="*/ 124 h 180"/>
                                    <a:gd name="T100" fmla="*/ 535 w 666"/>
                                    <a:gd name="T101" fmla="*/ 123 h 180"/>
                                    <a:gd name="T102" fmla="*/ 592 w 666"/>
                                    <a:gd name="T103" fmla="*/ 123 h 180"/>
                                    <a:gd name="T104" fmla="*/ 592 w 666"/>
                                    <a:gd name="T105" fmla="*/ 87 h 180"/>
                                    <a:gd name="T106" fmla="*/ 591 w 666"/>
                                    <a:gd name="T107" fmla="*/ 81 h 180"/>
                                    <a:gd name="T108" fmla="*/ 589 w 666"/>
                                    <a:gd name="T109" fmla="*/ 75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666" h="180">
                                      <a:moveTo>
                                        <a:pt x="589" y="75"/>
                                      </a:moveTo>
                                      <a:lnTo>
                                        <a:pt x="535" y="75"/>
                                      </a:lnTo>
                                      <a:lnTo>
                                        <a:pt x="539" y="76"/>
                                      </a:lnTo>
                                      <a:lnTo>
                                        <a:pt x="546" y="77"/>
                                      </a:lnTo>
                                      <a:lnTo>
                                        <a:pt x="548" y="79"/>
                                      </a:lnTo>
                                      <a:lnTo>
                                        <a:pt x="552" y="82"/>
                                      </a:lnTo>
                                      <a:lnTo>
                                        <a:pt x="553" y="85"/>
                                      </a:lnTo>
                                      <a:lnTo>
                                        <a:pt x="555" y="90"/>
                                      </a:lnTo>
                                      <a:lnTo>
                                        <a:pt x="555" y="93"/>
                                      </a:lnTo>
                                      <a:lnTo>
                                        <a:pt x="555" y="103"/>
                                      </a:lnTo>
                                      <a:lnTo>
                                        <a:pt x="531" y="103"/>
                                      </a:lnTo>
                                      <a:lnTo>
                                        <a:pt x="520" y="104"/>
                                      </a:lnTo>
                                      <a:lnTo>
                                        <a:pt x="503" y="107"/>
                                      </a:lnTo>
                                      <a:lnTo>
                                        <a:pt x="495" y="110"/>
                                      </a:lnTo>
                                      <a:lnTo>
                                        <a:pt x="489" y="113"/>
                                      </a:lnTo>
                                      <a:lnTo>
                                        <a:pt x="483" y="116"/>
                                      </a:lnTo>
                                      <a:lnTo>
                                        <a:pt x="479" y="120"/>
                                      </a:lnTo>
                                      <a:lnTo>
                                        <a:pt x="476" y="125"/>
                                      </a:lnTo>
                                      <a:lnTo>
                                        <a:pt x="473" y="130"/>
                                      </a:lnTo>
                                      <a:lnTo>
                                        <a:pt x="471" y="135"/>
                                      </a:lnTo>
                                      <a:lnTo>
                                        <a:pt x="471" y="148"/>
                                      </a:lnTo>
                                      <a:lnTo>
                                        <a:pt x="472" y="153"/>
                                      </a:lnTo>
                                      <a:lnTo>
                                        <a:pt x="477" y="162"/>
                                      </a:lnTo>
                                      <a:lnTo>
                                        <a:pt x="481" y="166"/>
                                      </a:lnTo>
                                      <a:lnTo>
                                        <a:pt x="485" y="169"/>
                                      </a:lnTo>
                                      <a:lnTo>
                                        <a:pt x="489" y="172"/>
                                      </a:lnTo>
                                      <a:lnTo>
                                        <a:pt x="494" y="175"/>
                                      </a:lnTo>
                                      <a:lnTo>
                                        <a:pt x="506" y="178"/>
                                      </a:lnTo>
                                      <a:lnTo>
                                        <a:pt x="512" y="179"/>
                                      </a:lnTo>
                                      <a:lnTo>
                                        <a:pt x="528" y="179"/>
                                      </a:lnTo>
                                      <a:lnTo>
                                        <a:pt x="536" y="177"/>
                                      </a:lnTo>
                                      <a:lnTo>
                                        <a:pt x="550" y="172"/>
                                      </a:lnTo>
                                      <a:lnTo>
                                        <a:pt x="556" y="168"/>
                                      </a:lnTo>
                                      <a:lnTo>
                                        <a:pt x="561" y="163"/>
                                      </a:lnTo>
                                      <a:lnTo>
                                        <a:pt x="592" y="163"/>
                                      </a:lnTo>
                                      <a:lnTo>
                                        <a:pt x="592" y="156"/>
                                      </a:lnTo>
                                      <a:lnTo>
                                        <a:pt x="521" y="156"/>
                                      </a:lnTo>
                                      <a:lnTo>
                                        <a:pt x="517" y="155"/>
                                      </a:lnTo>
                                      <a:lnTo>
                                        <a:pt x="513" y="152"/>
                                      </a:lnTo>
                                      <a:lnTo>
                                        <a:pt x="509" y="149"/>
                                      </a:lnTo>
                                      <a:lnTo>
                                        <a:pt x="508" y="146"/>
                                      </a:lnTo>
                                      <a:lnTo>
                                        <a:pt x="508" y="138"/>
                                      </a:lnTo>
                                      <a:lnTo>
                                        <a:pt x="508" y="136"/>
                                      </a:lnTo>
                                      <a:lnTo>
                                        <a:pt x="511" y="131"/>
                                      </a:lnTo>
                                      <a:lnTo>
                                        <a:pt x="513" y="130"/>
                                      </a:lnTo>
                                      <a:lnTo>
                                        <a:pt x="515" y="128"/>
                                      </a:lnTo>
                                      <a:lnTo>
                                        <a:pt x="518" y="126"/>
                                      </a:lnTo>
                                      <a:lnTo>
                                        <a:pt x="522" y="125"/>
                                      </a:lnTo>
                                      <a:lnTo>
                                        <a:pt x="526" y="125"/>
                                      </a:lnTo>
                                      <a:lnTo>
                                        <a:pt x="530" y="124"/>
                                      </a:lnTo>
                                      <a:lnTo>
                                        <a:pt x="535" y="123"/>
                                      </a:lnTo>
                                      <a:lnTo>
                                        <a:pt x="592" y="123"/>
                                      </a:lnTo>
                                      <a:lnTo>
                                        <a:pt x="592" y="87"/>
                                      </a:lnTo>
                                      <a:lnTo>
                                        <a:pt x="591" y="81"/>
                                      </a:lnTo>
                                      <a:lnTo>
                                        <a:pt x="589" y="7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4" name="Freeform 303"/>
                              <wps:cNvSpPr>
                                <a:spLocks/>
                              </wps:cNvSpPr>
                              <wps:spPr bwMode="auto">
                                <a:xfrm>
                                  <a:off x="6169" y="2270"/>
                                  <a:ext cx="666" cy="180"/>
                                </a:xfrm>
                                <a:custGeom>
                                  <a:avLst/>
                                  <a:gdLst>
                                    <a:gd name="T0" fmla="*/ 592 w 666"/>
                                    <a:gd name="T1" fmla="*/ 163 h 180"/>
                                    <a:gd name="T2" fmla="*/ 561 w 666"/>
                                    <a:gd name="T3" fmla="*/ 163 h 180"/>
                                    <a:gd name="T4" fmla="*/ 561 w 666"/>
                                    <a:gd name="T5" fmla="*/ 173 h 180"/>
                                    <a:gd name="T6" fmla="*/ 562 w 666"/>
                                    <a:gd name="T7" fmla="*/ 174 h 180"/>
                                    <a:gd name="T8" fmla="*/ 562 w 666"/>
                                    <a:gd name="T9" fmla="*/ 175 h 180"/>
                                    <a:gd name="T10" fmla="*/ 563 w 666"/>
                                    <a:gd name="T11" fmla="*/ 175 h 180"/>
                                    <a:gd name="T12" fmla="*/ 565 w 666"/>
                                    <a:gd name="T13" fmla="*/ 176 h 180"/>
                                    <a:gd name="T14" fmla="*/ 567 w 666"/>
                                    <a:gd name="T15" fmla="*/ 176 h 180"/>
                                    <a:gd name="T16" fmla="*/ 569 w 666"/>
                                    <a:gd name="T17" fmla="*/ 176 h 180"/>
                                    <a:gd name="T18" fmla="*/ 572 w 666"/>
                                    <a:gd name="T19" fmla="*/ 176 h 180"/>
                                    <a:gd name="T20" fmla="*/ 581 w 666"/>
                                    <a:gd name="T21" fmla="*/ 176 h 180"/>
                                    <a:gd name="T22" fmla="*/ 584 w 666"/>
                                    <a:gd name="T23" fmla="*/ 176 h 180"/>
                                    <a:gd name="T24" fmla="*/ 586 w 666"/>
                                    <a:gd name="T25" fmla="*/ 176 h 180"/>
                                    <a:gd name="T26" fmla="*/ 588 w 666"/>
                                    <a:gd name="T27" fmla="*/ 176 h 180"/>
                                    <a:gd name="T28" fmla="*/ 590 w 666"/>
                                    <a:gd name="T29" fmla="*/ 175 h 180"/>
                                    <a:gd name="T30" fmla="*/ 591 w 666"/>
                                    <a:gd name="T31" fmla="*/ 175 h 180"/>
                                    <a:gd name="T32" fmla="*/ 592 w 666"/>
                                    <a:gd name="T33" fmla="*/ 174 h 180"/>
                                    <a:gd name="T34" fmla="*/ 592 w 666"/>
                                    <a:gd name="T35" fmla="*/ 173 h 180"/>
                                    <a:gd name="T36" fmla="*/ 592 w 666"/>
                                    <a:gd name="T37" fmla="*/ 163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666" h="180">
                                      <a:moveTo>
                                        <a:pt x="592" y="163"/>
                                      </a:moveTo>
                                      <a:lnTo>
                                        <a:pt x="561" y="163"/>
                                      </a:lnTo>
                                      <a:lnTo>
                                        <a:pt x="561" y="173"/>
                                      </a:lnTo>
                                      <a:lnTo>
                                        <a:pt x="562" y="174"/>
                                      </a:lnTo>
                                      <a:lnTo>
                                        <a:pt x="562" y="175"/>
                                      </a:lnTo>
                                      <a:lnTo>
                                        <a:pt x="563" y="175"/>
                                      </a:lnTo>
                                      <a:lnTo>
                                        <a:pt x="565" y="176"/>
                                      </a:lnTo>
                                      <a:lnTo>
                                        <a:pt x="567" y="176"/>
                                      </a:lnTo>
                                      <a:lnTo>
                                        <a:pt x="569" y="176"/>
                                      </a:lnTo>
                                      <a:lnTo>
                                        <a:pt x="572" y="176"/>
                                      </a:lnTo>
                                      <a:lnTo>
                                        <a:pt x="581" y="176"/>
                                      </a:lnTo>
                                      <a:lnTo>
                                        <a:pt x="584" y="176"/>
                                      </a:lnTo>
                                      <a:lnTo>
                                        <a:pt x="586" y="176"/>
                                      </a:lnTo>
                                      <a:lnTo>
                                        <a:pt x="588" y="176"/>
                                      </a:lnTo>
                                      <a:lnTo>
                                        <a:pt x="590" y="175"/>
                                      </a:lnTo>
                                      <a:lnTo>
                                        <a:pt x="591" y="175"/>
                                      </a:lnTo>
                                      <a:lnTo>
                                        <a:pt x="592" y="174"/>
                                      </a:lnTo>
                                      <a:lnTo>
                                        <a:pt x="592" y="173"/>
                                      </a:lnTo>
                                      <a:lnTo>
                                        <a:pt x="592" y="16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5" name="Freeform 304"/>
                              <wps:cNvSpPr>
                                <a:spLocks/>
                              </wps:cNvSpPr>
                              <wps:spPr bwMode="auto">
                                <a:xfrm>
                                  <a:off x="6169" y="2270"/>
                                  <a:ext cx="666" cy="180"/>
                                </a:xfrm>
                                <a:custGeom>
                                  <a:avLst/>
                                  <a:gdLst>
                                    <a:gd name="T0" fmla="*/ 592 w 666"/>
                                    <a:gd name="T1" fmla="*/ 123 h 180"/>
                                    <a:gd name="T2" fmla="*/ 555 w 666"/>
                                    <a:gd name="T3" fmla="*/ 123 h 180"/>
                                    <a:gd name="T4" fmla="*/ 555 w 666"/>
                                    <a:gd name="T5" fmla="*/ 143 h 180"/>
                                    <a:gd name="T6" fmla="*/ 551 w 666"/>
                                    <a:gd name="T7" fmla="*/ 147 h 180"/>
                                    <a:gd name="T8" fmla="*/ 546 w 666"/>
                                    <a:gd name="T9" fmla="*/ 150 h 180"/>
                                    <a:gd name="T10" fmla="*/ 542 w 666"/>
                                    <a:gd name="T11" fmla="*/ 153 h 180"/>
                                    <a:gd name="T12" fmla="*/ 537 w 666"/>
                                    <a:gd name="T13" fmla="*/ 155 h 180"/>
                                    <a:gd name="T14" fmla="*/ 533 w 666"/>
                                    <a:gd name="T15" fmla="*/ 156 h 180"/>
                                    <a:gd name="T16" fmla="*/ 592 w 666"/>
                                    <a:gd name="T17" fmla="*/ 156 h 180"/>
                                    <a:gd name="T18" fmla="*/ 592 w 666"/>
                                    <a:gd name="T19" fmla="*/ 123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66" h="180">
                                      <a:moveTo>
                                        <a:pt x="592" y="123"/>
                                      </a:moveTo>
                                      <a:lnTo>
                                        <a:pt x="555" y="123"/>
                                      </a:lnTo>
                                      <a:lnTo>
                                        <a:pt x="555" y="143"/>
                                      </a:lnTo>
                                      <a:lnTo>
                                        <a:pt x="551" y="147"/>
                                      </a:lnTo>
                                      <a:lnTo>
                                        <a:pt x="546" y="150"/>
                                      </a:lnTo>
                                      <a:lnTo>
                                        <a:pt x="542" y="153"/>
                                      </a:lnTo>
                                      <a:lnTo>
                                        <a:pt x="537" y="155"/>
                                      </a:lnTo>
                                      <a:lnTo>
                                        <a:pt x="533" y="156"/>
                                      </a:lnTo>
                                      <a:lnTo>
                                        <a:pt x="592" y="156"/>
                                      </a:lnTo>
                                      <a:lnTo>
                                        <a:pt x="592"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6" name="Freeform 305"/>
                              <wps:cNvSpPr>
                                <a:spLocks/>
                              </wps:cNvSpPr>
                              <wps:spPr bwMode="auto">
                                <a:xfrm>
                                  <a:off x="6169" y="2270"/>
                                  <a:ext cx="666" cy="180"/>
                                </a:xfrm>
                                <a:custGeom>
                                  <a:avLst/>
                                  <a:gdLst>
                                    <a:gd name="T0" fmla="*/ 544 w 666"/>
                                    <a:gd name="T1" fmla="*/ 51 h 180"/>
                                    <a:gd name="T2" fmla="*/ 528 w 666"/>
                                    <a:gd name="T3" fmla="*/ 51 h 180"/>
                                    <a:gd name="T4" fmla="*/ 522 w 666"/>
                                    <a:gd name="T5" fmla="*/ 52 h 180"/>
                                    <a:gd name="T6" fmla="*/ 511 w 666"/>
                                    <a:gd name="T7" fmla="*/ 53 h 180"/>
                                    <a:gd name="T8" fmla="*/ 506 w 666"/>
                                    <a:gd name="T9" fmla="*/ 54 h 180"/>
                                    <a:gd name="T10" fmla="*/ 502 w 666"/>
                                    <a:gd name="T11" fmla="*/ 55 h 180"/>
                                    <a:gd name="T12" fmla="*/ 497 w 666"/>
                                    <a:gd name="T13" fmla="*/ 57 h 180"/>
                                    <a:gd name="T14" fmla="*/ 493 w 666"/>
                                    <a:gd name="T15" fmla="*/ 58 h 180"/>
                                    <a:gd name="T16" fmla="*/ 486 w 666"/>
                                    <a:gd name="T17" fmla="*/ 61 h 180"/>
                                    <a:gd name="T18" fmla="*/ 483 w 666"/>
                                    <a:gd name="T19" fmla="*/ 62 h 180"/>
                                    <a:gd name="T20" fmla="*/ 481 w 666"/>
                                    <a:gd name="T21" fmla="*/ 65 h 180"/>
                                    <a:gd name="T22" fmla="*/ 480 w 666"/>
                                    <a:gd name="T23" fmla="*/ 66 h 180"/>
                                    <a:gd name="T24" fmla="*/ 479 w 666"/>
                                    <a:gd name="T25" fmla="*/ 68 h 180"/>
                                    <a:gd name="T26" fmla="*/ 479 w 666"/>
                                    <a:gd name="T27" fmla="*/ 69 h 180"/>
                                    <a:gd name="T28" fmla="*/ 479 w 666"/>
                                    <a:gd name="T29" fmla="*/ 77 h 180"/>
                                    <a:gd name="T30" fmla="*/ 479 w 666"/>
                                    <a:gd name="T31" fmla="*/ 78 h 180"/>
                                    <a:gd name="T32" fmla="*/ 479 w 666"/>
                                    <a:gd name="T33" fmla="*/ 80 h 180"/>
                                    <a:gd name="T34" fmla="*/ 480 w 666"/>
                                    <a:gd name="T35" fmla="*/ 82 h 180"/>
                                    <a:gd name="T36" fmla="*/ 480 w 666"/>
                                    <a:gd name="T37" fmla="*/ 83 h 180"/>
                                    <a:gd name="T38" fmla="*/ 481 w 666"/>
                                    <a:gd name="T39" fmla="*/ 85 h 180"/>
                                    <a:gd name="T40" fmla="*/ 482 w 666"/>
                                    <a:gd name="T41" fmla="*/ 85 h 180"/>
                                    <a:gd name="T42" fmla="*/ 483 w 666"/>
                                    <a:gd name="T43" fmla="*/ 86 h 180"/>
                                    <a:gd name="T44" fmla="*/ 484 w 666"/>
                                    <a:gd name="T45" fmla="*/ 87 h 180"/>
                                    <a:gd name="T46" fmla="*/ 487 w 666"/>
                                    <a:gd name="T47" fmla="*/ 87 h 180"/>
                                    <a:gd name="T48" fmla="*/ 489 w 666"/>
                                    <a:gd name="T49" fmla="*/ 86 h 180"/>
                                    <a:gd name="T50" fmla="*/ 491 w 666"/>
                                    <a:gd name="T51" fmla="*/ 85 h 180"/>
                                    <a:gd name="T52" fmla="*/ 494 w 666"/>
                                    <a:gd name="T53" fmla="*/ 84 h 180"/>
                                    <a:gd name="T54" fmla="*/ 497 w 666"/>
                                    <a:gd name="T55" fmla="*/ 82 h 180"/>
                                    <a:gd name="T56" fmla="*/ 505 w 666"/>
                                    <a:gd name="T57" fmla="*/ 80 h 180"/>
                                    <a:gd name="T58" fmla="*/ 509 w 666"/>
                                    <a:gd name="T59" fmla="*/ 78 h 180"/>
                                    <a:gd name="T60" fmla="*/ 518 w 666"/>
                                    <a:gd name="T61" fmla="*/ 76 h 180"/>
                                    <a:gd name="T62" fmla="*/ 524 w 666"/>
                                    <a:gd name="T63" fmla="*/ 75 h 180"/>
                                    <a:gd name="T64" fmla="*/ 589 w 666"/>
                                    <a:gd name="T65" fmla="*/ 75 h 180"/>
                                    <a:gd name="T66" fmla="*/ 587 w 666"/>
                                    <a:gd name="T67" fmla="*/ 70 h 180"/>
                                    <a:gd name="T68" fmla="*/ 583 w 666"/>
                                    <a:gd name="T69" fmla="*/ 65 h 180"/>
                                    <a:gd name="T70" fmla="*/ 573 w 666"/>
                                    <a:gd name="T71" fmla="*/ 58 h 180"/>
                                    <a:gd name="T72" fmla="*/ 567 w 666"/>
                                    <a:gd name="T73" fmla="*/ 56 h 180"/>
                                    <a:gd name="T74" fmla="*/ 553 w 666"/>
                                    <a:gd name="T75" fmla="*/ 52 h 180"/>
                                    <a:gd name="T76" fmla="*/ 544 w 666"/>
                                    <a:gd name="T77" fmla="*/ 51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66" h="180">
                                      <a:moveTo>
                                        <a:pt x="544" y="51"/>
                                      </a:moveTo>
                                      <a:lnTo>
                                        <a:pt x="528" y="51"/>
                                      </a:lnTo>
                                      <a:lnTo>
                                        <a:pt x="522" y="52"/>
                                      </a:lnTo>
                                      <a:lnTo>
                                        <a:pt x="511" y="53"/>
                                      </a:lnTo>
                                      <a:lnTo>
                                        <a:pt x="506" y="54"/>
                                      </a:lnTo>
                                      <a:lnTo>
                                        <a:pt x="502" y="55"/>
                                      </a:lnTo>
                                      <a:lnTo>
                                        <a:pt x="497" y="57"/>
                                      </a:lnTo>
                                      <a:lnTo>
                                        <a:pt x="493" y="58"/>
                                      </a:lnTo>
                                      <a:lnTo>
                                        <a:pt x="486" y="61"/>
                                      </a:lnTo>
                                      <a:lnTo>
                                        <a:pt x="483" y="62"/>
                                      </a:lnTo>
                                      <a:lnTo>
                                        <a:pt x="481" y="65"/>
                                      </a:lnTo>
                                      <a:lnTo>
                                        <a:pt x="480" y="66"/>
                                      </a:lnTo>
                                      <a:lnTo>
                                        <a:pt x="479" y="68"/>
                                      </a:lnTo>
                                      <a:lnTo>
                                        <a:pt x="479" y="69"/>
                                      </a:lnTo>
                                      <a:lnTo>
                                        <a:pt x="479" y="77"/>
                                      </a:lnTo>
                                      <a:lnTo>
                                        <a:pt x="479" y="78"/>
                                      </a:lnTo>
                                      <a:lnTo>
                                        <a:pt x="479" y="80"/>
                                      </a:lnTo>
                                      <a:lnTo>
                                        <a:pt x="480" y="82"/>
                                      </a:lnTo>
                                      <a:lnTo>
                                        <a:pt x="480" y="83"/>
                                      </a:lnTo>
                                      <a:lnTo>
                                        <a:pt x="481" y="85"/>
                                      </a:lnTo>
                                      <a:lnTo>
                                        <a:pt x="482" y="85"/>
                                      </a:lnTo>
                                      <a:lnTo>
                                        <a:pt x="483" y="86"/>
                                      </a:lnTo>
                                      <a:lnTo>
                                        <a:pt x="484" y="87"/>
                                      </a:lnTo>
                                      <a:lnTo>
                                        <a:pt x="487" y="87"/>
                                      </a:lnTo>
                                      <a:lnTo>
                                        <a:pt x="489" y="86"/>
                                      </a:lnTo>
                                      <a:lnTo>
                                        <a:pt x="491" y="85"/>
                                      </a:lnTo>
                                      <a:lnTo>
                                        <a:pt x="494" y="84"/>
                                      </a:lnTo>
                                      <a:lnTo>
                                        <a:pt x="497" y="82"/>
                                      </a:lnTo>
                                      <a:lnTo>
                                        <a:pt x="505" y="80"/>
                                      </a:lnTo>
                                      <a:lnTo>
                                        <a:pt x="509" y="78"/>
                                      </a:lnTo>
                                      <a:lnTo>
                                        <a:pt x="518" y="76"/>
                                      </a:lnTo>
                                      <a:lnTo>
                                        <a:pt x="524" y="75"/>
                                      </a:lnTo>
                                      <a:lnTo>
                                        <a:pt x="589" y="75"/>
                                      </a:lnTo>
                                      <a:lnTo>
                                        <a:pt x="587" y="70"/>
                                      </a:lnTo>
                                      <a:lnTo>
                                        <a:pt x="583" y="65"/>
                                      </a:lnTo>
                                      <a:lnTo>
                                        <a:pt x="573" y="58"/>
                                      </a:lnTo>
                                      <a:lnTo>
                                        <a:pt x="567" y="56"/>
                                      </a:lnTo>
                                      <a:lnTo>
                                        <a:pt x="553" y="52"/>
                                      </a:lnTo>
                                      <a:lnTo>
                                        <a:pt x="544" y="5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7" name="Freeform 306"/>
                              <wps:cNvSpPr>
                                <a:spLocks/>
                              </wps:cNvSpPr>
                              <wps:spPr bwMode="auto">
                                <a:xfrm>
                                  <a:off x="6169" y="2270"/>
                                  <a:ext cx="666" cy="180"/>
                                </a:xfrm>
                                <a:custGeom>
                                  <a:avLst/>
                                  <a:gdLst>
                                    <a:gd name="T0" fmla="*/ 651 w 666"/>
                                    <a:gd name="T1" fmla="*/ 0 h 180"/>
                                    <a:gd name="T2" fmla="*/ 643 w 666"/>
                                    <a:gd name="T3" fmla="*/ 0 h 180"/>
                                    <a:gd name="T4" fmla="*/ 640 w 666"/>
                                    <a:gd name="T5" fmla="*/ 0 h 180"/>
                                    <a:gd name="T6" fmla="*/ 636 w 666"/>
                                    <a:gd name="T7" fmla="*/ 0 h 180"/>
                                    <a:gd name="T8" fmla="*/ 633 w 666"/>
                                    <a:gd name="T9" fmla="*/ 0 h 180"/>
                                    <a:gd name="T10" fmla="*/ 632 w 666"/>
                                    <a:gd name="T11" fmla="*/ 1 h 180"/>
                                    <a:gd name="T12" fmla="*/ 631 w 666"/>
                                    <a:gd name="T13" fmla="*/ 1 h 180"/>
                                    <a:gd name="T14" fmla="*/ 630 w 666"/>
                                    <a:gd name="T15" fmla="*/ 2 h 180"/>
                                    <a:gd name="T16" fmla="*/ 628 w 666"/>
                                    <a:gd name="T17" fmla="*/ 3 h 180"/>
                                    <a:gd name="T18" fmla="*/ 628 w 666"/>
                                    <a:gd name="T19" fmla="*/ 4 h 180"/>
                                    <a:gd name="T20" fmla="*/ 628 w 666"/>
                                    <a:gd name="T21" fmla="*/ 172 h 180"/>
                                    <a:gd name="T22" fmla="*/ 628 w 666"/>
                                    <a:gd name="T23" fmla="*/ 173 h 180"/>
                                    <a:gd name="T24" fmla="*/ 629 w 666"/>
                                    <a:gd name="T25" fmla="*/ 174 h 180"/>
                                    <a:gd name="T26" fmla="*/ 630 w 666"/>
                                    <a:gd name="T27" fmla="*/ 174 h 180"/>
                                    <a:gd name="T28" fmla="*/ 631 w 666"/>
                                    <a:gd name="T29" fmla="*/ 175 h 180"/>
                                    <a:gd name="T30" fmla="*/ 632 w 666"/>
                                    <a:gd name="T31" fmla="*/ 175 h 180"/>
                                    <a:gd name="T32" fmla="*/ 633 w 666"/>
                                    <a:gd name="T33" fmla="*/ 176 h 180"/>
                                    <a:gd name="T34" fmla="*/ 640 w 666"/>
                                    <a:gd name="T35" fmla="*/ 176 h 180"/>
                                    <a:gd name="T36" fmla="*/ 643 w 666"/>
                                    <a:gd name="T37" fmla="*/ 176 h 180"/>
                                    <a:gd name="T38" fmla="*/ 651 w 666"/>
                                    <a:gd name="T39" fmla="*/ 176 h 180"/>
                                    <a:gd name="T40" fmla="*/ 653 w 666"/>
                                    <a:gd name="T41" fmla="*/ 176 h 180"/>
                                    <a:gd name="T42" fmla="*/ 658 w 666"/>
                                    <a:gd name="T43" fmla="*/ 176 h 180"/>
                                    <a:gd name="T44" fmla="*/ 660 w 666"/>
                                    <a:gd name="T45" fmla="*/ 176 h 180"/>
                                    <a:gd name="T46" fmla="*/ 662 w 666"/>
                                    <a:gd name="T47" fmla="*/ 175 h 180"/>
                                    <a:gd name="T48" fmla="*/ 663 w 666"/>
                                    <a:gd name="T49" fmla="*/ 175 h 180"/>
                                    <a:gd name="T50" fmla="*/ 664 w 666"/>
                                    <a:gd name="T51" fmla="*/ 174 h 180"/>
                                    <a:gd name="T52" fmla="*/ 665 w 666"/>
                                    <a:gd name="T53" fmla="*/ 174 h 180"/>
                                    <a:gd name="T54" fmla="*/ 665 w 666"/>
                                    <a:gd name="T55" fmla="*/ 173 h 180"/>
                                    <a:gd name="T56" fmla="*/ 666 w 666"/>
                                    <a:gd name="T57" fmla="*/ 172 h 180"/>
                                    <a:gd name="T58" fmla="*/ 666 w 666"/>
                                    <a:gd name="T59" fmla="*/ 4 h 180"/>
                                    <a:gd name="T60" fmla="*/ 665 w 666"/>
                                    <a:gd name="T61" fmla="*/ 3 h 180"/>
                                    <a:gd name="T62" fmla="*/ 664 w 666"/>
                                    <a:gd name="T63" fmla="*/ 2 h 180"/>
                                    <a:gd name="T64" fmla="*/ 663 w 666"/>
                                    <a:gd name="T65" fmla="*/ 1 h 180"/>
                                    <a:gd name="T66" fmla="*/ 662 w 666"/>
                                    <a:gd name="T67" fmla="*/ 1 h 180"/>
                                    <a:gd name="T68" fmla="*/ 660 w 666"/>
                                    <a:gd name="T69" fmla="*/ 0 h 180"/>
                                    <a:gd name="T70" fmla="*/ 658 w 666"/>
                                    <a:gd name="T71" fmla="*/ 0 h 180"/>
                                    <a:gd name="T72" fmla="*/ 653 w 666"/>
                                    <a:gd name="T73" fmla="*/ 0 h 180"/>
                                    <a:gd name="T74" fmla="*/ 651 w 666"/>
                                    <a:gd name="T75" fmla="*/ 0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666" h="180">
                                      <a:moveTo>
                                        <a:pt x="651" y="0"/>
                                      </a:moveTo>
                                      <a:lnTo>
                                        <a:pt x="643" y="0"/>
                                      </a:lnTo>
                                      <a:lnTo>
                                        <a:pt x="640" y="0"/>
                                      </a:lnTo>
                                      <a:lnTo>
                                        <a:pt x="636" y="0"/>
                                      </a:lnTo>
                                      <a:lnTo>
                                        <a:pt x="633" y="0"/>
                                      </a:lnTo>
                                      <a:lnTo>
                                        <a:pt x="632" y="1"/>
                                      </a:lnTo>
                                      <a:lnTo>
                                        <a:pt x="631" y="1"/>
                                      </a:lnTo>
                                      <a:lnTo>
                                        <a:pt x="630" y="2"/>
                                      </a:lnTo>
                                      <a:lnTo>
                                        <a:pt x="628" y="3"/>
                                      </a:lnTo>
                                      <a:lnTo>
                                        <a:pt x="628" y="4"/>
                                      </a:lnTo>
                                      <a:lnTo>
                                        <a:pt x="628" y="172"/>
                                      </a:lnTo>
                                      <a:lnTo>
                                        <a:pt x="628" y="173"/>
                                      </a:lnTo>
                                      <a:lnTo>
                                        <a:pt x="629" y="174"/>
                                      </a:lnTo>
                                      <a:lnTo>
                                        <a:pt x="630" y="174"/>
                                      </a:lnTo>
                                      <a:lnTo>
                                        <a:pt x="631" y="175"/>
                                      </a:lnTo>
                                      <a:lnTo>
                                        <a:pt x="632" y="175"/>
                                      </a:lnTo>
                                      <a:lnTo>
                                        <a:pt x="633" y="176"/>
                                      </a:lnTo>
                                      <a:lnTo>
                                        <a:pt x="640" y="176"/>
                                      </a:lnTo>
                                      <a:lnTo>
                                        <a:pt x="643" y="176"/>
                                      </a:lnTo>
                                      <a:lnTo>
                                        <a:pt x="651" y="176"/>
                                      </a:lnTo>
                                      <a:lnTo>
                                        <a:pt x="653" y="176"/>
                                      </a:lnTo>
                                      <a:lnTo>
                                        <a:pt x="658" y="176"/>
                                      </a:lnTo>
                                      <a:lnTo>
                                        <a:pt x="660" y="176"/>
                                      </a:lnTo>
                                      <a:lnTo>
                                        <a:pt x="662" y="175"/>
                                      </a:lnTo>
                                      <a:lnTo>
                                        <a:pt x="663" y="175"/>
                                      </a:lnTo>
                                      <a:lnTo>
                                        <a:pt x="664" y="174"/>
                                      </a:lnTo>
                                      <a:lnTo>
                                        <a:pt x="665" y="174"/>
                                      </a:lnTo>
                                      <a:lnTo>
                                        <a:pt x="665" y="173"/>
                                      </a:lnTo>
                                      <a:lnTo>
                                        <a:pt x="666" y="172"/>
                                      </a:lnTo>
                                      <a:lnTo>
                                        <a:pt x="666" y="4"/>
                                      </a:lnTo>
                                      <a:lnTo>
                                        <a:pt x="665" y="3"/>
                                      </a:lnTo>
                                      <a:lnTo>
                                        <a:pt x="664" y="2"/>
                                      </a:lnTo>
                                      <a:lnTo>
                                        <a:pt x="663" y="1"/>
                                      </a:lnTo>
                                      <a:lnTo>
                                        <a:pt x="662" y="1"/>
                                      </a:lnTo>
                                      <a:lnTo>
                                        <a:pt x="660" y="0"/>
                                      </a:lnTo>
                                      <a:lnTo>
                                        <a:pt x="658" y="0"/>
                                      </a:lnTo>
                                      <a:lnTo>
                                        <a:pt x="653" y="0"/>
                                      </a:lnTo>
                                      <a:lnTo>
                                        <a:pt x="65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A8DB188" id="Grupo 383" o:spid="_x0000_s1026" style="position:absolute;margin-left:102.45pt;margin-top:18.9pt;width:450.95pt;height:105.35pt;z-index:251660306;mso-wrap-distance-left:0;mso-wrap-distance-right:0;mso-position-horizontal-relative:page" coordorigin="2049,378" coordsize="9019,210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" o:allowincell="f">
                    <v:shape id="Freeform 223" o:spid="_x0000_s1027" style="position:absolute;left:5159;top:1312;width:2432;height:466;visibility:visible;mso-wrap-style:square;v-text-anchor:top" coordsize="2432,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" path="m,465r2431,l2431,,,,,465xe" filled="f" strokeweight=".72pt">
                      <v:path arrowok="t" o:connecttype="custom" o:connectlocs="0,465;2431,465;2431,0;0,0;0,465" o:connectangles="0,0,0,0,0"/>
                    </v:shape>
                    <v:group id="Group 224" o:spid="_x0000_s1028" style="position:absolute;left:5816;top:1525;width:1138;height:165" coordorigin="5816,1525" coordsize="1138,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">
                      <v:shape id="Freeform 225" o:spid="_x0000_s1029" style="position:absolute;left:5816;top:1525;width:1138;height:165;visibility:visible;mso-wrap-style:square;v-text-anchor:top" coordsize="1138,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" path="m14,9l,9,,162r14,l14,9xe" fillcolor="black" stroked="f">
                        <v:path arrowok="t" o:connecttype="custom" o:connectlocs="14,9;0,9;0,162;14,162;14,9" o:connectangles="0,0,0,0,0"/>
                      </v:shape>
                      <v:shape id="Freeform 226" o:spid="_x0000_s1030" style="position:absolute;left:5816;top:1525;width:1138;height:165;visibility:visible;mso-wrap-style:square;v-text-anchor:top" coordsize="1138,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" path="m66,52r-14,l52,162r14,l66,71r5,-2l74,67r5,-2l91,62r6,l136,62r,-1l135,60r-69,l66,52xe" fillcolor="black" stroked="f">
                        <v:path arrowok="t" o:connecttype="custom" o:connectlocs="66,52;52,52;52,162;66,162;66,71;71,69;74,67;79,65;91,62;97,62;136,62;136,61;135,60;66,60;66,52" o:connectangles="0,0,0,0,0,0,0,0,0,0,0,0,0,0,0"/>
                      </v:shape>
                      <v:shape id="Freeform 227" o:spid="_x0000_s1031" style="position:absolute;left:5816;top:1525;width:1138;height:165;visibility:visible;mso-wrap-style:square;v-text-anchor:top" coordsize="1138,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" path="m136,62r-23,l121,65r3,5l128,76r2,12l130,162r14,l144,104,143,90,142,78,139,68r-3,-6xe" fillcolor="black" stroked="f">
                        <v:path arrowok="t" o:connecttype="custom" o:connectlocs="136,62;113,62;121,65;124,70;128,76;130,88;130,162;144,162;144,104;143,90;142,78;139,68;136,62" o:connectangles="0,0,0,0,0,0,0,0,0,0,0,0,0"/>
                      </v:shape>
                      <v:shape id="Freeform 228" o:spid="_x0000_s1032" style="position:absolute;left:5816;top:1525;width:1138;height:165;visibility:visible;mso-wrap-style:square;v-text-anchor:top" coordsize="1138,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" path="m120,50r-28,l79,53,66,60r69,l131,53,120,50xe" fillcolor="black" stroked="f">
                        <v:path arrowok="t" o:connecttype="custom" o:connectlocs="120,50;92,50;79,53;66,60;135,60;131,53;120,50" o:connectangles="0,0,0,0,0,0,0"/>
                      </v:shape>
                      <v:shape id="Freeform 229" o:spid="_x0000_s1033" style="position:absolute;left:5816;top:1525;width:1138;height:165;visibility:visible;mso-wrap-style:square;v-text-anchor:top" coordsize="1138,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" path="m196,64r-15,l181,162r15,l196,64xe" fillcolor="black" stroked="f">
                        <v:path arrowok="t" o:connecttype="custom" o:connectlocs="196,64;181,64;181,162;196,162;196,64" o:connectangles="0,0,0,0,0"/>
                      </v:shape>
                      <v:shape id="Freeform 230" o:spid="_x0000_s1034" style="position:absolute;left:5816;top:1525;width:1138;height:165;visibility:visible;mso-wrap-style:square;v-text-anchor:top" coordsize="1138,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" path="m231,52r-65,l166,64r65,l231,52xe" fillcolor="black" stroked="f">
                        <v:path arrowok="t" o:connecttype="custom" o:connectlocs="231,52;166,52;166,64;231,64;231,52" o:connectangles="0,0,0,0,0"/>
                      </v:shape>
                      <v:shape id="Freeform 231" o:spid="_x0000_s1035" style="position:absolute;left:5816;top:1525;width:1138;height:165;visibility:visible;mso-wrap-style:square;v-text-anchor:top" coordsize="1138,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" path="m213,1r-12,l193,3r-5,6l184,15r-3,10l181,52r15,l196,30r1,-8l200,18r2,-3l207,12r29,l236,2,213,1xe" fillcolor="black" stroked="f">
                        <v:path arrowok="t" o:connecttype="custom" o:connectlocs="213,1;201,1;193,3;188,9;184,15;181,25;181,52;196,52;196,30;197,22;200,18;202,15;207,12;236,12;236,2;213,1" o:connectangles="0,0,0,0,0,0,0,0,0,0,0,0,0,0,0,0"/>
                      </v:shape>
                      <v:shape id="Freeform 232" o:spid="_x0000_s1036" style="position:absolute;left:5816;top:1525;width:1138;height:165;visibility:visible;mso-wrap-style:square;v-text-anchor:top" coordsize="1138,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" path="m236,12r-17,l226,13r10,l236,12xe" fillcolor="black" stroked="f">
                        <v:path arrowok="t" o:connecttype="custom" o:connectlocs="236,12;219,12;226,13;236,13;236,12" o:connectangles="0,0,0,0,0"/>
                      </v:shape>
                      <v:shape id="Freeform 233" o:spid="_x0000_s1037" style="position:absolute;left:5816;top:1525;width:1138;height:165;visibility:visible;mso-wrap-style:square;v-text-anchor:top" coordsize="1138,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" path="m298,50r-13,1l275,53r-9,4l260,63r-5,7l251,80r-2,12l248,107r1,14l251,134r3,10l259,151r6,6l274,161r11,3l298,165r13,-1l322,161r9,-4l335,153r-52,l274,150r-4,-7l265,136r-2,-12l263,89r3,-12l276,65r9,-4l335,61r-5,-4l321,53,310,51,298,50xe" fillcolor="black" stroked="f">
                        <v:path arrowok="t" o:connecttype="custom" o:connectlocs="298,50;285,51;275,53;266,57;260,63;255,70;251,80;249,92;248,107;249,121;251,134;254,144;259,151;265,157;274,161;285,164;298,165;311,164;322,161;331,157;335,153;283,153;274,150;270,143;265,136;263,124;263,89;266,77;276,65;285,61;335,61;330,57;321,53;310,51;298,50" o:connectangles="0,0,0,0,0,0,0,0,0,0,0,0,0,0,0,0,0,0,0,0,0,0,0,0,0,0,0,0,0,0,0,0,0,0,0"/>
                      </v:shape>
                      <v:shape id="Freeform 234" o:spid="_x0000_s1038" style="position:absolute;left:5816;top:1525;width:1138;height:165;visibility:visible;mso-wrap-style:square;v-text-anchor:top" coordsize="1138,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" path="m335,61r-23,l321,65r10,12l333,89r,35l331,136r-9,14l313,153r22,l337,151r5,-7l345,134r2,-13l348,107,347,92,345,80,341,70r-5,-7l335,61xe" fillcolor="black" stroked="f">
                        <v:path arrowok="t" o:connecttype="custom" o:connectlocs="335,61;312,61;321,65;331,77;333,89;333,124;331,136;322,150;313,153;335,153;337,151;342,144;345,134;347,121;348,107;347,92;345,80;341,70;336,63;335,61" o:connectangles="0,0,0,0,0,0,0,0,0,0,0,0,0,0,0,0,0,0,0,0"/>
                      </v:shape>
                      <v:shape id="Freeform 235" o:spid="_x0000_s1039" style="position:absolute;left:5816;top:1525;width:1138;height:165;visibility:visible;mso-wrap-style:square;v-text-anchor:top" coordsize="1138,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" path="m392,52r-14,l378,162r14,l392,80r6,-4l402,74r6,-2l416,69r3,-1l392,68r,-16xe" fillcolor="black" stroked="f">
                        <v:path arrowok="t" o:connecttype="custom" o:connectlocs="392,52;378,52;378,162;392,162;392,80;398,76;402,74;408,72;416,69;419,68;392,68;392,52" o:connectangles="0,0,0,0,0,0,0,0,0,0,0,0"/>
                      </v:shape>
                      <v:shape id="Freeform 236" o:spid="_x0000_s1040" style="position:absolute;left:5816;top:1525;width:1138;height:165;visibility:visible;mso-wrap-style:square;v-text-anchor:top" coordsize="1138,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" path="m437,50r-7,1l422,53r-9,4l405,60r-7,4l392,68r27,l423,66r7,-2l437,63r,-13xe" fillcolor="black" stroked="f">
                        <v:path arrowok="t" o:connecttype="custom" o:connectlocs="437,50;430,51;422,53;413,57;405,60;398,64;392,68;419,68;423,66;430,64;437,63;437,50" o:connectangles="0,0,0,0,0,0,0,0,0,0,0,0"/>
                      </v:shape>
                      <v:shape id="Freeform 237" o:spid="_x0000_s1041" style="position:absolute;left:5816;top:1525;width:1138;height:165;visibility:visible;mso-wrap-style:square;v-text-anchor:top" coordsize="1138,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" path="m471,52r-13,l458,162r13,l471,71r5,-2l479,67r4,-2l495,62r5,l613,62r,-1l538,61r,-1l471,60r,-8xe" fillcolor="black" stroked="f">
                        <v:path arrowok="t" o:connecttype="custom" o:connectlocs="471,52;458,52;458,162;471,162;471,71;476,69;479,67;483,65;495,62;500,62;613,62;613,61;538,61;538,60;471,60;471,52" o:connectangles="0,0,0,0,0,0,0,0,0,0,0,0,0,0,0,0"/>
                      </v:shape>
                      <v:shape id="Freeform 238" o:spid="_x0000_s1042" style="position:absolute;left:5816;top:1525;width:1138;height:165;visibility:visible;mso-wrap-style:square;v-text-anchor:top" coordsize="1138,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" path="m574,62r-57,l524,65r7,11l533,88r,74l547,162r,-74l546,76r-3,-5l548,69r3,-2l556,65r12,-3l574,62xe" fillcolor="black" stroked="f">
                        <v:path arrowok="t" o:connecttype="custom" o:connectlocs="574,62;517,62;524,65;531,76;533,88;533,162;547,162;547,88;546,76;543,71;548,69;551,67;556,65;568,62;574,62" o:connectangles="0,0,0,0,0,0,0,0,0,0,0,0,0,0,0"/>
                      </v:shape>
                      <v:shape id="Freeform 239" o:spid="_x0000_s1043" style="position:absolute;left:5816;top:1525;width:1138;height:165;visibility:visible;mso-wrap-style:square;v-text-anchor:top" coordsize="1138,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" path="m613,62r-22,l598,65r7,11l607,88r,74l621,162r,-58l620,90,618,78,616,68r-3,-6xe" fillcolor="black" stroked="f">
                        <v:path arrowok="t" o:connecttype="custom" o:connectlocs="613,62;591,62;598,65;605,76;607,88;607,162;621,162;621,104;620,90;618,78;616,68;613,62" o:connectangles="0,0,0,0,0,0,0,0,0,0,0,0"/>
                      </v:shape>
                      <v:shape id="Freeform 240" o:spid="_x0000_s1044" style="position:absolute;left:5816;top:1525;width:1138;height:165;visibility:visible;mso-wrap-style:square;v-text-anchor:top" coordsize="1138,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" path="m597,50r-22,l567,51r-16,4l544,58r-6,3l613,61r-6,-8l597,50xe" fillcolor="black" stroked="f">
                        <v:path arrowok="t" o:connecttype="custom" o:connectlocs="597,50;575,50;567,51;551,55;544,58;538,61;613,61;607,53;597,50" o:connectangles="0,0,0,0,0,0,0,0,0"/>
                      </v:shape>
                      <v:shape id="Freeform 241" o:spid="_x0000_s1045" style="position:absolute;left:5816;top:1525;width:1138;height:165;visibility:visible;mso-wrap-style:square;v-text-anchor:top" coordsize="1138,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" path="m523,50r-27,l483,53r-12,7l538,60r-5,-7l523,50xe" fillcolor="black" stroked="f">
                        <v:path arrowok="t" o:connecttype="custom" o:connectlocs="523,50;496,50;483,53;471,60;538,60;533,53;523,50" o:connectangles="0,0,0,0,0,0,0"/>
                      </v:shape>
                      <v:shape id="Freeform 242" o:spid="_x0000_s1046" style="position:absolute;left:5816;top:1525;width:1138;height:165;visibility:visible;mso-wrap-style:square;v-text-anchor:top" coordsize="1138,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" path="m730,62r-23,l712,63r4,4l720,71r2,5l722,95r-52,5l661,103r-11,10l647,121r,21l650,150r5,6l661,162r7,3l679,165r11,-1l701,162r11,-3l723,155r28,l751,154r-4,-1l668,153r-7,-7l661,124r2,-5l666,115r4,-3l675,110r8,-1l722,105r14,l736,73r-3,-9l730,62xe" fillcolor="black" stroked="f">
                        <v:path arrowok="t" o:connecttype="custom" o:connectlocs="730,62;707,62;712,63;716,67;720,71;722,76;722,95;670,100;661,103;650,113;647,121;647,142;650,150;655,156;661,162;668,165;679,165;690,164;701,162;712,159;723,155;751,155;751,154;747,153;668,153;661,146;661,124;663,119;666,115;670,112;675,110;683,109;722,105;736,105;736,73;733,64;730,62" o:connectangles="0,0,0,0,0,0,0,0,0,0,0,0,0,0,0,0,0,0,0,0,0,0,0,0,0,0,0,0,0,0,0,0,0,0,0,0,0"/>
                      </v:shape>
                      <v:shape id="Freeform 243" o:spid="_x0000_s1047" style="position:absolute;left:5816;top:1525;width:1138;height:165;visibility:visible;mso-wrap-style:square;v-text-anchor:top" coordsize="1138,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" path="m751,155r-28,l729,161r9,3l750,164r1,-9xe" fillcolor="black" stroked="f">
                        <v:path arrowok="t" o:connecttype="custom" o:connectlocs="751,155;723,155;729,161;738,164;750,164;751,155" o:connectangles="0,0,0,0,0,0"/>
                      </v:shape>
                      <v:shape id="Freeform 244" o:spid="_x0000_s1048" style="position:absolute;left:5816;top:1525;width:1138;height:165;visibility:visible;mso-wrap-style:square;v-text-anchor:top" coordsize="1138,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" path="m736,105r-14,l722,145r-10,4l706,150r-6,1l693,153r-6,l747,153r-6,l736,150r,-5l736,105xe" fillcolor="black" stroked="f">
                        <v:path arrowok="t" o:connecttype="custom" o:connectlocs="736,105;722,105;722,145;712,149;706,150;700,151;693,153;687,153;747,153;741,153;736,150;736,145;736,105" o:connectangles="0,0,0,0,0,0,0,0,0,0,0,0,0"/>
                      </v:shape>
                      <v:shape id="Freeform 245" o:spid="_x0000_s1049" style="position:absolute;left:5816;top:1525;width:1138;height:165;visibility:visible;mso-wrap-style:square;v-text-anchor:top" coordsize="1138,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" path="m712,50r-14,l688,50r-11,1l666,52r-13,2l654,65r7,-1l677,62r13,l730,62,721,52r-9,-2xe" fillcolor="black" stroked="f">
                        <v:path arrowok="t" o:connecttype="custom" o:connectlocs="712,50;698,50;688,50;677,51;666,52;653,54;654,65;661,64;677,62;690,62;730,62;721,52;712,50" o:connectangles="0,0,0,0,0,0,0,0,0,0,0,0,0"/>
                      </v:shape>
                      <v:shape id="Freeform 246" o:spid="_x0000_s1050" style="position:absolute;left:5816;top:1525;width:1138;height:165;visibility:visible;mso-wrap-style:square;v-text-anchor:top" coordsize="1138,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" path="m823,50r-25,l786,54r-8,8l773,70r-3,10l768,92r-1,15l768,121r1,13l773,144r4,7l783,157r9,4l803,164r13,1l822,165r11,-1l847,162r-1,-10l803,152r-10,-3l788,142r-4,-6l782,124r,-35l784,78,795,65r9,-3l846,62r1,-10l841,52,831,50r-8,xe" fillcolor="black" stroked="f">
                        <v:path arrowok="t" o:connecttype="custom" o:connectlocs="823,50;798,50;786,54;778,62;773,70;770,80;768,92;767,107;768,121;769,134;773,144;777,151;783,157;792,161;803,164;816,165;822,165;833,164;847,162;846,152;803,152;793,149;788,142;784,136;782,124;782,89;784,78;795,65;804,62;846,62;847,52;841,52;831,50;823,50" o:connectangles="0,0,0,0,0,0,0,0,0,0,0,0,0,0,0,0,0,0,0,0,0,0,0,0,0,0,0,0,0,0,0,0,0,0"/>
                      </v:shape>
                      <v:shape id="Freeform 247" o:spid="_x0000_s1051" style="position:absolute;left:5816;top:1525;width:1138;height:165;visibility:visible;mso-wrap-style:square;v-text-anchor:top" coordsize="1138,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" path="m846,150r-28,2l846,152r,-2xe" fillcolor="black" stroked="f">
                        <v:path arrowok="t" o:connecttype="custom" o:connectlocs="846,150;818,152;846,152;846,150" o:connectangles="0,0,0,0"/>
                      </v:shape>
                      <v:shape id="Freeform 248" o:spid="_x0000_s1052" style="position:absolute;left:5816;top:1525;width:1138;height:165;visibility:visible;mso-wrap-style:square;v-text-anchor:top" coordsize="1138,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" path="m846,62r-22,l833,62r13,2l846,62xe" fillcolor="black" stroked="f">
                        <v:path arrowok="t" o:connecttype="custom" o:connectlocs="846,62;824,62;833,62;846,64;846,62" o:connectangles="0,0,0,0,0"/>
                      </v:shape>
                      <v:shape id="Freeform 249" o:spid="_x0000_s1053" style="position:absolute;left:5816;top:1525;width:1138;height:165;visibility:visible;mso-wrap-style:square;v-text-anchor:top" coordsize="1138,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" path="m887,52r-14,l873,162r14,l887,52xe" fillcolor="black" stroked="f">
                        <v:path arrowok="t" o:connecttype="custom" o:connectlocs="887,52;873,52;873,162;887,162;887,52" o:connectangles="0,0,0,0,0"/>
                      </v:shape>
                      <v:shape id="Freeform 250" o:spid="_x0000_s1054" style="position:absolute;left:5816;top:1525;width:1138;height:165;visibility:visible;mso-wrap-style:square;v-text-anchor:top" coordsize="1138,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" path="m887,8r-14,l873,24r14,l887,8xe" fillcolor="black" stroked="f">
                        <v:path arrowok="t" o:connecttype="custom" o:connectlocs="887,8;873,8;873,24;887,24;887,8" o:connectangles="0,0,0,0,0"/>
                      </v:shape>
                      <v:shape id="Freeform 251" o:spid="_x0000_s1055" style="position:absolute;left:5816;top:1525;width:1138;height:165;visibility:visible;mso-wrap-style:square;v-text-anchor:top" coordsize="1138,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" path="m965,50r-12,1l942,53r-9,4l927,63r-5,7l918,80r-2,12l916,107r,14l918,134r4,10l926,151r6,6l941,161r11,3l965,165r14,-1l989,161r9,-4l1003,153r-52,l941,150r-4,-7l933,136r-3,-12l930,89r3,-12l943,65r9,-4l1002,61r-5,-4l988,53,978,51,965,50xe" fillcolor="black" stroked="f">
                        <v:path arrowok="t" o:connecttype="custom" o:connectlocs="965,50;953,51;942,53;933,57;927,63;922,70;918,80;916,92;916,107;916,121;918,134;922,144;926,151;932,157;941,161;952,164;965,165;979,164;989,161;998,157;1003,153;951,153;941,150;937,143;933,136;930,124;930,89;933,77;943,65;952,61;1002,61;997,57;988,53;978,51;965,50" o:connectangles="0,0,0,0,0,0,0,0,0,0,0,0,0,0,0,0,0,0,0,0,0,0,0,0,0,0,0,0,0,0,0,0,0,0,0"/>
                      </v:shape>
                      <v:shape id="Freeform 252" o:spid="_x0000_s1056" style="position:absolute;left:5816;top:1525;width:1138;height:165;visibility:visible;mso-wrap-style:square;v-text-anchor:top" coordsize="1138,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" path="m1002,61r-23,l988,65r10,12l1000,89r,35l998,136r-9,14l980,153r23,l1004,151r5,-7l1012,134r2,-13l1015,107r-1,-15l1012,80r-4,-10l1003,63r-1,-2xe" fillcolor="black" stroked="f">
                        <v:path arrowok="t" o:connecttype="custom" o:connectlocs="1002,61;979,61;988,65;998,77;1000,89;1000,124;998,136;989,150;980,153;1003,153;1004,151;1009,144;1012,134;1014,121;1015,107;1014,92;1012,80;1008,70;1003,63;1002,61" o:connectangles="0,0,0,0,0,0,0,0,0,0,0,0,0,0,0,0,0,0,0,0"/>
                      </v:shape>
                      <v:shape id="Freeform 253" o:spid="_x0000_s1057" style="position:absolute;left:5816;top:1525;width:1138;height:165;visibility:visible;mso-wrap-style:square;v-text-anchor:top" coordsize="1138,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" path="m990,l942,21r4,9l996,11,990,xe" fillcolor="black" stroked="f">
                        <v:path arrowok="t" o:connecttype="custom" o:connectlocs="990,0;942,21;946,30;996,11;990,0" o:connectangles="0,0,0,0,0"/>
                      </v:shape>
                      <v:shape id="Freeform 254" o:spid="_x0000_s1058" style="position:absolute;left:5816;top:1525;width:1138;height:165;visibility:visible;mso-wrap-style:square;v-text-anchor:top" coordsize="1138,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" path="m1059,52r-13,l1046,162r13,l1059,71r5,-2l1068,67r4,-2l1085,62r5,l1130,62r,-1l1129,60r-70,l1059,52xe" fillcolor="black" stroked="f">
                        <v:path arrowok="t" o:connecttype="custom" o:connectlocs="1059,52;1046,52;1046,162;1059,162;1059,71;1064,69;1068,67;1072,65;1085,62;1090,62;1130,62;1130,61;1129,60;1059,60;1059,52" o:connectangles="0,0,0,0,0,0,0,0,0,0,0,0,0,0,0"/>
                      </v:shape>
                      <v:shape id="Freeform 255" o:spid="_x0000_s1059" style="position:absolute;left:5816;top:1525;width:1138;height:165;visibility:visible;mso-wrap-style:square;v-text-anchor:top" coordsize="1138,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" path="m1130,62r-23,l1115,65r3,5l1122,76r1,12l1123,162r14,l1137,104r,-14l1135,78r-2,-10l1130,62xe" fillcolor="black" stroked="f">
                        <v:path arrowok="t" o:connecttype="custom" o:connectlocs="1130,62;1107,62;1115,65;1118,70;1122,76;1123,88;1123,162;1137,162;1137,104;1137,90;1135,78;1133,68;1130,62" o:connectangles="0,0,0,0,0,0,0,0,0,0,0,0,0"/>
                      </v:shape>
                      <v:shape id="Freeform 256" o:spid="_x0000_s1060" style="position:absolute;left:5816;top:1525;width:1138;height:165;visibility:visible;mso-wrap-style:square;v-text-anchor:top" coordsize="1138,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" path="m1114,50r-28,l1073,53r-14,7l1129,60r-5,-7l1114,50xe" fillcolor="black" stroked="f">
                        <v:path arrowok="t" o:connecttype="custom" o:connectlocs="1114,50;1086,50;1073,53;1059,60;1129,60;1124,53;1114,50" o:connectangles="0,0,0,0,0,0,0"/>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57" o:spid="_x0000_s1061" type="#_x0000_t75" style="position:absolute;left:2049;top:1305;width:2800;height:4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">
                      <v:imagedata r:id="rId20" o:title=""/>
                    </v:shape>
                    <v:shape id="Picture 258" o:spid="_x0000_s1062" type="#_x0000_t75" style="position:absolute;left:8068;top:1300;width:3000;height:4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">
                      <v:imagedata r:id="rId21" o:title=""/>
                    </v:shape>
                    <v:shape id="Freeform 259" o:spid="_x0000_s1063" style="position:absolute;left:8520;top:399;width:1995;height:826;visibility:visible;mso-wrap-style:square;v-text-anchor:top" coordsize="1995,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" path="m997,l895,2,796,8,700,18,609,32,521,49,439,70,362,94r-70,26l227,150r-57,31l120,216,78,252,44,290,20,329,5,370,,412r5,42l20,495r24,40l78,573r42,36l170,643r57,32l292,704r70,27l439,754r82,21l609,792r91,14l796,817r99,6l997,825r102,-2l1198,817r95,-11l1385,792r87,-17l1554,754r77,-23l1702,704r64,-29l1824,643r50,-34l1916,573r33,-38l1974,495r15,-41l1994,412r-5,-42l1974,329r-25,-39l1916,252r-42,-36l1824,181r-58,-31l1702,120,1631,94,1554,70,1472,49,1385,32,1293,18,1198,8,1099,2,997,xe" fillcolor="#006fc0" stroked="f">
                      <v:path arrowok="t" o:connecttype="custom" o:connectlocs="895,2;700,18;521,49;362,94;227,150;120,216;44,290;5,370;5,454;44,535;120,609;227,675;362,731;521,775;700,806;895,823;1099,823;1293,806;1472,775;1631,731;1766,675;1874,609;1949,535;1989,454;1989,370;1949,290;1874,216;1766,150;1631,94;1472,49;1293,18;1099,2" o:connectangles="0,0,0,0,0,0,0,0,0,0,0,0,0,0,0,0,0,0,0,0,0,0,0,0,0,0,0,0,0,0,0,0"/>
                    </v:shape>
                    <v:shape id="Freeform 260" o:spid="_x0000_s1064" style="position:absolute;left:8520;top:399;width:1995;height:826;visibility:visible;mso-wrap-style:square;v-text-anchor:top" coordsize="1995,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" path="m,412l5,370,20,329,44,290,78,252r42,-36l170,181r57,-31l292,120,362,94,439,70,521,49,609,32,700,18,796,8,895,2,997,r102,2l1198,8r95,10l1385,32r87,17l1554,70r77,24l1702,120r64,30l1824,181r50,35l1916,252r33,38l1974,329r15,41l1994,412r-5,42l1974,495r-25,40l1916,573r-42,36l1824,643r-58,32l1702,704r-71,27l1554,754r-82,21l1385,792r-92,14l1198,817r-99,6l997,825,895,823r-99,-6l700,806,609,792,521,775,439,754,362,731,292,704,227,675,170,643,120,609,78,573,44,535,20,495,5,454,,412xe" filled="f" strokecolor="#006dc0" strokeweight="2.04pt">
                      <v:path arrowok="t" o:connecttype="custom" o:connectlocs="5,370;44,290;120,216;227,150;362,94;521,49;700,18;895,2;1099,2;1293,18;1472,49;1631,94;1766,150;1874,216;1949,290;1989,370;1989,454;1949,535;1874,609;1766,675;1631,731;1472,775;1293,806;1099,823;895,823;700,806;521,775;362,731;227,675;120,609;44,535;5,454" o:connectangles="0,0,0,0,0,0,0,0,0,0,0,0,0,0,0,0,0,0,0,0,0,0,0,0,0,0,0,0,0,0,0,0"/>
                    </v:shape>
                    <v:group id="Group 261" o:spid="_x0000_s1065" style="position:absolute;left:9008;top:792;width:1073;height:234" coordorigin="9008,792" coordsize="107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">
                      <v:shape id="Freeform 262" o:spid="_x0000_s1066" style="position:absolute;left:9008;top:792;width:1073;height:234;visibility:visible;mso-wrap-style:square;v-text-anchor:top" coordsize="107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" path="m74,l,,,195r18,l18,118r82,l98,114r17,-7l120,102r-102,l18,15r105,l121,13,113,7,102,3,89,,74,xe" stroked="f">
                        <v:path arrowok="t" o:connecttype="custom" o:connectlocs="74,0;0,0;0,195;18,195;18,118;100,118;98,114;115,107;120,102;18,102;18,15;123,15;121,13;113,7;102,3;89,0;74,0" o:connectangles="0,0,0,0,0,0,0,0,0,0,0,0,0,0,0,0,0"/>
                      </v:shape>
                      <v:shape id="Freeform 263" o:spid="_x0000_s1067" style="position:absolute;left:9008;top:792;width:1073;height:234;visibility:visible;mso-wrap-style:square;v-text-anchor:top" coordsize="107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" path="m100,118r-20,l120,195r20,l100,118xe" stroked="f">
                        <v:path arrowok="t" o:connecttype="custom" o:connectlocs="100,118;80,118;120,195;140,195;100,118" o:connectangles="0,0,0,0,0"/>
                      </v:shape>
                      <v:shape id="Freeform 264" o:spid="_x0000_s1068" style="position:absolute;left:9008;top:792;width:1073;height:234;visibility:visible;mso-wrap-style:square;v-text-anchor:top" coordsize="107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" path="m123,15r-34,l100,18r7,7l115,32r3,11l118,58r-2,19l107,91r-14,9l74,102r46,l127,95r8,-16l137,57,136,43,133,31,128,21r-5,-6xe" stroked="f">
                        <v:path arrowok="t" o:connecttype="custom" o:connectlocs="123,15;89,15;100,18;107,25;115,32;118,43;118,58;116,77;107,91;93,100;74,102;120,102;127,95;135,79;137,57;136,43;133,31;128,21;123,15" o:connectangles="0,0,0,0,0,0,0,0,0,0,0,0,0,0,0,0,0,0,0"/>
                      </v:shape>
                      <v:shape id="Freeform 265" o:spid="_x0000_s1069" style="position:absolute;left:9008;top:792;width:1073;height:234;visibility:visible;mso-wrap-style:square;v-text-anchor:top" coordsize="107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" path="m227,52r-26,4l182,70,171,93r-4,32l168,142r2,15l174,169r6,11l187,187r10,6l209,196r15,2l236,197r13,-1l264,195r16,-2l279,182r-68,l200,178r-6,-8l188,162r-3,-13l185,132r99,l285,118r,l185,118r1,-13l188,94r3,-9l196,78r7,-8l213,66r56,l263,60,253,55,241,52r-14,xe" stroked="f">
                        <v:path arrowok="t" o:connecttype="custom" o:connectlocs="227,52;201,56;182,70;171,93;167,125;168,142;170,157;174,169;180,180;187,187;197,193;209,196;224,198;236,197;249,196;264,195;280,193;279,182;211,182;200,178;194,170;188,162;185,149;185,132;284,132;285,118;285,118;185,118;186,105;188,94;191,85;196,78;203,70;213,66;269,66;263,60;253,55;241,52;227,52" o:connectangles="0,0,0,0,0,0,0,0,0,0,0,0,0,0,0,0,0,0,0,0,0,0,0,0,0,0,0,0,0,0,0,0,0,0,0,0,0,0,0"/>
                      </v:shape>
                      <v:shape id="Freeform 266" o:spid="_x0000_s1070" style="position:absolute;left:9008;top:792;width:1073;height:234;visibility:visible;mso-wrap-style:square;v-text-anchor:top" coordsize="107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" path="m279,180r-9,1l259,181r-11,1l237,182r-11,l279,182r,-2xe" stroked="f">
                        <v:path arrowok="t" o:connecttype="custom" o:connectlocs="279,180;270,181;259,181;248,182;237,182;226,182;279,182;279,180" o:connectangles="0,0,0,0,0,0,0,0"/>
                      </v:shape>
                      <v:shape id="Freeform 267" o:spid="_x0000_s1071" style="position:absolute;left:9008;top:792;width:1073;height:234;visibility:visible;mso-wrap-style:square;v-text-anchor:top" coordsize="107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" path="m269,66r-28,l251,70r7,8l262,85r3,9l267,105r,13l285,118r-1,-16l281,88,277,76r-6,-9l269,66xe" stroked="f">
                        <v:path arrowok="t" o:connecttype="custom" o:connectlocs="269,66;241,66;251,70;258,78;262,85;265,94;267,105;267,118;285,118;284,102;281,88;277,76;271,67;269,66" o:connectangles="0,0,0,0,0,0,0,0,0,0,0,0,0,0"/>
                      </v:shape>
                      <v:shape id="Freeform 268" o:spid="_x0000_s1072" style="position:absolute;left:9008;top:792;width:1073;height:234;visibility:visible;mso-wrap-style:square;v-text-anchor:top" coordsize="107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" path="m383,52r-9,l359,53r-13,3l336,61r-8,7l322,77r-5,13l315,105r-1,19l315,143r2,15l321,171r5,10l334,188r11,5l358,196r16,2l382,198r13,-2l412,194r,-12l359,182r-13,-4l341,170r-4,-8l334,152r-2,-13l332,124r1,-15l334,96r3,-10l342,79r6,-8l360,67r52,l412,55r-6,-1l393,53,383,52xe" stroked="f">
                        <v:path arrowok="t" o:connecttype="custom" o:connectlocs="383,52;374,52;359,53;346,56;336,61;328,68;322,77;317,90;315,105;314,124;315,143;317,158;321,171;326,181;334,188;345,193;358,196;374,198;382,198;395,196;412,194;412,182;359,182;346,178;341,170;337,162;334,152;332,139;332,124;333,109;334,96;337,86;342,79;348,71;360,67;412,67;412,55;406,54;393,53;383,52" o:connectangles="0,0,0,0,0,0,0,0,0,0,0,0,0,0,0,0,0,0,0,0,0,0,0,0,0,0,0,0,0,0,0,0,0,0,0,0,0,0,0,0"/>
                      </v:shape>
                      <v:shape id="Freeform 269" o:spid="_x0000_s1073" style="position:absolute;left:9008;top:792;width:1073;height:234;visibility:visible;mso-wrap-style:square;v-text-anchor:top" coordsize="107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" path="m412,180r-35,2l412,182r,-2xe" stroked="f">
                        <v:path arrowok="t" o:connecttype="custom" o:connectlocs="412,180;377,182;412,182;412,180" o:connectangles="0,0,0,0"/>
                      </v:shape>
                      <v:shape id="Freeform 270" o:spid="_x0000_s1074" style="position:absolute;left:9008;top:792;width:1073;height:234;visibility:visible;mso-wrap-style:square;v-text-anchor:top" coordsize="107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" path="m412,67r-27,l396,68r15,2l412,67xe" stroked="f">
                        <v:path arrowok="t" o:connecttype="custom" o:connectlocs="412,67;385,67;396,68;411,70;412,67" o:connectangles="0,0,0,0,0"/>
                      </v:shape>
                      <v:shape id="Freeform 271" o:spid="_x0000_s1075" style="position:absolute;left:9008;top:792;width:1073;height:234;visibility:visible;mso-wrap-style:square;v-text-anchor:top" coordsize="107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" path="m498,52r-26,4l453,70,442,93r-4,32l439,142r2,15l445,169r6,11l458,187r10,6l481,196r14,2l507,197r13,-1l535,195r16,-2l550,182r-68,l471,178r-6,-8l459,162r-3,-13l456,132r100,l556,118r,l456,118r1,-13l459,94r3,-9l467,78r7,-8l485,66r55,l534,60,524,55,512,52r-14,xe" stroked="f">
                        <v:path arrowok="t" o:connecttype="custom" o:connectlocs="498,52;472,56;453,70;442,93;438,125;439,142;441,157;445,169;451,180;458,187;468,193;481,196;495,198;507,197;520,196;535,195;551,193;550,182;482,182;471,178;465,170;459,162;456,149;456,132;556,132;556,118;556,118;456,118;457,105;459,94;462,85;467,78;474,70;485,66;540,66;534,60;524,55;512,52;498,52" o:connectangles="0,0,0,0,0,0,0,0,0,0,0,0,0,0,0,0,0,0,0,0,0,0,0,0,0,0,0,0,0,0,0,0,0,0,0,0,0,0,0"/>
                      </v:shape>
                      <v:shape id="Freeform 272" o:spid="_x0000_s1076" style="position:absolute;left:9008;top:792;width:1073;height:234;visibility:visible;mso-wrap-style:square;v-text-anchor:top" coordsize="107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" path="m550,180r-9,1l530,181r-11,1l508,182r-11,l550,182r,-2xe" stroked="f">
                        <v:path arrowok="t" o:connecttype="custom" o:connectlocs="550,180;541,181;530,181;519,182;508,182;497,182;550,182;550,180" o:connectangles="0,0,0,0,0,0,0,0"/>
                      </v:shape>
                      <v:shape id="Freeform 273" o:spid="_x0000_s1077" style="position:absolute;left:9008;top:792;width:1073;height:234;visibility:visible;mso-wrap-style:square;v-text-anchor:top" coordsize="107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" path="m540,66r-27,l523,70r6,8l533,85r3,9l538,105r,13l556,118r-1,-16l552,88,548,76r-6,-9l540,66xe" stroked="f">
                        <v:path arrowok="t" o:connecttype="custom" o:connectlocs="540,66;513,66;523,70;529,78;533,85;536,94;538,105;538,118;556,118;555,102;552,88;548,76;542,67;540,66" o:connectangles="0,0,0,0,0,0,0,0,0,0,0,0,0,0"/>
                      </v:shape>
                      <v:shape id="Freeform 274" o:spid="_x0000_s1078" style="position:absolute;left:9008;top:792;width:1073;height:234;visibility:visible;mso-wrap-style:square;v-text-anchor:top" coordsize="107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" path="m611,54r-17,l594,233r17,l611,194r61,l675,193r11,-5l692,183r-56,l624,182r-13,-3l611,79r6,-3l621,74r6,-2l635,70r7,-2l649,67r46,l693,65r-82,l611,54xe" stroked="f">
                        <v:path arrowok="t" o:connecttype="custom" o:connectlocs="611,54;594,54;594,233;611,233;611,194;672,194;675,193;686,188;692,183;636,183;624,182;611,179;611,79;617,76;621,74;627,72;635,70;642,68;649,67;695,67;693,65;611,65;611,54" o:connectangles="0,0,0,0,0,0,0,0,0,0,0,0,0,0,0,0,0,0,0,0,0,0,0"/>
                      </v:shape>
                      <v:shape id="Freeform 275" o:spid="_x0000_s1079" style="position:absolute;left:9008;top:792;width:1073;height:234;visibility:visible;mso-wrap-style:square;v-text-anchor:top" coordsize="107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" path="m672,194r-61,l622,196r12,2l646,198r16,-2l672,194xe" stroked="f">
                        <v:path arrowok="t" o:connecttype="custom" o:connectlocs="672,194;611,194;622,196;634,198;646,198;662,196;672,194" o:connectangles="0,0,0,0,0,0,0"/>
                      </v:shape>
                      <v:shape id="Freeform 276" o:spid="_x0000_s1080" style="position:absolute;left:9008;top:792;width:1073;height:234;visibility:visible;mso-wrap-style:square;v-text-anchor:top" coordsize="107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" path="m695,67r-28,l676,71r6,9l686,87r3,10l690,110r1,14l690,139r-2,12l685,161r-4,8l674,178r-12,5l692,183r2,-3l701,170r4,-12l708,142r1,-18l708,106,706,91,702,79,696,69r-1,-2xe" stroked="f">
                        <v:path arrowok="t" o:connecttype="custom" o:connectlocs="695,67;667,67;676,71;682,80;686,87;689,97;690,110;691,124;690,139;688,151;685,161;681,169;674,178;662,183;692,183;694,180;701,170;705,158;708,142;709,124;708,106;706,91;702,79;696,69;695,67" o:connectangles="0,0,0,0,0,0,0,0,0,0,0,0,0,0,0,0,0,0,0,0,0,0,0,0,0"/>
                      </v:shape>
                      <v:shape id="Freeform 277" o:spid="_x0000_s1081" style="position:absolute;left:9008;top:792;width:1073;height:234;visibility:visible;mso-wrap-style:square;v-text-anchor:top" coordsize="107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" path="m659,52r-13,l634,55r-12,4l611,65r82,l690,61r-9,-5l671,53,659,52xe" stroked="f">
                        <v:path arrowok="t" o:connecttype="custom" o:connectlocs="659,52;646,52;634,55;622,59;611,65;693,65;690,61;681,56;671,53;659,52" o:connectangles="0,0,0,0,0,0,0,0,0,0"/>
                      </v:shape>
                      <v:shape id="Freeform 278" o:spid="_x0000_s1082" style="position:absolute;left:9008;top:792;width:1073;height:234;visibility:visible;mso-wrap-style:square;v-text-anchor:top" coordsize="107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" path="m770,69r-18,l752,147r1,14l755,172r2,9l761,187r6,7l777,198r22,l808,197r13,-2l820,183r-37,l777,180r-3,-6l771,168r-1,-11l770,69xe" stroked="f">
                        <v:path arrowok="t" o:connecttype="custom" o:connectlocs="770,69;752,69;752,147;753,161;755,172;757,181;761,187;767,194;777,198;799,198;808,197;821,195;820,183;783,183;777,180;774,174;771,168;770,157;770,69" o:connectangles="0,0,0,0,0,0,0,0,0,0,0,0,0,0,0,0,0,0,0"/>
                      </v:shape>
                      <v:shape id="Freeform 279" o:spid="_x0000_s1083" style="position:absolute;left:9008;top:792;width:1073;height:234;visibility:visible;mso-wrap-style:square;v-text-anchor:top" coordsize="107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" path="m820,181r-27,2l820,183r,-2xe" stroked="f">
                        <v:path arrowok="t" o:connecttype="custom" o:connectlocs="820,181;793,183;820,183;820,181" o:connectangles="0,0,0,0"/>
                      </v:shape>
                      <v:shape id="Freeform 280" o:spid="_x0000_s1084" style="position:absolute;left:9008;top:792;width:1073;height:234;visibility:visible;mso-wrap-style:square;v-text-anchor:top" coordsize="107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" path="m819,54r-88,l731,69r88,l819,54xe" stroked="f">
                        <v:path arrowok="t" o:connecttype="custom" o:connectlocs="819,54;731,54;731,69;819,69;819,54" o:connectangles="0,0,0,0,0"/>
                      </v:shape>
                      <v:shape id="Freeform 281" o:spid="_x0000_s1085" style="position:absolute;left:9008;top:792;width:1073;height:234;visibility:visible;mso-wrap-style:square;v-text-anchor:top" coordsize="107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" path="m770,10r-18,l752,54r18,l770,10xe" stroked="f">
                        <v:path arrowok="t" o:connecttype="custom" o:connectlocs="770,10;752,10;752,54;770,54;770,10" o:connectangles="0,0,0,0,0"/>
                      </v:shape>
                      <v:shape id="Freeform 282" o:spid="_x0000_s1086" style="position:absolute;left:9008;top:792;width:1073;height:234;visibility:visible;mso-wrap-style:square;v-text-anchor:top" coordsize="107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" path="m903,52r-15,1l874,56r-10,5l856,68r-6,10l845,90r-2,16l842,124r1,19l845,158r4,13l855,181r8,7l873,193r14,3l903,198r17,-2l933,193r11,-5l949,183r-64,l873,178r-5,-8l865,162r-3,-10l860,139r,-15l860,108r2,-12l865,86r4,-8l875,70r12,-4l948,66r-6,-5l932,56,919,53,903,52xe" stroked="f">
                        <v:path arrowok="t" o:connecttype="custom" o:connectlocs="903,52;888,53;874,56;864,61;856,68;850,78;845,90;843,106;842,124;843,143;845,158;849,171;855,181;863,188;873,193;887,196;903,198;920,196;933,193;944,188;949,183;885,183;873,178;868,170;865,162;862,152;860,139;860,124;860,108;862,96;865,86;869,78;875,70;887,66;948,66;942,61;932,56;919,53;903,52" o:connectangles="0,0,0,0,0,0,0,0,0,0,0,0,0,0,0,0,0,0,0,0,0,0,0,0,0,0,0,0,0,0,0,0,0,0,0,0,0,0,0"/>
                      </v:shape>
                      <v:shape id="Freeform 283" o:spid="_x0000_s1087" style="position:absolute;left:9008;top:792;width:1073;height:234;visibility:visible;mso-wrap-style:square;v-text-anchor:top" coordsize="107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" path="m948,66r-28,l931,71r6,7l941,86r3,10l946,109r,15l946,139r-2,13l942,162r-4,8l933,178r-12,5l949,183r2,-2l957,171r4,-13l963,143r1,-19l963,106,961,90,956,78,950,68r-2,-2xe" stroked="f">
                        <v:path arrowok="t" o:connecttype="custom" o:connectlocs="948,66;920,66;931,71;937,78;941,86;944,96;946,109;946,124;946,139;944,152;942,162;938,170;933,178;921,183;949,183;951,181;957,171;961,158;963,143;964,124;963,106;961,90;956,78;950,68;948,66" o:connectangles="0,0,0,0,0,0,0,0,0,0,0,0,0,0,0,0,0,0,0,0,0,0,0,0,0"/>
                      </v:shape>
                      <v:shape id="Freeform 284" o:spid="_x0000_s1088" style="position:absolute;left:9008;top:792;width:1073;height:234;visibility:visible;mso-wrap-style:square;v-text-anchor:top" coordsize="107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" path="m1016,54r-17,l999,195r17,l1016,89r8,-4l1029,83r7,-3l1045,76r4,-1l1016,75r,-21xe" stroked="f">
                        <v:path arrowok="t" o:connecttype="custom" o:connectlocs="1016,54;999,54;999,195;1016,195;1016,89;1024,85;1029,83;1036,80;1045,76;1049,75;1016,75;1016,54" o:connectangles="0,0,0,0,0,0,0,0,0,0,0,0"/>
                      </v:shape>
                      <v:shape id="Freeform 285" o:spid="_x0000_s1089" style="position:absolute;left:9008;top:792;width:1073;height:234;visibility:visible;mso-wrap-style:square;v-text-anchor:top" coordsize="107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" path="m1072,52r-9,1l1053,56r-10,5l1032,65r-8,5l1016,75r33,l1055,73r8,-3l1072,68r,-16xe" stroked="f">
                        <v:path arrowok="t" o:connecttype="custom" o:connectlocs="1072,52;1063,53;1053,56;1043,61;1032,65;1024,70;1016,75;1049,75;1055,73;1063,70;1072,68;1072,52" o:connectangles="0,0,0,0,0,0,0,0,0,0,0,0"/>
                      </v:shape>
                    </v:group>
                    <v:shape id="Freeform 286" o:spid="_x0000_s1090" style="position:absolute;left:7517;top:682;width:826;height:226;visibility:visible;mso-wrap-style:square;v-text-anchor:top" coordsize="826,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" path="m712,r,56l,56,,169r712,l712,225,825,112,712,xe" fillcolor="#4f81bc" stroked="f">
                      <v:path arrowok="t" o:connecttype="custom" o:connectlocs="712,0;712,56;0,56;0,169;712,169;712,225;825,112;712,0" o:connectangles="0,0,0,0,0,0,0,0"/>
                    </v:shape>
                    <v:shape id="Freeform 287" o:spid="_x0000_s1091" style="position:absolute;left:7517;top:682;width:826;height:226;visibility:visible;mso-wrap-style:square;v-text-anchor:top" coordsize="826,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" path="m,56r712,l712,,825,112,712,225r,-56l,169,,56xe" filled="f" strokecolor="#355b88" strokeweight="2.04pt">
                      <v:path arrowok="t" o:connecttype="custom" o:connectlocs="0,56;712,56;712,0;825,112;712,225;712,169;0,169;0,56" o:connectangles="0,0,0,0,0,0,0,0"/>
                    </v:shape>
                    <v:shape id="Freeform 288" o:spid="_x0000_s1092" style="position:absolute;left:3243;top:1711;width:6437;height:636;visibility:visible;mso-wrap-style:square;v-text-anchor:top" coordsize="6437,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" path="m6436,r-1,128l6432,247r-5,108l6421,449r-8,78l6404,585r-10,37l6383,635,53,635,42,622,32,585,23,527,15,449,9,355,4,247,1,128,,e" filled="f" strokecolor="#457ab9" strokeweight="1.56pt">
                      <v:path arrowok="t" o:connecttype="custom" o:connectlocs="6436,0;6435,128;6432,247;6427,355;6421,449;6413,527;6404,585;6394,622;6383,635;53,635;42,622;32,585;23,527;15,449;9,355;4,247;1,128;0,0" o:connectangles="0,0,0,0,0,0,0,0,0,0,0,0,0,0,0,0,0,0"/>
                    </v:shape>
                    <v:shape id="Freeform 289" o:spid="_x0000_s1093" style="position:absolute;left:5459;top:2060;width:2026;height:420;visibility:visible;mso-wrap-style:square;v-text-anchor:top" coordsize="2026,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" path="m2025,l,,,419r2025,l2025,xe" stroked="f">
                      <v:path arrowok="t" o:connecttype="custom" o:connectlocs="2025,0;0,0;0,419;2025,419;2025,0" o:connectangles="0,0,0,0,0"/>
                    </v:shape>
                    <v:shape id="Freeform 290" o:spid="_x0000_s1094" style="position:absolute;left:5459;top:2060;width:2026;height:420;visibility:visible;mso-wrap-style:square;v-text-anchor:top" coordsize="2026,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" path="m,419r2025,l2025,,,,,419xe" filled="f" strokeweight=".48pt">
                      <v:path arrowok="t" o:connecttype="custom" o:connectlocs="0,419;2025,419;2025,0;0,0;0,419" o:connectangles="0,0,0,0,0"/>
                    </v:shape>
                    <v:group id="Group 291" o:spid="_x0000_s1095" style="position:absolute;left:6169;top:2270;width:666;height:180" coordorigin="6169,2270" coordsize="666,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y0p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3hJF/B7JhwBuf4BAAD//wMAUEsBAi0AFAAGAAgAAAAhANvh9svuAAAAhQEAABMAAAAAAAAA&#10;AAAAAAAAAAAAAFtDb250ZW50X1R5cGVzXS54bWxQSwECLQAUAAYACAAAACEAWvQsW78AAAAVAQAA&#10;CwAAAAAAAAAAAAAAAAAfAQAAX3JlbHMvLnJlbHNQSwECLQAUAAYACAAAACEAqoctKcYAAADcAAAA&#10;DwAAAAAAAAAAAAAAAAAHAgAAZHJzL2Rvd25yZXYueG1sUEsFBgAAAAADAAMAtwAAAPoCAAAAAA==&#10;">
                      <v:shape id="Freeform 292" o:spid="_x0000_s1096" style="position:absolute;left:6169;top:2270;width:666;height:180;visibility:visible;mso-wrap-style:square;v-text-anchor:top" coordsize="666,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" path="m94,9l75,9,63,11,42,19,32,24,17,39r-6,9l2,70,,82r,28l2,122r4,10l10,142r5,9l22,158r8,7l39,170r11,3l60,177r12,1l92,178r6,l104,177r6,-1l115,175r4,-2l124,172r3,-1l131,169r3,-2l136,166r2,-1l139,163r1,-1l141,160r,-1l141,155r,-5l83,150r-6,-1l71,147r-6,-2l59,141r-4,-5l51,132r-4,-6l45,119r-2,-7l42,104r,-19l43,77,47,63r3,-6l55,53r4,-5l64,44r6,-3l76,38r6,-1l141,37r,-4l140,30r,-3l140,26r-1,-1l139,25r-1,-1l137,23r-2,-3l132,19r-6,-3l122,15r-5,-2l113,12r-4,-1l104,10r-5,l94,9xe" fillcolor="black" stroked="f">
                        <v:path arrowok="t" o:connecttype="custom" o:connectlocs="75,9;42,19;17,39;2,70;0,110;6,132;15,151;30,165;50,173;72,178;98,178;110,176;119,173;127,171;134,167;138,165;140,162;141,159;141,150;77,149;65,145;55,136;47,126;43,112;42,85;47,63;55,53;64,44;76,38;141,37;140,30;140,26;139,25;137,23;132,19;122,15;113,12;104,10;94,9" o:connectangles="0,0,0,0,0,0,0,0,0,0,0,0,0,0,0,0,0,0,0,0,0,0,0,0,0,0,0,0,0,0,0,0,0,0,0,0,0,0,0"/>
                      </v:shape>
                      <v:shape id="Freeform 293" o:spid="_x0000_s1097" style="position:absolute;left:6169;top:2270;width:666;height:180;visibility:visible;mso-wrap-style:square;v-text-anchor:top" coordsize="666,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" path="m137,137r-2,l133,137r-2,2l128,140r-2,2l122,143r-4,2l114,147r-5,1l104,150r-6,l141,150r,-5l141,142r,-2l140,138r-1,l139,137r-1,l137,137xe" fillcolor="black" stroked="f">
                        <v:path arrowok="t" o:connecttype="custom" o:connectlocs="137,137;135,137;133,137;131,139;128,140;126,142;122,143;118,145;114,147;109,148;104,150;98,150;141,150;141,145;141,142;141,140;140,138;139,138;139,137;138,137;137,137" o:connectangles="0,0,0,0,0,0,0,0,0,0,0,0,0,0,0,0,0,0,0,0,0"/>
                      </v:shape>
                      <v:shape id="Freeform 294" o:spid="_x0000_s1098" style="position:absolute;left:6169;top:2270;width:666;height:180;visibility:visible;mso-wrap-style:square;v-text-anchor:top" coordsize="666,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" path="m141,37r-44,l103,38r5,2l113,41r4,1l121,44r4,2l130,49r2,2l134,51r2,l137,51r1,l138,50r1,l139,48r1,-1l140,46r1,-4l141,37xe" fillcolor="black" stroked="f">
                        <v:path arrowok="t" o:connecttype="custom" o:connectlocs="141,37;97,37;103,38;108,40;113,41;117,42;121,44;125,46;130,49;132,51;134,51;136,51;137,51;138,51;138,50;139,50;139,48;140,47;140,46;141,42;141,37" o:connectangles="0,0,0,0,0,0,0,0,0,0,0,0,0,0,0,0,0,0,0,0,0"/>
                      </v:shape>
                      <v:shape id="Freeform 295" o:spid="_x0000_s1099" style="position:absolute;left:6169;top:2270;width:666;height:180;visibility:visible;mso-wrap-style:square;v-text-anchor:top" coordsize="666,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" path="m277,75r-54,l227,76r6,1l236,79r4,3l241,85r2,5l243,93r,10l219,103r-11,1l191,107r-8,3l177,113r-6,3l167,120r-3,5l161,130r-2,5l159,148r1,5l165,162r3,4l173,169r4,3l182,175r12,3l200,179r16,l223,177r14,-5l244,168r5,-5l280,163r,-7l209,156r-4,-1l201,152r-4,-3l196,146r,-8l196,136r3,-5l201,130r2,-2l206,126r4,-1l214,125r4,-1l223,123r57,l280,87r-1,-6l277,75xe" fillcolor="black" stroked="f">
                        <v:path arrowok="t" o:connecttype="custom" o:connectlocs="277,75;223,75;227,76;233,77;236,79;240,82;241,85;243,90;243,93;243,103;219,103;208,104;191,107;183,110;177,113;171,116;167,120;164,125;161,130;159,135;159,148;160,153;165,162;168,166;173,169;177,172;182,175;194,178;200,179;216,179;223,177;237,172;244,168;249,163;280,163;280,156;209,156;205,155;201,152;197,149;196,146;196,138;196,136;199,131;201,130;203,128;206,126;210,125;214,125;218,124;223,123;280,123;280,87;279,81;277,75" o:connectangles="0,0,0,0,0,0,0,0,0,0,0,0,0,0,0,0,0,0,0,0,0,0,0,0,0,0,0,0,0,0,0,0,0,0,0,0,0,0,0,0,0,0,0,0,0,0,0,0,0,0,0,0,0,0,0"/>
                      </v:shape>
                      <v:shape id="Freeform 296" o:spid="_x0000_s1100" style="position:absolute;left:6169;top:2270;width:666;height:180;visibility:visible;mso-wrap-style:square;v-text-anchor:top" coordsize="666,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" path="m280,163r-31,l249,173r1,1l250,175r1,l253,176r2,l257,176r3,l268,176r4,l274,176r2,l277,175r1,l280,174r,-1l280,163xe" fillcolor="black" stroked="f">
                        <v:path arrowok="t" o:connecttype="custom" o:connectlocs="280,163;249,163;249,173;250,174;250,175;251,175;253,176;255,176;257,176;260,176;268,176;272,176;274,176;276,176;277,175;278,175;280,174;280,173;280,163" o:connectangles="0,0,0,0,0,0,0,0,0,0,0,0,0,0,0,0,0,0,0"/>
                      </v:shape>
                      <v:shape id="Freeform 297" o:spid="_x0000_s1101" style="position:absolute;left:6169;top:2270;width:666;height:180;visibility:visible;mso-wrap-style:square;v-text-anchor:top" coordsize="666,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" path="m280,123r-37,l243,143r-4,4l234,150r-4,3l226,155r-5,1l280,156r,-33xe" fillcolor="black" stroked="f">
                        <v:path arrowok="t" o:connecttype="custom" o:connectlocs="280,123;243,123;243,143;239,147;234,150;230,153;226,155;221,156;280,156;280,123" o:connectangles="0,0,0,0,0,0,0,0,0,0"/>
                      </v:shape>
                      <v:shape id="Freeform 298" o:spid="_x0000_s1102" style="position:absolute;left:6169;top:2270;width:666;height:180;visibility:visible;mso-wrap-style:square;v-text-anchor:top" coordsize="666,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" path="m232,51r-16,l210,52r-11,1l194,54r-4,1l185,57r-4,1l174,61r-2,1l169,65r-1,1l167,68r,1l167,77r,1l167,80r1,2l168,83r1,2l170,85r1,1l172,87r3,l177,86r2,-1l182,84r3,-2l192,80r5,-2l207,76r5,-1l277,75r-2,-5l271,65r-9,-7l256,56,241,52r-9,-1xe" fillcolor="black" stroked="f">
                        <v:path arrowok="t" o:connecttype="custom" o:connectlocs="232,51;216,51;210,52;199,53;194,54;190,55;185,57;181,58;174,61;172,62;169,65;168,66;167,68;167,69;167,77;167,78;167,80;168,82;168,83;169,85;170,85;171,86;172,87;175,87;177,86;179,85;182,84;185,82;192,80;197,78;207,76;212,75;277,75;275,70;271,65;262,58;256,56;241,52;232,51" o:connectangles="0,0,0,0,0,0,0,0,0,0,0,0,0,0,0,0,0,0,0,0,0,0,0,0,0,0,0,0,0,0,0,0,0,0,0,0,0,0,0"/>
                      </v:shape>
                      <v:shape id="Freeform 299" o:spid="_x0000_s1103" style="position:absolute;left:6169;top:2270;width:666;height:180;visibility:visible;mso-wrap-style:square;v-text-anchor:top" coordsize="666,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" path="m340,53r-11,l325,54r-2,l322,55r-1,l320,56r-1,1l318,58r,114l319,173r1,1l320,174r1,1l322,175r2,1l331,176r2,l341,176r3,l349,176r2,l352,175r1,l354,174r1,l356,173r,-1l356,96r5,-5l366,86r5,-3l376,80r5,-1l442,79r-1,-4l439,71r-89,l350,58r,-1l350,56r-1,l348,55r-1,l346,54r-1,l340,53xe" fillcolor="black" stroked="f">
                        <v:path arrowok="t" o:connecttype="custom" o:connectlocs="340,53;329,53;325,54;323,54;322,55;321,55;320,56;319,57;318,58;318,172;319,173;320,174;320,174;321,175;322,175;324,176;331,176;333,176;341,176;344,176;349,176;351,176;352,175;353,175;354,174;355,174;356,173;356,172;356,96;361,91;366,86;371,83;376,80;381,79;442,79;441,75;439,71;350,71;350,58;350,57;350,56;349,56;348,55;347,55;346,54;345,54;340,53" o:connectangles="0,0,0,0,0,0,0,0,0,0,0,0,0,0,0,0,0,0,0,0,0,0,0,0,0,0,0,0,0,0,0,0,0,0,0,0,0,0,0,0,0,0,0,0,0,0,0"/>
                      </v:shape>
                      <v:shape id="Freeform 300" o:spid="_x0000_s1104" style="position:absolute;left:6169;top:2270;width:666;height:180;visibility:visible;mso-wrap-style:square;v-text-anchor:top" coordsize="666,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" path="m442,79r-53,l392,80r3,1l398,82r2,2l402,86r2,2l405,91r1,3l407,97r,4l407,172r1,1l408,174r1,l410,175r2,l413,176r2,l420,176r2,l430,176r3,l440,176r1,-1l442,175r1,-1l444,174r1,-1l445,93r-1,-7l442,80r,-1xe" fillcolor="black" stroked="f">
                        <v:path arrowok="t" o:connecttype="custom" o:connectlocs="442,79;389,79;392,80;395,81;398,82;400,84;402,86;404,88;405,91;406,94;407,97;407,101;407,172;408,173;408,174;409,174;410,175;412,175;413,176;415,176;420,176;422,176;430,176;433,176;440,176;441,175;442,175;443,174;444,174;445,173;445,93;444,86;442,80;442,79" o:connectangles="0,0,0,0,0,0,0,0,0,0,0,0,0,0,0,0,0,0,0,0,0,0,0,0,0,0,0,0,0,0,0,0,0,0"/>
                      </v:shape>
                      <v:shape id="Freeform 301" o:spid="_x0000_s1105" style="position:absolute;left:6169;top:2270;width:666;height:180;visibility:visible;mso-wrap-style:square;v-text-anchor:top" coordsize="666,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" path="m405,51r-17,l380,53r-15,7l358,65r-8,6l439,71r-1,-1l434,65r-4,-4l425,58r-6,-3l413,52r-8,-1xe" fillcolor="black" stroked="f">
                        <v:path arrowok="t" o:connecttype="custom" o:connectlocs="405,51;388,51;380,53;365,60;358,65;350,71;439,71;438,70;434,65;430,61;425,58;419,55;413,52;405,51" o:connectangles="0,0,0,0,0,0,0,0,0,0,0,0,0,0"/>
                      </v:shape>
                      <v:shape id="Freeform 302" o:spid="_x0000_s1106" style="position:absolute;left:6169;top:2270;width:666;height:180;visibility:visible;mso-wrap-style:square;v-text-anchor:top" coordsize="666,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" path="m589,75r-54,l539,76r7,1l548,79r4,3l553,85r2,5l555,93r,10l531,103r-11,1l503,107r-8,3l489,113r-6,3l479,120r-3,5l473,130r-2,5l471,148r1,5l477,162r4,4l485,169r4,3l494,175r12,3l512,179r16,l536,177r14,-5l556,168r5,-5l592,163r,-7l521,156r-4,-1l513,152r-4,-3l508,146r,-8l508,136r3,-5l513,130r2,-2l518,126r4,-1l526,125r4,-1l535,123r57,l592,87r-1,-6l589,75xe" fillcolor="black" stroked="f">
                        <v:path arrowok="t" o:connecttype="custom" o:connectlocs="589,75;535,75;539,76;546,77;548,79;552,82;553,85;555,90;555,93;555,103;531,103;520,104;503,107;495,110;489,113;483,116;479,120;476,125;473,130;471,135;471,148;472,153;477,162;481,166;485,169;489,172;494,175;506,178;512,179;528,179;536,177;550,172;556,168;561,163;592,163;592,156;521,156;517,155;513,152;509,149;508,146;508,138;508,136;511,131;513,130;515,128;518,126;522,125;526,125;530,124;535,123;592,123;592,87;591,81;589,75" o:connectangles="0,0,0,0,0,0,0,0,0,0,0,0,0,0,0,0,0,0,0,0,0,0,0,0,0,0,0,0,0,0,0,0,0,0,0,0,0,0,0,0,0,0,0,0,0,0,0,0,0,0,0,0,0,0,0"/>
                      </v:shape>
                      <v:shape id="Freeform 303" o:spid="_x0000_s1107" style="position:absolute;left:6169;top:2270;width:666;height:180;visibility:visible;mso-wrap-style:square;v-text-anchor:top" coordsize="666,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" path="m592,163r-31,l561,173r1,1l562,175r1,l565,176r2,l569,176r3,l581,176r3,l586,176r2,l590,175r1,l592,174r,-1l592,163xe" fillcolor="black" stroked="f">
                        <v:path arrowok="t" o:connecttype="custom" o:connectlocs="592,163;561,163;561,173;562,174;562,175;563,175;565,176;567,176;569,176;572,176;581,176;584,176;586,176;588,176;590,175;591,175;592,174;592,173;592,163" o:connectangles="0,0,0,0,0,0,0,0,0,0,0,0,0,0,0,0,0,0,0"/>
                      </v:shape>
                      <v:shape id="Freeform 304" o:spid="_x0000_s1108" style="position:absolute;left:6169;top:2270;width:666;height:180;visibility:visible;mso-wrap-style:square;v-text-anchor:top" coordsize="666,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" path="m592,123r-37,l555,143r-4,4l546,150r-4,3l537,155r-4,1l592,156r,-33xe" fillcolor="black" stroked="f">
                        <v:path arrowok="t" o:connecttype="custom" o:connectlocs="592,123;555,123;555,143;551,147;546,150;542,153;537,155;533,156;592,156;592,123" o:connectangles="0,0,0,0,0,0,0,0,0,0"/>
                      </v:shape>
                      <v:shape id="Freeform 305" o:spid="_x0000_s1109" style="position:absolute;left:6169;top:2270;width:666;height:180;visibility:visible;mso-wrap-style:square;v-text-anchor:top" coordsize="666,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" path="m544,51r-16,l522,52r-11,1l506,54r-4,1l497,57r-4,1l486,61r-3,1l481,65r-1,1l479,68r,1l479,77r,1l479,80r1,2l480,83r1,2l482,85r1,1l484,87r3,l489,86r2,-1l494,84r3,-2l505,80r4,-2l518,76r6,-1l589,75r-2,-5l583,65,573,58r-6,-2l553,52r-9,-1xe" fillcolor="black" stroked="f">
                        <v:path arrowok="t" o:connecttype="custom" o:connectlocs="544,51;528,51;522,52;511,53;506,54;502,55;497,57;493,58;486,61;483,62;481,65;480,66;479,68;479,69;479,77;479,78;479,80;480,82;480,83;481,85;482,85;483,86;484,87;487,87;489,86;491,85;494,84;497,82;505,80;509,78;518,76;524,75;589,75;587,70;583,65;573,58;567,56;553,52;544,51" o:connectangles="0,0,0,0,0,0,0,0,0,0,0,0,0,0,0,0,0,0,0,0,0,0,0,0,0,0,0,0,0,0,0,0,0,0,0,0,0,0,0"/>
                      </v:shape>
                      <v:shape id="Freeform 306" o:spid="_x0000_s1110" style="position:absolute;left:6169;top:2270;width:666;height:180;visibility:visible;mso-wrap-style:square;v-text-anchor:top" coordsize="666,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" path="m651,r-8,l640,r-4,l633,r-1,1l631,1r-1,1l628,3r,1l628,172r,1l629,174r1,l631,175r1,l633,176r7,l643,176r8,l653,176r5,l660,176r2,-1l663,175r1,-1l665,174r,-1l666,172,666,4,665,3,664,2,663,1r-1,l660,r-2,l653,r-2,xe" fillcolor="black" stroked="f">
                        <v:path arrowok="t" o:connecttype="custom" o:connectlocs="651,0;643,0;640,0;636,0;633,0;632,1;631,1;630,2;628,3;628,4;628,172;628,173;629,174;630,174;631,175;632,175;633,176;640,176;643,176;651,176;653,176;658,176;660,176;662,175;663,175;664,174;665,174;665,173;666,172;666,4;665,3;664,2;663,1;662,1;660,0;658,0;653,0;651,0" o:connectangles="0,0,0,0,0,0,0,0,0,0,0,0,0,0,0,0,0,0,0,0,0,0,0,0,0,0,0,0,0,0,0,0,0,0,0,0,0,0"/>
                      </v:shape>
                    </v:group>
                    <w10:wrap type="topAndBottom" anchorx="page"/>
                  </v:group>
                </w:pict>
              </mc:Fallback>
            </mc:AlternateContent>
          </w:r>
        </w:p>
        <w:p w14:paraId="67FBE71B" w14:textId="0686CF24" w:rsidR="00D35EFD" w:rsidRDefault="00D35EFD" w:rsidP="00DB264B">
          <w:pPr>
            <w:pStyle w:val="Descripcin"/>
          </w:pPr>
        </w:p>
        <w:p w14:paraId="4F683B40" w14:textId="041678CD" w:rsidR="00DB264B" w:rsidRPr="005C36E4" w:rsidRDefault="00DB264B" w:rsidP="00DB264B">
          <w:pPr>
            <w:pStyle w:val="Descripcin"/>
            <w:rPr>
              <w:spacing w:val="-2"/>
              <w:w w:val="85"/>
              <w:sz w:val="24"/>
              <w:szCs w:val="24"/>
            </w:rPr>
          </w:pPr>
          <w:bookmarkStart w:id="13" w:name="_Toc114754741"/>
          <w:r>
            <w:t xml:space="preserve">Ilustración </w:t>
          </w:r>
          <w:r>
            <w:fldChar w:fldCharType="begin"/>
          </w:r>
          <w:r>
            <w:instrText xml:space="preserve"> SEQ Ilustración \* ARABIC </w:instrText>
          </w:r>
          <w:r>
            <w:fldChar w:fldCharType="separate"/>
          </w:r>
          <w:r w:rsidR="00006150">
            <w:rPr>
              <w:noProof/>
            </w:rPr>
            <w:t>1</w:t>
          </w:r>
          <w:r>
            <w:fldChar w:fldCharType="end"/>
          </w:r>
          <w:r w:rsidR="00425AB4">
            <w:t>. Representación gráfica del flujo de información</w:t>
          </w:r>
          <w:bookmarkEnd w:id="13"/>
        </w:p>
        <w:p w14:paraId="444D6F05" w14:textId="77777777" w:rsidR="008C4D9A" w:rsidRDefault="008C4D9A" w:rsidP="007A4457">
          <w:pPr>
            <w:rPr>
              <w:w w:val="85"/>
            </w:rPr>
          </w:pPr>
          <w:bookmarkStart w:id="14" w:name="_bookmark8"/>
          <w:bookmarkEnd w:id="14"/>
        </w:p>
        <w:p w14:paraId="0BF4CD52" w14:textId="390F5D04" w:rsidR="00D41A60" w:rsidRPr="00470698" w:rsidRDefault="00000000" w:rsidP="00D41A60">
          <w:pPr>
            <w:rPr>
              <w:rFonts w:eastAsia="Calibri"/>
            </w:rPr>
            <w:sectPr w:rsidR="00D41A60" w:rsidRPr="00470698" w:rsidSect="00FC79B1">
              <w:headerReference w:type="default" r:id="rId22"/>
              <w:footerReference w:type="default" r:id="rId23"/>
              <w:footerReference w:type="first" r:id="rId24"/>
              <w:pgSz w:w="12240" w:h="15840"/>
              <w:pgMar w:top="1418" w:right="1134" w:bottom="567" w:left="1134" w:header="709" w:footer="709" w:gutter="0"/>
              <w:cols w:space="708"/>
              <w:docGrid w:linePitch="360"/>
            </w:sectPr>
          </w:pPr>
        </w:p>
      </w:sdtContent>
    </w:sdt>
    <w:bookmarkStart w:id="15" w:name="_Toc114754728" w:displacedByCustomXml="next"/>
    <w:bookmarkStart w:id="16" w:name="_Toc84257901" w:displacedByCustomXml="next"/>
    <w:sdt>
      <w:sdtPr>
        <w:rPr>
          <w:rFonts w:eastAsia="Times New Roman" w:cstheme="minorBidi"/>
          <w:b w:val="0"/>
          <w:color w:val="auto"/>
          <w:sz w:val="22"/>
          <w:szCs w:val="22"/>
        </w:rPr>
        <w:id w:val="-651984103"/>
        <w:docPartObj>
          <w:docPartGallery w:val="Cover Pages"/>
        </w:docPartObj>
      </w:sdtPr>
      <w:sdtEndPr>
        <w:rPr>
          <w:rFonts w:eastAsiaTheme="minorHAnsi"/>
        </w:rPr>
      </w:sdtEndPr>
      <w:sdtContent>
        <w:p w14:paraId="49757B36" w14:textId="2A5EA374" w:rsidR="00D41A60" w:rsidRPr="005E0125" w:rsidRDefault="00500611" w:rsidP="002D0181">
          <w:pPr>
            <w:pStyle w:val="Sinespaciado"/>
            <w:numPr>
              <w:ilvl w:val="0"/>
              <w:numId w:val="11"/>
            </w:numPr>
            <w:rPr>
              <w:rFonts w:eastAsia="Times New Roman"/>
            </w:rPr>
          </w:pPr>
          <w:r>
            <w:rPr>
              <w:noProof/>
              <w:lang w:eastAsia="es-CO"/>
            </w:rPr>
            <mc:AlternateContent>
              <mc:Choice Requires="wps">
                <w:drawing>
                  <wp:anchor distT="0" distB="0" distL="114300" distR="114300" simplePos="0" relativeHeight="251658256" behindDoc="0" locked="0" layoutInCell="1" allowOverlap="1" wp14:anchorId="031644B5" wp14:editId="078C34DB">
                    <wp:simplePos x="0" y="0"/>
                    <wp:positionH relativeFrom="page">
                      <wp:posOffset>2076450</wp:posOffset>
                    </wp:positionH>
                    <wp:positionV relativeFrom="paragraph">
                      <wp:posOffset>2664460</wp:posOffset>
                    </wp:positionV>
                    <wp:extent cx="6033135" cy="6108065"/>
                    <wp:effectExtent l="0" t="0" r="5715" b="6985"/>
                    <wp:wrapNone/>
                    <wp:docPr id="20" name="Elipse 20"/>
                    <wp:cNvGraphicFramePr/>
                    <a:graphic xmlns:a="http://schemas.openxmlformats.org/drawingml/2006/main">
                      <a:graphicData uri="http://schemas.microsoft.com/office/word/2010/wordprocessingShape">
                        <wps:wsp>
                          <wps:cNvSpPr/>
                          <wps:spPr>
                            <a:xfrm>
                              <a:off x="0" y="0"/>
                              <a:ext cx="6033135" cy="6108065"/>
                            </a:xfrm>
                            <a:prstGeom prst="ellipse">
                              <a:avLst/>
                            </a:prstGeom>
                            <a:solidFill>
                              <a:schemeClr val="accent1">
                                <a:alpha val="31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94D5768" id="Elipse 20" o:spid="_x0000_s1026" style="position:absolute;margin-left:163.5pt;margin-top:209.8pt;width:475.05pt;height:480.95pt;z-index:251658256;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" fillcolor="#3366ca [3204]" stroked="f" strokeweight="1pt">
                    <v:fill opacity="20303f"/>
                    <v:stroke joinstyle="miter"/>
                    <w10:wrap anchorx="page"/>
                  </v:oval>
                </w:pict>
              </mc:Fallback>
            </mc:AlternateContent>
          </w:r>
          <w:r w:rsidR="00D41A60" w:rsidRPr="005E0125">
            <w:rPr>
              <w:rFonts w:eastAsia="Times New Roman"/>
              <w:noProof/>
              <w:lang w:eastAsia="es-CO"/>
            </w:rPr>
            <w:drawing>
              <wp:anchor distT="0" distB="0" distL="114300" distR="114300" simplePos="0" relativeHeight="251658254" behindDoc="1" locked="0" layoutInCell="1" allowOverlap="1" wp14:anchorId="5D8C2078" wp14:editId="1844BE33">
                <wp:simplePos x="0" y="0"/>
                <wp:positionH relativeFrom="column">
                  <wp:posOffset>-911225</wp:posOffset>
                </wp:positionH>
                <wp:positionV relativeFrom="paragraph">
                  <wp:posOffset>-996315</wp:posOffset>
                </wp:positionV>
                <wp:extent cx="2480310" cy="10114280"/>
                <wp:effectExtent l="0" t="0" r="0" b="1270"/>
                <wp:wrapNone/>
                <wp:docPr id="26" name="Gráfico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2480310" cy="10114280"/>
                        </a:xfrm>
                        <a:prstGeom prst="rect">
                          <a:avLst/>
                        </a:prstGeom>
                      </pic:spPr>
                    </pic:pic>
                  </a:graphicData>
                </a:graphic>
                <wp14:sizeRelH relativeFrom="margin">
                  <wp14:pctWidth>0</wp14:pctWidth>
                </wp14:sizeRelH>
                <wp14:sizeRelV relativeFrom="margin">
                  <wp14:pctHeight>0</wp14:pctHeight>
                </wp14:sizeRelV>
              </wp:anchor>
            </w:drawing>
          </w:r>
          <w:r w:rsidR="00D41A60" w:rsidRPr="005E0125">
            <w:rPr>
              <w:rFonts w:eastAsia="Times New Roman"/>
              <w:noProof/>
              <w:lang w:eastAsia="es-CO"/>
            </w:rPr>
            <mc:AlternateContent>
              <mc:Choice Requires="wps">
                <w:drawing>
                  <wp:anchor distT="0" distB="0" distL="114300" distR="114300" simplePos="0" relativeHeight="251658255" behindDoc="1" locked="0" layoutInCell="1" allowOverlap="1" wp14:anchorId="5162C02D" wp14:editId="20416353">
                    <wp:simplePos x="0" y="0"/>
                    <wp:positionH relativeFrom="column">
                      <wp:posOffset>-1135380</wp:posOffset>
                    </wp:positionH>
                    <wp:positionV relativeFrom="paragraph">
                      <wp:posOffset>-369407</wp:posOffset>
                    </wp:positionV>
                    <wp:extent cx="2263140" cy="2115185"/>
                    <wp:effectExtent l="0" t="0" r="3810" b="0"/>
                    <wp:wrapNone/>
                    <wp:docPr id="25" name="Elipse 25"/>
                    <wp:cNvGraphicFramePr/>
                    <a:graphic xmlns:a="http://schemas.openxmlformats.org/drawingml/2006/main">
                      <a:graphicData uri="http://schemas.microsoft.com/office/word/2010/wordprocessingShape">
                        <wps:wsp>
                          <wps:cNvSpPr/>
                          <wps:spPr>
                            <a:xfrm>
                              <a:off x="0" y="0"/>
                              <a:ext cx="2263140" cy="2115185"/>
                            </a:xfrm>
                            <a:prstGeom prst="ellipse">
                              <a:avLst/>
                            </a:prstGeom>
                            <a:solidFill>
                              <a:srgbClr val="3366CA">
                                <a:alpha val="64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E46ADBA" id="Elipse 25" o:spid="_x0000_s1026" style="position:absolute;margin-left:-89.4pt;margin-top:-29.1pt;width:178.2pt;height:166.55pt;z-index:-2516582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" fillcolor="#3366ca" stroked="f" strokeweight="1pt">
                    <v:fill opacity="41891f"/>
                    <v:stroke joinstyle="miter"/>
                  </v:oval>
                </w:pict>
              </mc:Fallback>
            </mc:AlternateContent>
          </w:r>
          <w:r w:rsidR="00D41A60" w:rsidRPr="005E0125">
            <w:rPr>
              <w:rFonts w:eastAsia="Times New Roman"/>
            </w:rPr>
            <w:t xml:space="preserve">  </w:t>
          </w:r>
          <w:r w:rsidR="004B16AA">
            <w:rPr>
              <w:rFonts w:eastAsia="Times New Roman"/>
            </w:rPr>
            <w:t>¿</w:t>
          </w:r>
          <w:r w:rsidR="005957D0">
            <w:rPr>
              <w:rFonts w:eastAsia="Times New Roman"/>
            </w:rPr>
            <w:t>C</w:t>
          </w:r>
          <w:r w:rsidR="00262B54">
            <w:rPr>
              <w:rFonts w:eastAsia="Times New Roman"/>
            </w:rPr>
            <w:t xml:space="preserve">ómo construir </w:t>
          </w:r>
          <w:r w:rsidR="00216928">
            <w:rPr>
              <w:rFonts w:eastAsia="Times New Roman"/>
            </w:rPr>
            <w:t xml:space="preserve">el catálogo </w:t>
          </w:r>
          <w:r w:rsidR="004C11A7">
            <w:rPr>
              <w:rFonts w:eastAsia="Times New Roman"/>
            </w:rPr>
            <w:t xml:space="preserve">de </w:t>
          </w:r>
          <w:r w:rsidR="00FE0968">
            <w:rPr>
              <w:rFonts w:eastAsia="Times New Roman"/>
            </w:rPr>
            <w:t>componentes de información</w:t>
          </w:r>
          <w:bookmarkEnd w:id="16"/>
          <w:r w:rsidR="004C11A7">
            <w:rPr>
              <w:rFonts w:eastAsia="Times New Roman"/>
            </w:rPr>
            <w:t>?</w:t>
          </w:r>
          <w:bookmarkEnd w:id="15"/>
        </w:p>
        <w:p w14:paraId="3B0497D7" w14:textId="664F30F1" w:rsidR="00D41A60" w:rsidRPr="005E0125" w:rsidRDefault="00D41A60" w:rsidP="00D41A60">
          <w:pPr>
            <w:rPr>
              <w:rFonts w:eastAsia="Calibri"/>
            </w:rPr>
          </w:pPr>
        </w:p>
        <w:p w14:paraId="65805750" w14:textId="51EDC9AC" w:rsidR="004C11A7" w:rsidRDefault="00EE7EC7" w:rsidP="00D41A60">
          <w:pPr>
            <w:rPr>
              <w:rFonts w:eastAsia="Calibri"/>
            </w:rPr>
          </w:pPr>
          <w:r>
            <w:rPr>
              <w:rFonts w:eastAsia="Times New Roman"/>
              <w:b/>
              <w:noProof/>
              <w:color w:val="FF0062"/>
              <w:sz w:val="92"/>
              <w:szCs w:val="32"/>
              <w:lang w:eastAsia="es-CO"/>
            </w:rPr>
            <w:drawing>
              <wp:anchor distT="0" distB="0" distL="114300" distR="114300" simplePos="0" relativeHeight="251658257" behindDoc="0" locked="0" layoutInCell="1" allowOverlap="1" wp14:anchorId="6647AF69" wp14:editId="28D476E6">
                <wp:simplePos x="0" y="0"/>
                <wp:positionH relativeFrom="column">
                  <wp:posOffset>1649730</wp:posOffset>
                </wp:positionH>
                <wp:positionV relativeFrom="paragraph">
                  <wp:posOffset>170815</wp:posOffset>
                </wp:positionV>
                <wp:extent cx="5138420" cy="4176395"/>
                <wp:effectExtent l="0" t="0" r="0" b="0"/>
                <wp:wrapThrough wrapText="bothSides">
                  <wp:wrapPolygon edited="0">
                    <wp:start x="11692" y="1314"/>
                    <wp:lineTo x="9343" y="1576"/>
                    <wp:lineTo x="9396" y="2496"/>
                    <wp:lineTo x="2296" y="3350"/>
                    <wp:lineTo x="2296" y="4072"/>
                    <wp:lineTo x="3096" y="4598"/>
                    <wp:lineTo x="3951" y="4598"/>
                    <wp:lineTo x="3951" y="6700"/>
                    <wp:lineTo x="1228" y="6700"/>
                    <wp:lineTo x="374" y="6962"/>
                    <wp:lineTo x="374" y="8210"/>
                    <wp:lineTo x="427" y="8802"/>
                    <wp:lineTo x="534" y="9196"/>
                    <wp:lineTo x="2723" y="9853"/>
                    <wp:lineTo x="3951" y="9853"/>
                    <wp:lineTo x="3951" y="10903"/>
                    <wp:lineTo x="3630" y="11363"/>
                    <wp:lineTo x="3630" y="11954"/>
                    <wp:lineTo x="2456" y="12414"/>
                    <wp:lineTo x="2349" y="12546"/>
                    <wp:lineTo x="2456" y="13005"/>
                    <wp:lineTo x="3043" y="14056"/>
                    <wp:lineTo x="2883" y="15107"/>
                    <wp:lineTo x="1762" y="15304"/>
                    <wp:lineTo x="1655" y="15370"/>
                    <wp:lineTo x="1815" y="17209"/>
                    <wp:lineTo x="2349" y="18260"/>
                    <wp:lineTo x="3203" y="19311"/>
                    <wp:lineTo x="3203" y="19377"/>
                    <wp:lineTo x="2669" y="20231"/>
                    <wp:lineTo x="19112" y="20231"/>
                    <wp:lineTo x="19219" y="20033"/>
                    <wp:lineTo x="15535" y="19311"/>
                    <wp:lineTo x="18098" y="19311"/>
                    <wp:lineTo x="19379" y="18983"/>
                    <wp:lineTo x="19326" y="17209"/>
                    <wp:lineTo x="19593" y="16158"/>
                    <wp:lineTo x="20393" y="15173"/>
                    <wp:lineTo x="20393" y="15107"/>
                    <wp:lineTo x="20874" y="14253"/>
                    <wp:lineTo x="21248" y="13859"/>
                    <wp:lineTo x="21301" y="12086"/>
                    <wp:lineTo x="20874" y="12020"/>
                    <wp:lineTo x="21248" y="11757"/>
                    <wp:lineTo x="21141" y="10903"/>
                    <wp:lineTo x="20927" y="9853"/>
                    <wp:lineTo x="20447" y="8802"/>
                    <wp:lineTo x="19593" y="7751"/>
                    <wp:lineTo x="19699" y="6962"/>
                    <wp:lineTo x="18365" y="6700"/>
                    <wp:lineTo x="18098" y="6503"/>
                    <wp:lineTo x="17884" y="5386"/>
                    <wp:lineTo x="16656" y="4729"/>
                    <wp:lineTo x="15802" y="4598"/>
                    <wp:lineTo x="15909" y="3613"/>
                    <wp:lineTo x="15429" y="3350"/>
                    <wp:lineTo x="14948" y="2299"/>
                    <wp:lineTo x="13507" y="1576"/>
                    <wp:lineTo x="12813" y="1314"/>
                    <wp:lineTo x="11692" y="1314"/>
                  </wp:wrapPolygon>
                </wp:wrapThrough>
                <wp:docPr id="192" name="Imagen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n 58"/>
                        <pic:cNvPicPr/>
                      </pic:nvPicPr>
                      <pic:blipFill>
                        <a:blip r:embed="rId25">
                          <a:alphaModFix amt="66000"/>
                          <a:extLst>
                            <a:ext uri="{28A0092B-C50C-407E-A947-70E740481C1C}">
                              <a14:useLocalDpi xmlns:a14="http://schemas.microsoft.com/office/drawing/2010/main" val="0"/>
                            </a:ext>
                          </a:extLst>
                        </a:blip>
                        <a:stretch>
                          <a:fillRect/>
                        </a:stretch>
                      </pic:blipFill>
                      <pic:spPr>
                        <a:xfrm>
                          <a:off x="0" y="0"/>
                          <a:ext cx="5138420" cy="4176395"/>
                        </a:xfrm>
                        <a:prstGeom prst="rect">
                          <a:avLst/>
                        </a:prstGeom>
                      </pic:spPr>
                    </pic:pic>
                  </a:graphicData>
                </a:graphic>
                <wp14:sizeRelH relativeFrom="page">
                  <wp14:pctWidth>0</wp14:pctWidth>
                </wp14:sizeRelH>
                <wp14:sizeRelV relativeFrom="page">
                  <wp14:pctHeight>0</wp14:pctHeight>
                </wp14:sizeRelV>
              </wp:anchor>
            </w:drawing>
          </w:r>
          <w:r w:rsidR="00D41A60" w:rsidRPr="005E0125">
            <w:rPr>
              <w:rFonts w:eastAsia="Calibri"/>
            </w:rPr>
            <w:br w:type="page"/>
          </w:r>
        </w:p>
        <w:p w14:paraId="15D4B72F" w14:textId="0AF39AAC" w:rsidR="00E511BB" w:rsidRDefault="00E511BB" w:rsidP="007A45C9">
          <w:pPr>
            <w:ind w:right="-43"/>
            <w:rPr>
              <w:spacing w:val="-2"/>
              <w:w w:val="95"/>
            </w:rPr>
          </w:pPr>
          <w:r>
            <w:rPr>
              <w:w w:val="90"/>
            </w:rPr>
            <w:lastRenderedPageBreak/>
            <w:t>Con</w:t>
          </w:r>
          <w:r>
            <w:rPr>
              <w:spacing w:val="-2"/>
              <w:w w:val="90"/>
            </w:rPr>
            <w:t xml:space="preserve"> </w:t>
          </w:r>
          <w:r>
            <w:rPr>
              <w:w w:val="90"/>
            </w:rPr>
            <w:t>el</w:t>
          </w:r>
          <w:r>
            <w:rPr>
              <w:spacing w:val="-5"/>
              <w:w w:val="90"/>
            </w:rPr>
            <w:t xml:space="preserve"> </w:t>
          </w:r>
          <w:r>
            <w:rPr>
              <w:w w:val="90"/>
            </w:rPr>
            <w:t>fin</w:t>
          </w:r>
          <w:r>
            <w:rPr>
              <w:spacing w:val="-2"/>
              <w:w w:val="90"/>
            </w:rPr>
            <w:t xml:space="preserve"> </w:t>
          </w:r>
          <w:r>
            <w:rPr>
              <w:w w:val="90"/>
            </w:rPr>
            <w:t>de</w:t>
          </w:r>
          <w:r>
            <w:rPr>
              <w:spacing w:val="-2"/>
              <w:w w:val="90"/>
            </w:rPr>
            <w:t xml:space="preserve"> </w:t>
          </w:r>
          <w:r>
            <w:rPr>
              <w:w w:val="90"/>
            </w:rPr>
            <w:t>estructurar</w:t>
          </w:r>
          <w:r>
            <w:rPr>
              <w:spacing w:val="-3"/>
              <w:w w:val="90"/>
            </w:rPr>
            <w:t xml:space="preserve"> </w:t>
          </w:r>
          <w:r>
            <w:rPr>
              <w:w w:val="90"/>
            </w:rPr>
            <w:t>y</w:t>
          </w:r>
          <w:r>
            <w:rPr>
              <w:spacing w:val="-3"/>
              <w:w w:val="90"/>
            </w:rPr>
            <w:t xml:space="preserve"> </w:t>
          </w:r>
          <w:r>
            <w:rPr>
              <w:w w:val="90"/>
            </w:rPr>
            <w:t>documentar</w:t>
          </w:r>
          <w:r>
            <w:rPr>
              <w:spacing w:val="-3"/>
              <w:w w:val="90"/>
            </w:rPr>
            <w:t xml:space="preserve"> </w:t>
          </w:r>
          <w:r>
            <w:rPr>
              <w:w w:val="90"/>
            </w:rPr>
            <w:t>los</w:t>
          </w:r>
          <w:r>
            <w:rPr>
              <w:spacing w:val="-3"/>
              <w:w w:val="90"/>
            </w:rPr>
            <w:t xml:space="preserve"> </w:t>
          </w:r>
          <w:r>
            <w:rPr>
              <w:w w:val="90"/>
            </w:rPr>
            <w:t>componentes</w:t>
          </w:r>
          <w:r>
            <w:rPr>
              <w:spacing w:val="-2"/>
              <w:w w:val="90"/>
            </w:rPr>
            <w:t xml:space="preserve"> </w:t>
          </w:r>
          <w:r>
            <w:rPr>
              <w:w w:val="90"/>
            </w:rPr>
            <w:t>de</w:t>
          </w:r>
          <w:r>
            <w:rPr>
              <w:spacing w:val="-4"/>
              <w:w w:val="90"/>
            </w:rPr>
            <w:t xml:space="preserve"> </w:t>
          </w:r>
          <w:r>
            <w:rPr>
              <w:w w:val="90"/>
            </w:rPr>
            <w:t>información</w:t>
          </w:r>
          <w:r>
            <w:rPr>
              <w:spacing w:val="-2"/>
              <w:w w:val="90"/>
            </w:rPr>
            <w:t xml:space="preserve"> </w:t>
          </w:r>
          <w:r>
            <w:rPr>
              <w:w w:val="90"/>
            </w:rPr>
            <w:t>de</w:t>
          </w:r>
          <w:r>
            <w:rPr>
              <w:spacing w:val="-2"/>
              <w:w w:val="90"/>
            </w:rPr>
            <w:t xml:space="preserve"> </w:t>
          </w:r>
          <w:r>
            <w:rPr>
              <w:w w:val="90"/>
            </w:rPr>
            <w:t>la institución</w:t>
          </w:r>
          <w:r>
            <w:rPr>
              <w:spacing w:val="-13"/>
              <w:w w:val="90"/>
            </w:rPr>
            <w:t xml:space="preserve"> </w:t>
          </w:r>
          <w:r>
            <w:rPr>
              <w:w w:val="90"/>
            </w:rPr>
            <w:t>a</w:t>
          </w:r>
          <w:r>
            <w:rPr>
              <w:spacing w:val="-12"/>
              <w:w w:val="90"/>
            </w:rPr>
            <w:t xml:space="preserve"> </w:t>
          </w:r>
          <w:r>
            <w:rPr>
              <w:w w:val="90"/>
            </w:rPr>
            <w:t>continuación,</w:t>
          </w:r>
          <w:r>
            <w:rPr>
              <w:spacing w:val="-13"/>
              <w:w w:val="90"/>
            </w:rPr>
            <w:t xml:space="preserve"> </w:t>
          </w:r>
          <w:r>
            <w:rPr>
              <w:w w:val="90"/>
            </w:rPr>
            <w:t>se</w:t>
          </w:r>
          <w:r>
            <w:rPr>
              <w:spacing w:val="-12"/>
              <w:w w:val="90"/>
            </w:rPr>
            <w:t xml:space="preserve"> </w:t>
          </w:r>
          <w:r>
            <w:rPr>
              <w:w w:val="90"/>
            </w:rPr>
            <w:t>plantean</w:t>
          </w:r>
          <w:r>
            <w:rPr>
              <w:spacing w:val="-10"/>
              <w:w w:val="90"/>
            </w:rPr>
            <w:t xml:space="preserve"> </w:t>
          </w:r>
          <w:r>
            <w:rPr>
              <w:w w:val="90"/>
            </w:rPr>
            <w:t>de</w:t>
          </w:r>
          <w:r>
            <w:rPr>
              <w:spacing w:val="-11"/>
              <w:w w:val="90"/>
            </w:rPr>
            <w:t xml:space="preserve"> </w:t>
          </w:r>
          <w:r>
            <w:rPr>
              <w:w w:val="90"/>
            </w:rPr>
            <w:t>manera</w:t>
          </w:r>
          <w:r>
            <w:rPr>
              <w:spacing w:val="-12"/>
              <w:w w:val="90"/>
            </w:rPr>
            <w:t xml:space="preserve"> </w:t>
          </w:r>
          <w:r>
            <w:rPr>
              <w:w w:val="90"/>
            </w:rPr>
            <w:t>metodológica</w:t>
          </w:r>
          <w:r>
            <w:rPr>
              <w:spacing w:val="-11"/>
              <w:w w:val="90"/>
            </w:rPr>
            <w:t xml:space="preserve"> </w:t>
          </w:r>
          <w:r>
            <w:rPr>
              <w:w w:val="90"/>
            </w:rPr>
            <w:t>las</w:t>
          </w:r>
          <w:r>
            <w:rPr>
              <w:spacing w:val="-12"/>
              <w:w w:val="90"/>
            </w:rPr>
            <w:t xml:space="preserve"> </w:t>
          </w:r>
          <w:r>
            <w:rPr>
              <w:w w:val="90"/>
            </w:rPr>
            <w:t xml:space="preserve">siguientes </w:t>
          </w:r>
          <w:r>
            <w:rPr>
              <w:spacing w:val="-2"/>
              <w:w w:val="95"/>
            </w:rPr>
            <w:t>actividades:</w:t>
          </w:r>
        </w:p>
        <w:p w14:paraId="02D6D7CE" w14:textId="780170F2" w:rsidR="00152AE3" w:rsidRDefault="00152AE3" w:rsidP="007A45C9">
          <w:pPr>
            <w:ind w:right="-43"/>
            <w:rPr>
              <w:spacing w:val="-2"/>
              <w:w w:val="95"/>
            </w:rPr>
          </w:pPr>
          <w:r w:rsidRPr="002D3117">
            <w:rPr>
              <w:noProof/>
              <w:color w:val="FF0000"/>
              <w:sz w:val="20"/>
              <w:szCs w:val="20"/>
            </w:rPr>
            <mc:AlternateContent>
              <mc:Choice Requires="wpg">
                <w:drawing>
                  <wp:anchor distT="0" distB="0" distL="114300" distR="114300" simplePos="0" relativeHeight="251671570" behindDoc="1" locked="0" layoutInCell="0" allowOverlap="1" wp14:anchorId="719B7E7B" wp14:editId="7DEED26A">
                    <wp:simplePos x="0" y="0"/>
                    <wp:positionH relativeFrom="margin">
                      <wp:posOffset>19050</wp:posOffset>
                    </wp:positionH>
                    <wp:positionV relativeFrom="paragraph">
                      <wp:posOffset>113665</wp:posOffset>
                    </wp:positionV>
                    <wp:extent cx="6276975" cy="2105660"/>
                    <wp:effectExtent l="0" t="0" r="9525" b="8890"/>
                    <wp:wrapNone/>
                    <wp:docPr id="782" name="Grupo 7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76975" cy="2105660"/>
                              <a:chOff x="2418" y="-1235"/>
                              <a:chExt cx="18210" cy="3316"/>
                            </a:xfrm>
                          </wpg:grpSpPr>
                          <wps:wsp>
                            <wps:cNvPr id="783" name="Freeform 614"/>
                            <wps:cNvSpPr>
                              <a:spLocks/>
                            </wps:cNvSpPr>
                            <wps:spPr bwMode="auto">
                              <a:xfrm>
                                <a:off x="3775" y="-1235"/>
                                <a:ext cx="15493" cy="3316"/>
                              </a:xfrm>
                              <a:custGeom>
                                <a:avLst/>
                                <a:gdLst>
                                  <a:gd name="T0" fmla="*/ 6717 w 8376"/>
                                  <a:gd name="T1" fmla="*/ 0 h 3316"/>
                                  <a:gd name="T2" fmla="*/ 6717 w 8376"/>
                                  <a:gd name="T3" fmla="*/ 829 h 3316"/>
                                  <a:gd name="T4" fmla="*/ 0 w 8376"/>
                                  <a:gd name="T5" fmla="*/ 829 h 3316"/>
                                  <a:gd name="T6" fmla="*/ 0 w 8376"/>
                                  <a:gd name="T7" fmla="*/ 2487 h 3316"/>
                                  <a:gd name="T8" fmla="*/ 6717 w 8376"/>
                                  <a:gd name="T9" fmla="*/ 2487 h 3316"/>
                                  <a:gd name="T10" fmla="*/ 6717 w 8376"/>
                                  <a:gd name="T11" fmla="*/ 3316 h 3316"/>
                                  <a:gd name="T12" fmla="*/ 8375 w 8376"/>
                                  <a:gd name="T13" fmla="*/ 1658 h 3316"/>
                                  <a:gd name="T14" fmla="*/ 6717 w 8376"/>
                                  <a:gd name="T15" fmla="*/ 0 h 331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8376" h="3316">
                                    <a:moveTo>
                                      <a:pt x="6717" y="0"/>
                                    </a:moveTo>
                                    <a:lnTo>
                                      <a:pt x="6717" y="829"/>
                                    </a:lnTo>
                                    <a:lnTo>
                                      <a:pt x="0" y="829"/>
                                    </a:lnTo>
                                    <a:lnTo>
                                      <a:pt x="0" y="2487"/>
                                    </a:lnTo>
                                    <a:lnTo>
                                      <a:pt x="6717" y="2487"/>
                                    </a:lnTo>
                                    <a:lnTo>
                                      <a:pt x="6717" y="3316"/>
                                    </a:lnTo>
                                    <a:lnTo>
                                      <a:pt x="8375" y="1658"/>
                                    </a:lnTo>
                                    <a:lnTo>
                                      <a:pt x="6717" y="0"/>
                                    </a:lnTo>
                                    <a:close/>
                                  </a:path>
                                </a:pathLst>
                              </a:custGeom>
                              <a:solidFill>
                                <a:srgbClr val="D7D2D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4" name="Freeform 615"/>
                            <wps:cNvSpPr>
                              <a:spLocks/>
                            </wps:cNvSpPr>
                            <wps:spPr bwMode="auto">
                              <a:xfrm>
                                <a:off x="2418" y="-238"/>
                                <a:ext cx="4391" cy="1324"/>
                              </a:xfrm>
                              <a:custGeom>
                                <a:avLst/>
                                <a:gdLst>
                                  <a:gd name="T0" fmla="*/ 2152 w 2374"/>
                                  <a:gd name="T1" fmla="*/ 0 h 1324"/>
                                  <a:gd name="T2" fmla="*/ 220 w 2374"/>
                                  <a:gd name="T3" fmla="*/ 0 h 1324"/>
                                  <a:gd name="T4" fmla="*/ 150 w 2374"/>
                                  <a:gd name="T5" fmla="*/ 11 h 1324"/>
                                  <a:gd name="T6" fmla="*/ 90 w 2374"/>
                                  <a:gd name="T7" fmla="*/ 42 h 1324"/>
                                  <a:gd name="T8" fmla="*/ 42 w 2374"/>
                                  <a:gd name="T9" fmla="*/ 90 h 1324"/>
                                  <a:gd name="T10" fmla="*/ 11 w 2374"/>
                                  <a:gd name="T11" fmla="*/ 150 h 1324"/>
                                  <a:gd name="T12" fmla="*/ 0 w 2374"/>
                                  <a:gd name="T13" fmla="*/ 220 h 1324"/>
                                  <a:gd name="T14" fmla="*/ 0 w 2374"/>
                                  <a:gd name="T15" fmla="*/ 1104 h 1324"/>
                                  <a:gd name="T16" fmla="*/ 11 w 2374"/>
                                  <a:gd name="T17" fmla="*/ 1173 h 1324"/>
                                  <a:gd name="T18" fmla="*/ 42 w 2374"/>
                                  <a:gd name="T19" fmla="*/ 1234 h 1324"/>
                                  <a:gd name="T20" fmla="*/ 90 w 2374"/>
                                  <a:gd name="T21" fmla="*/ 1282 h 1324"/>
                                  <a:gd name="T22" fmla="*/ 150 w 2374"/>
                                  <a:gd name="T23" fmla="*/ 1313 h 1324"/>
                                  <a:gd name="T24" fmla="*/ 220 w 2374"/>
                                  <a:gd name="T25" fmla="*/ 1324 h 1324"/>
                                  <a:gd name="T26" fmla="*/ 2152 w 2374"/>
                                  <a:gd name="T27" fmla="*/ 1324 h 1324"/>
                                  <a:gd name="T28" fmla="*/ 2222 w 2374"/>
                                  <a:gd name="T29" fmla="*/ 1313 h 1324"/>
                                  <a:gd name="T30" fmla="*/ 2283 w 2374"/>
                                  <a:gd name="T31" fmla="*/ 1282 h 1324"/>
                                  <a:gd name="T32" fmla="*/ 2330 w 2374"/>
                                  <a:gd name="T33" fmla="*/ 1234 h 1324"/>
                                  <a:gd name="T34" fmla="*/ 2362 w 2374"/>
                                  <a:gd name="T35" fmla="*/ 1173 h 1324"/>
                                  <a:gd name="T36" fmla="*/ 2373 w 2374"/>
                                  <a:gd name="T37" fmla="*/ 1104 h 1324"/>
                                  <a:gd name="T38" fmla="*/ 2373 w 2374"/>
                                  <a:gd name="T39" fmla="*/ 220 h 1324"/>
                                  <a:gd name="T40" fmla="*/ 2362 w 2374"/>
                                  <a:gd name="T41" fmla="*/ 150 h 1324"/>
                                  <a:gd name="T42" fmla="*/ 2330 w 2374"/>
                                  <a:gd name="T43" fmla="*/ 90 h 1324"/>
                                  <a:gd name="T44" fmla="*/ 2283 w 2374"/>
                                  <a:gd name="T45" fmla="*/ 42 h 1324"/>
                                  <a:gd name="T46" fmla="*/ 2222 w 2374"/>
                                  <a:gd name="T47" fmla="*/ 11 h 1324"/>
                                  <a:gd name="T48" fmla="*/ 2152 w 2374"/>
                                  <a:gd name="T49" fmla="*/ 0 h 1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374" h="1324">
                                    <a:moveTo>
                                      <a:pt x="2152" y="0"/>
                                    </a:moveTo>
                                    <a:lnTo>
                                      <a:pt x="220" y="0"/>
                                    </a:lnTo>
                                    <a:lnTo>
                                      <a:pt x="150" y="11"/>
                                    </a:lnTo>
                                    <a:lnTo>
                                      <a:pt x="90" y="42"/>
                                    </a:lnTo>
                                    <a:lnTo>
                                      <a:pt x="42" y="90"/>
                                    </a:lnTo>
                                    <a:lnTo>
                                      <a:pt x="11" y="150"/>
                                    </a:lnTo>
                                    <a:lnTo>
                                      <a:pt x="0" y="220"/>
                                    </a:lnTo>
                                    <a:lnTo>
                                      <a:pt x="0" y="1104"/>
                                    </a:lnTo>
                                    <a:lnTo>
                                      <a:pt x="11" y="1173"/>
                                    </a:lnTo>
                                    <a:lnTo>
                                      <a:pt x="42" y="1234"/>
                                    </a:lnTo>
                                    <a:lnTo>
                                      <a:pt x="90" y="1282"/>
                                    </a:lnTo>
                                    <a:lnTo>
                                      <a:pt x="150" y="1313"/>
                                    </a:lnTo>
                                    <a:lnTo>
                                      <a:pt x="220" y="1324"/>
                                    </a:lnTo>
                                    <a:lnTo>
                                      <a:pt x="2152" y="1324"/>
                                    </a:lnTo>
                                    <a:lnTo>
                                      <a:pt x="2222" y="1313"/>
                                    </a:lnTo>
                                    <a:lnTo>
                                      <a:pt x="2283" y="1282"/>
                                    </a:lnTo>
                                    <a:lnTo>
                                      <a:pt x="2330" y="1234"/>
                                    </a:lnTo>
                                    <a:lnTo>
                                      <a:pt x="2362" y="1173"/>
                                    </a:lnTo>
                                    <a:lnTo>
                                      <a:pt x="2373" y="1104"/>
                                    </a:lnTo>
                                    <a:lnTo>
                                      <a:pt x="2373" y="220"/>
                                    </a:lnTo>
                                    <a:lnTo>
                                      <a:pt x="2362" y="150"/>
                                    </a:lnTo>
                                    <a:lnTo>
                                      <a:pt x="2330" y="90"/>
                                    </a:lnTo>
                                    <a:lnTo>
                                      <a:pt x="2283" y="42"/>
                                    </a:lnTo>
                                    <a:lnTo>
                                      <a:pt x="2222" y="11"/>
                                    </a:lnTo>
                                    <a:lnTo>
                                      <a:pt x="2152" y="0"/>
                                    </a:lnTo>
                                    <a:close/>
                                  </a:path>
                                </a:pathLst>
                              </a:custGeom>
                              <a:solidFill>
                                <a:srgbClr val="8063A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5" name="Freeform 616"/>
                            <wps:cNvSpPr>
                              <a:spLocks/>
                            </wps:cNvSpPr>
                            <wps:spPr bwMode="auto">
                              <a:xfrm>
                                <a:off x="2418" y="-238"/>
                                <a:ext cx="4391" cy="1324"/>
                              </a:xfrm>
                              <a:custGeom>
                                <a:avLst/>
                                <a:gdLst>
                                  <a:gd name="T0" fmla="*/ 0 w 2374"/>
                                  <a:gd name="T1" fmla="*/ 220 h 1324"/>
                                  <a:gd name="T2" fmla="*/ 11 w 2374"/>
                                  <a:gd name="T3" fmla="*/ 150 h 1324"/>
                                  <a:gd name="T4" fmla="*/ 42 w 2374"/>
                                  <a:gd name="T5" fmla="*/ 90 h 1324"/>
                                  <a:gd name="T6" fmla="*/ 90 w 2374"/>
                                  <a:gd name="T7" fmla="*/ 42 h 1324"/>
                                  <a:gd name="T8" fmla="*/ 150 w 2374"/>
                                  <a:gd name="T9" fmla="*/ 11 h 1324"/>
                                  <a:gd name="T10" fmla="*/ 220 w 2374"/>
                                  <a:gd name="T11" fmla="*/ 0 h 1324"/>
                                  <a:gd name="T12" fmla="*/ 2152 w 2374"/>
                                  <a:gd name="T13" fmla="*/ 0 h 1324"/>
                                  <a:gd name="T14" fmla="*/ 2222 w 2374"/>
                                  <a:gd name="T15" fmla="*/ 11 h 1324"/>
                                  <a:gd name="T16" fmla="*/ 2283 w 2374"/>
                                  <a:gd name="T17" fmla="*/ 42 h 1324"/>
                                  <a:gd name="T18" fmla="*/ 2330 w 2374"/>
                                  <a:gd name="T19" fmla="*/ 90 h 1324"/>
                                  <a:gd name="T20" fmla="*/ 2362 w 2374"/>
                                  <a:gd name="T21" fmla="*/ 150 h 1324"/>
                                  <a:gd name="T22" fmla="*/ 2373 w 2374"/>
                                  <a:gd name="T23" fmla="*/ 220 h 1324"/>
                                  <a:gd name="T24" fmla="*/ 2373 w 2374"/>
                                  <a:gd name="T25" fmla="*/ 1104 h 1324"/>
                                  <a:gd name="T26" fmla="*/ 2362 w 2374"/>
                                  <a:gd name="T27" fmla="*/ 1173 h 1324"/>
                                  <a:gd name="T28" fmla="*/ 2330 w 2374"/>
                                  <a:gd name="T29" fmla="*/ 1234 h 1324"/>
                                  <a:gd name="T30" fmla="*/ 2283 w 2374"/>
                                  <a:gd name="T31" fmla="*/ 1282 h 1324"/>
                                  <a:gd name="T32" fmla="*/ 2222 w 2374"/>
                                  <a:gd name="T33" fmla="*/ 1313 h 1324"/>
                                  <a:gd name="T34" fmla="*/ 2152 w 2374"/>
                                  <a:gd name="T35" fmla="*/ 1324 h 1324"/>
                                  <a:gd name="T36" fmla="*/ 220 w 2374"/>
                                  <a:gd name="T37" fmla="*/ 1324 h 1324"/>
                                  <a:gd name="T38" fmla="*/ 150 w 2374"/>
                                  <a:gd name="T39" fmla="*/ 1313 h 1324"/>
                                  <a:gd name="T40" fmla="*/ 90 w 2374"/>
                                  <a:gd name="T41" fmla="*/ 1282 h 1324"/>
                                  <a:gd name="T42" fmla="*/ 42 w 2374"/>
                                  <a:gd name="T43" fmla="*/ 1234 h 1324"/>
                                  <a:gd name="T44" fmla="*/ 11 w 2374"/>
                                  <a:gd name="T45" fmla="*/ 1173 h 1324"/>
                                  <a:gd name="T46" fmla="*/ 0 w 2374"/>
                                  <a:gd name="T47" fmla="*/ 1104 h 1324"/>
                                  <a:gd name="T48" fmla="*/ 0 w 2374"/>
                                  <a:gd name="T49" fmla="*/ 220 h 1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374" h="1324">
                                    <a:moveTo>
                                      <a:pt x="0" y="220"/>
                                    </a:moveTo>
                                    <a:lnTo>
                                      <a:pt x="11" y="150"/>
                                    </a:lnTo>
                                    <a:lnTo>
                                      <a:pt x="42" y="90"/>
                                    </a:lnTo>
                                    <a:lnTo>
                                      <a:pt x="90" y="42"/>
                                    </a:lnTo>
                                    <a:lnTo>
                                      <a:pt x="150" y="11"/>
                                    </a:lnTo>
                                    <a:lnTo>
                                      <a:pt x="220" y="0"/>
                                    </a:lnTo>
                                    <a:lnTo>
                                      <a:pt x="2152" y="0"/>
                                    </a:lnTo>
                                    <a:lnTo>
                                      <a:pt x="2222" y="11"/>
                                    </a:lnTo>
                                    <a:lnTo>
                                      <a:pt x="2283" y="42"/>
                                    </a:lnTo>
                                    <a:lnTo>
                                      <a:pt x="2330" y="90"/>
                                    </a:lnTo>
                                    <a:lnTo>
                                      <a:pt x="2362" y="150"/>
                                    </a:lnTo>
                                    <a:lnTo>
                                      <a:pt x="2373" y="220"/>
                                    </a:lnTo>
                                    <a:lnTo>
                                      <a:pt x="2373" y="1104"/>
                                    </a:lnTo>
                                    <a:lnTo>
                                      <a:pt x="2362" y="1173"/>
                                    </a:lnTo>
                                    <a:lnTo>
                                      <a:pt x="2330" y="1234"/>
                                    </a:lnTo>
                                    <a:lnTo>
                                      <a:pt x="2283" y="1282"/>
                                    </a:lnTo>
                                    <a:lnTo>
                                      <a:pt x="2222" y="1313"/>
                                    </a:lnTo>
                                    <a:lnTo>
                                      <a:pt x="2152" y="1324"/>
                                    </a:lnTo>
                                    <a:lnTo>
                                      <a:pt x="220" y="1324"/>
                                    </a:lnTo>
                                    <a:lnTo>
                                      <a:pt x="150" y="1313"/>
                                    </a:lnTo>
                                    <a:lnTo>
                                      <a:pt x="90" y="1282"/>
                                    </a:lnTo>
                                    <a:lnTo>
                                      <a:pt x="42" y="1234"/>
                                    </a:lnTo>
                                    <a:lnTo>
                                      <a:pt x="11" y="1173"/>
                                    </a:lnTo>
                                    <a:lnTo>
                                      <a:pt x="0" y="1104"/>
                                    </a:lnTo>
                                    <a:lnTo>
                                      <a:pt x="0" y="220"/>
                                    </a:lnTo>
                                    <a:close/>
                                  </a:path>
                                </a:pathLst>
                              </a:custGeom>
                              <a:noFill/>
                              <a:ln w="25908">
                                <a:solidFill>
                                  <a:srgbClr val="F8F8F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6" name="Freeform 617"/>
                            <wps:cNvSpPr>
                              <a:spLocks/>
                            </wps:cNvSpPr>
                            <wps:spPr bwMode="auto">
                              <a:xfrm>
                                <a:off x="7025" y="-238"/>
                                <a:ext cx="4388" cy="1324"/>
                              </a:xfrm>
                              <a:custGeom>
                                <a:avLst/>
                                <a:gdLst>
                                  <a:gd name="T0" fmla="*/ 2150 w 2372"/>
                                  <a:gd name="T1" fmla="*/ 0 h 1324"/>
                                  <a:gd name="T2" fmla="*/ 220 w 2372"/>
                                  <a:gd name="T3" fmla="*/ 0 h 1324"/>
                                  <a:gd name="T4" fmla="*/ 150 w 2372"/>
                                  <a:gd name="T5" fmla="*/ 11 h 1324"/>
                                  <a:gd name="T6" fmla="*/ 90 w 2372"/>
                                  <a:gd name="T7" fmla="*/ 42 h 1324"/>
                                  <a:gd name="T8" fmla="*/ 42 w 2372"/>
                                  <a:gd name="T9" fmla="*/ 90 h 1324"/>
                                  <a:gd name="T10" fmla="*/ 11 w 2372"/>
                                  <a:gd name="T11" fmla="*/ 150 h 1324"/>
                                  <a:gd name="T12" fmla="*/ 0 w 2372"/>
                                  <a:gd name="T13" fmla="*/ 220 h 1324"/>
                                  <a:gd name="T14" fmla="*/ 0 w 2372"/>
                                  <a:gd name="T15" fmla="*/ 1104 h 1324"/>
                                  <a:gd name="T16" fmla="*/ 11 w 2372"/>
                                  <a:gd name="T17" fmla="*/ 1173 h 1324"/>
                                  <a:gd name="T18" fmla="*/ 42 w 2372"/>
                                  <a:gd name="T19" fmla="*/ 1234 h 1324"/>
                                  <a:gd name="T20" fmla="*/ 90 w 2372"/>
                                  <a:gd name="T21" fmla="*/ 1282 h 1324"/>
                                  <a:gd name="T22" fmla="*/ 150 w 2372"/>
                                  <a:gd name="T23" fmla="*/ 1313 h 1324"/>
                                  <a:gd name="T24" fmla="*/ 220 w 2372"/>
                                  <a:gd name="T25" fmla="*/ 1324 h 1324"/>
                                  <a:gd name="T26" fmla="*/ 2150 w 2372"/>
                                  <a:gd name="T27" fmla="*/ 1324 h 1324"/>
                                  <a:gd name="T28" fmla="*/ 2220 w 2372"/>
                                  <a:gd name="T29" fmla="*/ 1313 h 1324"/>
                                  <a:gd name="T30" fmla="*/ 2280 w 2372"/>
                                  <a:gd name="T31" fmla="*/ 1282 h 1324"/>
                                  <a:gd name="T32" fmla="*/ 2328 w 2372"/>
                                  <a:gd name="T33" fmla="*/ 1234 h 1324"/>
                                  <a:gd name="T34" fmla="*/ 2359 w 2372"/>
                                  <a:gd name="T35" fmla="*/ 1173 h 1324"/>
                                  <a:gd name="T36" fmla="*/ 2371 w 2372"/>
                                  <a:gd name="T37" fmla="*/ 1104 h 1324"/>
                                  <a:gd name="T38" fmla="*/ 2371 w 2372"/>
                                  <a:gd name="T39" fmla="*/ 220 h 1324"/>
                                  <a:gd name="T40" fmla="*/ 2359 w 2372"/>
                                  <a:gd name="T41" fmla="*/ 150 h 1324"/>
                                  <a:gd name="T42" fmla="*/ 2328 w 2372"/>
                                  <a:gd name="T43" fmla="*/ 90 h 1324"/>
                                  <a:gd name="T44" fmla="*/ 2280 w 2372"/>
                                  <a:gd name="T45" fmla="*/ 42 h 1324"/>
                                  <a:gd name="T46" fmla="*/ 2220 w 2372"/>
                                  <a:gd name="T47" fmla="*/ 11 h 1324"/>
                                  <a:gd name="T48" fmla="*/ 2150 w 2372"/>
                                  <a:gd name="T49" fmla="*/ 0 h 1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372" h="1324">
                                    <a:moveTo>
                                      <a:pt x="2150" y="0"/>
                                    </a:moveTo>
                                    <a:lnTo>
                                      <a:pt x="220" y="0"/>
                                    </a:lnTo>
                                    <a:lnTo>
                                      <a:pt x="150" y="11"/>
                                    </a:lnTo>
                                    <a:lnTo>
                                      <a:pt x="90" y="42"/>
                                    </a:lnTo>
                                    <a:lnTo>
                                      <a:pt x="42" y="90"/>
                                    </a:lnTo>
                                    <a:lnTo>
                                      <a:pt x="11" y="150"/>
                                    </a:lnTo>
                                    <a:lnTo>
                                      <a:pt x="0" y="220"/>
                                    </a:lnTo>
                                    <a:lnTo>
                                      <a:pt x="0" y="1104"/>
                                    </a:lnTo>
                                    <a:lnTo>
                                      <a:pt x="11" y="1173"/>
                                    </a:lnTo>
                                    <a:lnTo>
                                      <a:pt x="42" y="1234"/>
                                    </a:lnTo>
                                    <a:lnTo>
                                      <a:pt x="90" y="1282"/>
                                    </a:lnTo>
                                    <a:lnTo>
                                      <a:pt x="150" y="1313"/>
                                    </a:lnTo>
                                    <a:lnTo>
                                      <a:pt x="220" y="1324"/>
                                    </a:lnTo>
                                    <a:lnTo>
                                      <a:pt x="2150" y="1324"/>
                                    </a:lnTo>
                                    <a:lnTo>
                                      <a:pt x="2220" y="1313"/>
                                    </a:lnTo>
                                    <a:lnTo>
                                      <a:pt x="2280" y="1282"/>
                                    </a:lnTo>
                                    <a:lnTo>
                                      <a:pt x="2328" y="1234"/>
                                    </a:lnTo>
                                    <a:lnTo>
                                      <a:pt x="2359" y="1173"/>
                                    </a:lnTo>
                                    <a:lnTo>
                                      <a:pt x="2371" y="1104"/>
                                    </a:lnTo>
                                    <a:lnTo>
                                      <a:pt x="2371" y="220"/>
                                    </a:lnTo>
                                    <a:lnTo>
                                      <a:pt x="2359" y="150"/>
                                    </a:lnTo>
                                    <a:lnTo>
                                      <a:pt x="2328" y="90"/>
                                    </a:lnTo>
                                    <a:lnTo>
                                      <a:pt x="2280" y="42"/>
                                    </a:lnTo>
                                    <a:lnTo>
                                      <a:pt x="2220" y="11"/>
                                    </a:lnTo>
                                    <a:lnTo>
                                      <a:pt x="2150" y="0"/>
                                    </a:lnTo>
                                    <a:close/>
                                  </a:path>
                                </a:pathLst>
                              </a:custGeom>
                              <a:solidFill>
                                <a:srgbClr val="5F5BA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7" name="Freeform 618"/>
                            <wps:cNvSpPr>
                              <a:spLocks/>
                            </wps:cNvSpPr>
                            <wps:spPr bwMode="auto">
                              <a:xfrm>
                                <a:off x="7025" y="-238"/>
                                <a:ext cx="4388" cy="1324"/>
                              </a:xfrm>
                              <a:custGeom>
                                <a:avLst/>
                                <a:gdLst>
                                  <a:gd name="T0" fmla="*/ 0 w 2372"/>
                                  <a:gd name="T1" fmla="*/ 220 h 1324"/>
                                  <a:gd name="T2" fmla="*/ 11 w 2372"/>
                                  <a:gd name="T3" fmla="*/ 150 h 1324"/>
                                  <a:gd name="T4" fmla="*/ 42 w 2372"/>
                                  <a:gd name="T5" fmla="*/ 90 h 1324"/>
                                  <a:gd name="T6" fmla="*/ 90 w 2372"/>
                                  <a:gd name="T7" fmla="*/ 42 h 1324"/>
                                  <a:gd name="T8" fmla="*/ 150 w 2372"/>
                                  <a:gd name="T9" fmla="*/ 11 h 1324"/>
                                  <a:gd name="T10" fmla="*/ 220 w 2372"/>
                                  <a:gd name="T11" fmla="*/ 0 h 1324"/>
                                  <a:gd name="T12" fmla="*/ 2150 w 2372"/>
                                  <a:gd name="T13" fmla="*/ 0 h 1324"/>
                                  <a:gd name="T14" fmla="*/ 2220 w 2372"/>
                                  <a:gd name="T15" fmla="*/ 11 h 1324"/>
                                  <a:gd name="T16" fmla="*/ 2280 w 2372"/>
                                  <a:gd name="T17" fmla="*/ 42 h 1324"/>
                                  <a:gd name="T18" fmla="*/ 2328 w 2372"/>
                                  <a:gd name="T19" fmla="*/ 90 h 1324"/>
                                  <a:gd name="T20" fmla="*/ 2359 w 2372"/>
                                  <a:gd name="T21" fmla="*/ 150 h 1324"/>
                                  <a:gd name="T22" fmla="*/ 2371 w 2372"/>
                                  <a:gd name="T23" fmla="*/ 220 h 1324"/>
                                  <a:gd name="T24" fmla="*/ 2371 w 2372"/>
                                  <a:gd name="T25" fmla="*/ 1104 h 1324"/>
                                  <a:gd name="T26" fmla="*/ 2359 w 2372"/>
                                  <a:gd name="T27" fmla="*/ 1173 h 1324"/>
                                  <a:gd name="T28" fmla="*/ 2328 w 2372"/>
                                  <a:gd name="T29" fmla="*/ 1234 h 1324"/>
                                  <a:gd name="T30" fmla="*/ 2280 w 2372"/>
                                  <a:gd name="T31" fmla="*/ 1282 h 1324"/>
                                  <a:gd name="T32" fmla="*/ 2220 w 2372"/>
                                  <a:gd name="T33" fmla="*/ 1313 h 1324"/>
                                  <a:gd name="T34" fmla="*/ 2150 w 2372"/>
                                  <a:gd name="T35" fmla="*/ 1324 h 1324"/>
                                  <a:gd name="T36" fmla="*/ 220 w 2372"/>
                                  <a:gd name="T37" fmla="*/ 1324 h 1324"/>
                                  <a:gd name="T38" fmla="*/ 150 w 2372"/>
                                  <a:gd name="T39" fmla="*/ 1313 h 1324"/>
                                  <a:gd name="T40" fmla="*/ 90 w 2372"/>
                                  <a:gd name="T41" fmla="*/ 1282 h 1324"/>
                                  <a:gd name="T42" fmla="*/ 42 w 2372"/>
                                  <a:gd name="T43" fmla="*/ 1234 h 1324"/>
                                  <a:gd name="T44" fmla="*/ 11 w 2372"/>
                                  <a:gd name="T45" fmla="*/ 1173 h 1324"/>
                                  <a:gd name="T46" fmla="*/ 0 w 2372"/>
                                  <a:gd name="T47" fmla="*/ 1104 h 1324"/>
                                  <a:gd name="T48" fmla="*/ 0 w 2372"/>
                                  <a:gd name="T49" fmla="*/ 220 h 1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372" h="1324">
                                    <a:moveTo>
                                      <a:pt x="0" y="220"/>
                                    </a:moveTo>
                                    <a:lnTo>
                                      <a:pt x="11" y="150"/>
                                    </a:lnTo>
                                    <a:lnTo>
                                      <a:pt x="42" y="90"/>
                                    </a:lnTo>
                                    <a:lnTo>
                                      <a:pt x="90" y="42"/>
                                    </a:lnTo>
                                    <a:lnTo>
                                      <a:pt x="150" y="11"/>
                                    </a:lnTo>
                                    <a:lnTo>
                                      <a:pt x="220" y="0"/>
                                    </a:lnTo>
                                    <a:lnTo>
                                      <a:pt x="2150" y="0"/>
                                    </a:lnTo>
                                    <a:lnTo>
                                      <a:pt x="2220" y="11"/>
                                    </a:lnTo>
                                    <a:lnTo>
                                      <a:pt x="2280" y="42"/>
                                    </a:lnTo>
                                    <a:lnTo>
                                      <a:pt x="2328" y="90"/>
                                    </a:lnTo>
                                    <a:lnTo>
                                      <a:pt x="2359" y="150"/>
                                    </a:lnTo>
                                    <a:lnTo>
                                      <a:pt x="2371" y="220"/>
                                    </a:lnTo>
                                    <a:lnTo>
                                      <a:pt x="2371" y="1104"/>
                                    </a:lnTo>
                                    <a:lnTo>
                                      <a:pt x="2359" y="1173"/>
                                    </a:lnTo>
                                    <a:lnTo>
                                      <a:pt x="2328" y="1234"/>
                                    </a:lnTo>
                                    <a:lnTo>
                                      <a:pt x="2280" y="1282"/>
                                    </a:lnTo>
                                    <a:lnTo>
                                      <a:pt x="2220" y="1313"/>
                                    </a:lnTo>
                                    <a:lnTo>
                                      <a:pt x="2150" y="1324"/>
                                    </a:lnTo>
                                    <a:lnTo>
                                      <a:pt x="220" y="1324"/>
                                    </a:lnTo>
                                    <a:lnTo>
                                      <a:pt x="150" y="1313"/>
                                    </a:lnTo>
                                    <a:lnTo>
                                      <a:pt x="90" y="1282"/>
                                    </a:lnTo>
                                    <a:lnTo>
                                      <a:pt x="42" y="1234"/>
                                    </a:lnTo>
                                    <a:lnTo>
                                      <a:pt x="11" y="1173"/>
                                    </a:lnTo>
                                    <a:lnTo>
                                      <a:pt x="0" y="1104"/>
                                    </a:lnTo>
                                    <a:lnTo>
                                      <a:pt x="0" y="220"/>
                                    </a:lnTo>
                                    <a:close/>
                                  </a:path>
                                </a:pathLst>
                              </a:custGeom>
                              <a:noFill/>
                              <a:ln w="25907">
                                <a:solidFill>
                                  <a:srgbClr val="F8F8F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8" name="Freeform 619"/>
                            <wps:cNvSpPr>
                              <a:spLocks/>
                            </wps:cNvSpPr>
                            <wps:spPr bwMode="auto">
                              <a:xfrm>
                                <a:off x="11635" y="-238"/>
                                <a:ext cx="4386" cy="1324"/>
                              </a:xfrm>
                              <a:custGeom>
                                <a:avLst/>
                                <a:gdLst>
                                  <a:gd name="T0" fmla="*/ 2150 w 2371"/>
                                  <a:gd name="T1" fmla="*/ 0 h 1324"/>
                                  <a:gd name="T2" fmla="*/ 220 w 2371"/>
                                  <a:gd name="T3" fmla="*/ 0 h 1324"/>
                                  <a:gd name="T4" fmla="*/ 150 w 2371"/>
                                  <a:gd name="T5" fmla="*/ 11 h 1324"/>
                                  <a:gd name="T6" fmla="*/ 90 w 2371"/>
                                  <a:gd name="T7" fmla="*/ 42 h 1324"/>
                                  <a:gd name="T8" fmla="*/ 42 w 2371"/>
                                  <a:gd name="T9" fmla="*/ 90 h 1324"/>
                                  <a:gd name="T10" fmla="*/ 11 w 2371"/>
                                  <a:gd name="T11" fmla="*/ 150 h 1324"/>
                                  <a:gd name="T12" fmla="*/ 0 w 2371"/>
                                  <a:gd name="T13" fmla="*/ 220 h 1324"/>
                                  <a:gd name="T14" fmla="*/ 0 w 2371"/>
                                  <a:gd name="T15" fmla="*/ 1104 h 1324"/>
                                  <a:gd name="T16" fmla="*/ 11 w 2371"/>
                                  <a:gd name="T17" fmla="*/ 1173 h 1324"/>
                                  <a:gd name="T18" fmla="*/ 42 w 2371"/>
                                  <a:gd name="T19" fmla="*/ 1234 h 1324"/>
                                  <a:gd name="T20" fmla="*/ 90 w 2371"/>
                                  <a:gd name="T21" fmla="*/ 1282 h 1324"/>
                                  <a:gd name="T22" fmla="*/ 150 w 2371"/>
                                  <a:gd name="T23" fmla="*/ 1313 h 1324"/>
                                  <a:gd name="T24" fmla="*/ 220 w 2371"/>
                                  <a:gd name="T25" fmla="*/ 1324 h 1324"/>
                                  <a:gd name="T26" fmla="*/ 2150 w 2371"/>
                                  <a:gd name="T27" fmla="*/ 1324 h 1324"/>
                                  <a:gd name="T28" fmla="*/ 2220 w 2371"/>
                                  <a:gd name="T29" fmla="*/ 1313 h 1324"/>
                                  <a:gd name="T30" fmla="*/ 2280 w 2371"/>
                                  <a:gd name="T31" fmla="*/ 1282 h 1324"/>
                                  <a:gd name="T32" fmla="*/ 2328 w 2371"/>
                                  <a:gd name="T33" fmla="*/ 1234 h 1324"/>
                                  <a:gd name="T34" fmla="*/ 2359 w 2371"/>
                                  <a:gd name="T35" fmla="*/ 1173 h 1324"/>
                                  <a:gd name="T36" fmla="*/ 2371 w 2371"/>
                                  <a:gd name="T37" fmla="*/ 1104 h 1324"/>
                                  <a:gd name="T38" fmla="*/ 2371 w 2371"/>
                                  <a:gd name="T39" fmla="*/ 220 h 1324"/>
                                  <a:gd name="T40" fmla="*/ 2359 w 2371"/>
                                  <a:gd name="T41" fmla="*/ 150 h 1324"/>
                                  <a:gd name="T42" fmla="*/ 2328 w 2371"/>
                                  <a:gd name="T43" fmla="*/ 90 h 1324"/>
                                  <a:gd name="T44" fmla="*/ 2280 w 2371"/>
                                  <a:gd name="T45" fmla="*/ 42 h 1324"/>
                                  <a:gd name="T46" fmla="*/ 2220 w 2371"/>
                                  <a:gd name="T47" fmla="*/ 11 h 1324"/>
                                  <a:gd name="T48" fmla="*/ 2150 w 2371"/>
                                  <a:gd name="T49" fmla="*/ 0 h 1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371" h="1324">
                                    <a:moveTo>
                                      <a:pt x="2150" y="0"/>
                                    </a:moveTo>
                                    <a:lnTo>
                                      <a:pt x="220" y="0"/>
                                    </a:lnTo>
                                    <a:lnTo>
                                      <a:pt x="150" y="11"/>
                                    </a:lnTo>
                                    <a:lnTo>
                                      <a:pt x="90" y="42"/>
                                    </a:lnTo>
                                    <a:lnTo>
                                      <a:pt x="42" y="90"/>
                                    </a:lnTo>
                                    <a:lnTo>
                                      <a:pt x="11" y="150"/>
                                    </a:lnTo>
                                    <a:lnTo>
                                      <a:pt x="0" y="220"/>
                                    </a:lnTo>
                                    <a:lnTo>
                                      <a:pt x="0" y="1104"/>
                                    </a:lnTo>
                                    <a:lnTo>
                                      <a:pt x="11" y="1173"/>
                                    </a:lnTo>
                                    <a:lnTo>
                                      <a:pt x="42" y="1234"/>
                                    </a:lnTo>
                                    <a:lnTo>
                                      <a:pt x="90" y="1282"/>
                                    </a:lnTo>
                                    <a:lnTo>
                                      <a:pt x="150" y="1313"/>
                                    </a:lnTo>
                                    <a:lnTo>
                                      <a:pt x="220" y="1324"/>
                                    </a:lnTo>
                                    <a:lnTo>
                                      <a:pt x="2150" y="1324"/>
                                    </a:lnTo>
                                    <a:lnTo>
                                      <a:pt x="2220" y="1313"/>
                                    </a:lnTo>
                                    <a:lnTo>
                                      <a:pt x="2280" y="1282"/>
                                    </a:lnTo>
                                    <a:lnTo>
                                      <a:pt x="2328" y="1234"/>
                                    </a:lnTo>
                                    <a:lnTo>
                                      <a:pt x="2359" y="1173"/>
                                    </a:lnTo>
                                    <a:lnTo>
                                      <a:pt x="2371" y="1104"/>
                                    </a:lnTo>
                                    <a:lnTo>
                                      <a:pt x="2371" y="220"/>
                                    </a:lnTo>
                                    <a:lnTo>
                                      <a:pt x="2359" y="150"/>
                                    </a:lnTo>
                                    <a:lnTo>
                                      <a:pt x="2328" y="90"/>
                                    </a:lnTo>
                                    <a:lnTo>
                                      <a:pt x="2280" y="42"/>
                                    </a:lnTo>
                                    <a:lnTo>
                                      <a:pt x="2220" y="11"/>
                                    </a:lnTo>
                                    <a:lnTo>
                                      <a:pt x="2150" y="0"/>
                                    </a:lnTo>
                                    <a:close/>
                                  </a:path>
                                </a:pathLst>
                              </a:custGeom>
                              <a:solidFill>
                                <a:srgbClr val="5279B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9" name="Freeform 620"/>
                            <wps:cNvSpPr>
                              <a:spLocks/>
                            </wps:cNvSpPr>
                            <wps:spPr bwMode="auto">
                              <a:xfrm>
                                <a:off x="11635" y="-238"/>
                                <a:ext cx="4386" cy="1324"/>
                              </a:xfrm>
                              <a:custGeom>
                                <a:avLst/>
                                <a:gdLst>
                                  <a:gd name="T0" fmla="*/ 0 w 2371"/>
                                  <a:gd name="T1" fmla="*/ 220 h 1324"/>
                                  <a:gd name="T2" fmla="*/ 11 w 2371"/>
                                  <a:gd name="T3" fmla="*/ 150 h 1324"/>
                                  <a:gd name="T4" fmla="*/ 42 w 2371"/>
                                  <a:gd name="T5" fmla="*/ 90 h 1324"/>
                                  <a:gd name="T6" fmla="*/ 90 w 2371"/>
                                  <a:gd name="T7" fmla="*/ 42 h 1324"/>
                                  <a:gd name="T8" fmla="*/ 150 w 2371"/>
                                  <a:gd name="T9" fmla="*/ 11 h 1324"/>
                                  <a:gd name="T10" fmla="*/ 220 w 2371"/>
                                  <a:gd name="T11" fmla="*/ 0 h 1324"/>
                                  <a:gd name="T12" fmla="*/ 2150 w 2371"/>
                                  <a:gd name="T13" fmla="*/ 0 h 1324"/>
                                  <a:gd name="T14" fmla="*/ 2220 w 2371"/>
                                  <a:gd name="T15" fmla="*/ 11 h 1324"/>
                                  <a:gd name="T16" fmla="*/ 2280 w 2371"/>
                                  <a:gd name="T17" fmla="*/ 42 h 1324"/>
                                  <a:gd name="T18" fmla="*/ 2328 w 2371"/>
                                  <a:gd name="T19" fmla="*/ 90 h 1324"/>
                                  <a:gd name="T20" fmla="*/ 2359 w 2371"/>
                                  <a:gd name="T21" fmla="*/ 150 h 1324"/>
                                  <a:gd name="T22" fmla="*/ 2371 w 2371"/>
                                  <a:gd name="T23" fmla="*/ 220 h 1324"/>
                                  <a:gd name="T24" fmla="*/ 2371 w 2371"/>
                                  <a:gd name="T25" fmla="*/ 1104 h 1324"/>
                                  <a:gd name="T26" fmla="*/ 2359 w 2371"/>
                                  <a:gd name="T27" fmla="*/ 1173 h 1324"/>
                                  <a:gd name="T28" fmla="*/ 2328 w 2371"/>
                                  <a:gd name="T29" fmla="*/ 1234 h 1324"/>
                                  <a:gd name="T30" fmla="*/ 2280 w 2371"/>
                                  <a:gd name="T31" fmla="*/ 1282 h 1324"/>
                                  <a:gd name="T32" fmla="*/ 2220 w 2371"/>
                                  <a:gd name="T33" fmla="*/ 1313 h 1324"/>
                                  <a:gd name="T34" fmla="*/ 2150 w 2371"/>
                                  <a:gd name="T35" fmla="*/ 1324 h 1324"/>
                                  <a:gd name="T36" fmla="*/ 220 w 2371"/>
                                  <a:gd name="T37" fmla="*/ 1324 h 1324"/>
                                  <a:gd name="T38" fmla="*/ 150 w 2371"/>
                                  <a:gd name="T39" fmla="*/ 1313 h 1324"/>
                                  <a:gd name="T40" fmla="*/ 90 w 2371"/>
                                  <a:gd name="T41" fmla="*/ 1282 h 1324"/>
                                  <a:gd name="T42" fmla="*/ 42 w 2371"/>
                                  <a:gd name="T43" fmla="*/ 1234 h 1324"/>
                                  <a:gd name="T44" fmla="*/ 11 w 2371"/>
                                  <a:gd name="T45" fmla="*/ 1173 h 1324"/>
                                  <a:gd name="T46" fmla="*/ 0 w 2371"/>
                                  <a:gd name="T47" fmla="*/ 1104 h 1324"/>
                                  <a:gd name="T48" fmla="*/ 0 w 2371"/>
                                  <a:gd name="T49" fmla="*/ 220 h 1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371" h="1324">
                                    <a:moveTo>
                                      <a:pt x="0" y="220"/>
                                    </a:moveTo>
                                    <a:lnTo>
                                      <a:pt x="11" y="150"/>
                                    </a:lnTo>
                                    <a:lnTo>
                                      <a:pt x="42" y="90"/>
                                    </a:lnTo>
                                    <a:lnTo>
                                      <a:pt x="90" y="42"/>
                                    </a:lnTo>
                                    <a:lnTo>
                                      <a:pt x="150" y="11"/>
                                    </a:lnTo>
                                    <a:lnTo>
                                      <a:pt x="220" y="0"/>
                                    </a:lnTo>
                                    <a:lnTo>
                                      <a:pt x="2150" y="0"/>
                                    </a:lnTo>
                                    <a:lnTo>
                                      <a:pt x="2220" y="11"/>
                                    </a:lnTo>
                                    <a:lnTo>
                                      <a:pt x="2280" y="42"/>
                                    </a:lnTo>
                                    <a:lnTo>
                                      <a:pt x="2328" y="90"/>
                                    </a:lnTo>
                                    <a:lnTo>
                                      <a:pt x="2359" y="150"/>
                                    </a:lnTo>
                                    <a:lnTo>
                                      <a:pt x="2371" y="220"/>
                                    </a:lnTo>
                                    <a:lnTo>
                                      <a:pt x="2371" y="1104"/>
                                    </a:lnTo>
                                    <a:lnTo>
                                      <a:pt x="2359" y="1173"/>
                                    </a:lnTo>
                                    <a:lnTo>
                                      <a:pt x="2328" y="1234"/>
                                    </a:lnTo>
                                    <a:lnTo>
                                      <a:pt x="2280" y="1282"/>
                                    </a:lnTo>
                                    <a:lnTo>
                                      <a:pt x="2220" y="1313"/>
                                    </a:lnTo>
                                    <a:lnTo>
                                      <a:pt x="2150" y="1324"/>
                                    </a:lnTo>
                                    <a:lnTo>
                                      <a:pt x="220" y="1324"/>
                                    </a:lnTo>
                                    <a:lnTo>
                                      <a:pt x="150" y="1313"/>
                                    </a:lnTo>
                                    <a:lnTo>
                                      <a:pt x="90" y="1282"/>
                                    </a:lnTo>
                                    <a:lnTo>
                                      <a:pt x="42" y="1234"/>
                                    </a:lnTo>
                                    <a:lnTo>
                                      <a:pt x="11" y="1173"/>
                                    </a:lnTo>
                                    <a:lnTo>
                                      <a:pt x="0" y="1104"/>
                                    </a:lnTo>
                                    <a:lnTo>
                                      <a:pt x="0" y="220"/>
                                    </a:lnTo>
                                    <a:close/>
                                  </a:path>
                                </a:pathLst>
                              </a:custGeom>
                              <a:noFill/>
                              <a:ln w="25908">
                                <a:solidFill>
                                  <a:srgbClr val="F8F8F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0" name="Freeform 621"/>
                            <wps:cNvSpPr>
                              <a:spLocks/>
                            </wps:cNvSpPr>
                            <wps:spPr bwMode="auto">
                              <a:xfrm>
                                <a:off x="16242" y="-238"/>
                                <a:ext cx="4386" cy="1324"/>
                              </a:xfrm>
                              <a:custGeom>
                                <a:avLst/>
                                <a:gdLst>
                                  <a:gd name="T0" fmla="*/ 2150 w 2371"/>
                                  <a:gd name="T1" fmla="*/ 0 h 1324"/>
                                  <a:gd name="T2" fmla="*/ 220 w 2371"/>
                                  <a:gd name="T3" fmla="*/ 0 h 1324"/>
                                  <a:gd name="T4" fmla="*/ 150 w 2371"/>
                                  <a:gd name="T5" fmla="*/ 11 h 1324"/>
                                  <a:gd name="T6" fmla="*/ 90 w 2371"/>
                                  <a:gd name="T7" fmla="*/ 42 h 1324"/>
                                  <a:gd name="T8" fmla="*/ 42 w 2371"/>
                                  <a:gd name="T9" fmla="*/ 90 h 1324"/>
                                  <a:gd name="T10" fmla="*/ 11 w 2371"/>
                                  <a:gd name="T11" fmla="*/ 150 h 1324"/>
                                  <a:gd name="T12" fmla="*/ 0 w 2371"/>
                                  <a:gd name="T13" fmla="*/ 220 h 1324"/>
                                  <a:gd name="T14" fmla="*/ 0 w 2371"/>
                                  <a:gd name="T15" fmla="*/ 1104 h 1324"/>
                                  <a:gd name="T16" fmla="*/ 11 w 2371"/>
                                  <a:gd name="T17" fmla="*/ 1173 h 1324"/>
                                  <a:gd name="T18" fmla="*/ 42 w 2371"/>
                                  <a:gd name="T19" fmla="*/ 1234 h 1324"/>
                                  <a:gd name="T20" fmla="*/ 90 w 2371"/>
                                  <a:gd name="T21" fmla="*/ 1282 h 1324"/>
                                  <a:gd name="T22" fmla="*/ 150 w 2371"/>
                                  <a:gd name="T23" fmla="*/ 1313 h 1324"/>
                                  <a:gd name="T24" fmla="*/ 220 w 2371"/>
                                  <a:gd name="T25" fmla="*/ 1324 h 1324"/>
                                  <a:gd name="T26" fmla="*/ 2150 w 2371"/>
                                  <a:gd name="T27" fmla="*/ 1324 h 1324"/>
                                  <a:gd name="T28" fmla="*/ 2220 w 2371"/>
                                  <a:gd name="T29" fmla="*/ 1313 h 1324"/>
                                  <a:gd name="T30" fmla="*/ 2280 w 2371"/>
                                  <a:gd name="T31" fmla="*/ 1282 h 1324"/>
                                  <a:gd name="T32" fmla="*/ 2328 w 2371"/>
                                  <a:gd name="T33" fmla="*/ 1234 h 1324"/>
                                  <a:gd name="T34" fmla="*/ 2359 w 2371"/>
                                  <a:gd name="T35" fmla="*/ 1173 h 1324"/>
                                  <a:gd name="T36" fmla="*/ 2371 w 2371"/>
                                  <a:gd name="T37" fmla="*/ 1104 h 1324"/>
                                  <a:gd name="T38" fmla="*/ 2371 w 2371"/>
                                  <a:gd name="T39" fmla="*/ 220 h 1324"/>
                                  <a:gd name="T40" fmla="*/ 2359 w 2371"/>
                                  <a:gd name="T41" fmla="*/ 150 h 1324"/>
                                  <a:gd name="T42" fmla="*/ 2328 w 2371"/>
                                  <a:gd name="T43" fmla="*/ 90 h 1324"/>
                                  <a:gd name="T44" fmla="*/ 2280 w 2371"/>
                                  <a:gd name="T45" fmla="*/ 42 h 1324"/>
                                  <a:gd name="T46" fmla="*/ 2220 w 2371"/>
                                  <a:gd name="T47" fmla="*/ 11 h 1324"/>
                                  <a:gd name="T48" fmla="*/ 2150 w 2371"/>
                                  <a:gd name="T49" fmla="*/ 0 h 1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371" h="1324">
                                    <a:moveTo>
                                      <a:pt x="2150" y="0"/>
                                    </a:moveTo>
                                    <a:lnTo>
                                      <a:pt x="220" y="0"/>
                                    </a:lnTo>
                                    <a:lnTo>
                                      <a:pt x="150" y="11"/>
                                    </a:lnTo>
                                    <a:lnTo>
                                      <a:pt x="90" y="42"/>
                                    </a:lnTo>
                                    <a:lnTo>
                                      <a:pt x="42" y="90"/>
                                    </a:lnTo>
                                    <a:lnTo>
                                      <a:pt x="11" y="150"/>
                                    </a:lnTo>
                                    <a:lnTo>
                                      <a:pt x="0" y="220"/>
                                    </a:lnTo>
                                    <a:lnTo>
                                      <a:pt x="0" y="1104"/>
                                    </a:lnTo>
                                    <a:lnTo>
                                      <a:pt x="11" y="1173"/>
                                    </a:lnTo>
                                    <a:lnTo>
                                      <a:pt x="42" y="1234"/>
                                    </a:lnTo>
                                    <a:lnTo>
                                      <a:pt x="90" y="1282"/>
                                    </a:lnTo>
                                    <a:lnTo>
                                      <a:pt x="150" y="1313"/>
                                    </a:lnTo>
                                    <a:lnTo>
                                      <a:pt x="220" y="1324"/>
                                    </a:lnTo>
                                    <a:lnTo>
                                      <a:pt x="2150" y="1324"/>
                                    </a:lnTo>
                                    <a:lnTo>
                                      <a:pt x="2220" y="1313"/>
                                    </a:lnTo>
                                    <a:lnTo>
                                      <a:pt x="2280" y="1282"/>
                                    </a:lnTo>
                                    <a:lnTo>
                                      <a:pt x="2328" y="1234"/>
                                    </a:lnTo>
                                    <a:lnTo>
                                      <a:pt x="2359" y="1173"/>
                                    </a:lnTo>
                                    <a:lnTo>
                                      <a:pt x="2371" y="1104"/>
                                    </a:lnTo>
                                    <a:lnTo>
                                      <a:pt x="2371" y="220"/>
                                    </a:lnTo>
                                    <a:lnTo>
                                      <a:pt x="2359" y="150"/>
                                    </a:lnTo>
                                    <a:lnTo>
                                      <a:pt x="2328" y="90"/>
                                    </a:lnTo>
                                    <a:lnTo>
                                      <a:pt x="2280" y="42"/>
                                    </a:lnTo>
                                    <a:lnTo>
                                      <a:pt x="2220" y="11"/>
                                    </a:lnTo>
                                    <a:lnTo>
                                      <a:pt x="2150" y="0"/>
                                    </a:lnTo>
                                    <a:close/>
                                  </a:path>
                                </a:pathLst>
                              </a:custGeom>
                              <a:solidFill>
                                <a:srgbClr val="4AACC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851A25" id="Grupo 782" o:spid="_x0000_s1026" style="position:absolute;margin-left:1.5pt;margin-top:8.95pt;width:494.25pt;height:165.8pt;z-index:-251644910;mso-position-horizontal-relative:margin" coordorigin="2418,-1235" coordsize="18210,3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" o:allowincell="f">
                    <v:shape id="Freeform 614" o:spid="_x0000_s1027" style="position:absolute;left:3775;top:-1235;width:15493;height:3316;visibility:visible;mso-wrap-style:square;v-text-anchor:top" coordsize="8376,3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" path="m6717,r,829l,829,,2487r6717,l6717,3316,8375,1658,6717,xe" fillcolor="#d7d2df" stroked="f">
                      <v:path arrowok="t" o:connecttype="custom" o:connectlocs="12424,0;12424,829;0,829;0,2487;12424,2487;12424,3316;15491,1658;12424,0" o:connectangles="0,0,0,0,0,0,0,0"/>
                    </v:shape>
                    <v:shape id="Freeform 615" o:spid="_x0000_s1028" style="position:absolute;left:2418;top:-238;width:4391;height:1324;visibility:visible;mso-wrap-style:square;v-text-anchor:top" coordsize="2374,1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" path="m2152,l220,,150,11,90,42,42,90,11,150,,220r,884l11,1173r31,61l90,1282r60,31l220,1324r1932,l2222,1313r61,-31l2330,1234r32,-61l2373,1104r,-884l2362,150,2330,90,2283,42,2222,11,2152,xe" fillcolor="#8063a1" stroked="f">
                      <v:path arrowok="t" o:connecttype="custom" o:connectlocs="3980,0;407,0;277,11;166,42;78,90;20,150;0,220;0,1104;20,1173;78,1234;166,1282;277,1313;407,1324;3980,1324;4110,1313;4223,1282;4310,1234;4369,1173;4389,1104;4389,220;4369,150;4310,90;4223,42;4110,11;3980,0" o:connectangles="0,0,0,0,0,0,0,0,0,0,0,0,0,0,0,0,0,0,0,0,0,0,0,0,0"/>
                    </v:shape>
                    <v:shape id="Freeform 616" o:spid="_x0000_s1029" style="position:absolute;left:2418;top:-238;width:4391;height:1324;visibility:visible;mso-wrap-style:square;v-text-anchor:top" coordsize="2374,1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" path="m,220l11,150,42,90,90,42,150,11,220,,2152,r70,11l2283,42r47,48l2362,150r11,70l2373,1104r-11,69l2330,1234r-47,48l2222,1313r-70,11l220,1324r-70,-11l90,1282,42,1234,11,1173,,1104,,220xe" filled="f" strokecolor="#f8f8f8" strokeweight="2.04pt">
                      <v:path arrowok="t" o:connecttype="custom" o:connectlocs="0,220;20,150;78,90;166,42;277,11;407,0;3980,0;4110,11;4223,42;4310,90;4369,150;4389,220;4389,1104;4369,1173;4310,1234;4223,1282;4110,1313;3980,1324;407,1324;277,1313;166,1282;78,1234;20,1173;0,1104;0,220" o:connectangles="0,0,0,0,0,0,0,0,0,0,0,0,0,0,0,0,0,0,0,0,0,0,0,0,0"/>
                    </v:shape>
                    <v:shape id="Freeform 617" o:spid="_x0000_s1030" style="position:absolute;left:7025;top:-238;width:4388;height:1324;visibility:visible;mso-wrap-style:square;v-text-anchor:top" coordsize="2372,1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" path="m2150,l220,,150,11,90,42,42,90,11,150,,220r,884l11,1173r31,61l90,1282r60,31l220,1324r1930,l2220,1313r60,-31l2328,1234r31,-61l2371,1104r,-884l2359,150,2328,90,2280,42,2220,11,2150,xe" fillcolor="#5f5bad" stroked="f">
                      <v:path arrowok="t" o:connecttype="custom" o:connectlocs="3977,0;407,0;277,11;166,42;78,90;20,150;0,220;0,1104;20,1173;78,1234;166,1282;277,1313;407,1324;3977,1324;4107,1313;4218,1282;4307,1234;4364,1173;4386,1104;4386,220;4364,150;4307,90;4218,42;4107,11;3977,0" o:connectangles="0,0,0,0,0,0,0,0,0,0,0,0,0,0,0,0,0,0,0,0,0,0,0,0,0"/>
                    </v:shape>
                    <v:shape id="Freeform 618" o:spid="_x0000_s1031" style="position:absolute;left:7025;top:-238;width:4388;height:1324;visibility:visible;mso-wrap-style:square;v-text-anchor:top" coordsize="2372,1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" path="m,220l11,150,42,90,90,42,150,11,220,,2150,r70,11l2280,42r48,48l2359,150r12,70l2371,1104r-12,69l2328,1234r-48,48l2220,1313r-70,11l220,1324r-70,-11l90,1282,42,1234,11,1173,,1104,,220xe" filled="f" strokecolor="#f8f8f8" strokeweight=".71964mm">
                      <v:path arrowok="t" o:connecttype="custom" o:connectlocs="0,220;20,150;78,90;166,42;277,11;407,0;3977,0;4107,11;4218,42;4307,90;4364,150;4386,220;4386,1104;4364,1173;4307,1234;4218,1282;4107,1313;3977,1324;407,1324;277,1313;166,1282;78,1234;20,1173;0,1104;0,220" o:connectangles="0,0,0,0,0,0,0,0,0,0,0,0,0,0,0,0,0,0,0,0,0,0,0,0,0"/>
                    </v:shape>
                    <v:shape id="Freeform 619" o:spid="_x0000_s1032" style="position:absolute;left:11635;top:-238;width:4386;height:1324;visibility:visible;mso-wrap-style:square;v-text-anchor:top" coordsize="2371,1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" path="m2150,l220,,150,11,90,42,42,90,11,150,,220r,884l11,1173r31,61l90,1282r60,31l220,1324r1930,l2220,1313r60,-31l2328,1234r31,-61l2371,1104r,-884l2359,150,2328,90,2280,42,2220,11,2150,xe" fillcolor="#5279b9" stroked="f">
                      <v:path arrowok="t" o:connecttype="custom" o:connectlocs="3977,0;407,0;277,11;166,42;78,90;20,150;0,220;0,1104;20,1173;78,1234;166,1282;277,1313;407,1324;3977,1324;4107,1313;4218,1282;4306,1234;4364,1173;4386,1104;4386,220;4364,150;4306,90;4218,42;4107,11;3977,0" o:connectangles="0,0,0,0,0,0,0,0,0,0,0,0,0,0,0,0,0,0,0,0,0,0,0,0,0"/>
                    </v:shape>
                    <v:shape id="Freeform 620" o:spid="_x0000_s1033" style="position:absolute;left:11635;top:-238;width:4386;height:1324;visibility:visible;mso-wrap-style:square;v-text-anchor:top" coordsize="2371,1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" path="m,220l11,150,42,90,90,42,150,11,220,,2150,r70,11l2280,42r48,48l2359,150r12,70l2371,1104r-12,69l2328,1234r-48,48l2220,1313r-70,11l220,1324r-70,-11l90,1282,42,1234,11,1173,,1104,,220xe" filled="f" strokecolor="#f8f8f8" strokeweight="2.04pt">
                      <v:path arrowok="t" o:connecttype="custom" o:connectlocs="0,220;20,150;78,90;166,42;277,11;407,0;3977,0;4107,11;4218,42;4306,90;4364,150;4386,220;4386,1104;4364,1173;4306,1234;4218,1282;4107,1313;3977,1324;407,1324;277,1313;166,1282;78,1234;20,1173;0,1104;0,220" o:connectangles="0,0,0,0,0,0,0,0,0,0,0,0,0,0,0,0,0,0,0,0,0,0,0,0,0"/>
                    </v:shape>
                    <v:shape id="Freeform 621" o:spid="_x0000_s1034" style="position:absolute;left:16242;top:-238;width:4386;height:1324;visibility:visible;mso-wrap-style:square;v-text-anchor:top" coordsize="2371,1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" path="m2150,l220,,150,11,90,42,42,90,11,150,,220r,884l11,1173r31,61l90,1282r60,31l220,1324r1930,l2220,1313r60,-31l2328,1234r31,-61l2371,1104r,-884l2359,150,2328,90,2280,42,2220,11,2150,xe" fillcolor="#4aacc5" stroked="f">
                      <v:path arrowok="t" o:connecttype="custom" o:connectlocs="3977,0;407,0;277,11;166,42;78,90;20,150;0,220;0,1104;20,1173;78,1234;166,1282;277,1313;407,1324;3977,1324;4107,1313;4218,1282;4306,1234;4364,1173;4386,1104;4386,220;4364,150;4306,90;4218,42;4107,11;3977,0" o:connectangles="0,0,0,0,0,0,0,0,0,0,0,0,0,0,0,0,0,0,0,0,0,0,0,0,0"/>
                    </v:shape>
                    <w10:wrap anchorx="margin"/>
                  </v:group>
                </w:pict>
              </mc:Fallback>
            </mc:AlternateContent>
          </w:r>
        </w:p>
        <w:p w14:paraId="34754B8B" w14:textId="1CDE998D" w:rsidR="00152AE3" w:rsidRDefault="00152AE3" w:rsidP="007A45C9">
          <w:pPr>
            <w:ind w:right="-43"/>
            <w:rPr>
              <w:spacing w:val="-2"/>
              <w:w w:val="95"/>
            </w:rPr>
          </w:pPr>
        </w:p>
        <w:p w14:paraId="349A86B0" w14:textId="12CFF274" w:rsidR="00152AE3" w:rsidRDefault="00D765A9" w:rsidP="007A45C9">
          <w:pPr>
            <w:ind w:right="-43"/>
            <w:rPr>
              <w:spacing w:val="-2"/>
              <w:w w:val="95"/>
            </w:rPr>
          </w:pPr>
          <w:r w:rsidRPr="002D3117">
            <w:rPr>
              <w:noProof/>
            </w:rPr>
            <mc:AlternateContent>
              <mc:Choice Requires="wps">
                <w:drawing>
                  <wp:anchor distT="45720" distB="45720" distL="114300" distR="114300" simplePos="0" relativeHeight="251691026" behindDoc="0" locked="0" layoutInCell="1" allowOverlap="1" wp14:anchorId="084921A9" wp14:editId="4F6C4F78">
                    <wp:simplePos x="0" y="0"/>
                    <wp:positionH relativeFrom="column">
                      <wp:posOffset>4854575</wp:posOffset>
                    </wp:positionH>
                    <wp:positionV relativeFrom="paragraph">
                      <wp:posOffset>238760</wp:posOffset>
                    </wp:positionV>
                    <wp:extent cx="1352550" cy="1404620"/>
                    <wp:effectExtent l="0" t="0" r="0" b="0"/>
                    <wp:wrapSquare wrapText="bothSides"/>
                    <wp:docPr id="79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4620"/>
                            </a:xfrm>
                            <a:prstGeom prst="rect">
                              <a:avLst/>
                            </a:prstGeom>
                            <a:noFill/>
                            <a:ln w="9525">
                              <a:noFill/>
                              <a:miter lim="800000"/>
                              <a:headEnd/>
                              <a:tailEnd/>
                            </a:ln>
                          </wps:spPr>
                          <wps:txbx>
                            <w:txbxContent>
                              <w:p w14:paraId="62AE50ED" w14:textId="6301CF99" w:rsidR="007B4547" w:rsidRPr="00D765A9" w:rsidRDefault="007B4547" w:rsidP="005F1048">
                                <w:pPr>
                                  <w:jc w:val="left"/>
                                  <w:rPr>
                                    <w:color w:val="FFFFFF" w:themeColor="background1"/>
                                    <w:sz w:val="20"/>
                                    <w:szCs w:val="20"/>
                                  </w:rPr>
                                </w:pPr>
                                <w:r w:rsidRPr="00D765A9">
                                  <w:rPr>
                                    <w:color w:val="FFFFFF" w:themeColor="background1"/>
                                    <w:sz w:val="20"/>
                                    <w:szCs w:val="20"/>
                                  </w:rPr>
                                  <w:t xml:space="preserve">4. Identificar los </w:t>
                                </w:r>
                                <w:r w:rsidRPr="005F1048">
                                  <w:rPr>
                                    <w:b/>
                                    <w:bCs/>
                                    <w:color w:val="FFFFFF" w:themeColor="background1"/>
                                    <w:sz w:val="20"/>
                                    <w:szCs w:val="20"/>
                                  </w:rPr>
                                  <w:t>servicios de información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84921A9" id="_x0000_s1035" type="#_x0000_t202" style="position:absolute;left:0;text-align:left;margin-left:382.25pt;margin-top:18.8pt;width:106.5pt;height:110.6pt;z-index:25169102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" filled="f" stroked="f">
                    <v:textbox style="mso-fit-shape-to-text:t">
                      <w:txbxContent>
                        <w:p w14:paraId="62AE50ED" w14:textId="6301CF99" w:rsidR="007B4547" w:rsidRPr="00D765A9" w:rsidRDefault="007B4547" w:rsidP="005F1048">
                          <w:pPr>
                            <w:jc w:val="left"/>
                            <w:rPr>
                              <w:color w:val="FFFFFF" w:themeColor="background1"/>
                              <w:sz w:val="20"/>
                              <w:szCs w:val="20"/>
                            </w:rPr>
                          </w:pPr>
                          <w:r w:rsidRPr="00D765A9">
                            <w:rPr>
                              <w:color w:val="FFFFFF" w:themeColor="background1"/>
                              <w:sz w:val="20"/>
                              <w:szCs w:val="20"/>
                            </w:rPr>
                            <w:t xml:space="preserve">4. Identificar los </w:t>
                          </w:r>
                          <w:r w:rsidRPr="005F1048">
                            <w:rPr>
                              <w:b/>
                              <w:bCs/>
                              <w:color w:val="FFFFFF" w:themeColor="background1"/>
                              <w:sz w:val="20"/>
                              <w:szCs w:val="20"/>
                            </w:rPr>
                            <w:t>servicios de información</w:t>
                          </w:r>
                        </w:p>
                      </w:txbxContent>
                    </v:textbox>
                    <w10:wrap type="square"/>
                  </v:shape>
                </w:pict>
              </mc:Fallback>
            </mc:AlternateContent>
          </w:r>
          <w:r w:rsidR="004A35C4" w:rsidRPr="002D3117">
            <w:rPr>
              <w:noProof/>
            </w:rPr>
            <mc:AlternateContent>
              <mc:Choice Requires="wps">
                <w:drawing>
                  <wp:anchor distT="45720" distB="45720" distL="114300" distR="114300" simplePos="0" relativeHeight="251688978" behindDoc="0" locked="0" layoutInCell="1" allowOverlap="1" wp14:anchorId="6FA09178" wp14:editId="06E82898">
                    <wp:simplePos x="0" y="0"/>
                    <wp:positionH relativeFrom="column">
                      <wp:posOffset>3263900</wp:posOffset>
                    </wp:positionH>
                    <wp:positionV relativeFrom="paragraph">
                      <wp:posOffset>229235</wp:posOffset>
                    </wp:positionV>
                    <wp:extent cx="1362075" cy="741680"/>
                    <wp:effectExtent l="0" t="0" r="0" b="1270"/>
                    <wp:wrapSquare wrapText="bothSides"/>
                    <wp:docPr id="79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741680"/>
                            </a:xfrm>
                            <a:prstGeom prst="rect">
                              <a:avLst/>
                            </a:prstGeom>
                            <a:noFill/>
                            <a:ln w="9525">
                              <a:noFill/>
                              <a:miter lim="800000"/>
                              <a:headEnd/>
                              <a:tailEnd/>
                            </a:ln>
                          </wps:spPr>
                          <wps:txbx>
                            <w:txbxContent>
                              <w:p w14:paraId="72272A36" w14:textId="1B7AAA71" w:rsidR="00203EE7" w:rsidRPr="00D765A9" w:rsidRDefault="00203EE7" w:rsidP="004A35C4">
                                <w:pPr>
                                  <w:jc w:val="left"/>
                                  <w:rPr>
                                    <w:color w:val="FFFFFF" w:themeColor="background1"/>
                                    <w:sz w:val="20"/>
                                    <w:szCs w:val="20"/>
                                  </w:rPr>
                                </w:pPr>
                                <w:r w:rsidRPr="00D765A9">
                                  <w:rPr>
                                    <w:color w:val="FFFFFF" w:themeColor="background1"/>
                                    <w:sz w:val="20"/>
                                    <w:szCs w:val="20"/>
                                  </w:rPr>
                                  <w:t xml:space="preserve">3. Identificar los </w:t>
                                </w:r>
                                <w:r w:rsidRPr="00D765A9">
                                  <w:rPr>
                                    <w:b/>
                                    <w:bCs/>
                                    <w:color w:val="FFFFFF" w:themeColor="background1"/>
                                    <w:sz w:val="20"/>
                                    <w:szCs w:val="20"/>
                                  </w:rPr>
                                  <w:t>flujos de información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A09178" id="_x0000_s1036" type="#_x0000_t202" style="position:absolute;left:0;text-align:left;margin-left:257pt;margin-top:18.05pt;width:107.25pt;height:58.4pt;z-index:25168897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" filled="f" stroked="f">
                    <v:textbox>
                      <w:txbxContent>
                        <w:p w14:paraId="72272A36" w14:textId="1B7AAA71" w:rsidR="00203EE7" w:rsidRPr="00D765A9" w:rsidRDefault="00203EE7" w:rsidP="004A35C4">
                          <w:pPr>
                            <w:jc w:val="left"/>
                            <w:rPr>
                              <w:color w:val="FFFFFF" w:themeColor="background1"/>
                              <w:sz w:val="20"/>
                              <w:szCs w:val="20"/>
                            </w:rPr>
                          </w:pPr>
                          <w:r w:rsidRPr="00D765A9">
                            <w:rPr>
                              <w:color w:val="FFFFFF" w:themeColor="background1"/>
                              <w:sz w:val="20"/>
                              <w:szCs w:val="20"/>
                            </w:rPr>
                            <w:t xml:space="preserve">3. Identificar los </w:t>
                          </w:r>
                          <w:r w:rsidRPr="00D765A9">
                            <w:rPr>
                              <w:b/>
                              <w:bCs/>
                              <w:color w:val="FFFFFF" w:themeColor="background1"/>
                              <w:sz w:val="20"/>
                              <w:szCs w:val="20"/>
                            </w:rPr>
                            <w:t>flujos de información</w:t>
                          </w:r>
                        </w:p>
                      </w:txbxContent>
                    </v:textbox>
                    <w10:wrap type="square"/>
                  </v:shape>
                </w:pict>
              </mc:Fallback>
            </mc:AlternateContent>
          </w:r>
          <w:r w:rsidR="008F1725" w:rsidRPr="002D3117">
            <w:rPr>
              <w:noProof/>
            </w:rPr>
            <mc:AlternateContent>
              <mc:Choice Requires="wps">
                <w:drawing>
                  <wp:anchor distT="45720" distB="45720" distL="114300" distR="114300" simplePos="0" relativeHeight="251686930" behindDoc="0" locked="0" layoutInCell="1" allowOverlap="1" wp14:anchorId="2606E32C" wp14:editId="72D772B4">
                    <wp:simplePos x="0" y="0"/>
                    <wp:positionH relativeFrom="margin">
                      <wp:posOffset>1682750</wp:posOffset>
                    </wp:positionH>
                    <wp:positionV relativeFrom="paragraph">
                      <wp:posOffset>219710</wp:posOffset>
                    </wp:positionV>
                    <wp:extent cx="1343025" cy="751205"/>
                    <wp:effectExtent l="0" t="0" r="0" b="0"/>
                    <wp:wrapSquare wrapText="bothSides"/>
                    <wp:docPr id="79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751205"/>
                            </a:xfrm>
                            <a:prstGeom prst="rect">
                              <a:avLst/>
                            </a:prstGeom>
                            <a:noFill/>
                            <a:ln w="9525">
                              <a:noFill/>
                              <a:miter lim="800000"/>
                              <a:headEnd/>
                              <a:tailEnd/>
                            </a:ln>
                          </wps:spPr>
                          <wps:txbx>
                            <w:txbxContent>
                              <w:p w14:paraId="77CA6F9A" w14:textId="7C806285" w:rsidR="00DB72EE" w:rsidRPr="008F1725" w:rsidRDefault="00DB72EE" w:rsidP="005E233D">
                                <w:pPr>
                                  <w:jc w:val="left"/>
                                  <w:rPr>
                                    <w:color w:val="FFFFFF" w:themeColor="background1"/>
                                  </w:rPr>
                                </w:pPr>
                                <w:r w:rsidRPr="008F1725">
                                  <w:rPr>
                                    <w:color w:val="FFFFFF" w:themeColor="background1"/>
                                    <w:sz w:val="20"/>
                                    <w:szCs w:val="20"/>
                                  </w:rPr>
                                  <w:t xml:space="preserve">2. Identificar los </w:t>
                                </w:r>
                                <w:r w:rsidRPr="008F1725">
                                  <w:rPr>
                                    <w:b/>
                                    <w:bCs/>
                                    <w:color w:val="FFFFFF" w:themeColor="background1"/>
                                    <w:sz w:val="20"/>
                                    <w:szCs w:val="20"/>
                                  </w:rPr>
                                  <w:t>Datos</w:t>
                                </w:r>
                                <w:r w:rsidRPr="008F1725">
                                  <w:rPr>
                                    <w:color w:val="FFFFFF" w:themeColor="background1"/>
                                    <w:sz w:val="20"/>
                                    <w:szCs w:val="20"/>
                                  </w:rPr>
                                  <w:t xml:space="preserve"> que </w:t>
                                </w:r>
                                <w:r w:rsidR="005E233D" w:rsidRPr="008F1725">
                                  <w:rPr>
                                    <w:color w:val="FFFFFF" w:themeColor="background1"/>
                                    <w:sz w:val="20"/>
                                    <w:szCs w:val="20"/>
                                  </w:rPr>
                                  <w:t>c</w:t>
                                </w:r>
                                <w:r w:rsidRPr="008F1725">
                                  <w:rPr>
                                    <w:color w:val="FFFFFF" w:themeColor="background1"/>
                                    <w:sz w:val="20"/>
                                    <w:szCs w:val="20"/>
                                  </w:rPr>
                                  <w:t>onforman la</w:t>
                                </w:r>
                                <w:r w:rsidRPr="008F1725">
                                  <w:rPr>
                                    <w:color w:val="FFFFFF" w:themeColor="background1"/>
                                  </w:rPr>
                                  <w:t xml:space="preserve"> información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06E32C" id="_x0000_s1037" type="#_x0000_t202" style="position:absolute;left:0;text-align:left;margin-left:132.5pt;margin-top:17.3pt;width:105.75pt;height:59.15pt;z-index:25168693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" filled="f" stroked="f">
                    <v:textbox>
                      <w:txbxContent>
                        <w:p w14:paraId="77CA6F9A" w14:textId="7C806285" w:rsidR="00DB72EE" w:rsidRPr="008F1725" w:rsidRDefault="00DB72EE" w:rsidP="005E233D">
                          <w:pPr>
                            <w:jc w:val="left"/>
                            <w:rPr>
                              <w:color w:val="FFFFFF" w:themeColor="background1"/>
                            </w:rPr>
                          </w:pPr>
                          <w:r w:rsidRPr="008F1725">
                            <w:rPr>
                              <w:color w:val="FFFFFF" w:themeColor="background1"/>
                              <w:sz w:val="20"/>
                              <w:szCs w:val="20"/>
                            </w:rPr>
                            <w:t xml:space="preserve">2. Identificar los </w:t>
                          </w:r>
                          <w:r w:rsidRPr="008F1725">
                            <w:rPr>
                              <w:b/>
                              <w:bCs/>
                              <w:color w:val="FFFFFF" w:themeColor="background1"/>
                              <w:sz w:val="20"/>
                              <w:szCs w:val="20"/>
                            </w:rPr>
                            <w:t>Datos</w:t>
                          </w:r>
                          <w:r w:rsidRPr="008F1725">
                            <w:rPr>
                              <w:color w:val="FFFFFF" w:themeColor="background1"/>
                              <w:sz w:val="20"/>
                              <w:szCs w:val="20"/>
                            </w:rPr>
                            <w:t xml:space="preserve"> que </w:t>
                          </w:r>
                          <w:r w:rsidR="005E233D" w:rsidRPr="008F1725">
                            <w:rPr>
                              <w:color w:val="FFFFFF" w:themeColor="background1"/>
                              <w:sz w:val="20"/>
                              <w:szCs w:val="20"/>
                            </w:rPr>
                            <w:t>c</w:t>
                          </w:r>
                          <w:r w:rsidRPr="008F1725">
                            <w:rPr>
                              <w:color w:val="FFFFFF" w:themeColor="background1"/>
                              <w:sz w:val="20"/>
                              <w:szCs w:val="20"/>
                            </w:rPr>
                            <w:t>onforman la</w:t>
                          </w:r>
                          <w:r w:rsidRPr="008F1725">
                            <w:rPr>
                              <w:color w:val="FFFFFF" w:themeColor="background1"/>
                            </w:rPr>
                            <w:t xml:space="preserve"> información</w:t>
                          </w:r>
                        </w:p>
                      </w:txbxContent>
                    </v:textbox>
                    <w10:wrap type="square" anchorx="margin"/>
                  </v:shape>
                </w:pict>
              </mc:Fallback>
            </mc:AlternateContent>
          </w:r>
        </w:p>
        <w:p w14:paraId="28289322" w14:textId="7A768BE9" w:rsidR="00152AE3" w:rsidRDefault="005E233D" w:rsidP="007A45C9">
          <w:pPr>
            <w:ind w:right="-43"/>
            <w:rPr>
              <w:spacing w:val="-2"/>
              <w:w w:val="95"/>
            </w:rPr>
          </w:pPr>
          <w:r w:rsidRPr="002D3117">
            <w:rPr>
              <w:noProof/>
              <w:w w:val="90"/>
            </w:rPr>
            <mc:AlternateContent>
              <mc:Choice Requires="wps">
                <w:drawing>
                  <wp:anchor distT="45720" distB="45720" distL="114300" distR="114300" simplePos="0" relativeHeight="251684882" behindDoc="0" locked="0" layoutInCell="1" allowOverlap="1" wp14:anchorId="3FF3936E" wp14:editId="4725421D">
                    <wp:simplePos x="0" y="0"/>
                    <wp:positionH relativeFrom="column">
                      <wp:posOffset>53975</wp:posOffset>
                    </wp:positionH>
                    <wp:positionV relativeFrom="paragraph">
                      <wp:posOffset>8255</wp:posOffset>
                    </wp:positionV>
                    <wp:extent cx="1447800" cy="1404620"/>
                    <wp:effectExtent l="0" t="0" r="0" b="1270"/>
                    <wp:wrapSquare wrapText="bothSides"/>
                    <wp:docPr id="79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1404620"/>
                            </a:xfrm>
                            <a:prstGeom prst="rect">
                              <a:avLst/>
                            </a:prstGeom>
                            <a:noFill/>
                            <a:ln w="9525">
                              <a:noFill/>
                              <a:miter lim="800000"/>
                              <a:headEnd/>
                              <a:tailEnd/>
                            </a:ln>
                          </wps:spPr>
                          <wps:txbx>
                            <w:txbxContent>
                              <w:p w14:paraId="5D122030" w14:textId="5F677121" w:rsidR="00156072" w:rsidRPr="005E233D" w:rsidRDefault="00357C03" w:rsidP="00BB72A6">
                                <w:pPr>
                                  <w:jc w:val="left"/>
                                  <w:rPr>
                                    <w:color w:val="FFFFFF" w:themeColor="background1"/>
                                    <w:sz w:val="20"/>
                                    <w:szCs w:val="20"/>
                                  </w:rPr>
                                </w:pPr>
                                <w:r w:rsidRPr="005E233D">
                                  <w:rPr>
                                    <w:color w:val="FFFFFF" w:themeColor="background1"/>
                                    <w:sz w:val="20"/>
                                    <w:szCs w:val="20"/>
                                  </w:rPr>
                                  <w:t xml:space="preserve">1. </w:t>
                                </w:r>
                                <w:r w:rsidR="00156072" w:rsidRPr="005E233D">
                                  <w:rPr>
                                    <w:color w:val="FFFFFF" w:themeColor="background1"/>
                                    <w:sz w:val="20"/>
                                    <w:szCs w:val="20"/>
                                  </w:rPr>
                                  <w:t xml:space="preserve">Identificar la </w:t>
                                </w:r>
                                <w:r w:rsidR="00156072" w:rsidRPr="005E233D">
                                  <w:rPr>
                                    <w:b/>
                                    <w:bCs/>
                                    <w:color w:val="FFFFFF" w:themeColor="background1"/>
                                    <w:sz w:val="20"/>
                                    <w:szCs w:val="20"/>
                                  </w:rPr>
                                  <w:t>Información</w:t>
                                </w:r>
                                <w:r w:rsidR="00052507" w:rsidRPr="005E233D">
                                  <w:rPr>
                                    <w:b/>
                                    <w:bCs/>
                                    <w:color w:val="FFFFFF" w:themeColor="background1"/>
                                    <w:sz w:val="20"/>
                                    <w:szCs w:val="20"/>
                                  </w:rPr>
                                  <w:t xml:space="preserve"> </w:t>
                                </w:r>
                                <w:r w:rsidR="00052507" w:rsidRPr="005E233D">
                                  <w:rPr>
                                    <w:color w:val="FFFFFF" w:themeColor="background1"/>
                                    <w:sz w:val="20"/>
                                    <w:szCs w:val="20"/>
                                  </w:rPr>
                                  <w:t>que produce la entidad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FF3936E" id="_x0000_s1038" type="#_x0000_t202" style="position:absolute;left:0;text-align:left;margin-left:4.25pt;margin-top:.65pt;width:114pt;height:110.6pt;z-index:25168488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" filled="f" stroked="f">
                    <v:textbox style="mso-fit-shape-to-text:t">
                      <w:txbxContent>
                        <w:p w14:paraId="5D122030" w14:textId="5F677121" w:rsidR="00156072" w:rsidRPr="005E233D" w:rsidRDefault="00357C03" w:rsidP="00BB72A6">
                          <w:pPr>
                            <w:jc w:val="left"/>
                            <w:rPr>
                              <w:color w:val="FFFFFF" w:themeColor="background1"/>
                              <w:sz w:val="20"/>
                              <w:szCs w:val="20"/>
                            </w:rPr>
                          </w:pPr>
                          <w:r w:rsidRPr="005E233D">
                            <w:rPr>
                              <w:color w:val="FFFFFF" w:themeColor="background1"/>
                              <w:sz w:val="20"/>
                              <w:szCs w:val="20"/>
                            </w:rPr>
                            <w:t xml:space="preserve">1. </w:t>
                          </w:r>
                          <w:r w:rsidR="00156072" w:rsidRPr="005E233D">
                            <w:rPr>
                              <w:color w:val="FFFFFF" w:themeColor="background1"/>
                              <w:sz w:val="20"/>
                              <w:szCs w:val="20"/>
                            </w:rPr>
                            <w:t xml:space="preserve">Identificar la </w:t>
                          </w:r>
                          <w:r w:rsidR="00156072" w:rsidRPr="005E233D">
                            <w:rPr>
                              <w:b/>
                              <w:bCs/>
                              <w:color w:val="FFFFFF" w:themeColor="background1"/>
                              <w:sz w:val="20"/>
                              <w:szCs w:val="20"/>
                            </w:rPr>
                            <w:t>Información</w:t>
                          </w:r>
                          <w:r w:rsidR="00052507" w:rsidRPr="005E233D">
                            <w:rPr>
                              <w:b/>
                              <w:bCs/>
                              <w:color w:val="FFFFFF" w:themeColor="background1"/>
                              <w:sz w:val="20"/>
                              <w:szCs w:val="20"/>
                            </w:rPr>
                            <w:t xml:space="preserve"> </w:t>
                          </w:r>
                          <w:r w:rsidR="00052507" w:rsidRPr="005E233D">
                            <w:rPr>
                              <w:color w:val="FFFFFF" w:themeColor="background1"/>
                              <w:sz w:val="20"/>
                              <w:szCs w:val="20"/>
                            </w:rPr>
                            <w:t>que produce la entidad</w:t>
                          </w:r>
                        </w:p>
                      </w:txbxContent>
                    </v:textbox>
                    <w10:wrap type="square"/>
                  </v:shape>
                </w:pict>
              </mc:Fallback>
            </mc:AlternateContent>
          </w:r>
        </w:p>
        <w:p w14:paraId="41F1E50A" w14:textId="0640819D" w:rsidR="00152AE3" w:rsidRDefault="00152AE3" w:rsidP="007A45C9">
          <w:pPr>
            <w:ind w:right="-43"/>
            <w:rPr>
              <w:spacing w:val="-2"/>
              <w:w w:val="95"/>
            </w:rPr>
          </w:pPr>
        </w:p>
        <w:p w14:paraId="5C6CAB0B" w14:textId="7857B857" w:rsidR="00D86E5E" w:rsidRDefault="00D86E5E" w:rsidP="00D86E5E">
          <w:pPr>
            <w:pStyle w:val="Descripcin"/>
          </w:pPr>
          <w:bookmarkStart w:id="17" w:name="_Toc114754742"/>
          <w:r>
            <w:t xml:space="preserve">Ilustración </w:t>
          </w:r>
          <w:r>
            <w:fldChar w:fldCharType="begin"/>
          </w:r>
          <w:r>
            <w:instrText xml:space="preserve"> SEQ Ilustración \* ARABIC </w:instrText>
          </w:r>
          <w:r>
            <w:fldChar w:fldCharType="separate"/>
          </w:r>
          <w:r>
            <w:rPr>
              <w:noProof/>
            </w:rPr>
            <w:t>2</w:t>
          </w:r>
          <w:r>
            <w:fldChar w:fldCharType="end"/>
          </w:r>
          <w:r>
            <w:t>. Actividades para construir el catálogo de componentes de información</w:t>
          </w:r>
          <w:bookmarkEnd w:id="17"/>
        </w:p>
        <w:p w14:paraId="49DF263D" w14:textId="71C4EF07" w:rsidR="00152AE3" w:rsidRDefault="00152AE3" w:rsidP="007A45C9">
          <w:pPr>
            <w:ind w:right="-43"/>
            <w:rPr>
              <w:spacing w:val="-2"/>
              <w:w w:val="95"/>
            </w:rPr>
          </w:pPr>
        </w:p>
        <w:p w14:paraId="47C4FE39" w14:textId="77777777" w:rsidR="00E17F2F" w:rsidRDefault="00E17F2F" w:rsidP="00E17F2F">
          <w:pPr>
            <w:pStyle w:val="Ttulo2"/>
          </w:pPr>
          <w:bookmarkStart w:id="18" w:name="_Toc114754729"/>
          <w:r>
            <w:t xml:space="preserve">3.1 </w:t>
          </w:r>
          <w:r w:rsidRPr="00BD4261">
            <w:t>Identificar la información que produce la entidad</w:t>
          </w:r>
          <w:bookmarkEnd w:id="18"/>
        </w:p>
        <w:p w14:paraId="6B59A9A5" w14:textId="77777777" w:rsidR="00E17F2F" w:rsidRPr="00EA1EC9" w:rsidRDefault="00E17F2F" w:rsidP="00E17F2F"/>
        <w:p w14:paraId="69CE1015" w14:textId="77777777" w:rsidR="00E17F2F" w:rsidRPr="00A96E82" w:rsidRDefault="00E17F2F" w:rsidP="00E17F2F">
          <w:pPr>
            <w:rPr>
              <w:w w:val="85"/>
            </w:rPr>
          </w:pPr>
          <w:r w:rsidRPr="00A96E82">
            <w:rPr>
              <w:spacing w:val="-2"/>
              <w:w w:val="85"/>
            </w:rPr>
            <w:t>La</w:t>
          </w:r>
          <w:r w:rsidRPr="00A96E82">
            <w:rPr>
              <w:spacing w:val="-4"/>
              <w:w w:val="85"/>
            </w:rPr>
            <w:t xml:space="preserve"> </w:t>
          </w:r>
          <w:r w:rsidRPr="00A96E82">
            <w:rPr>
              <w:spacing w:val="-2"/>
              <w:w w:val="85"/>
            </w:rPr>
            <w:t>identificación</w:t>
          </w:r>
          <w:r w:rsidRPr="00A96E82">
            <w:rPr>
              <w:spacing w:val="-4"/>
              <w:w w:val="85"/>
            </w:rPr>
            <w:t xml:space="preserve"> </w:t>
          </w:r>
          <w:r w:rsidRPr="00A96E82">
            <w:rPr>
              <w:spacing w:val="-2"/>
              <w:w w:val="85"/>
            </w:rPr>
            <w:t>de</w:t>
          </w:r>
          <w:r w:rsidRPr="00A96E82">
            <w:rPr>
              <w:spacing w:val="-5"/>
              <w:w w:val="85"/>
            </w:rPr>
            <w:t xml:space="preserve"> </w:t>
          </w:r>
          <w:r w:rsidRPr="00A96E82">
            <w:rPr>
              <w:spacing w:val="-2"/>
              <w:w w:val="85"/>
            </w:rPr>
            <w:t>información</w:t>
          </w:r>
          <w:r w:rsidRPr="00A96E82">
            <w:rPr>
              <w:spacing w:val="-4"/>
              <w:w w:val="85"/>
            </w:rPr>
            <w:t xml:space="preserve"> </w:t>
          </w:r>
          <w:r w:rsidRPr="00A96E82">
            <w:rPr>
              <w:spacing w:val="-2"/>
              <w:w w:val="85"/>
            </w:rPr>
            <w:t>apoya</w:t>
          </w:r>
          <w:r w:rsidRPr="00A96E82">
            <w:rPr>
              <w:spacing w:val="-5"/>
              <w:w w:val="85"/>
            </w:rPr>
            <w:t xml:space="preserve"> </w:t>
          </w:r>
          <w:r w:rsidRPr="00A96E82">
            <w:rPr>
              <w:spacing w:val="-2"/>
              <w:w w:val="85"/>
            </w:rPr>
            <w:t>la</w:t>
          </w:r>
          <w:r w:rsidRPr="00A96E82">
            <w:rPr>
              <w:spacing w:val="-4"/>
              <w:w w:val="85"/>
            </w:rPr>
            <w:t xml:space="preserve"> </w:t>
          </w:r>
          <w:r w:rsidRPr="00A96E82">
            <w:rPr>
              <w:spacing w:val="-2"/>
              <w:w w:val="85"/>
            </w:rPr>
            <w:t>construcción</w:t>
          </w:r>
          <w:r w:rsidRPr="00A96E82">
            <w:rPr>
              <w:spacing w:val="-4"/>
              <w:w w:val="85"/>
            </w:rPr>
            <w:t xml:space="preserve"> </w:t>
          </w:r>
          <w:r w:rsidRPr="00A96E82">
            <w:rPr>
              <w:spacing w:val="-2"/>
              <w:w w:val="85"/>
            </w:rPr>
            <w:t>de los</w:t>
          </w:r>
          <w:r w:rsidRPr="00A96E82">
            <w:rPr>
              <w:spacing w:val="-5"/>
              <w:w w:val="85"/>
            </w:rPr>
            <w:t xml:space="preserve"> </w:t>
          </w:r>
          <w:r w:rsidRPr="00A96E82">
            <w:rPr>
              <w:spacing w:val="-2"/>
              <w:w w:val="85"/>
            </w:rPr>
            <w:t xml:space="preserve">flujos de información, </w:t>
          </w:r>
          <w:r w:rsidRPr="00A96E82">
            <w:rPr>
              <w:w w:val="85"/>
            </w:rPr>
            <w:t>el</w:t>
          </w:r>
          <w:r w:rsidRPr="00A96E82">
            <w:rPr>
              <w:spacing w:val="-9"/>
              <w:w w:val="85"/>
            </w:rPr>
            <w:t xml:space="preserve"> </w:t>
          </w:r>
          <w:r w:rsidRPr="00A96E82">
            <w:rPr>
              <w:w w:val="85"/>
            </w:rPr>
            <w:t>mapa</w:t>
          </w:r>
          <w:r w:rsidRPr="00A96E82">
            <w:rPr>
              <w:spacing w:val="-8"/>
              <w:w w:val="85"/>
            </w:rPr>
            <w:t xml:space="preserve"> </w:t>
          </w:r>
          <w:r w:rsidRPr="00A96E82">
            <w:rPr>
              <w:w w:val="85"/>
            </w:rPr>
            <w:t>de</w:t>
          </w:r>
          <w:r w:rsidRPr="00A96E82">
            <w:rPr>
              <w:spacing w:val="-8"/>
              <w:w w:val="85"/>
            </w:rPr>
            <w:t xml:space="preserve"> </w:t>
          </w:r>
          <w:r w:rsidRPr="00A96E82">
            <w:rPr>
              <w:w w:val="85"/>
            </w:rPr>
            <w:t>información</w:t>
          </w:r>
          <w:r w:rsidRPr="00A96E82">
            <w:rPr>
              <w:spacing w:val="-8"/>
              <w:w w:val="85"/>
            </w:rPr>
            <w:t xml:space="preserve"> </w:t>
          </w:r>
          <w:r w:rsidRPr="00A96E82">
            <w:rPr>
              <w:w w:val="85"/>
            </w:rPr>
            <w:t>de</w:t>
          </w:r>
          <w:r w:rsidRPr="00A96E82">
            <w:rPr>
              <w:spacing w:val="-9"/>
              <w:w w:val="85"/>
            </w:rPr>
            <w:t xml:space="preserve"> </w:t>
          </w:r>
          <w:r w:rsidRPr="00A96E82">
            <w:rPr>
              <w:w w:val="85"/>
            </w:rPr>
            <w:t>la</w:t>
          </w:r>
          <w:r w:rsidRPr="00A96E82">
            <w:rPr>
              <w:spacing w:val="-8"/>
              <w:w w:val="85"/>
            </w:rPr>
            <w:t xml:space="preserve"> </w:t>
          </w:r>
          <w:r w:rsidRPr="00A96E82">
            <w:rPr>
              <w:w w:val="85"/>
            </w:rPr>
            <w:t>entidad</w:t>
          </w:r>
          <w:r w:rsidRPr="00A96E82">
            <w:rPr>
              <w:spacing w:val="-8"/>
              <w:w w:val="85"/>
            </w:rPr>
            <w:t xml:space="preserve"> </w:t>
          </w:r>
          <w:r w:rsidRPr="00A96E82">
            <w:rPr>
              <w:w w:val="85"/>
            </w:rPr>
            <w:t>y</w:t>
          </w:r>
          <w:r w:rsidRPr="00A96E82">
            <w:rPr>
              <w:spacing w:val="-8"/>
              <w:w w:val="85"/>
            </w:rPr>
            <w:t xml:space="preserve"> </w:t>
          </w:r>
          <w:r w:rsidRPr="00A96E82">
            <w:rPr>
              <w:w w:val="85"/>
            </w:rPr>
            <w:t>el</w:t>
          </w:r>
          <w:r w:rsidRPr="00A96E82">
            <w:rPr>
              <w:spacing w:val="-9"/>
              <w:w w:val="85"/>
            </w:rPr>
            <w:t xml:space="preserve"> </w:t>
          </w:r>
          <w:r w:rsidRPr="00A96E82">
            <w:rPr>
              <w:w w:val="85"/>
            </w:rPr>
            <w:t>sector,</w:t>
          </w:r>
          <w:r w:rsidRPr="00A96E82">
            <w:rPr>
              <w:spacing w:val="-8"/>
              <w:w w:val="85"/>
            </w:rPr>
            <w:t xml:space="preserve"> </w:t>
          </w:r>
          <w:r w:rsidRPr="00A96E82">
            <w:rPr>
              <w:w w:val="85"/>
            </w:rPr>
            <w:t>y</w:t>
          </w:r>
          <w:r w:rsidRPr="00A96E82">
            <w:rPr>
              <w:spacing w:val="-8"/>
              <w:w w:val="85"/>
            </w:rPr>
            <w:t xml:space="preserve"> </w:t>
          </w:r>
          <w:r w:rsidRPr="00A96E82">
            <w:rPr>
              <w:w w:val="85"/>
            </w:rPr>
            <w:t>los</w:t>
          </w:r>
          <w:r w:rsidRPr="00A96E82">
            <w:rPr>
              <w:spacing w:val="-8"/>
              <w:w w:val="85"/>
            </w:rPr>
            <w:t xml:space="preserve"> </w:t>
          </w:r>
          <w:r w:rsidRPr="00A96E82">
            <w:rPr>
              <w:w w:val="85"/>
            </w:rPr>
            <w:t>servicios</w:t>
          </w:r>
          <w:r w:rsidRPr="00A96E82">
            <w:rPr>
              <w:spacing w:val="-8"/>
              <w:w w:val="85"/>
            </w:rPr>
            <w:t xml:space="preserve"> </w:t>
          </w:r>
          <w:r w:rsidRPr="00A96E82">
            <w:rPr>
              <w:w w:val="85"/>
            </w:rPr>
            <w:t>de</w:t>
          </w:r>
          <w:r w:rsidRPr="00A96E82">
            <w:rPr>
              <w:spacing w:val="-9"/>
              <w:w w:val="85"/>
            </w:rPr>
            <w:t xml:space="preserve"> </w:t>
          </w:r>
          <w:r w:rsidRPr="00A96E82">
            <w:rPr>
              <w:w w:val="85"/>
            </w:rPr>
            <w:t>información,</w:t>
          </w:r>
          <w:r w:rsidRPr="00A96E82">
            <w:rPr>
              <w:spacing w:val="-8"/>
              <w:w w:val="85"/>
            </w:rPr>
            <w:t xml:space="preserve"> </w:t>
          </w:r>
          <w:r w:rsidRPr="00A96E82">
            <w:rPr>
              <w:w w:val="85"/>
            </w:rPr>
            <w:t xml:space="preserve">así </w:t>
          </w:r>
          <w:r w:rsidRPr="00A96E82">
            <w:rPr>
              <w:w w:val="90"/>
            </w:rPr>
            <w:t>como</w:t>
          </w:r>
          <w:r w:rsidRPr="00A96E82">
            <w:rPr>
              <w:spacing w:val="-1"/>
              <w:w w:val="90"/>
            </w:rPr>
            <w:t xml:space="preserve"> </w:t>
          </w:r>
          <w:r w:rsidRPr="00A96E82">
            <w:rPr>
              <w:w w:val="90"/>
            </w:rPr>
            <w:t>la</w:t>
          </w:r>
          <w:r w:rsidRPr="00A96E82">
            <w:rPr>
              <w:spacing w:val="-1"/>
              <w:w w:val="90"/>
            </w:rPr>
            <w:t xml:space="preserve"> </w:t>
          </w:r>
          <w:r w:rsidRPr="00A96E82">
            <w:rPr>
              <w:w w:val="90"/>
            </w:rPr>
            <w:t>definición</w:t>
          </w:r>
          <w:r w:rsidRPr="00A96E82">
            <w:rPr>
              <w:spacing w:val="-1"/>
              <w:w w:val="90"/>
            </w:rPr>
            <w:t xml:space="preserve"> </w:t>
          </w:r>
          <w:r w:rsidRPr="00A96E82">
            <w:rPr>
              <w:w w:val="90"/>
            </w:rPr>
            <w:t>de</w:t>
          </w:r>
          <w:r w:rsidRPr="00A96E82">
            <w:rPr>
              <w:spacing w:val="-2"/>
              <w:w w:val="90"/>
            </w:rPr>
            <w:t xml:space="preserve"> </w:t>
          </w:r>
          <w:r w:rsidRPr="00A96E82">
            <w:rPr>
              <w:w w:val="90"/>
            </w:rPr>
            <w:t>nuevos</w:t>
          </w:r>
          <w:r w:rsidRPr="00A96E82">
            <w:rPr>
              <w:spacing w:val="-1"/>
              <w:w w:val="90"/>
            </w:rPr>
            <w:t xml:space="preserve"> </w:t>
          </w:r>
          <w:r w:rsidRPr="00A96E82">
            <w:rPr>
              <w:w w:val="90"/>
            </w:rPr>
            <w:t>servicios</w:t>
          </w:r>
          <w:r w:rsidRPr="00A96E82">
            <w:rPr>
              <w:spacing w:val="-3"/>
              <w:w w:val="90"/>
            </w:rPr>
            <w:t xml:space="preserve"> </w:t>
          </w:r>
          <w:r w:rsidRPr="00A96E82">
            <w:rPr>
              <w:w w:val="90"/>
            </w:rPr>
            <w:t>de</w:t>
          </w:r>
          <w:r w:rsidRPr="00A96E82">
            <w:rPr>
              <w:spacing w:val="-2"/>
              <w:w w:val="90"/>
            </w:rPr>
            <w:t xml:space="preserve"> </w:t>
          </w:r>
          <w:r w:rsidRPr="00A96E82">
            <w:rPr>
              <w:w w:val="90"/>
            </w:rPr>
            <w:t>información</w:t>
          </w:r>
          <w:r w:rsidRPr="00A96E82">
            <w:rPr>
              <w:spacing w:val="-1"/>
              <w:w w:val="90"/>
            </w:rPr>
            <w:t xml:space="preserve"> </w:t>
          </w:r>
          <w:r w:rsidRPr="00A96E82">
            <w:rPr>
              <w:w w:val="90"/>
            </w:rPr>
            <w:t>para</w:t>
          </w:r>
          <w:r w:rsidRPr="00A96E82">
            <w:rPr>
              <w:spacing w:val="-1"/>
              <w:w w:val="90"/>
            </w:rPr>
            <w:t xml:space="preserve"> </w:t>
          </w:r>
          <w:r w:rsidRPr="00A96E82">
            <w:rPr>
              <w:w w:val="90"/>
            </w:rPr>
            <w:t>automatizar.</w:t>
          </w:r>
          <w:r w:rsidRPr="00A96E82">
            <w:rPr>
              <w:spacing w:val="-3"/>
              <w:w w:val="90"/>
            </w:rPr>
            <w:t xml:space="preserve"> </w:t>
          </w:r>
          <w:r w:rsidRPr="00A96E82">
            <w:rPr>
              <w:w w:val="90"/>
            </w:rPr>
            <w:t xml:space="preserve">Para </w:t>
          </w:r>
          <w:r w:rsidRPr="00A96E82">
            <w:rPr>
              <w:w w:val="85"/>
            </w:rPr>
            <w:t>identificar la información se sugieren las siguientes actividades:</w:t>
          </w:r>
        </w:p>
        <w:p w14:paraId="214BDA43" w14:textId="77777777" w:rsidR="00E17F2F" w:rsidRPr="007F759F" w:rsidRDefault="00E17F2F" w:rsidP="00E17F2F">
          <w:pPr>
            <w:pStyle w:val="Prrafodelista"/>
            <w:numPr>
              <w:ilvl w:val="0"/>
              <w:numId w:val="38"/>
            </w:numPr>
            <w:rPr>
              <w:spacing w:val="-2"/>
              <w:w w:val="95"/>
            </w:rPr>
          </w:pPr>
          <w:r w:rsidRPr="007F759F">
            <w:rPr>
              <w:w w:val="95"/>
            </w:rPr>
            <w:t xml:space="preserve">Identificar y reunir las fuentes de información: entre las fuentes de </w:t>
          </w:r>
          <w:r w:rsidRPr="007F759F">
            <w:rPr>
              <w:w w:val="90"/>
            </w:rPr>
            <w:t xml:space="preserve">información que la entidad debe identificar y revisar son el registro de </w:t>
          </w:r>
          <w:r w:rsidRPr="007F759F">
            <w:rPr>
              <w:w w:val="85"/>
            </w:rPr>
            <w:t>activos</w:t>
          </w:r>
          <w:r w:rsidRPr="007F759F">
            <w:rPr>
              <w:spacing w:val="-9"/>
              <w:w w:val="85"/>
            </w:rPr>
            <w:t xml:space="preserve"> </w:t>
          </w:r>
          <w:r w:rsidRPr="007F759F">
            <w:rPr>
              <w:w w:val="85"/>
            </w:rPr>
            <w:t>de</w:t>
          </w:r>
          <w:r w:rsidRPr="007F759F">
            <w:rPr>
              <w:spacing w:val="-11"/>
              <w:w w:val="85"/>
            </w:rPr>
            <w:t xml:space="preserve"> </w:t>
          </w:r>
          <w:r w:rsidRPr="007F759F">
            <w:rPr>
              <w:w w:val="85"/>
            </w:rPr>
            <w:t>información</w:t>
          </w:r>
          <w:r w:rsidRPr="007F759F">
            <w:rPr>
              <w:spacing w:val="-9"/>
              <w:w w:val="85"/>
            </w:rPr>
            <w:t xml:space="preserve"> </w:t>
          </w:r>
          <w:r w:rsidRPr="007F759F">
            <w:rPr>
              <w:w w:val="85"/>
            </w:rPr>
            <w:t>que</w:t>
          </w:r>
          <w:r w:rsidRPr="007F759F">
            <w:rPr>
              <w:spacing w:val="-8"/>
              <w:w w:val="85"/>
            </w:rPr>
            <w:t xml:space="preserve"> </w:t>
          </w:r>
          <w:r w:rsidRPr="007F759F">
            <w:rPr>
              <w:w w:val="85"/>
            </w:rPr>
            <w:t>definió</w:t>
          </w:r>
          <w:r w:rsidRPr="007F759F">
            <w:rPr>
              <w:spacing w:val="-9"/>
              <w:w w:val="85"/>
            </w:rPr>
            <w:t xml:space="preserve"> </w:t>
          </w:r>
          <w:r w:rsidRPr="007F759F">
            <w:rPr>
              <w:w w:val="85"/>
            </w:rPr>
            <w:t>la</w:t>
          </w:r>
          <w:r w:rsidRPr="007F759F">
            <w:rPr>
              <w:spacing w:val="-9"/>
              <w:w w:val="85"/>
            </w:rPr>
            <w:t xml:space="preserve"> </w:t>
          </w:r>
          <w:r w:rsidRPr="007F759F">
            <w:rPr>
              <w:w w:val="85"/>
            </w:rPr>
            <w:t>entidad</w:t>
          </w:r>
          <w:r w:rsidRPr="007F759F">
            <w:rPr>
              <w:spacing w:val="-7"/>
              <w:w w:val="85"/>
            </w:rPr>
            <w:t xml:space="preserve"> </w:t>
          </w:r>
          <w:r w:rsidRPr="007F759F">
            <w:rPr>
              <w:w w:val="85"/>
            </w:rPr>
            <w:t>en</w:t>
          </w:r>
          <w:r w:rsidRPr="007F759F">
            <w:rPr>
              <w:spacing w:val="-9"/>
              <w:w w:val="85"/>
            </w:rPr>
            <w:t xml:space="preserve"> </w:t>
          </w:r>
          <w:r w:rsidRPr="007F759F">
            <w:rPr>
              <w:w w:val="85"/>
            </w:rPr>
            <w:t>virtud</w:t>
          </w:r>
          <w:r w:rsidRPr="007F759F">
            <w:rPr>
              <w:spacing w:val="-9"/>
              <w:w w:val="85"/>
            </w:rPr>
            <w:t xml:space="preserve"> </w:t>
          </w:r>
          <w:r w:rsidRPr="007F759F">
            <w:rPr>
              <w:w w:val="85"/>
            </w:rPr>
            <w:t>de</w:t>
          </w:r>
          <w:r w:rsidRPr="007F759F">
            <w:rPr>
              <w:spacing w:val="-8"/>
              <w:w w:val="85"/>
            </w:rPr>
            <w:t xml:space="preserve"> </w:t>
          </w:r>
          <w:r w:rsidRPr="007F759F">
            <w:rPr>
              <w:w w:val="85"/>
            </w:rPr>
            <w:t>la</w:t>
          </w:r>
          <w:r w:rsidRPr="007F759F">
            <w:rPr>
              <w:spacing w:val="-9"/>
              <w:w w:val="85"/>
            </w:rPr>
            <w:t xml:space="preserve"> </w:t>
          </w:r>
          <w:r w:rsidRPr="007F759F">
            <w:rPr>
              <w:w w:val="85"/>
            </w:rPr>
            <w:t>Ley</w:t>
          </w:r>
          <w:r w:rsidRPr="007F759F">
            <w:rPr>
              <w:spacing w:val="-8"/>
              <w:w w:val="85"/>
            </w:rPr>
            <w:t xml:space="preserve"> </w:t>
          </w:r>
          <w:r w:rsidRPr="007F759F">
            <w:rPr>
              <w:w w:val="85"/>
            </w:rPr>
            <w:t>de</w:t>
          </w:r>
          <w:r w:rsidRPr="007F759F">
            <w:rPr>
              <w:spacing w:val="-8"/>
              <w:w w:val="85"/>
            </w:rPr>
            <w:t xml:space="preserve"> </w:t>
          </w:r>
          <w:r w:rsidRPr="007F759F">
            <w:rPr>
              <w:w w:val="85"/>
            </w:rPr>
            <w:t>acceso</w:t>
          </w:r>
          <w:r w:rsidRPr="007F759F">
            <w:rPr>
              <w:spacing w:val="-9"/>
              <w:w w:val="85"/>
            </w:rPr>
            <w:t xml:space="preserve"> </w:t>
          </w:r>
          <w:r w:rsidRPr="007F759F">
            <w:rPr>
              <w:w w:val="85"/>
            </w:rPr>
            <w:t xml:space="preserve">y </w:t>
          </w:r>
          <w:r w:rsidRPr="007F759F">
            <w:rPr>
              <w:w w:val="95"/>
            </w:rPr>
            <w:t>transparencia a la información pública,</w:t>
          </w:r>
          <w:r w:rsidRPr="007F759F">
            <w:rPr>
              <w:spacing w:val="-2"/>
              <w:w w:val="95"/>
            </w:rPr>
            <w:t xml:space="preserve"> </w:t>
          </w:r>
          <w:r w:rsidRPr="007F759F">
            <w:rPr>
              <w:w w:val="95"/>
            </w:rPr>
            <w:t>los datos abiertos que</w:t>
          </w:r>
          <w:r w:rsidRPr="007F759F">
            <w:rPr>
              <w:spacing w:val="-1"/>
              <w:w w:val="95"/>
            </w:rPr>
            <w:t xml:space="preserve"> </w:t>
          </w:r>
          <w:r w:rsidRPr="007F759F">
            <w:rPr>
              <w:w w:val="95"/>
            </w:rPr>
            <w:t xml:space="preserve">tiene publicados, el listado de datos maestros si la entidad ya los tiene </w:t>
          </w:r>
          <w:r w:rsidRPr="007F759F">
            <w:rPr>
              <w:spacing w:val="-2"/>
              <w:w w:val="85"/>
            </w:rPr>
            <w:t>identificados, entre otras fuentes de información que posea la entidad</w:t>
          </w:r>
          <w:r w:rsidRPr="007F759F">
            <w:rPr>
              <w:spacing w:val="-5"/>
              <w:w w:val="85"/>
            </w:rPr>
            <w:t xml:space="preserve"> </w:t>
          </w:r>
          <w:r w:rsidRPr="007F759F">
            <w:rPr>
              <w:spacing w:val="-2"/>
              <w:w w:val="85"/>
            </w:rPr>
            <w:t xml:space="preserve">y que </w:t>
          </w:r>
          <w:r w:rsidRPr="007F759F">
            <w:rPr>
              <w:spacing w:val="-2"/>
              <w:w w:val="90"/>
            </w:rPr>
            <w:t>sirvan</w:t>
          </w:r>
          <w:r w:rsidRPr="007F759F">
            <w:rPr>
              <w:spacing w:val="-5"/>
              <w:w w:val="90"/>
            </w:rPr>
            <w:t xml:space="preserve"> </w:t>
          </w:r>
          <w:r w:rsidRPr="007F759F">
            <w:rPr>
              <w:spacing w:val="-2"/>
              <w:w w:val="90"/>
            </w:rPr>
            <w:t>de</w:t>
          </w:r>
          <w:r w:rsidRPr="007F759F">
            <w:rPr>
              <w:spacing w:val="-5"/>
              <w:w w:val="90"/>
            </w:rPr>
            <w:t xml:space="preserve"> </w:t>
          </w:r>
          <w:r w:rsidRPr="007F759F">
            <w:rPr>
              <w:spacing w:val="-2"/>
              <w:w w:val="90"/>
            </w:rPr>
            <w:t>insumo</w:t>
          </w:r>
          <w:r w:rsidRPr="007F759F">
            <w:rPr>
              <w:spacing w:val="-5"/>
              <w:w w:val="90"/>
            </w:rPr>
            <w:t xml:space="preserve"> </w:t>
          </w:r>
          <w:r w:rsidRPr="007F759F">
            <w:rPr>
              <w:spacing w:val="-2"/>
              <w:w w:val="90"/>
            </w:rPr>
            <w:t>para</w:t>
          </w:r>
          <w:r w:rsidRPr="007F759F">
            <w:rPr>
              <w:spacing w:val="-5"/>
              <w:w w:val="90"/>
            </w:rPr>
            <w:t xml:space="preserve"> </w:t>
          </w:r>
          <w:r w:rsidRPr="007F759F">
            <w:rPr>
              <w:spacing w:val="-2"/>
              <w:w w:val="90"/>
            </w:rPr>
            <w:t>la</w:t>
          </w:r>
          <w:r w:rsidRPr="007F759F">
            <w:rPr>
              <w:spacing w:val="-5"/>
              <w:w w:val="90"/>
            </w:rPr>
            <w:t xml:space="preserve"> </w:t>
          </w:r>
          <w:r w:rsidRPr="007F759F">
            <w:rPr>
              <w:spacing w:val="-2"/>
              <w:w w:val="90"/>
            </w:rPr>
            <w:t>consolidación</w:t>
          </w:r>
          <w:r w:rsidRPr="007F759F">
            <w:rPr>
              <w:spacing w:val="-6"/>
              <w:w w:val="90"/>
            </w:rPr>
            <w:t xml:space="preserve"> </w:t>
          </w:r>
          <w:r w:rsidRPr="007F759F">
            <w:rPr>
              <w:spacing w:val="-2"/>
              <w:w w:val="90"/>
            </w:rPr>
            <w:t>de</w:t>
          </w:r>
          <w:r w:rsidRPr="007F759F">
            <w:rPr>
              <w:spacing w:val="-5"/>
              <w:w w:val="90"/>
            </w:rPr>
            <w:t xml:space="preserve"> </w:t>
          </w:r>
          <w:r w:rsidRPr="007F759F">
            <w:rPr>
              <w:spacing w:val="-2"/>
              <w:w w:val="90"/>
            </w:rPr>
            <w:t>la</w:t>
          </w:r>
          <w:r w:rsidRPr="007F759F">
            <w:rPr>
              <w:spacing w:val="-5"/>
              <w:w w:val="90"/>
            </w:rPr>
            <w:t xml:space="preserve"> </w:t>
          </w:r>
          <w:r w:rsidRPr="007F759F">
            <w:rPr>
              <w:spacing w:val="-2"/>
              <w:w w:val="90"/>
            </w:rPr>
            <w:t>información</w:t>
          </w:r>
          <w:r w:rsidRPr="007F759F">
            <w:rPr>
              <w:spacing w:val="-6"/>
              <w:w w:val="90"/>
            </w:rPr>
            <w:t xml:space="preserve"> </w:t>
          </w:r>
          <w:r w:rsidRPr="007F759F">
            <w:rPr>
              <w:spacing w:val="-2"/>
              <w:w w:val="90"/>
            </w:rPr>
            <w:t>que</w:t>
          </w:r>
          <w:r w:rsidRPr="007F759F">
            <w:rPr>
              <w:spacing w:val="-5"/>
              <w:w w:val="90"/>
            </w:rPr>
            <w:t xml:space="preserve"> </w:t>
          </w:r>
          <w:r w:rsidRPr="007F759F">
            <w:rPr>
              <w:spacing w:val="-2"/>
              <w:w w:val="90"/>
            </w:rPr>
            <w:t>produce</w:t>
          </w:r>
          <w:r w:rsidRPr="007F759F">
            <w:rPr>
              <w:spacing w:val="-6"/>
              <w:w w:val="90"/>
            </w:rPr>
            <w:t xml:space="preserve"> </w:t>
          </w:r>
          <w:r w:rsidRPr="007F759F">
            <w:rPr>
              <w:spacing w:val="-2"/>
              <w:w w:val="90"/>
            </w:rPr>
            <w:t xml:space="preserve">la </w:t>
          </w:r>
          <w:r w:rsidRPr="007F759F">
            <w:rPr>
              <w:spacing w:val="-2"/>
              <w:w w:val="95"/>
            </w:rPr>
            <w:t>entidad.</w:t>
          </w:r>
        </w:p>
        <w:p w14:paraId="7600EDA4" w14:textId="77777777" w:rsidR="00E17F2F" w:rsidRPr="007A45C9" w:rsidRDefault="00E17F2F" w:rsidP="00E17F2F">
          <w:pPr>
            <w:pStyle w:val="Prrafodelista"/>
            <w:numPr>
              <w:ilvl w:val="0"/>
              <w:numId w:val="38"/>
            </w:numPr>
            <w:rPr>
              <w:spacing w:val="-2"/>
              <w:w w:val="90"/>
            </w:rPr>
          </w:pPr>
          <w:r w:rsidRPr="007A45C9">
            <w:rPr>
              <w:w w:val="85"/>
            </w:rPr>
            <w:t>Identificar</w:t>
          </w:r>
          <w:r w:rsidRPr="007A45C9">
            <w:rPr>
              <w:spacing w:val="-3"/>
              <w:w w:val="85"/>
            </w:rPr>
            <w:t xml:space="preserve"> </w:t>
          </w:r>
          <w:r w:rsidRPr="007A45C9">
            <w:rPr>
              <w:w w:val="85"/>
            </w:rPr>
            <w:t>a</w:t>
          </w:r>
          <w:r w:rsidRPr="007A45C9">
            <w:rPr>
              <w:spacing w:val="-1"/>
              <w:w w:val="85"/>
            </w:rPr>
            <w:t xml:space="preserve"> </w:t>
          </w:r>
          <w:r w:rsidRPr="007A45C9">
            <w:rPr>
              <w:w w:val="85"/>
            </w:rPr>
            <w:t>partir</w:t>
          </w:r>
          <w:r w:rsidRPr="007A45C9">
            <w:rPr>
              <w:spacing w:val="-3"/>
              <w:w w:val="85"/>
            </w:rPr>
            <w:t xml:space="preserve"> </w:t>
          </w:r>
          <w:r w:rsidRPr="007A45C9">
            <w:rPr>
              <w:w w:val="85"/>
            </w:rPr>
            <w:t>de</w:t>
          </w:r>
          <w:r w:rsidRPr="007A45C9">
            <w:rPr>
              <w:spacing w:val="-3"/>
              <w:w w:val="85"/>
            </w:rPr>
            <w:t xml:space="preserve"> </w:t>
          </w:r>
          <w:r w:rsidRPr="007A45C9">
            <w:rPr>
              <w:w w:val="85"/>
            </w:rPr>
            <w:t>las</w:t>
          </w:r>
          <w:r w:rsidRPr="007A45C9">
            <w:rPr>
              <w:spacing w:val="-3"/>
              <w:w w:val="85"/>
            </w:rPr>
            <w:t xml:space="preserve"> </w:t>
          </w:r>
          <w:r w:rsidRPr="007A45C9">
            <w:rPr>
              <w:w w:val="85"/>
            </w:rPr>
            <w:t>funciones</w:t>
          </w:r>
          <w:r w:rsidRPr="007A45C9">
            <w:rPr>
              <w:spacing w:val="-1"/>
              <w:w w:val="85"/>
            </w:rPr>
            <w:t xml:space="preserve"> </w:t>
          </w:r>
          <w:r w:rsidRPr="007A45C9">
            <w:rPr>
              <w:w w:val="85"/>
            </w:rPr>
            <w:t>y</w:t>
          </w:r>
          <w:r w:rsidRPr="007A45C9">
            <w:rPr>
              <w:spacing w:val="-2"/>
              <w:w w:val="85"/>
            </w:rPr>
            <w:t xml:space="preserve"> </w:t>
          </w:r>
          <w:r w:rsidRPr="007A45C9">
            <w:rPr>
              <w:w w:val="85"/>
            </w:rPr>
            <w:t>obligaciones</w:t>
          </w:r>
          <w:r w:rsidRPr="007A45C9">
            <w:rPr>
              <w:spacing w:val="-1"/>
              <w:w w:val="85"/>
            </w:rPr>
            <w:t xml:space="preserve"> </w:t>
          </w:r>
          <w:r w:rsidRPr="007A45C9">
            <w:rPr>
              <w:w w:val="85"/>
            </w:rPr>
            <w:t>legales</w:t>
          </w:r>
          <w:r w:rsidRPr="007A45C9">
            <w:rPr>
              <w:spacing w:val="-2"/>
              <w:w w:val="85"/>
            </w:rPr>
            <w:t xml:space="preserve"> </w:t>
          </w:r>
          <w:r w:rsidRPr="007A45C9">
            <w:rPr>
              <w:w w:val="85"/>
            </w:rPr>
            <w:t>de</w:t>
          </w:r>
          <w:r w:rsidRPr="007A45C9">
            <w:rPr>
              <w:spacing w:val="-3"/>
              <w:w w:val="85"/>
            </w:rPr>
            <w:t xml:space="preserve"> </w:t>
          </w:r>
          <w:r w:rsidRPr="007A45C9">
            <w:rPr>
              <w:w w:val="85"/>
            </w:rPr>
            <w:t>la entidad</w:t>
          </w:r>
          <w:r w:rsidRPr="007A45C9">
            <w:rPr>
              <w:spacing w:val="-5"/>
              <w:w w:val="85"/>
            </w:rPr>
            <w:t xml:space="preserve"> </w:t>
          </w:r>
          <w:r w:rsidRPr="007A45C9">
            <w:rPr>
              <w:w w:val="85"/>
            </w:rPr>
            <w:t xml:space="preserve">que </w:t>
          </w:r>
          <w:r w:rsidRPr="007A45C9">
            <w:rPr>
              <w:spacing w:val="-2"/>
              <w:w w:val="90"/>
            </w:rPr>
            <w:t>información</w:t>
          </w:r>
          <w:r w:rsidRPr="007A45C9">
            <w:rPr>
              <w:spacing w:val="-10"/>
              <w:w w:val="90"/>
            </w:rPr>
            <w:t xml:space="preserve"> </w:t>
          </w:r>
          <w:r w:rsidRPr="007A45C9">
            <w:rPr>
              <w:spacing w:val="-2"/>
              <w:w w:val="90"/>
            </w:rPr>
            <w:t>debe</w:t>
          </w:r>
          <w:r w:rsidRPr="007A45C9">
            <w:rPr>
              <w:spacing w:val="-8"/>
              <w:w w:val="90"/>
            </w:rPr>
            <w:t xml:space="preserve"> </w:t>
          </w:r>
          <w:r w:rsidRPr="007A45C9">
            <w:rPr>
              <w:spacing w:val="-2"/>
              <w:w w:val="90"/>
            </w:rPr>
            <w:t>producir.</w:t>
          </w:r>
        </w:p>
        <w:p w14:paraId="1CA99A5A" w14:textId="77777777" w:rsidR="00E17F2F" w:rsidRPr="007F759F" w:rsidRDefault="00E17F2F" w:rsidP="00E17F2F">
          <w:pPr>
            <w:rPr>
              <w:spacing w:val="-2"/>
              <w:w w:val="90"/>
            </w:rPr>
          </w:pPr>
          <w:r w:rsidRPr="007F759F">
            <w:rPr>
              <w:w w:val="85"/>
            </w:rPr>
            <w:t>Realizar</w:t>
          </w:r>
          <w:r w:rsidRPr="007F759F">
            <w:rPr>
              <w:spacing w:val="-9"/>
              <w:w w:val="85"/>
            </w:rPr>
            <w:t xml:space="preserve"> </w:t>
          </w:r>
          <w:r w:rsidRPr="007F759F">
            <w:rPr>
              <w:w w:val="85"/>
            </w:rPr>
            <w:t>la</w:t>
          </w:r>
          <w:r w:rsidRPr="007F759F">
            <w:rPr>
              <w:spacing w:val="-8"/>
              <w:w w:val="85"/>
            </w:rPr>
            <w:t xml:space="preserve"> </w:t>
          </w:r>
          <w:r w:rsidRPr="007F759F">
            <w:rPr>
              <w:w w:val="85"/>
            </w:rPr>
            <w:t>validación</w:t>
          </w:r>
          <w:r w:rsidRPr="007F759F">
            <w:rPr>
              <w:spacing w:val="-8"/>
              <w:w w:val="85"/>
            </w:rPr>
            <w:t xml:space="preserve"> </w:t>
          </w:r>
          <w:r w:rsidRPr="007F759F">
            <w:rPr>
              <w:w w:val="85"/>
            </w:rPr>
            <w:t>de</w:t>
          </w:r>
          <w:r w:rsidRPr="007F759F">
            <w:rPr>
              <w:spacing w:val="-8"/>
              <w:w w:val="85"/>
            </w:rPr>
            <w:t xml:space="preserve"> </w:t>
          </w:r>
          <w:r w:rsidRPr="007F759F">
            <w:rPr>
              <w:w w:val="85"/>
            </w:rPr>
            <w:t>la</w:t>
          </w:r>
          <w:r w:rsidRPr="007F759F">
            <w:rPr>
              <w:spacing w:val="-9"/>
              <w:w w:val="85"/>
            </w:rPr>
            <w:t xml:space="preserve"> </w:t>
          </w:r>
          <w:r w:rsidRPr="007F759F">
            <w:rPr>
              <w:w w:val="85"/>
            </w:rPr>
            <w:t>información</w:t>
          </w:r>
          <w:r w:rsidRPr="007F759F">
            <w:rPr>
              <w:spacing w:val="-8"/>
              <w:w w:val="85"/>
            </w:rPr>
            <w:t xml:space="preserve"> </w:t>
          </w:r>
          <w:r w:rsidRPr="007F759F">
            <w:rPr>
              <w:w w:val="85"/>
            </w:rPr>
            <w:t>identificada</w:t>
          </w:r>
          <w:r w:rsidRPr="007F759F">
            <w:rPr>
              <w:spacing w:val="-8"/>
              <w:w w:val="85"/>
            </w:rPr>
            <w:t xml:space="preserve"> </w:t>
          </w:r>
          <w:r w:rsidRPr="007F759F">
            <w:rPr>
              <w:w w:val="85"/>
            </w:rPr>
            <w:t>con</w:t>
          </w:r>
          <w:r w:rsidRPr="007F759F">
            <w:rPr>
              <w:spacing w:val="-8"/>
              <w:w w:val="85"/>
            </w:rPr>
            <w:t xml:space="preserve"> </w:t>
          </w:r>
          <w:r w:rsidRPr="007F759F">
            <w:rPr>
              <w:w w:val="85"/>
            </w:rPr>
            <w:t>todas</w:t>
          </w:r>
          <w:r w:rsidRPr="007F759F">
            <w:rPr>
              <w:spacing w:val="-9"/>
              <w:w w:val="85"/>
            </w:rPr>
            <w:t xml:space="preserve"> </w:t>
          </w:r>
          <w:r w:rsidRPr="007F759F">
            <w:rPr>
              <w:w w:val="85"/>
            </w:rPr>
            <w:t>las</w:t>
          </w:r>
          <w:r w:rsidRPr="007F759F">
            <w:rPr>
              <w:spacing w:val="-8"/>
              <w:w w:val="85"/>
            </w:rPr>
            <w:t xml:space="preserve"> </w:t>
          </w:r>
          <w:r w:rsidRPr="007F759F">
            <w:rPr>
              <w:w w:val="85"/>
            </w:rPr>
            <w:t>áreas,</w:t>
          </w:r>
          <w:r w:rsidRPr="007F759F">
            <w:rPr>
              <w:spacing w:val="-8"/>
              <w:w w:val="85"/>
            </w:rPr>
            <w:t xml:space="preserve"> </w:t>
          </w:r>
          <w:r w:rsidRPr="007F759F">
            <w:rPr>
              <w:w w:val="85"/>
            </w:rPr>
            <w:t xml:space="preserve">con </w:t>
          </w:r>
          <w:r w:rsidRPr="007F759F">
            <w:rPr>
              <w:spacing w:val="-2"/>
              <w:w w:val="90"/>
            </w:rPr>
            <w:t>el</w:t>
          </w:r>
          <w:r w:rsidRPr="007F759F">
            <w:rPr>
              <w:spacing w:val="-17"/>
              <w:w w:val="90"/>
            </w:rPr>
            <w:t xml:space="preserve"> </w:t>
          </w:r>
          <w:r w:rsidRPr="007F759F">
            <w:rPr>
              <w:spacing w:val="-2"/>
              <w:w w:val="90"/>
            </w:rPr>
            <w:t>fin</w:t>
          </w:r>
          <w:r w:rsidRPr="007F759F">
            <w:rPr>
              <w:spacing w:val="-15"/>
              <w:w w:val="90"/>
            </w:rPr>
            <w:t xml:space="preserve"> </w:t>
          </w:r>
          <w:r w:rsidRPr="007F759F">
            <w:rPr>
              <w:spacing w:val="-2"/>
              <w:w w:val="90"/>
            </w:rPr>
            <w:t>de</w:t>
          </w:r>
          <w:r w:rsidRPr="007F759F">
            <w:rPr>
              <w:spacing w:val="-16"/>
              <w:w w:val="90"/>
            </w:rPr>
            <w:t xml:space="preserve"> </w:t>
          </w:r>
          <w:r w:rsidRPr="007F759F">
            <w:rPr>
              <w:spacing w:val="-2"/>
              <w:w w:val="90"/>
            </w:rPr>
            <w:t>identificar</w:t>
          </w:r>
          <w:r w:rsidRPr="007F759F">
            <w:rPr>
              <w:spacing w:val="-16"/>
              <w:w w:val="90"/>
            </w:rPr>
            <w:t xml:space="preserve"> </w:t>
          </w:r>
          <w:r w:rsidRPr="007F759F">
            <w:rPr>
              <w:spacing w:val="-2"/>
              <w:w w:val="90"/>
            </w:rPr>
            <w:t>información</w:t>
          </w:r>
          <w:r w:rsidRPr="007F759F">
            <w:rPr>
              <w:spacing w:val="-15"/>
              <w:w w:val="90"/>
            </w:rPr>
            <w:t xml:space="preserve"> </w:t>
          </w:r>
          <w:r w:rsidRPr="007F759F">
            <w:rPr>
              <w:spacing w:val="-2"/>
              <w:w w:val="90"/>
            </w:rPr>
            <w:t>faltante.</w:t>
          </w:r>
        </w:p>
        <w:p w14:paraId="31932638" w14:textId="77777777" w:rsidR="00E17F2F" w:rsidRPr="007F759F" w:rsidRDefault="00E17F2F" w:rsidP="00E17F2F">
          <w:pPr>
            <w:rPr>
              <w:color w:val="4A4A4A"/>
              <w:w w:val="90"/>
            </w:rPr>
          </w:pPr>
          <w:r w:rsidRPr="007F759F">
            <w:rPr>
              <w:w w:val="85"/>
            </w:rPr>
            <w:t xml:space="preserve">Es importante no confundir el concepto de inventario de activos de información, </w:t>
          </w:r>
          <w:r w:rsidRPr="007F759F">
            <w:rPr>
              <w:w w:val="90"/>
            </w:rPr>
            <w:t>utilizado</w:t>
          </w:r>
          <w:r w:rsidRPr="007F759F">
            <w:rPr>
              <w:spacing w:val="-13"/>
              <w:w w:val="90"/>
            </w:rPr>
            <w:t xml:space="preserve"> </w:t>
          </w:r>
          <w:r w:rsidRPr="007F759F">
            <w:rPr>
              <w:w w:val="90"/>
            </w:rPr>
            <w:t>en</w:t>
          </w:r>
          <w:r w:rsidRPr="007F759F">
            <w:rPr>
              <w:spacing w:val="-12"/>
              <w:w w:val="90"/>
            </w:rPr>
            <w:t xml:space="preserve"> </w:t>
          </w:r>
          <w:r w:rsidRPr="007F759F">
            <w:rPr>
              <w:w w:val="90"/>
            </w:rPr>
            <w:t>la</w:t>
          </w:r>
          <w:r w:rsidRPr="007F759F">
            <w:rPr>
              <w:spacing w:val="-13"/>
              <w:w w:val="90"/>
            </w:rPr>
            <w:t xml:space="preserve"> </w:t>
          </w:r>
          <w:r w:rsidRPr="007F759F">
            <w:rPr>
              <w:w w:val="90"/>
            </w:rPr>
            <w:t>norma</w:t>
          </w:r>
          <w:r w:rsidRPr="007F759F">
            <w:rPr>
              <w:spacing w:val="-12"/>
              <w:w w:val="90"/>
            </w:rPr>
            <w:t xml:space="preserve"> </w:t>
          </w:r>
          <w:r w:rsidRPr="007F759F">
            <w:rPr>
              <w:w w:val="90"/>
            </w:rPr>
            <w:t>ISO</w:t>
          </w:r>
          <w:r w:rsidRPr="007F759F">
            <w:rPr>
              <w:spacing w:val="-12"/>
              <w:w w:val="90"/>
            </w:rPr>
            <w:t xml:space="preserve"> </w:t>
          </w:r>
          <w:r w:rsidRPr="007F759F">
            <w:rPr>
              <w:w w:val="90"/>
            </w:rPr>
            <w:t>27001</w:t>
          </w:r>
          <w:r w:rsidRPr="007F759F">
            <w:rPr>
              <w:spacing w:val="-13"/>
              <w:w w:val="90"/>
            </w:rPr>
            <w:t xml:space="preserve"> </w:t>
          </w:r>
          <w:r w:rsidRPr="007F759F">
            <w:rPr>
              <w:w w:val="90"/>
            </w:rPr>
            <w:t>y</w:t>
          </w:r>
          <w:r w:rsidRPr="007F759F">
            <w:rPr>
              <w:spacing w:val="-12"/>
              <w:w w:val="90"/>
            </w:rPr>
            <w:t xml:space="preserve"> </w:t>
          </w:r>
          <w:r w:rsidRPr="007F759F">
            <w:rPr>
              <w:w w:val="90"/>
            </w:rPr>
            <w:t>en</w:t>
          </w:r>
          <w:r w:rsidRPr="007F759F">
            <w:rPr>
              <w:spacing w:val="-12"/>
              <w:w w:val="90"/>
            </w:rPr>
            <w:t xml:space="preserve"> </w:t>
          </w:r>
          <w:r w:rsidRPr="007F759F">
            <w:rPr>
              <w:w w:val="90"/>
            </w:rPr>
            <w:t>el</w:t>
          </w:r>
          <w:r w:rsidRPr="007F759F">
            <w:rPr>
              <w:spacing w:val="-13"/>
              <w:w w:val="90"/>
            </w:rPr>
            <w:t xml:space="preserve"> </w:t>
          </w:r>
          <w:r w:rsidRPr="007F759F">
            <w:rPr>
              <w:w w:val="90"/>
            </w:rPr>
            <w:t>Modelo</w:t>
          </w:r>
          <w:r w:rsidRPr="007F759F">
            <w:rPr>
              <w:spacing w:val="-12"/>
              <w:w w:val="90"/>
            </w:rPr>
            <w:t xml:space="preserve"> </w:t>
          </w:r>
          <w:r w:rsidRPr="007F759F">
            <w:rPr>
              <w:w w:val="90"/>
            </w:rPr>
            <w:t>de</w:t>
          </w:r>
          <w:r w:rsidRPr="007F759F">
            <w:rPr>
              <w:spacing w:val="-12"/>
              <w:w w:val="90"/>
            </w:rPr>
            <w:t xml:space="preserve"> </w:t>
          </w:r>
          <w:r w:rsidRPr="007F759F">
            <w:rPr>
              <w:w w:val="90"/>
            </w:rPr>
            <w:t>Seguridad</w:t>
          </w:r>
          <w:r w:rsidRPr="007F759F">
            <w:rPr>
              <w:spacing w:val="-13"/>
              <w:w w:val="90"/>
            </w:rPr>
            <w:t xml:space="preserve"> </w:t>
          </w:r>
          <w:r w:rsidRPr="007F759F">
            <w:rPr>
              <w:w w:val="90"/>
            </w:rPr>
            <w:t>y</w:t>
          </w:r>
          <w:r w:rsidRPr="007F759F">
            <w:rPr>
              <w:spacing w:val="-12"/>
              <w:w w:val="90"/>
            </w:rPr>
            <w:t xml:space="preserve"> </w:t>
          </w:r>
          <w:r w:rsidRPr="007F759F">
            <w:rPr>
              <w:w w:val="90"/>
            </w:rPr>
            <w:t>Privacidad</w:t>
          </w:r>
          <w:r w:rsidRPr="007F759F">
            <w:rPr>
              <w:spacing w:val="-12"/>
              <w:w w:val="90"/>
            </w:rPr>
            <w:t xml:space="preserve"> </w:t>
          </w:r>
          <w:r w:rsidRPr="007F759F">
            <w:rPr>
              <w:w w:val="90"/>
            </w:rPr>
            <w:t>de</w:t>
          </w:r>
          <w:r w:rsidRPr="007F759F">
            <w:rPr>
              <w:spacing w:val="-13"/>
              <w:w w:val="90"/>
            </w:rPr>
            <w:t xml:space="preserve"> </w:t>
          </w:r>
          <w:r w:rsidRPr="007F759F">
            <w:rPr>
              <w:w w:val="90"/>
            </w:rPr>
            <w:t xml:space="preserve">la </w:t>
          </w:r>
          <w:r w:rsidRPr="007F759F">
            <w:rPr>
              <w:w w:val="95"/>
            </w:rPr>
            <w:t xml:space="preserve">Información del Ministerio de TIC (MSPI), con el concepto de catálogo de </w:t>
          </w:r>
          <w:r w:rsidRPr="007F759F">
            <w:rPr>
              <w:w w:val="90"/>
            </w:rPr>
            <w:t>componentes de</w:t>
          </w:r>
          <w:r w:rsidRPr="007F759F">
            <w:rPr>
              <w:spacing w:val="-1"/>
              <w:w w:val="90"/>
            </w:rPr>
            <w:t xml:space="preserve"> </w:t>
          </w:r>
          <w:r w:rsidRPr="007F759F">
            <w:rPr>
              <w:w w:val="90"/>
            </w:rPr>
            <w:t>información que utiliza el Marco de</w:t>
          </w:r>
          <w:r w:rsidRPr="007F759F">
            <w:rPr>
              <w:spacing w:val="-1"/>
              <w:w w:val="90"/>
            </w:rPr>
            <w:t xml:space="preserve"> </w:t>
          </w:r>
          <w:r w:rsidRPr="007F759F">
            <w:rPr>
              <w:w w:val="90"/>
            </w:rPr>
            <w:t xml:space="preserve">Referencia de AE para la </w:t>
          </w:r>
          <w:r w:rsidRPr="007F759F">
            <w:rPr>
              <w:w w:val="80"/>
            </w:rPr>
            <w:t>gestión</w:t>
          </w:r>
          <w:r w:rsidRPr="007F759F">
            <w:rPr>
              <w:spacing w:val="-1"/>
            </w:rPr>
            <w:t xml:space="preserve"> </w:t>
          </w:r>
          <w:r w:rsidRPr="007F759F">
            <w:rPr>
              <w:w w:val="80"/>
            </w:rPr>
            <w:t>de</w:t>
          </w:r>
          <w:r w:rsidRPr="007F759F">
            <w:rPr>
              <w:spacing w:val="-3"/>
            </w:rPr>
            <w:t xml:space="preserve"> </w:t>
          </w:r>
          <w:r w:rsidRPr="007F759F">
            <w:rPr>
              <w:w w:val="80"/>
            </w:rPr>
            <w:t>TI y</w:t>
          </w:r>
          <w:r w:rsidRPr="007F759F">
            <w:rPr>
              <w:spacing w:val="-3"/>
            </w:rPr>
            <w:t xml:space="preserve"> </w:t>
          </w:r>
          <w:r w:rsidRPr="007F759F">
            <w:rPr>
              <w:w w:val="80"/>
            </w:rPr>
            <w:t>que</w:t>
          </w:r>
          <w:r w:rsidRPr="007F759F">
            <w:rPr>
              <w:spacing w:val="-3"/>
            </w:rPr>
            <w:t xml:space="preserve"> </w:t>
          </w:r>
          <w:r w:rsidRPr="007F759F">
            <w:rPr>
              <w:w w:val="80"/>
            </w:rPr>
            <w:t>se</w:t>
          </w:r>
          <w:r w:rsidRPr="007F759F">
            <w:t xml:space="preserve"> </w:t>
          </w:r>
          <w:r w:rsidRPr="007F759F">
            <w:rPr>
              <w:w w:val="80"/>
            </w:rPr>
            <w:t>desarrolla</w:t>
          </w:r>
          <w:r w:rsidRPr="007F759F">
            <w:rPr>
              <w:spacing w:val="-1"/>
            </w:rPr>
            <w:t xml:space="preserve"> </w:t>
          </w:r>
          <w:r w:rsidRPr="007F759F">
            <w:rPr>
              <w:w w:val="80"/>
            </w:rPr>
            <w:t>en</w:t>
          </w:r>
          <w:r w:rsidRPr="007F759F">
            <w:rPr>
              <w:spacing w:val="-1"/>
            </w:rPr>
            <w:t xml:space="preserve"> </w:t>
          </w:r>
          <w:r w:rsidRPr="007F759F">
            <w:rPr>
              <w:w w:val="80"/>
            </w:rPr>
            <w:t>esta</w:t>
          </w:r>
          <w:r w:rsidRPr="007F759F">
            <w:rPr>
              <w:spacing w:val="-1"/>
            </w:rPr>
            <w:t xml:space="preserve"> </w:t>
          </w:r>
          <w:r w:rsidRPr="007F759F">
            <w:rPr>
              <w:w w:val="80"/>
            </w:rPr>
            <w:t>guía. En</w:t>
          </w:r>
          <w:r w:rsidRPr="007F759F">
            <w:t xml:space="preserve"> </w:t>
          </w:r>
          <w:r w:rsidRPr="007F759F">
            <w:rPr>
              <w:w w:val="80"/>
            </w:rPr>
            <w:t>el</w:t>
          </w:r>
          <w:r w:rsidRPr="007F759F">
            <w:rPr>
              <w:spacing w:val="-4"/>
            </w:rPr>
            <w:t xml:space="preserve"> </w:t>
          </w:r>
          <w:r w:rsidRPr="007F759F">
            <w:rPr>
              <w:w w:val="80"/>
            </w:rPr>
            <w:t>contexto</w:t>
          </w:r>
          <w:r w:rsidRPr="007F759F">
            <w:t xml:space="preserve"> </w:t>
          </w:r>
          <w:r w:rsidRPr="007F759F">
            <w:rPr>
              <w:w w:val="80"/>
            </w:rPr>
            <w:t>de</w:t>
          </w:r>
          <w:r w:rsidRPr="007F759F">
            <w:rPr>
              <w:spacing w:val="-4"/>
            </w:rPr>
            <w:t xml:space="preserve"> </w:t>
          </w:r>
          <w:r w:rsidRPr="007F759F">
            <w:rPr>
              <w:w w:val="80"/>
            </w:rPr>
            <w:t>la</w:t>
          </w:r>
          <w:r w:rsidRPr="007F759F">
            <w:rPr>
              <w:spacing w:val="-1"/>
            </w:rPr>
            <w:t xml:space="preserve"> </w:t>
          </w:r>
          <w:r w:rsidRPr="007F759F">
            <w:rPr>
              <w:w w:val="80"/>
            </w:rPr>
            <w:t>norma</w:t>
          </w:r>
          <w:r w:rsidRPr="007F759F">
            <w:rPr>
              <w:spacing w:val="-3"/>
            </w:rPr>
            <w:t xml:space="preserve"> </w:t>
          </w:r>
          <w:r w:rsidRPr="007F759F">
            <w:rPr>
              <w:w w:val="80"/>
            </w:rPr>
            <w:t>ISO</w:t>
          </w:r>
          <w:r w:rsidRPr="007F759F">
            <w:t xml:space="preserve"> </w:t>
          </w:r>
          <w:r w:rsidRPr="007F759F">
            <w:rPr>
              <w:w w:val="80"/>
            </w:rPr>
            <w:t xml:space="preserve">27001 </w:t>
          </w:r>
          <w:r w:rsidRPr="007F759F">
            <w:rPr>
              <w:w w:val="90"/>
            </w:rPr>
            <w:t>y</w:t>
          </w:r>
          <w:r w:rsidRPr="007F759F">
            <w:rPr>
              <w:spacing w:val="-4"/>
              <w:w w:val="90"/>
            </w:rPr>
            <w:t xml:space="preserve"> </w:t>
          </w:r>
          <w:r w:rsidRPr="007F759F">
            <w:rPr>
              <w:w w:val="90"/>
            </w:rPr>
            <w:t>el</w:t>
          </w:r>
          <w:r w:rsidRPr="007F759F">
            <w:rPr>
              <w:spacing w:val="-6"/>
              <w:w w:val="90"/>
            </w:rPr>
            <w:t xml:space="preserve"> </w:t>
          </w:r>
          <w:r w:rsidRPr="007F759F">
            <w:rPr>
              <w:w w:val="90"/>
            </w:rPr>
            <w:t>MSPI,</w:t>
          </w:r>
          <w:r w:rsidRPr="007F759F">
            <w:rPr>
              <w:spacing w:val="-6"/>
              <w:w w:val="90"/>
            </w:rPr>
            <w:t xml:space="preserve"> </w:t>
          </w:r>
          <w:r w:rsidRPr="007F759F">
            <w:rPr>
              <w:w w:val="90"/>
            </w:rPr>
            <w:t>un</w:t>
          </w:r>
          <w:r w:rsidRPr="007F759F">
            <w:rPr>
              <w:spacing w:val="-4"/>
              <w:w w:val="90"/>
            </w:rPr>
            <w:t xml:space="preserve"> </w:t>
          </w:r>
          <w:r w:rsidRPr="007F759F">
            <w:rPr>
              <w:w w:val="90"/>
            </w:rPr>
            <w:t>activo</w:t>
          </w:r>
          <w:r w:rsidRPr="007F759F">
            <w:rPr>
              <w:spacing w:val="-3"/>
              <w:w w:val="90"/>
            </w:rPr>
            <w:t xml:space="preserve"> </w:t>
          </w:r>
          <w:r w:rsidRPr="007F759F">
            <w:rPr>
              <w:w w:val="90"/>
            </w:rPr>
            <w:t>es</w:t>
          </w:r>
          <w:r w:rsidRPr="007F759F">
            <w:rPr>
              <w:spacing w:val="-4"/>
              <w:w w:val="90"/>
            </w:rPr>
            <w:t xml:space="preserve"> </w:t>
          </w:r>
          <w:r w:rsidRPr="007F759F">
            <w:rPr>
              <w:w w:val="90"/>
            </w:rPr>
            <w:t>mucho</w:t>
          </w:r>
          <w:r w:rsidRPr="007F759F">
            <w:rPr>
              <w:spacing w:val="-4"/>
              <w:w w:val="90"/>
            </w:rPr>
            <w:t xml:space="preserve"> </w:t>
          </w:r>
          <w:r w:rsidRPr="007F759F">
            <w:rPr>
              <w:w w:val="90"/>
            </w:rPr>
            <w:t>más</w:t>
          </w:r>
          <w:r w:rsidRPr="007F759F">
            <w:rPr>
              <w:spacing w:val="-4"/>
              <w:w w:val="90"/>
            </w:rPr>
            <w:t xml:space="preserve"> </w:t>
          </w:r>
          <w:r w:rsidRPr="007F759F">
            <w:rPr>
              <w:w w:val="90"/>
            </w:rPr>
            <w:t>amplio</w:t>
          </w:r>
          <w:r w:rsidRPr="007F759F">
            <w:rPr>
              <w:spacing w:val="-4"/>
              <w:w w:val="90"/>
            </w:rPr>
            <w:t xml:space="preserve"> </w:t>
          </w:r>
          <w:r w:rsidRPr="007F759F">
            <w:rPr>
              <w:w w:val="90"/>
            </w:rPr>
            <w:t>y</w:t>
          </w:r>
          <w:r w:rsidRPr="007F759F">
            <w:rPr>
              <w:spacing w:val="-4"/>
              <w:w w:val="90"/>
            </w:rPr>
            <w:t xml:space="preserve"> </w:t>
          </w:r>
          <w:r w:rsidRPr="007F759F">
            <w:rPr>
              <w:w w:val="90"/>
            </w:rPr>
            <w:t>en</w:t>
          </w:r>
          <w:r w:rsidRPr="007F759F">
            <w:rPr>
              <w:spacing w:val="-4"/>
              <w:w w:val="90"/>
            </w:rPr>
            <w:t xml:space="preserve"> </w:t>
          </w:r>
          <w:r w:rsidRPr="007F759F">
            <w:rPr>
              <w:w w:val="90"/>
            </w:rPr>
            <w:t>el</w:t>
          </w:r>
          <w:r w:rsidRPr="007F759F">
            <w:rPr>
              <w:spacing w:val="-6"/>
              <w:w w:val="90"/>
            </w:rPr>
            <w:t xml:space="preserve"> </w:t>
          </w:r>
          <w:r w:rsidRPr="007F759F">
            <w:rPr>
              <w:w w:val="90"/>
            </w:rPr>
            <w:t>ámbito</w:t>
          </w:r>
          <w:r w:rsidRPr="007F759F">
            <w:rPr>
              <w:spacing w:val="-2"/>
              <w:w w:val="90"/>
            </w:rPr>
            <w:t xml:space="preserve"> </w:t>
          </w:r>
          <w:r w:rsidRPr="007F759F">
            <w:rPr>
              <w:w w:val="90"/>
            </w:rPr>
            <w:t>de</w:t>
          </w:r>
          <w:r w:rsidRPr="007F759F">
            <w:rPr>
              <w:spacing w:val="-5"/>
              <w:w w:val="90"/>
            </w:rPr>
            <w:t xml:space="preserve"> </w:t>
          </w:r>
          <w:r w:rsidRPr="007F759F">
            <w:rPr>
              <w:w w:val="90"/>
            </w:rPr>
            <w:t>la</w:t>
          </w:r>
          <w:r w:rsidRPr="007F759F">
            <w:rPr>
              <w:spacing w:val="-4"/>
              <w:w w:val="90"/>
            </w:rPr>
            <w:t xml:space="preserve"> </w:t>
          </w:r>
          <w:r w:rsidRPr="007F759F">
            <w:rPr>
              <w:w w:val="90"/>
            </w:rPr>
            <w:t>seguridad</w:t>
          </w:r>
          <w:r w:rsidRPr="007F759F">
            <w:rPr>
              <w:spacing w:val="-4"/>
              <w:w w:val="90"/>
            </w:rPr>
            <w:t xml:space="preserve"> </w:t>
          </w:r>
          <w:r w:rsidRPr="007F759F">
            <w:rPr>
              <w:w w:val="90"/>
            </w:rPr>
            <w:t>de</w:t>
          </w:r>
          <w:r w:rsidRPr="007F759F">
            <w:rPr>
              <w:spacing w:val="-5"/>
              <w:w w:val="90"/>
            </w:rPr>
            <w:t xml:space="preserve"> </w:t>
          </w:r>
          <w:r w:rsidRPr="007F759F">
            <w:rPr>
              <w:w w:val="90"/>
            </w:rPr>
            <w:t>la información</w:t>
          </w:r>
          <w:r w:rsidRPr="007F759F">
            <w:rPr>
              <w:spacing w:val="-3"/>
              <w:w w:val="90"/>
            </w:rPr>
            <w:t xml:space="preserve"> </w:t>
          </w:r>
          <w:r w:rsidRPr="007F759F">
            <w:rPr>
              <w:w w:val="90"/>
            </w:rPr>
            <w:t>hace</w:t>
          </w:r>
          <w:r w:rsidRPr="007F759F">
            <w:rPr>
              <w:spacing w:val="-4"/>
              <w:w w:val="90"/>
            </w:rPr>
            <w:t xml:space="preserve"> </w:t>
          </w:r>
          <w:r w:rsidRPr="007F759F">
            <w:rPr>
              <w:w w:val="90"/>
            </w:rPr>
            <w:t>referencia</w:t>
          </w:r>
          <w:r w:rsidRPr="007F759F">
            <w:rPr>
              <w:spacing w:val="-3"/>
              <w:w w:val="90"/>
            </w:rPr>
            <w:t xml:space="preserve"> </w:t>
          </w:r>
          <w:r w:rsidRPr="007F759F">
            <w:rPr>
              <w:w w:val="90"/>
            </w:rPr>
            <w:t>a</w:t>
          </w:r>
          <w:r w:rsidRPr="007F759F">
            <w:rPr>
              <w:spacing w:val="-3"/>
              <w:w w:val="90"/>
            </w:rPr>
            <w:t xml:space="preserve"> </w:t>
          </w:r>
          <w:r w:rsidRPr="007F759F">
            <w:rPr>
              <w:w w:val="90"/>
            </w:rPr>
            <w:t>todo</w:t>
          </w:r>
          <w:r w:rsidRPr="007F759F">
            <w:rPr>
              <w:spacing w:val="-3"/>
              <w:w w:val="90"/>
            </w:rPr>
            <w:t xml:space="preserve"> </w:t>
          </w:r>
          <w:r w:rsidRPr="007F759F">
            <w:rPr>
              <w:w w:val="90"/>
            </w:rPr>
            <w:t>lo</w:t>
          </w:r>
          <w:r w:rsidRPr="007F759F">
            <w:rPr>
              <w:spacing w:val="-3"/>
              <w:w w:val="90"/>
            </w:rPr>
            <w:t xml:space="preserve"> </w:t>
          </w:r>
          <w:r w:rsidRPr="007F759F">
            <w:rPr>
              <w:w w:val="90"/>
            </w:rPr>
            <w:t>que</w:t>
          </w:r>
          <w:r w:rsidRPr="007F759F">
            <w:rPr>
              <w:spacing w:val="-4"/>
              <w:w w:val="90"/>
            </w:rPr>
            <w:t xml:space="preserve"> </w:t>
          </w:r>
          <w:r w:rsidRPr="007F759F">
            <w:rPr>
              <w:w w:val="90"/>
            </w:rPr>
            <w:t>tiene</w:t>
          </w:r>
          <w:r w:rsidRPr="007F759F">
            <w:rPr>
              <w:spacing w:val="-4"/>
              <w:w w:val="90"/>
            </w:rPr>
            <w:t xml:space="preserve"> </w:t>
          </w:r>
          <w:r w:rsidRPr="007F759F">
            <w:rPr>
              <w:w w:val="90"/>
            </w:rPr>
            <w:t>valor</w:t>
          </w:r>
          <w:r w:rsidRPr="007F759F">
            <w:rPr>
              <w:spacing w:val="-4"/>
              <w:w w:val="90"/>
            </w:rPr>
            <w:t xml:space="preserve"> </w:t>
          </w:r>
          <w:r w:rsidRPr="007F759F">
            <w:rPr>
              <w:w w:val="90"/>
            </w:rPr>
            <w:t>para</w:t>
          </w:r>
          <w:r w:rsidRPr="007F759F">
            <w:rPr>
              <w:spacing w:val="-3"/>
              <w:w w:val="90"/>
            </w:rPr>
            <w:t xml:space="preserve"> </w:t>
          </w:r>
          <w:r w:rsidRPr="007F759F">
            <w:rPr>
              <w:w w:val="90"/>
            </w:rPr>
            <w:t>una</w:t>
          </w:r>
          <w:r w:rsidRPr="007F759F">
            <w:rPr>
              <w:spacing w:val="-3"/>
              <w:w w:val="90"/>
            </w:rPr>
            <w:t xml:space="preserve"> </w:t>
          </w:r>
          <w:r w:rsidRPr="007F759F">
            <w:rPr>
              <w:w w:val="90"/>
            </w:rPr>
            <w:t>entidad</w:t>
          </w:r>
          <w:r w:rsidRPr="007F759F">
            <w:rPr>
              <w:spacing w:val="-4"/>
              <w:w w:val="90"/>
            </w:rPr>
            <w:t xml:space="preserve"> </w:t>
          </w:r>
          <w:r w:rsidRPr="007F759F">
            <w:rPr>
              <w:w w:val="90"/>
            </w:rPr>
            <w:t>y</w:t>
          </w:r>
          <w:r w:rsidRPr="007F759F">
            <w:rPr>
              <w:spacing w:val="-3"/>
              <w:w w:val="90"/>
            </w:rPr>
            <w:t xml:space="preserve"> </w:t>
          </w:r>
          <w:r w:rsidRPr="007F759F">
            <w:rPr>
              <w:w w:val="90"/>
            </w:rPr>
            <w:t xml:space="preserve">debe </w:t>
          </w:r>
          <w:r w:rsidRPr="007F759F">
            <w:rPr>
              <w:w w:val="85"/>
            </w:rPr>
            <w:t xml:space="preserve">protegerse y corresponde a cualquier información o elemento relacionado con el </w:t>
          </w:r>
          <w:r w:rsidRPr="007F759F">
            <w:rPr>
              <w:w w:val="90"/>
            </w:rPr>
            <w:t>tratamiento</w:t>
          </w:r>
          <w:r w:rsidRPr="007F759F">
            <w:rPr>
              <w:spacing w:val="-8"/>
              <w:w w:val="90"/>
            </w:rPr>
            <w:t xml:space="preserve"> </w:t>
          </w:r>
          <w:r w:rsidRPr="007F759F">
            <w:rPr>
              <w:w w:val="90"/>
            </w:rPr>
            <w:t>de</w:t>
          </w:r>
          <w:r w:rsidRPr="007F759F">
            <w:rPr>
              <w:spacing w:val="-9"/>
              <w:w w:val="90"/>
            </w:rPr>
            <w:t xml:space="preserve"> </w:t>
          </w:r>
          <w:proofErr w:type="gramStart"/>
          <w:r w:rsidRPr="007F759F">
            <w:rPr>
              <w:w w:val="90"/>
            </w:rPr>
            <w:t>la</w:t>
          </w:r>
          <w:r w:rsidRPr="007F759F">
            <w:rPr>
              <w:spacing w:val="-10"/>
              <w:w w:val="90"/>
            </w:rPr>
            <w:t xml:space="preserve"> </w:t>
          </w:r>
          <w:r w:rsidRPr="007F759F">
            <w:rPr>
              <w:w w:val="90"/>
            </w:rPr>
            <w:t>misma</w:t>
          </w:r>
          <w:proofErr w:type="gramEnd"/>
          <w:r w:rsidRPr="007F759F">
            <w:rPr>
              <w:spacing w:val="-10"/>
              <w:w w:val="90"/>
            </w:rPr>
            <w:t xml:space="preserve"> </w:t>
          </w:r>
          <w:r w:rsidRPr="007F759F">
            <w:rPr>
              <w:w w:val="90"/>
            </w:rPr>
            <w:t>(sistemas,</w:t>
          </w:r>
          <w:r w:rsidRPr="007F759F">
            <w:rPr>
              <w:spacing w:val="-10"/>
              <w:w w:val="90"/>
            </w:rPr>
            <w:t xml:space="preserve"> </w:t>
          </w:r>
          <w:r w:rsidRPr="007F759F">
            <w:rPr>
              <w:w w:val="90"/>
            </w:rPr>
            <w:t>soportes,</w:t>
          </w:r>
          <w:r w:rsidRPr="007F759F">
            <w:rPr>
              <w:spacing w:val="-11"/>
              <w:w w:val="90"/>
            </w:rPr>
            <w:t xml:space="preserve"> </w:t>
          </w:r>
          <w:r w:rsidRPr="007F759F">
            <w:rPr>
              <w:w w:val="90"/>
            </w:rPr>
            <w:t>edificios,</w:t>
          </w:r>
          <w:r w:rsidRPr="007F759F">
            <w:rPr>
              <w:spacing w:val="-12"/>
              <w:w w:val="90"/>
            </w:rPr>
            <w:t xml:space="preserve"> </w:t>
          </w:r>
          <w:r w:rsidRPr="007F759F">
            <w:rPr>
              <w:w w:val="90"/>
            </w:rPr>
            <w:t>personas,</w:t>
          </w:r>
          <w:r w:rsidRPr="007F759F">
            <w:rPr>
              <w:spacing w:val="-12"/>
              <w:w w:val="90"/>
            </w:rPr>
            <w:t xml:space="preserve"> </w:t>
          </w:r>
          <w:r w:rsidRPr="007F759F">
            <w:rPr>
              <w:w w:val="90"/>
            </w:rPr>
            <w:t>redes...)</w:t>
          </w:r>
          <w:r w:rsidRPr="007F759F">
            <w:rPr>
              <w:spacing w:val="-11"/>
              <w:w w:val="90"/>
            </w:rPr>
            <w:t xml:space="preserve"> </w:t>
          </w:r>
          <w:r w:rsidRPr="007F759F">
            <w:rPr>
              <w:w w:val="90"/>
            </w:rPr>
            <w:t>que tenga</w:t>
          </w:r>
          <w:r w:rsidRPr="007F759F">
            <w:rPr>
              <w:spacing w:val="-18"/>
              <w:w w:val="90"/>
            </w:rPr>
            <w:t xml:space="preserve"> </w:t>
          </w:r>
          <w:r w:rsidRPr="007F759F">
            <w:rPr>
              <w:w w:val="90"/>
            </w:rPr>
            <w:t>valor</w:t>
          </w:r>
          <w:r w:rsidRPr="007F759F">
            <w:rPr>
              <w:spacing w:val="-19"/>
              <w:w w:val="90"/>
            </w:rPr>
            <w:t xml:space="preserve"> </w:t>
          </w:r>
          <w:r w:rsidRPr="007F759F">
            <w:rPr>
              <w:w w:val="90"/>
            </w:rPr>
            <w:t>para</w:t>
          </w:r>
          <w:r w:rsidRPr="007F759F">
            <w:rPr>
              <w:spacing w:val="-18"/>
              <w:w w:val="90"/>
            </w:rPr>
            <w:t xml:space="preserve"> </w:t>
          </w:r>
          <w:r w:rsidRPr="007F759F">
            <w:rPr>
              <w:w w:val="90"/>
            </w:rPr>
            <w:t>la</w:t>
          </w:r>
          <w:r w:rsidRPr="007F759F">
            <w:rPr>
              <w:spacing w:val="-18"/>
              <w:w w:val="90"/>
            </w:rPr>
            <w:t xml:space="preserve"> </w:t>
          </w:r>
          <w:r w:rsidRPr="007F759F">
            <w:rPr>
              <w:w w:val="90"/>
            </w:rPr>
            <w:t>organización</w:t>
          </w:r>
          <w:r w:rsidRPr="007F759F">
            <w:rPr>
              <w:color w:val="4A4A4A"/>
              <w:w w:val="90"/>
            </w:rPr>
            <w:t>.</w:t>
          </w:r>
        </w:p>
        <w:p w14:paraId="752DFCAB" w14:textId="77777777" w:rsidR="00E17F2F" w:rsidRPr="007F759F" w:rsidRDefault="00E17F2F" w:rsidP="00E17F2F">
          <w:pPr>
            <w:rPr>
              <w:spacing w:val="-2"/>
              <w:w w:val="95"/>
            </w:rPr>
          </w:pPr>
          <w:r w:rsidRPr="007F759F">
            <w:rPr>
              <w:w w:val="95"/>
            </w:rPr>
            <w:lastRenderedPageBreak/>
            <w:t>De</w:t>
          </w:r>
          <w:r w:rsidRPr="007F759F">
            <w:rPr>
              <w:spacing w:val="-1"/>
              <w:w w:val="95"/>
            </w:rPr>
            <w:t xml:space="preserve"> </w:t>
          </w:r>
          <w:r w:rsidRPr="007F759F">
            <w:rPr>
              <w:w w:val="95"/>
            </w:rPr>
            <w:t>otro lado también es</w:t>
          </w:r>
          <w:r w:rsidRPr="007F759F">
            <w:rPr>
              <w:spacing w:val="-1"/>
              <w:w w:val="95"/>
            </w:rPr>
            <w:t xml:space="preserve"> </w:t>
          </w:r>
          <w:r w:rsidRPr="007F759F">
            <w:rPr>
              <w:w w:val="95"/>
            </w:rPr>
            <w:t>importante</w:t>
          </w:r>
          <w:r w:rsidRPr="007F759F">
            <w:rPr>
              <w:spacing w:val="-1"/>
              <w:w w:val="95"/>
            </w:rPr>
            <w:t xml:space="preserve"> </w:t>
          </w:r>
          <w:r w:rsidRPr="007F759F">
            <w:rPr>
              <w:w w:val="95"/>
            </w:rPr>
            <w:t>precisar</w:t>
          </w:r>
          <w:r w:rsidRPr="007F759F">
            <w:rPr>
              <w:spacing w:val="-1"/>
              <w:w w:val="95"/>
            </w:rPr>
            <w:t xml:space="preserve"> </w:t>
          </w:r>
          <w:r w:rsidRPr="007F759F">
            <w:rPr>
              <w:w w:val="95"/>
            </w:rPr>
            <w:t>que</w:t>
          </w:r>
          <w:r w:rsidRPr="007F759F">
            <w:rPr>
              <w:spacing w:val="-1"/>
              <w:w w:val="95"/>
            </w:rPr>
            <w:t xml:space="preserve"> </w:t>
          </w:r>
          <w:r w:rsidRPr="007F759F">
            <w:rPr>
              <w:w w:val="95"/>
            </w:rPr>
            <w:t>el</w:t>
          </w:r>
          <w:r w:rsidRPr="007F759F">
            <w:rPr>
              <w:spacing w:val="-1"/>
              <w:w w:val="95"/>
            </w:rPr>
            <w:t xml:space="preserve"> </w:t>
          </w:r>
          <w:r w:rsidRPr="007F759F">
            <w:rPr>
              <w:w w:val="95"/>
            </w:rPr>
            <w:t>registro de</w:t>
          </w:r>
          <w:r w:rsidRPr="007F759F">
            <w:rPr>
              <w:spacing w:val="-1"/>
              <w:w w:val="95"/>
            </w:rPr>
            <w:t xml:space="preserve"> </w:t>
          </w:r>
          <w:r w:rsidRPr="007F759F">
            <w:rPr>
              <w:w w:val="95"/>
            </w:rPr>
            <w:t>activos</w:t>
          </w:r>
          <w:r w:rsidRPr="007F759F">
            <w:rPr>
              <w:spacing w:val="-1"/>
              <w:w w:val="95"/>
            </w:rPr>
            <w:t xml:space="preserve"> </w:t>
          </w:r>
          <w:r w:rsidRPr="007F759F">
            <w:rPr>
              <w:w w:val="95"/>
            </w:rPr>
            <w:t>de información</w:t>
          </w:r>
          <w:r w:rsidRPr="007F759F">
            <w:rPr>
              <w:spacing w:val="-17"/>
              <w:w w:val="95"/>
            </w:rPr>
            <w:t xml:space="preserve"> </w:t>
          </w:r>
          <w:r w:rsidRPr="007F759F">
            <w:rPr>
              <w:w w:val="95"/>
            </w:rPr>
            <w:t>y</w:t>
          </w:r>
          <w:r w:rsidRPr="007F759F">
            <w:rPr>
              <w:spacing w:val="-16"/>
              <w:w w:val="95"/>
            </w:rPr>
            <w:t xml:space="preserve"> </w:t>
          </w:r>
          <w:r w:rsidRPr="007F759F">
            <w:rPr>
              <w:w w:val="95"/>
            </w:rPr>
            <w:t>el</w:t>
          </w:r>
          <w:r w:rsidRPr="007F759F">
            <w:rPr>
              <w:spacing w:val="-17"/>
              <w:w w:val="95"/>
            </w:rPr>
            <w:t xml:space="preserve"> </w:t>
          </w:r>
          <w:r w:rsidRPr="007F759F">
            <w:rPr>
              <w:w w:val="95"/>
            </w:rPr>
            <w:t>índice</w:t>
          </w:r>
          <w:r w:rsidRPr="007F759F">
            <w:rPr>
              <w:spacing w:val="-16"/>
              <w:w w:val="95"/>
            </w:rPr>
            <w:t xml:space="preserve"> </w:t>
          </w:r>
          <w:r w:rsidRPr="007F759F">
            <w:rPr>
              <w:w w:val="95"/>
            </w:rPr>
            <w:t>de</w:t>
          </w:r>
          <w:r w:rsidRPr="007F759F">
            <w:rPr>
              <w:spacing w:val="-17"/>
              <w:w w:val="95"/>
            </w:rPr>
            <w:t xml:space="preserve"> </w:t>
          </w:r>
          <w:r w:rsidRPr="007F759F">
            <w:rPr>
              <w:w w:val="95"/>
            </w:rPr>
            <w:t>información</w:t>
          </w:r>
          <w:r w:rsidRPr="007F759F">
            <w:rPr>
              <w:spacing w:val="-16"/>
              <w:w w:val="95"/>
            </w:rPr>
            <w:t xml:space="preserve"> </w:t>
          </w:r>
          <w:r w:rsidRPr="007F759F">
            <w:rPr>
              <w:w w:val="95"/>
            </w:rPr>
            <w:t>clasificada</w:t>
          </w:r>
          <w:r w:rsidRPr="007F759F">
            <w:rPr>
              <w:spacing w:val="-17"/>
              <w:w w:val="95"/>
            </w:rPr>
            <w:t xml:space="preserve"> </w:t>
          </w:r>
          <w:r w:rsidRPr="007F759F">
            <w:rPr>
              <w:w w:val="95"/>
            </w:rPr>
            <w:t>y</w:t>
          </w:r>
          <w:r w:rsidRPr="007F759F">
            <w:rPr>
              <w:spacing w:val="-16"/>
              <w:w w:val="95"/>
            </w:rPr>
            <w:t xml:space="preserve"> </w:t>
          </w:r>
          <w:r w:rsidRPr="007F759F">
            <w:rPr>
              <w:w w:val="95"/>
            </w:rPr>
            <w:t>reservada</w:t>
          </w:r>
          <w:r w:rsidRPr="007F759F">
            <w:rPr>
              <w:spacing w:val="-17"/>
              <w:w w:val="95"/>
            </w:rPr>
            <w:t xml:space="preserve"> </w:t>
          </w:r>
          <w:r w:rsidRPr="007F759F">
            <w:rPr>
              <w:w w:val="95"/>
            </w:rPr>
            <w:t>del</w:t>
          </w:r>
          <w:r w:rsidRPr="007F759F">
            <w:rPr>
              <w:spacing w:val="-16"/>
              <w:w w:val="95"/>
            </w:rPr>
            <w:t xml:space="preserve"> </w:t>
          </w:r>
          <w:r w:rsidRPr="007F759F">
            <w:rPr>
              <w:w w:val="95"/>
            </w:rPr>
            <w:t>que</w:t>
          </w:r>
          <w:r w:rsidRPr="007F759F">
            <w:rPr>
              <w:spacing w:val="-16"/>
              <w:w w:val="95"/>
            </w:rPr>
            <w:t xml:space="preserve"> </w:t>
          </w:r>
          <w:r w:rsidRPr="007F759F">
            <w:rPr>
              <w:w w:val="95"/>
            </w:rPr>
            <w:t xml:space="preserve">hace </w:t>
          </w:r>
          <w:r w:rsidRPr="007F759F">
            <w:rPr>
              <w:w w:val="85"/>
            </w:rPr>
            <w:t>referencia</w:t>
          </w:r>
          <w:r w:rsidRPr="007F759F">
            <w:rPr>
              <w:spacing w:val="-8"/>
              <w:w w:val="85"/>
            </w:rPr>
            <w:t xml:space="preserve"> </w:t>
          </w:r>
          <w:r w:rsidRPr="007F759F">
            <w:rPr>
              <w:w w:val="85"/>
            </w:rPr>
            <w:t>la</w:t>
          </w:r>
          <w:r w:rsidRPr="007F759F">
            <w:rPr>
              <w:spacing w:val="-8"/>
              <w:w w:val="85"/>
            </w:rPr>
            <w:t xml:space="preserve"> </w:t>
          </w:r>
          <w:r w:rsidRPr="007F759F">
            <w:rPr>
              <w:w w:val="85"/>
            </w:rPr>
            <w:t>Ley</w:t>
          </w:r>
          <w:r w:rsidRPr="007F759F">
            <w:rPr>
              <w:spacing w:val="-8"/>
              <w:w w:val="85"/>
            </w:rPr>
            <w:t xml:space="preserve"> </w:t>
          </w:r>
          <w:r w:rsidRPr="007F759F">
            <w:rPr>
              <w:w w:val="85"/>
            </w:rPr>
            <w:t>de</w:t>
          </w:r>
          <w:r w:rsidRPr="007F759F">
            <w:rPr>
              <w:spacing w:val="-7"/>
              <w:w w:val="85"/>
            </w:rPr>
            <w:t xml:space="preserve"> </w:t>
          </w:r>
          <w:r w:rsidRPr="007F759F">
            <w:rPr>
              <w:w w:val="85"/>
            </w:rPr>
            <w:t>transparencia</w:t>
          </w:r>
          <w:r w:rsidRPr="007F759F">
            <w:rPr>
              <w:spacing w:val="-8"/>
              <w:w w:val="85"/>
            </w:rPr>
            <w:t xml:space="preserve"> </w:t>
          </w:r>
          <w:r w:rsidRPr="007F759F">
            <w:rPr>
              <w:w w:val="85"/>
            </w:rPr>
            <w:t>y</w:t>
          </w:r>
          <w:r w:rsidRPr="007F759F">
            <w:rPr>
              <w:spacing w:val="-8"/>
              <w:w w:val="85"/>
            </w:rPr>
            <w:t xml:space="preserve"> </w:t>
          </w:r>
          <w:r w:rsidRPr="007F759F">
            <w:rPr>
              <w:w w:val="85"/>
            </w:rPr>
            <w:t>del</w:t>
          </w:r>
          <w:r w:rsidRPr="007F759F">
            <w:rPr>
              <w:spacing w:val="-8"/>
              <w:w w:val="85"/>
            </w:rPr>
            <w:t xml:space="preserve"> </w:t>
          </w:r>
          <w:r w:rsidRPr="007F759F">
            <w:rPr>
              <w:w w:val="85"/>
            </w:rPr>
            <w:t>derecho</w:t>
          </w:r>
          <w:r w:rsidRPr="007F759F">
            <w:rPr>
              <w:spacing w:val="-8"/>
              <w:w w:val="85"/>
            </w:rPr>
            <w:t xml:space="preserve"> </w:t>
          </w:r>
          <w:r w:rsidRPr="007F759F">
            <w:rPr>
              <w:w w:val="85"/>
            </w:rPr>
            <w:t>de</w:t>
          </w:r>
          <w:r w:rsidRPr="007F759F">
            <w:rPr>
              <w:spacing w:val="-7"/>
              <w:w w:val="85"/>
            </w:rPr>
            <w:t xml:space="preserve"> </w:t>
          </w:r>
          <w:r w:rsidRPr="007F759F">
            <w:rPr>
              <w:w w:val="85"/>
            </w:rPr>
            <w:t>acceso</w:t>
          </w:r>
          <w:r w:rsidRPr="007F759F">
            <w:rPr>
              <w:spacing w:val="-6"/>
              <w:w w:val="85"/>
            </w:rPr>
            <w:t xml:space="preserve"> </w:t>
          </w:r>
          <w:r w:rsidRPr="007F759F">
            <w:rPr>
              <w:w w:val="85"/>
            </w:rPr>
            <w:t>a</w:t>
          </w:r>
          <w:r w:rsidRPr="007F759F">
            <w:rPr>
              <w:spacing w:val="-8"/>
              <w:w w:val="85"/>
            </w:rPr>
            <w:t xml:space="preserve"> </w:t>
          </w:r>
          <w:r w:rsidRPr="007F759F">
            <w:rPr>
              <w:w w:val="85"/>
            </w:rPr>
            <w:t>la</w:t>
          </w:r>
          <w:r w:rsidRPr="007F759F">
            <w:rPr>
              <w:spacing w:val="-8"/>
              <w:w w:val="85"/>
            </w:rPr>
            <w:t xml:space="preserve"> </w:t>
          </w:r>
          <w:r w:rsidRPr="007F759F">
            <w:rPr>
              <w:w w:val="85"/>
            </w:rPr>
            <w:t>información</w:t>
          </w:r>
          <w:r w:rsidRPr="007F759F">
            <w:rPr>
              <w:spacing w:val="-8"/>
              <w:w w:val="85"/>
            </w:rPr>
            <w:t xml:space="preserve"> </w:t>
          </w:r>
          <w:r w:rsidRPr="007F759F">
            <w:rPr>
              <w:w w:val="85"/>
            </w:rPr>
            <w:t xml:space="preserve">pública nacional (Ley 1712 de 2014), sirve como insumo del catálogo de componentes de </w:t>
          </w:r>
          <w:r w:rsidRPr="007F759F">
            <w:rPr>
              <w:spacing w:val="-2"/>
              <w:w w:val="95"/>
            </w:rPr>
            <w:t>información.</w:t>
          </w:r>
        </w:p>
        <w:p w14:paraId="00433385" w14:textId="77777777" w:rsidR="00E17F2F" w:rsidRDefault="00E17F2F" w:rsidP="00E17F2F">
          <w:pPr>
            <w:rPr>
              <w:w w:val="90"/>
            </w:rPr>
          </w:pPr>
          <w:r w:rsidRPr="007F759F">
            <w:rPr>
              <w:w w:val="85"/>
            </w:rPr>
            <w:t>Una vez se haya consolidado toda la información, se procede a caracterizar dicha información,</w:t>
          </w:r>
          <w:r w:rsidRPr="007F759F">
            <w:rPr>
              <w:spacing w:val="-9"/>
              <w:w w:val="85"/>
            </w:rPr>
            <w:t xml:space="preserve"> </w:t>
          </w:r>
          <w:r w:rsidRPr="007F759F">
            <w:rPr>
              <w:w w:val="85"/>
            </w:rPr>
            <w:t>para</w:t>
          </w:r>
          <w:r w:rsidRPr="007F759F">
            <w:rPr>
              <w:spacing w:val="-6"/>
              <w:w w:val="85"/>
            </w:rPr>
            <w:t xml:space="preserve"> </w:t>
          </w:r>
          <w:r w:rsidRPr="007F759F">
            <w:rPr>
              <w:w w:val="85"/>
            </w:rPr>
            <w:t>lo</w:t>
          </w:r>
          <w:r w:rsidRPr="007F759F">
            <w:rPr>
              <w:spacing w:val="-6"/>
              <w:w w:val="85"/>
            </w:rPr>
            <w:t xml:space="preserve"> </w:t>
          </w:r>
          <w:r w:rsidRPr="007F759F">
            <w:rPr>
              <w:w w:val="85"/>
            </w:rPr>
            <w:t>cual</w:t>
          </w:r>
          <w:r w:rsidRPr="007F759F">
            <w:rPr>
              <w:spacing w:val="-9"/>
              <w:w w:val="85"/>
            </w:rPr>
            <w:t xml:space="preserve"> </w:t>
          </w:r>
          <w:r w:rsidRPr="007F759F">
            <w:rPr>
              <w:w w:val="85"/>
            </w:rPr>
            <w:t>se</w:t>
          </w:r>
          <w:r w:rsidRPr="007F759F">
            <w:rPr>
              <w:spacing w:val="-7"/>
              <w:w w:val="85"/>
            </w:rPr>
            <w:t xml:space="preserve"> </w:t>
          </w:r>
          <w:r w:rsidRPr="007F759F">
            <w:rPr>
              <w:w w:val="85"/>
            </w:rPr>
            <w:t>listan</w:t>
          </w:r>
          <w:r w:rsidRPr="007F759F">
            <w:rPr>
              <w:spacing w:val="-6"/>
              <w:w w:val="85"/>
            </w:rPr>
            <w:t xml:space="preserve"> </w:t>
          </w:r>
          <w:r w:rsidRPr="007F759F">
            <w:rPr>
              <w:w w:val="85"/>
            </w:rPr>
            <w:t>los</w:t>
          </w:r>
          <w:r w:rsidRPr="007F759F">
            <w:rPr>
              <w:spacing w:val="-7"/>
              <w:w w:val="85"/>
            </w:rPr>
            <w:t xml:space="preserve"> </w:t>
          </w:r>
          <w:r w:rsidRPr="007F759F">
            <w:rPr>
              <w:w w:val="85"/>
            </w:rPr>
            <w:t>siguientes</w:t>
          </w:r>
          <w:r w:rsidRPr="007F759F">
            <w:rPr>
              <w:spacing w:val="-7"/>
              <w:w w:val="85"/>
            </w:rPr>
            <w:t xml:space="preserve"> </w:t>
          </w:r>
          <w:r w:rsidRPr="007F759F">
            <w:rPr>
              <w:w w:val="85"/>
            </w:rPr>
            <w:t>atributos</w:t>
          </w:r>
          <w:r w:rsidRPr="007F759F">
            <w:rPr>
              <w:spacing w:val="-4"/>
              <w:w w:val="85"/>
            </w:rPr>
            <w:t xml:space="preserve"> </w:t>
          </w:r>
          <w:r w:rsidRPr="007F759F">
            <w:rPr>
              <w:w w:val="85"/>
            </w:rPr>
            <w:t>o</w:t>
          </w:r>
          <w:r w:rsidRPr="007F759F">
            <w:rPr>
              <w:spacing w:val="-6"/>
              <w:w w:val="85"/>
            </w:rPr>
            <w:t xml:space="preserve"> </w:t>
          </w:r>
          <w:r w:rsidRPr="007F759F">
            <w:rPr>
              <w:w w:val="85"/>
            </w:rPr>
            <w:t>criterios</w:t>
          </w:r>
          <w:r w:rsidRPr="007F759F">
            <w:rPr>
              <w:spacing w:val="-5"/>
              <w:w w:val="85"/>
            </w:rPr>
            <w:t xml:space="preserve"> </w:t>
          </w:r>
          <w:r w:rsidRPr="007F759F">
            <w:rPr>
              <w:w w:val="85"/>
            </w:rPr>
            <w:t>que</w:t>
          </w:r>
          <w:r w:rsidRPr="007F759F">
            <w:rPr>
              <w:spacing w:val="-5"/>
              <w:w w:val="85"/>
            </w:rPr>
            <w:t xml:space="preserve"> </w:t>
          </w:r>
          <w:r w:rsidRPr="007F759F">
            <w:rPr>
              <w:w w:val="85"/>
            </w:rPr>
            <w:t xml:space="preserve">permiten </w:t>
          </w:r>
          <w:r w:rsidRPr="007F759F">
            <w:rPr>
              <w:w w:val="90"/>
            </w:rPr>
            <w:t>describir</w:t>
          </w:r>
          <w:r w:rsidRPr="007F759F">
            <w:rPr>
              <w:spacing w:val="-19"/>
              <w:w w:val="90"/>
            </w:rPr>
            <w:t xml:space="preserve"> </w:t>
          </w:r>
          <w:r w:rsidRPr="007F759F">
            <w:rPr>
              <w:w w:val="90"/>
            </w:rPr>
            <w:t>la</w:t>
          </w:r>
          <w:r w:rsidRPr="007F759F">
            <w:rPr>
              <w:spacing w:val="-18"/>
              <w:w w:val="90"/>
            </w:rPr>
            <w:t xml:space="preserve"> </w:t>
          </w:r>
          <w:r w:rsidRPr="007F759F">
            <w:rPr>
              <w:w w:val="90"/>
            </w:rPr>
            <w:t>información:</w:t>
          </w:r>
        </w:p>
        <w:tbl>
          <w:tblPr>
            <w:tblStyle w:val="TablasMinTIC"/>
            <w:tblpPr w:leftFromText="141" w:rightFromText="141" w:vertAnchor="text" w:horzAnchor="margin" w:tblpXSpec="center" w:tblpY="817"/>
            <w:tblW w:w="9042" w:type="dxa"/>
            <w:tblLook w:val="04A0" w:firstRow="1" w:lastRow="0" w:firstColumn="1" w:lastColumn="0" w:noHBand="0" w:noVBand="1"/>
          </w:tblPr>
          <w:tblGrid>
            <w:gridCol w:w="3261"/>
            <w:gridCol w:w="5781"/>
          </w:tblGrid>
          <w:tr w:rsidR="00E17F2F" w:rsidRPr="00014E5D" w14:paraId="696B7CF6" w14:textId="77777777" w:rsidTr="00B02E8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261" w:type="dxa"/>
              </w:tcPr>
              <w:p w14:paraId="2D1C317C" w14:textId="77777777" w:rsidR="00E17F2F" w:rsidRPr="00014E5D" w:rsidRDefault="00E17F2F" w:rsidP="003E79F0">
                <w:r w:rsidRPr="00014E5D">
                  <w:t>Código</w:t>
                </w:r>
              </w:p>
            </w:tc>
            <w:tc>
              <w:tcPr>
                <w:tcW w:w="5781" w:type="dxa"/>
              </w:tcPr>
              <w:p w14:paraId="2DA3366B" w14:textId="77777777" w:rsidR="00E17F2F" w:rsidRPr="00014E5D" w:rsidRDefault="00E17F2F" w:rsidP="003E79F0">
                <w:pPr>
                  <w:cnfStyle w:val="100000000000" w:firstRow="1" w:lastRow="0" w:firstColumn="0" w:lastColumn="0" w:oddVBand="0" w:evenVBand="0" w:oddHBand="0" w:evenHBand="0" w:firstRowFirstColumn="0" w:firstRowLastColumn="0" w:lastRowFirstColumn="0" w:lastRowLastColumn="0"/>
                </w:pPr>
                <w:r w:rsidRPr="00014E5D">
                  <w:t>Descripción</w:t>
                </w:r>
              </w:p>
            </w:tc>
          </w:tr>
          <w:tr w:rsidR="00E17F2F" w:rsidRPr="00014E5D" w14:paraId="5AEF4504" w14:textId="77777777" w:rsidTr="003E79F0">
            <w:trPr>
              <w:trHeight w:val="620"/>
            </w:trPr>
            <w:tc>
              <w:tcPr>
                <w:cnfStyle w:val="001000000000" w:firstRow="0" w:lastRow="0" w:firstColumn="1" w:lastColumn="0" w:oddVBand="0" w:evenVBand="0" w:oddHBand="0" w:evenHBand="0" w:firstRowFirstColumn="0" w:firstRowLastColumn="0" w:lastRowFirstColumn="0" w:lastRowLastColumn="0"/>
                <w:tcW w:w="3261" w:type="dxa"/>
                <w:vAlign w:val="top"/>
              </w:tcPr>
              <w:p w14:paraId="5BA5DE41" w14:textId="77777777" w:rsidR="00E17F2F" w:rsidRPr="00014E5D" w:rsidRDefault="00E17F2F" w:rsidP="003E79F0">
                <w:pPr>
                  <w:jc w:val="left"/>
                </w:pPr>
                <w:r w:rsidRPr="00295A72">
                  <w:t>Código</w:t>
                </w:r>
              </w:p>
            </w:tc>
            <w:tc>
              <w:tcPr>
                <w:tcW w:w="5781" w:type="dxa"/>
                <w:vAlign w:val="top"/>
              </w:tcPr>
              <w:p w14:paraId="054C4B3E" w14:textId="77777777" w:rsidR="00E17F2F" w:rsidRPr="00014E5D" w:rsidRDefault="00E17F2F" w:rsidP="003E79F0">
                <w:pPr>
                  <w:tabs>
                    <w:tab w:val="left" w:pos="2880"/>
                  </w:tabs>
                  <w:spacing w:before="60"/>
                  <w:jc w:val="left"/>
                  <w:cnfStyle w:val="000000000000" w:firstRow="0" w:lastRow="0" w:firstColumn="0" w:lastColumn="0" w:oddVBand="0" w:evenVBand="0" w:oddHBand="0" w:evenHBand="0" w:firstRowFirstColumn="0" w:firstRowLastColumn="0" w:lastRowFirstColumn="0" w:lastRowLastColumn="0"/>
                </w:pPr>
                <w:r w:rsidRPr="001524E7">
                  <w:t>Consecutivo o código interno asignado por la entidad al registro de información.</w:t>
                </w:r>
              </w:p>
            </w:tc>
          </w:tr>
          <w:tr w:rsidR="00E17F2F" w:rsidRPr="00014E5D" w14:paraId="2C66F24C" w14:textId="77777777" w:rsidTr="003E79F0">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261" w:type="dxa"/>
                <w:vAlign w:val="top"/>
              </w:tcPr>
              <w:p w14:paraId="28378CD6" w14:textId="77777777" w:rsidR="00E17F2F" w:rsidRPr="00014E5D" w:rsidRDefault="00E17F2F" w:rsidP="003E79F0">
                <w:pPr>
                  <w:jc w:val="left"/>
                </w:pPr>
                <w:r w:rsidRPr="00295A72">
                  <w:t>Información</w:t>
                </w:r>
              </w:p>
            </w:tc>
            <w:tc>
              <w:tcPr>
                <w:tcW w:w="5781" w:type="dxa"/>
                <w:vAlign w:val="top"/>
              </w:tcPr>
              <w:p w14:paraId="7622B42C" w14:textId="77777777" w:rsidR="00E17F2F" w:rsidRPr="00014E5D" w:rsidRDefault="00E17F2F" w:rsidP="003E79F0">
                <w:pPr>
                  <w:jc w:val="left"/>
                  <w:cnfStyle w:val="000000010000" w:firstRow="0" w:lastRow="0" w:firstColumn="0" w:lastColumn="0" w:oddVBand="0" w:evenVBand="0" w:oddHBand="0" w:evenHBand="1" w:firstRowFirstColumn="0" w:firstRowLastColumn="0" w:lastRowFirstColumn="0" w:lastRowLastColumn="0"/>
                </w:pPr>
                <w:r w:rsidRPr="001524E7">
                  <w:t>Nombre de la información o activo de información.</w:t>
                </w:r>
              </w:p>
            </w:tc>
          </w:tr>
          <w:tr w:rsidR="00E17F2F" w:rsidRPr="00014E5D" w14:paraId="7FB2B7A9" w14:textId="77777777" w:rsidTr="003E79F0">
            <w:trPr>
              <w:trHeight w:val="569"/>
            </w:trPr>
            <w:tc>
              <w:tcPr>
                <w:cnfStyle w:val="001000000000" w:firstRow="0" w:lastRow="0" w:firstColumn="1" w:lastColumn="0" w:oddVBand="0" w:evenVBand="0" w:oddHBand="0" w:evenHBand="0" w:firstRowFirstColumn="0" w:firstRowLastColumn="0" w:lastRowFirstColumn="0" w:lastRowLastColumn="0"/>
                <w:tcW w:w="3261" w:type="dxa"/>
                <w:vAlign w:val="top"/>
              </w:tcPr>
              <w:p w14:paraId="046A2042" w14:textId="77777777" w:rsidR="00E17F2F" w:rsidRPr="00014E5D" w:rsidRDefault="00E17F2F" w:rsidP="003E79F0">
                <w:pPr>
                  <w:jc w:val="left"/>
                </w:pPr>
                <w:r w:rsidRPr="00295A72">
                  <w:t>Descripción</w:t>
                </w:r>
              </w:p>
            </w:tc>
            <w:tc>
              <w:tcPr>
                <w:tcW w:w="5781" w:type="dxa"/>
                <w:vAlign w:val="top"/>
              </w:tcPr>
              <w:p w14:paraId="766444DD"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rsidRPr="001524E7">
                  <w:t>Es una breve descripción que hace referencia el activo de información o la información.</w:t>
                </w:r>
              </w:p>
            </w:tc>
          </w:tr>
          <w:tr w:rsidR="00E17F2F" w:rsidRPr="00014E5D" w14:paraId="33B52137" w14:textId="77777777" w:rsidTr="003E79F0">
            <w:trPr>
              <w:cnfStyle w:val="000000010000" w:firstRow="0" w:lastRow="0" w:firstColumn="0" w:lastColumn="0" w:oddVBand="0" w:evenVBand="0" w:oddHBand="0" w:evenHBand="1" w:firstRowFirstColumn="0" w:firstRowLastColumn="0" w:lastRowFirstColumn="0" w:lastRowLastColumn="0"/>
              <w:trHeight w:val="851"/>
            </w:trPr>
            <w:tc>
              <w:tcPr>
                <w:cnfStyle w:val="001000000000" w:firstRow="0" w:lastRow="0" w:firstColumn="1" w:lastColumn="0" w:oddVBand="0" w:evenVBand="0" w:oddHBand="0" w:evenHBand="0" w:firstRowFirstColumn="0" w:firstRowLastColumn="0" w:lastRowFirstColumn="0" w:lastRowLastColumn="0"/>
                <w:tcW w:w="3261" w:type="dxa"/>
                <w:vAlign w:val="top"/>
              </w:tcPr>
              <w:p w14:paraId="063CC576" w14:textId="77777777" w:rsidR="00E17F2F" w:rsidRPr="00014E5D" w:rsidRDefault="00E17F2F" w:rsidP="003E79F0">
                <w:pPr>
                  <w:jc w:val="left"/>
                  <w:rPr>
                    <w:lang w:val="es-ES"/>
                  </w:rPr>
                </w:pPr>
                <w:r w:rsidRPr="00295A72">
                  <w:t>Área Responsable</w:t>
                </w:r>
              </w:p>
            </w:tc>
            <w:tc>
              <w:tcPr>
                <w:tcW w:w="5781" w:type="dxa"/>
                <w:vAlign w:val="top"/>
              </w:tcPr>
              <w:p w14:paraId="646FE51B" w14:textId="77777777" w:rsidR="00E17F2F" w:rsidRPr="00014E5D" w:rsidRDefault="00E17F2F" w:rsidP="003E79F0">
                <w:pPr>
                  <w:keepNext/>
                  <w:jc w:val="left"/>
                  <w:cnfStyle w:val="000000010000" w:firstRow="0" w:lastRow="0" w:firstColumn="0" w:lastColumn="0" w:oddVBand="0" w:evenVBand="0" w:oddHBand="0" w:evenHBand="1" w:firstRowFirstColumn="0" w:firstRowLastColumn="0" w:lastRowFirstColumn="0" w:lastRowLastColumn="0"/>
                </w:pPr>
                <w:r w:rsidRPr="001524E7">
                  <w:t>Corresponde al área, dependencia o unidad de la entidad responsable de la custodia o control de la información, para</w:t>
                </w:r>
                <w:r>
                  <w:t xml:space="preserve"> efectos</w:t>
                </w:r>
                <w:r w:rsidRPr="00F16AD8">
                  <w:t xml:space="preserve"> de permitir su acceso.</w:t>
                </w:r>
              </w:p>
            </w:tc>
          </w:tr>
          <w:tr w:rsidR="00E17F2F" w:rsidRPr="00014E5D" w14:paraId="1642896F" w14:textId="77777777" w:rsidTr="003E79F0">
            <w:tc>
              <w:tcPr>
                <w:cnfStyle w:val="001000000000" w:firstRow="0" w:lastRow="0" w:firstColumn="1" w:lastColumn="0" w:oddVBand="0" w:evenVBand="0" w:oddHBand="0" w:evenHBand="0" w:firstRowFirstColumn="0" w:firstRowLastColumn="0" w:lastRowFirstColumn="0" w:lastRowLastColumn="0"/>
                <w:tcW w:w="3261" w:type="dxa"/>
                <w:vAlign w:val="top"/>
              </w:tcPr>
              <w:p w14:paraId="46C7FDBE" w14:textId="77777777" w:rsidR="00E17F2F" w:rsidRPr="00014E5D" w:rsidRDefault="00E17F2F" w:rsidP="003E79F0">
                <w:pPr>
                  <w:jc w:val="left"/>
                </w:pPr>
                <w:r w:rsidRPr="00D56766">
                  <w:t>Productor (fuente oficial)</w:t>
                </w:r>
              </w:p>
            </w:tc>
            <w:tc>
              <w:tcPr>
                <w:tcW w:w="5781" w:type="dxa"/>
                <w:vAlign w:val="top"/>
              </w:tcPr>
              <w:p w14:paraId="015E35CC"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rsidRPr="004F7B61">
                  <w:t>Nombre de la entidad externa o área interna que tiene como responsabilidad oficial, generar o producir dicha información.</w:t>
                </w:r>
              </w:p>
            </w:tc>
          </w:tr>
          <w:tr w:rsidR="00E17F2F" w:rsidRPr="00014E5D" w14:paraId="334E3062" w14:textId="77777777" w:rsidTr="003E7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Align w:val="top"/>
              </w:tcPr>
              <w:p w14:paraId="119F3541" w14:textId="77777777" w:rsidR="00E17F2F" w:rsidRPr="00014E5D" w:rsidRDefault="00E17F2F" w:rsidP="003E79F0">
                <w:pPr>
                  <w:jc w:val="left"/>
                </w:pPr>
                <w:r w:rsidRPr="00D56766">
                  <w:t>Clasificación</w:t>
                </w:r>
              </w:p>
            </w:tc>
            <w:tc>
              <w:tcPr>
                <w:tcW w:w="5781" w:type="dxa"/>
                <w:vAlign w:val="top"/>
              </w:tcPr>
              <w:p w14:paraId="23CAB9FF" w14:textId="77777777" w:rsidR="00E17F2F" w:rsidRPr="00014E5D" w:rsidRDefault="00E17F2F" w:rsidP="003E79F0">
                <w:pPr>
                  <w:jc w:val="left"/>
                  <w:cnfStyle w:val="000000010000" w:firstRow="0" w:lastRow="0" w:firstColumn="0" w:lastColumn="0" w:oddVBand="0" w:evenVBand="0" w:oddHBand="0" w:evenHBand="1" w:firstRowFirstColumn="0" w:firstRowLastColumn="0" w:lastRowFirstColumn="0" w:lastRowLastColumn="0"/>
                </w:pPr>
                <w:r w:rsidRPr="004F7B61">
                  <w:t xml:space="preserve">Clasificación </w:t>
                </w:r>
                <w:proofErr w:type="gramStart"/>
                <w:r w:rsidRPr="004F7B61">
                  <w:t>de acuerdo a</w:t>
                </w:r>
                <w:proofErr w:type="gramEnd"/>
                <w:r w:rsidRPr="004F7B61">
                  <w:t xml:space="preserve"> la Ley 1712 de 2014. Esta puede ser pública, publica clasificada, pública</w:t>
                </w:r>
                <w:r>
                  <w:t xml:space="preserve"> </w:t>
                </w:r>
                <w:r w:rsidRPr="004F7B61">
                  <w:t>reservada.</w:t>
                </w:r>
              </w:p>
            </w:tc>
          </w:tr>
          <w:tr w:rsidR="00E17F2F" w:rsidRPr="00014E5D" w14:paraId="181FB5DF" w14:textId="77777777" w:rsidTr="003E79F0">
            <w:tc>
              <w:tcPr>
                <w:cnfStyle w:val="001000000000" w:firstRow="0" w:lastRow="0" w:firstColumn="1" w:lastColumn="0" w:oddVBand="0" w:evenVBand="0" w:oddHBand="0" w:evenHBand="0" w:firstRowFirstColumn="0" w:firstRowLastColumn="0" w:lastRowFirstColumn="0" w:lastRowLastColumn="0"/>
                <w:tcW w:w="3261" w:type="dxa"/>
                <w:vAlign w:val="top"/>
              </w:tcPr>
              <w:p w14:paraId="59A2FF65" w14:textId="77777777" w:rsidR="00E17F2F" w:rsidRPr="00014E5D" w:rsidRDefault="00E17F2F" w:rsidP="003E79F0">
                <w:pPr>
                  <w:jc w:val="left"/>
                </w:pPr>
                <w:r w:rsidRPr="00D56766">
                  <w:t>Tipo de Información</w:t>
                </w:r>
              </w:p>
            </w:tc>
            <w:tc>
              <w:tcPr>
                <w:tcW w:w="5781" w:type="dxa"/>
                <w:vAlign w:val="top"/>
              </w:tcPr>
              <w:p w14:paraId="5D2CBB71"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rsidRPr="001810C3">
                  <w:t>Se refiere a si la unidad de información está</w:t>
                </w:r>
                <w:r>
                  <w:t xml:space="preserve"> </w:t>
                </w:r>
                <w:r w:rsidRPr="001810C3">
                  <w:t>disponible en formato estructurado, semiestructurado y no estructurado.</w:t>
                </w:r>
              </w:p>
            </w:tc>
          </w:tr>
          <w:tr w:rsidR="00E17F2F" w:rsidRPr="00014E5D" w14:paraId="7E557D93" w14:textId="77777777" w:rsidTr="003E7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Align w:val="top"/>
              </w:tcPr>
              <w:p w14:paraId="1390DAFF" w14:textId="77777777" w:rsidR="00E17F2F" w:rsidRPr="00014E5D" w:rsidRDefault="00E17F2F" w:rsidP="003E79F0">
                <w:pPr>
                  <w:jc w:val="left"/>
                </w:pPr>
                <w:r w:rsidRPr="00D56766">
                  <w:t>Frecuencia de Generación</w:t>
                </w:r>
              </w:p>
            </w:tc>
            <w:tc>
              <w:tcPr>
                <w:tcW w:w="5781" w:type="dxa"/>
                <w:vAlign w:val="top"/>
              </w:tcPr>
              <w:p w14:paraId="372E17D8" w14:textId="77777777" w:rsidR="00E17F2F" w:rsidRPr="00014E5D" w:rsidRDefault="00E17F2F" w:rsidP="003E79F0">
                <w:pPr>
                  <w:jc w:val="left"/>
                  <w:cnfStyle w:val="000000010000" w:firstRow="0" w:lastRow="0" w:firstColumn="0" w:lastColumn="0" w:oddVBand="0" w:evenVBand="0" w:oddHBand="0" w:evenHBand="1" w:firstRowFirstColumn="0" w:firstRowLastColumn="0" w:lastRowFirstColumn="0" w:lastRowLastColumn="0"/>
                </w:pPr>
                <w:r w:rsidRPr="001810C3">
                  <w:t>Identifica la frecuencia con que se genera la información, de acuerdo con su naturaleza y a la normativa aplicable.</w:t>
                </w:r>
              </w:p>
            </w:tc>
          </w:tr>
          <w:tr w:rsidR="00E17F2F" w:rsidRPr="00014E5D" w14:paraId="0A98F958" w14:textId="77777777" w:rsidTr="003E79F0">
            <w:trPr>
              <w:trHeight w:val="1295"/>
            </w:trPr>
            <w:tc>
              <w:tcPr>
                <w:cnfStyle w:val="001000000000" w:firstRow="0" w:lastRow="0" w:firstColumn="1" w:lastColumn="0" w:oddVBand="0" w:evenVBand="0" w:oddHBand="0" w:evenHBand="0" w:firstRowFirstColumn="0" w:firstRowLastColumn="0" w:lastRowFirstColumn="0" w:lastRowLastColumn="0"/>
                <w:tcW w:w="3261" w:type="dxa"/>
                <w:vAlign w:val="top"/>
              </w:tcPr>
              <w:p w14:paraId="30BF74E0" w14:textId="77777777" w:rsidR="00E17F2F" w:rsidRPr="00014E5D" w:rsidRDefault="00E17F2F" w:rsidP="003E79F0">
                <w:pPr>
                  <w:jc w:val="left"/>
                </w:pPr>
                <w:r w:rsidRPr="00D56766">
                  <w:t>Soporte</w:t>
                </w:r>
              </w:p>
            </w:tc>
            <w:tc>
              <w:tcPr>
                <w:tcW w:w="5781" w:type="dxa"/>
                <w:vAlign w:val="top"/>
              </w:tcPr>
              <w:p w14:paraId="3BF3949C"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rsidRPr="001810C3">
                  <w:t>Establece el mecanismo en el cual está soportado la información: documento físico, medio electrónico o por algún otro tipo de formato audio visual entre otros. (Físico- análogo o digital-</w:t>
                </w:r>
                <w:r>
                  <w:t>electrónico).</w:t>
                </w:r>
              </w:p>
            </w:tc>
          </w:tr>
          <w:tr w:rsidR="00E17F2F" w:rsidRPr="00014E5D" w14:paraId="6628C02F" w14:textId="77777777" w:rsidTr="003E7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Align w:val="top"/>
              </w:tcPr>
              <w:p w14:paraId="29A26230" w14:textId="77777777" w:rsidR="00E17F2F" w:rsidRPr="00014E5D" w:rsidRDefault="00E17F2F" w:rsidP="003E79F0">
                <w:pPr>
                  <w:jc w:val="left"/>
                </w:pPr>
                <w:r w:rsidRPr="00D56766">
                  <w:t>Formato</w:t>
                </w:r>
              </w:p>
            </w:tc>
            <w:tc>
              <w:tcPr>
                <w:tcW w:w="5781" w:type="dxa"/>
                <w:vAlign w:val="top"/>
              </w:tcPr>
              <w:p w14:paraId="559D8E46" w14:textId="77777777" w:rsidR="00E17F2F" w:rsidRDefault="00E17F2F" w:rsidP="003E79F0">
                <w:pPr>
                  <w:jc w:val="left"/>
                  <w:cnfStyle w:val="000000010000" w:firstRow="0" w:lastRow="0" w:firstColumn="0" w:lastColumn="0" w:oddVBand="0" w:evenVBand="0" w:oddHBand="0" w:evenHBand="1" w:firstRowFirstColumn="0" w:firstRowLastColumn="0" w:lastRowFirstColumn="0" w:lastRowLastColumn="0"/>
                </w:pPr>
                <w:r w:rsidRPr="00897CCF">
                  <w:t>Identifica la forma, tamaño o modo en la que se presenta la información o se permite su visualización o consulta, tales como:</w:t>
                </w:r>
              </w:p>
              <w:p w14:paraId="1867EE2C" w14:textId="77777777" w:rsidR="00E17F2F" w:rsidRPr="00014E5D" w:rsidRDefault="00E17F2F" w:rsidP="003E79F0">
                <w:pPr>
                  <w:jc w:val="left"/>
                  <w:cnfStyle w:val="000000010000" w:firstRow="0" w:lastRow="0" w:firstColumn="0" w:lastColumn="0" w:oddVBand="0" w:evenVBand="0" w:oddHBand="0" w:evenHBand="1" w:firstRowFirstColumn="0" w:firstRowLastColumn="0" w:lastRowFirstColumn="0" w:lastRowLastColumn="0"/>
                </w:pPr>
                <w:r w:rsidRPr="00897CCF">
                  <w:t>hoja de cálculo, imagen, audio, video, documento de texto, etc.</w:t>
                </w:r>
              </w:p>
            </w:tc>
          </w:tr>
          <w:tr w:rsidR="00E17F2F" w:rsidRPr="00014E5D" w14:paraId="704DDF75" w14:textId="77777777" w:rsidTr="003E79F0">
            <w:tc>
              <w:tcPr>
                <w:cnfStyle w:val="001000000000" w:firstRow="0" w:lastRow="0" w:firstColumn="1" w:lastColumn="0" w:oddVBand="0" w:evenVBand="0" w:oddHBand="0" w:evenHBand="0" w:firstRowFirstColumn="0" w:firstRowLastColumn="0" w:lastRowFirstColumn="0" w:lastRowLastColumn="0"/>
                <w:tcW w:w="3261" w:type="dxa"/>
                <w:vAlign w:val="top"/>
              </w:tcPr>
              <w:p w14:paraId="4461BFBD" w14:textId="77777777" w:rsidR="00E17F2F" w:rsidRPr="00014E5D" w:rsidRDefault="00E17F2F" w:rsidP="003E79F0">
                <w:pPr>
                  <w:jc w:val="left"/>
                </w:pPr>
                <w:r w:rsidRPr="00D56766">
                  <w:t>Datos Abiertos</w:t>
                </w:r>
              </w:p>
            </w:tc>
            <w:tc>
              <w:tcPr>
                <w:tcW w:w="5781" w:type="dxa"/>
                <w:vAlign w:val="top"/>
              </w:tcPr>
              <w:p w14:paraId="75058861"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rsidRPr="0070632F">
                  <w:t>Se coloca SI o No, según SI la fuente de información son datos abiertos.</w:t>
                </w:r>
              </w:p>
            </w:tc>
          </w:tr>
          <w:tr w:rsidR="00E17F2F" w:rsidRPr="00014E5D" w14:paraId="0F3453FC" w14:textId="77777777" w:rsidTr="003E7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Align w:val="top"/>
              </w:tcPr>
              <w:p w14:paraId="76826CD5" w14:textId="77777777" w:rsidR="00E17F2F" w:rsidRPr="00014E5D" w:rsidRDefault="00E17F2F" w:rsidP="003E79F0">
                <w:pPr>
                  <w:jc w:val="left"/>
                </w:pPr>
                <w:r w:rsidRPr="00D56766">
                  <w:t>Tipo de datos</w:t>
                </w:r>
              </w:p>
            </w:tc>
            <w:tc>
              <w:tcPr>
                <w:tcW w:w="5781" w:type="dxa"/>
                <w:vAlign w:val="top"/>
              </w:tcPr>
              <w:p w14:paraId="049625C9" w14:textId="77777777" w:rsidR="00E17F2F" w:rsidRPr="00014E5D" w:rsidRDefault="00E17F2F" w:rsidP="003E79F0">
                <w:pPr>
                  <w:jc w:val="left"/>
                  <w:cnfStyle w:val="000000010000" w:firstRow="0" w:lastRow="0" w:firstColumn="0" w:lastColumn="0" w:oddVBand="0" w:evenVBand="0" w:oddHBand="0" w:evenHBand="1" w:firstRowFirstColumn="0" w:firstRowLastColumn="0" w:lastRowFirstColumn="0" w:lastRowLastColumn="0"/>
                </w:pPr>
                <w:r w:rsidRPr="0070632F">
                  <w:t xml:space="preserve">Este atributo sólo es utilizado si la respuesta en el atributo de Datos Abiertos es SI. Corresponde al tipo de clasificación temática, tales como: Agrícola y pesquera, Ambiental, Científica, Cultural, Económica y Comercial, Geográfica, Política, </w:t>
                </w:r>
                <w:r w:rsidRPr="0070632F">
                  <w:lastRenderedPageBreak/>
                  <w:t>Sistema Legal, Social, Transporte y Tráfico y demás que sean</w:t>
                </w:r>
                <w:r>
                  <w:t xml:space="preserve"> identificados.</w:t>
                </w:r>
              </w:p>
            </w:tc>
          </w:tr>
          <w:tr w:rsidR="00E17F2F" w:rsidRPr="00014E5D" w14:paraId="5AC0978F" w14:textId="77777777" w:rsidTr="003E79F0">
            <w:tc>
              <w:tcPr>
                <w:cnfStyle w:val="001000000000" w:firstRow="0" w:lastRow="0" w:firstColumn="1" w:lastColumn="0" w:oddVBand="0" w:evenVBand="0" w:oddHBand="0" w:evenHBand="0" w:firstRowFirstColumn="0" w:firstRowLastColumn="0" w:lastRowFirstColumn="0" w:lastRowLastColumn="0"/>
                <w:tcW w:w="3261" w:type="dxa"/>
                <w:vAlign w:val="top"/>
              </w:tcPr>
              <w:p w14:paraId="6586945B" w14:textId="77777777" w:rsidR="00E17F2F" w:rsidRPr="00014E5D" w:rsidRDefault="00E17F2F" w:rsidP="003E79F0">
                <w:pPr>
                  <w:jc w:val="left"/>
                </w:pPr>
                <w:r w:rsidRPr="005B7F92">
                  <w:lastRenderedPageBreak/>
                  <w:t>URL de publicación.</w:t>
                </w:r>
              </w:p>
            </w:tc>
            <w:tc>
              <w:tcPr>
                <w:tcW w:w="5781" w:type="dxa"/>
              </w:tcPr>
              <w:p w14:paraId="76F64E88" w14:textId="77777777" w:rsidR="00E17F2F" w:rsidRDefault="00E17F2F" w:rsidP="003E79F0">
                <w:pPr>
                  <w:jc w:val="left"/>
                  <w:cnfStyle w:val="000000000000" w:firstRow="0" w:lastRow="0" w:firstColumn="0" w:lastColumn="0" w:oddVBand="0" w:evenVBand="0" w:oddHBand="0" w:evenHBand="0" w:firstRowFirstColumn="0" w:firstRowLastColumn="0" w:lastRowFirstColumn="0" w:lastRowLastColumn="0"/>
                </w:pPr>
                <w:r>
                  <w:t>Este atributo sólo es utilizado si la respuesta en el atributo de Datos Abiertos es SI. Dirección electrónica del lugar donde se encuentra disponibles los datos abiertos y dispuestos para su</w:t>
                </w:r>
              </w:p>
              <w:p w14:paraId="622FB1B0"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t>descarga.</w:t>
                </w:r>
              </w:p>
            </w:tc>
          </w:tr>
          <w:tr w:rsidR="00E17F2F" w:rsidRPr="00014E5D" w14:paraId="5ED8DAD1" w14:textId="77777777" w:rsidTr="003E7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Align w:val="top"/>
              </w:tcPr>
              <w:p w14:paraId="298334FF" w14:textId="77777777" w:rsidR="00E17F2F" w:rsidRPr="00D56766" w:rsidRDefault="00E17F2F" w:rsidP="003E79F0">
                <w:pPr>
                  <w:jc w:val="left"/>
                </w:pPr>
                <w:r w:rsidRPr="005B7F92">
                  <w:t>Cobertura Geográfica</w:t>
                </w:r>
              </w:p>
            </w:tc>
            <w:tc>
              <w:tcPr>
                <w:tcW w:w="5781" w:type="dxa"/>
              </w:tcPr>
              <w:p w14:paraId="2994F1A1" w14:textId="77777777" w:rsidR="00E17F2F" w:rsidRDefault="00E17F2F" w:rsidP="003E79F0">
                <w:pPr>
                  <w:jc w:val="left"/>
                  <w:cnfStyle w:val="000000010000" w:firstRow="0" w:lastRow="0" w:firstColumn="0" w:lastColumn="0" w:oddVBand="0" w:evenVBand="0" w:oddHBand="0" w:evenHBand="1" w:firstRowFirstColumn="0" w:firstRowLastColumn="0" w:lastRowFirstColumn="0" w:lastRowLastColumn="0"/>
                </w:pPr>
                <w:r>
                  <w:t>Este atributo sólo es utilizado si la respuesta en el atributo de Datos Abiertos es SI. Hace referencia a la zona o área geográfica a la que corresponden los datos. Por ejemplo, Cundinamarca, el</w:t>
                </w:r>
              </w:p>
              <w:p w14:paraId="520682E8" w14:textId="77777777" w:rsidR="00E17F2F" w:rsidRPr="00014E5D" w:rsidRDefault="00E17F2F" w:rsidP="003E79F0">
                <w:pPr>
                  <w:jc w:val="left"/>
                  <w:cnfStyle w:val="000000010000" w:firstRow="0" w:lastRow="0" w:firstColumn="0" w:lastColumn="0" w:oddVBand="0" w:evenVBand="0" w:oddHBand="0" w:evenHBand="1" w:firstRowFirstColumn="0" w:firstRowLastColumn="0" w:lastRowFirstColumn="0" w:lastRowLastColumn="0"/>
                </w:pPr>
                <w:r>
                  <w:t>municipio de Soacha, Bogotá, Región amazónica.</w:t>
                </w:r>
              </w:p>
            </w:tc>
          </w:tr>
        </w:tbl>
        <w:p w14:paraId="17DE78AA" w14:textId="77777777" w:rsidR="00E17F2F" w:rsidRDefault="00E17F2F" w:rsidP="00F5523E">
          <w:pPr>
            <w:pStyle w:val="Descripcin"/>
            <w:ind w:left="2832" w:firstLine="708"/>
            <w:jc w:val="both"/>
          </w:pPr>
          <w:bookmarkStart w:id="19" w:name="_Toc114754735"/>
          <w:r>
            <w:t xml:space="preserve">Tabla </w:t>
          </w:r>
          <w:r>
            <w:fldChar w:fldCharType="begin"/>
          </w:r>
          <w:r>
            <w:instrText xml:space="preserve"> SEQ Tabla \* ARABIC </w:instrText>
          </w:r>
          <w:r>
            <w:fldChar w:fldCharType="separate"/>
          </w:r>
          <w:r>
            <w:rPr>
              <w:noProof/>
            </w:rPr>
            <w:t>1</w:t>
          </w:r>
          <w:r>
            <w:fldChar w:fldCharType="end"/>
          </w:r>
          <w:r>
            <w:t>. Atributos de Información</w:t>
          </w:r>
          <w:bookmarkEnd w:id="19"/>
        </w:p>
        <w:p w14:paraId="4CC7DD83" w14:textId="77777777" w:rsidR="00E17F2F" w:rsidRDefault="00E17F2F" w:rsidP="00E17F2F"/>
        <w:p w14:paraId="2A89B692" w14:textId="77777777" w:rsidR="00E17F2F" w:rsidRDefault="00E17F2F" w:rsidP="00E17F2F">
          <w:pPr>
            <w:pStyle w:val="Ttulo2"/>
            <w:rPr>
              <w:w w:val="105"/>
            </w:rPr>
          </w:pPr>
          <w:bookmarkStart w:id="20" w:name="_Toc114754730"/>
          <w:r>
            <w:rPr>
              <w:w w:val="105"/>
            </w:rPr>
            <w:t>3.2 Identificar</w:t>
          </w:r>
          <w:r>
            <w:tab/>
          </w:r>
          <w:r>
            <w:rPr>
              <w:spacing w:val="-4"/>
              <w:w w:val="105"/>
            </w:rPr>
            <w:t>los</w:t>
          </w:r>
          <w:r>
            <w:tab/>
          </w:r>
          <w:r>
            <w:rPr>
              <w:spacing w:val="-4"/>
              <w:w w:val="105"/>
            </w:rPr>
            <w:t>datos</w:t>
          </w:r>
          <w:r>
            <w:tab/>
          </w:r>
          <w:r>
            <w:rPr>
              <w:spacing w:val="-4"/>
              <w:w w:val="105"/>
            </w:rPr>
            <w:t>que</w:t>
          </w:r>
          <w:r>
            <w:tab/>
          </w:r>
          <w:r>
            <w:rPr>
              <w:w w:val="105"/>
            </w:rPr>
            <w:t>conforman</w:t>
          </w:r>
          <w:r>
            <w:tab/>
          </w:r>
          <w:r>
            <w:rPr>
              <w:spacing w:val="-8"/>
              <w:w w:val="105"/>
            </w:rPr>
            <w:t xml:space="preserve">la </w:t>
          </w:r>
          <w:r>
            <w:rPr>
              <w:w w:val="105"/>
            </w:rPr>
            <w:t>información.</w:t>
          </w:r>
          <w:bookmarkEnd w:id="20"/>
        </w:p>
        <w:p w14:paraId="002DB990" w14:textId="77777777" w:rsidR="00E17F2F" w:rsidRPr="001E56ED" w:rsidRDefault="00E17F2F" w:rsidP="00E17F2F"/>
        <w:p w14:paraId="75347777" w14:textId="77777777" w:rsidR="00E17F2F" w:rsidRPr="001E56ED" w:rsidRDefault="00E17F2F" w:rsidP="00E17F2F">
          <w:pPr>
            <w:rPr>
              <w:w w:val="95"/>
            </w:rPr>
          </w:pPr>
          <w:r w:rsidRPr="001E56ED">
            <w:rPr>
              <w:w w:val="85"/>
            </w:rPr>
            <w:t>De acuerdo con la información recolectada en el paso anterior,</w:t>
          </w:r>
          <w:r w:rsidRPr="001E56ED">
            <w:rPr>
              <w:spacing w:val="-3"/>
              <w:w w:val="85"/>
            </w:rPr>
            <w:t xml:space="preserve"> </w:t>
          </w:r>
          <w:r w:rsidRPr="001E56ED">
            <w:rPr>
              <w:w w:val="85"/>
            </w:rPr>
            <w:t xml:space="preserve">la identificación de los </w:t>
          </w:r>
          <w:r w:rsidRPr="001E56ED">
            <w:rPr>
              <w:w w:val="95"/>
            </w:rPr>
            <w:t>datos que conforman la información debe tener en cuenta las siguientes actividades:</w:t>
          </w:r>
        </w:p>
        <w:p w14:paraId="78D80C3C" w14:textId="77777777" w:rsidR="00E17F2F" w:rsidRPr="001E56ED" w:rsidRDefault="00E17F2F" w:rsidP="00E17F2F">
          <w:pPr>
            <w:rPr>
              <w:w w:val="90"/>
            </w:rPr>
          </w:pPr>
          <w:r w:rsidRPr="001E56ED">
            <w:rPr>
              <w:w w:val="85"/>
            </w:rPr>
            <w:t>Identificar</w:t>
          </w:r>
          <w:r w:rsidRPr="001E56ED">
            <w:rPr>
              <w:spacing w:val="-9"/>
              <w:w w:val="85"/>
            </w:rPr>
            <w:t xml:space="preserve"> </w:t>
          </w:r>
          <w:r w:rsidRPr="001E56ED">
            <w:rPr>
              <w:w w:val="85"/>
            </w:rPr>
            <w:t>diccionarios</w:t>
          </w:r>
          <w:r w:rsidRPr="001E56ED">
            <w:rPr>
              <w:spacing w:val="-8"/>
              <w:w w:val="85"/>
            </w:rPr>
            <w:t xml:space="preserve"> </w:t>
          </w:r>
          <w:r w:rsidRPr="001E56ED">
            <w:rPr>
              <w:w w:val="85"/>
            </w:rPr>
            <w:t>de</w:t>
          </w:r>
          <w:r w:rsidRPr="001E56ED">
            <w:rPr>
              <w:spacing w:val="-8"/>
              <w:w w:val="85"/>
            </w:rPr>
            <w:t xml:space="preserve"> </w:t>
          </w:r>
          <w:r w:rsidRPr="001E56ED">
            <w:rPr>
              <w:w w:val="85"/>
            </w:rPr>
            <w:t>datos:</w:t>
          </w:r>
          <w:r w:rsidRPr="001E56ED">
            <w:rPr>
              <w:spacing w:val="-8"/>
              <w:w w:val="85"/>
            </w:rPr>
            <w:t xml:space="preserve"> </w:t>
          </w:r>
          <w:r w:rsidRPr="001E56ED">
            <w:rPr>
              <w:w w:val="85"/>
            </w:rPr>
            <w:t>Un</w:t>
          </w:r>
          <w:r w:rsidRPr="001E56ED">
            <w:rPr>
              <w:spacing w:val="-9"/>
              <w:w w:val="85"/>
            </w:rPr>
            <w:t xml:space="preserve"> </w:t>
          </w:r>
          <w:r w:rsidRPr="001E56ED">
            <w:rPr>
              <w:w w:val="85"/>
            </w:rPr>
            <w:t>diccionario</w:t>
          </w:r>
          <w:r w:rsidRPr="001E56ED">
            <w:rPr>
              <w:spacing w:val="-8"/>
              <w:w w:val="85"/>
            </w:rPr>
            <w:t xml:space="preserve"> </w:t>
          </w:r>
          <w:r w:rsidRPr="001E56ED">
            <w:rPr>
              <w:w w:val="85"/>
            </w:rPr>
            <w:t>de</w:t>
          </w:r>
          <w:r w:rsidRPr="001E56ED">
            <w:rPr>
              <w:spacing w:val="-8"/>
              <w:w w:val="85"/>
            </w:rPr>
            <w:t xml:space="preserve"> </w:t>
          </w:r>
          <w:r w:rsidRPr="001E56ED">
            <w:rPr>
              <w:w w:val="85"/>
            </w:rPr>
            <w:t>datos</w:t>
          </w:r>
          <w:r w:rsidRPr="001E56ED">
            <w:rPr>
              <w:spacing w:val="-8"/>
              <w:w w:val="85"/>
            </w:rPr>
            <w:t xml:space="preserve"> </w:t>
          </w:r>
          <w:r w:rsidRPr="001E56ED">
            <w:rPr>
              <w:w w:val="85"/>
            </w:rPr>
            <w:t>se</w:t>
          </w:r>
          <w:r w:rsidRPr="001E56ED">
            <w:rPr>
              <w:spacing w:val="-9"/>
              <w:w w:val="85"/>
            </w:rPr>
            <w:t xml:space="preserve"> </w:t>
          </w:r>
          <w:r w:rsidRPr="001E56ED">
            <w:rPr>
              <w:w w:val="85"/>
            </w:rPr>
            <w:t>debe</w:t>
          </w:r>
          <w:r w:rsidRPr="001E56ED">
            <w:rPr>
              <w:spacing w:val="-8"/>
              <w:w w:val="85"/>
            </w:rPr>
            <w:t xml:space="preserve"> </w:t>
          </w:r>
          <w:r w:rsidRPr="001E56ED">
            <w:rPr>
              <w:w w:val="85"/>
            </w:rPr>
            <w:t xml:space="preserve">establecer </w:t>
          </w:r>
          <w:r w:rsidRPr="001E56ED">
            <w:rPr>
              <w:w w:val="80"/>
            </w:rPr>
            <w:t xml:space="preserve">en términos del negocio. Aquí se debe definir el significado de los datos más </w:t>
          </w:r>
          <w:r w:rsidRPr="001E56ED">
            <w:rPr>
              <w:w w:val="85"/>
            </w:rPr>
            <w:t>relevantes</w:t>
          </w:r>
          <w:r w:rsidRPr="001E56ED">
            <w:rPr>
              <w:spacing w:val="-9"/>
              <w:w w:val="85"/>
            </w:rPr>
            <w:t xml:space="preserve"> </w:t>
          </w:r>
          <w:r w:rsidRPr="001E56ED">
            <w:rPr>
              <w:w w:val="85"/>
            </w:rPr>
            <w:t>y</w:t>
          </w:r>
          <w:r w:rsidRPr="001E56ED">
            <w:rPr>
              <w:spacing w:val="-8"/>
              <w:w w:val="85"/>
            </w:rPr>
            <w:t xml:space="preserve"> </w:t>
          </w:r>
          <w:r w:rsidRPr="001E56ED">
            <w:rPr>
              <w:w w:val="85"/>
            </w:rPr>
            <w:t>que</w:t>
          </w:r>
          <w:r w:rsidRPr="001E56ED">
            <w:rPr>
              <w:spacing w:val="-8"/>
              <w:w w:val="85"/>
            </w:rPr>
            <w:t xml:space="preserve"> </w:t>
          </w:r>
          <w:r w:rsidRPr="001E56ED">
            <w:rPr>
              <w:w w:val="85"/>
            </w:rPr>
            <w:t>están</w:t>
          </w:r>
          <w:r w:rsidRPr="001E56ED">
            <w:rPr>
              <w:spacing w:val="-8"/>
              <w:w w:val="85"/>
            </w:rPr>
            <w:t xml:space="preserve"> </w:t>
          </w:r>
          <w:r w:rsidRPr="001E56ED">
            <w:rPr>
              <w:w w:val="85"/>
            </w:rPr>
            <w:t>asociados</w:t>
          </w:r>
          <w:r w:rsidRPr="001E56ED">
            <w:rPr>
              <w:spacing w:val="-9"/>
              <w:w w:val="85"/>
            </w:rPr>
            <w:t xml:space="preserve"> </w:t>
          </w:r>
          <w:r w:rsidRPr="001E56ED">
            <w:rPr>
              <w:w w:val="85"/>
            </w:rPr>
            <w:t>con</w:t>
          </w:r>
          <w:r w:rsidRPr="001E56ED">
            <w:rPr>
              <w:spacing w:val="-8"/>
              <w:w w:val="85"/>
            </w:rPr>
            <w:t xml:space="preserve"> </w:t>
          </w:r>
          <w:r w:rsidRPr="001E56ED">
            <w:rPr>
              <w:w w:val="85"/>
            </w:rPr>
            <w:t>la</w:t>
          </w:r>
          <w:r w:rsidRPr="001E56ED">
            <w:rPr>
              <w:spacing w:val="-8"/>
              <w:w w:val="85"/>
            </w:rPr>
            <w:t xml:space="preserve"> </w:t>
          </w:r>
          <w:r w:rsidRPr="001E56ED">
            <w:rPr>
              <w:w w:val="85"/>
            </w:rPr>
            <w:t>misión</w:t>
          </w:r>
          <w:r w:rsidRPr="001E56ED">
            <w:rPr>
              <w:spacing w:val="-8"/>
              <w:w w:val="85"/>
            </w:rPr>
            <w:t xml:space="preserve"> </w:t>
          </w:r>
          <w:r w:rsidRPr="001E56ED">
            <w:rPr>
              <w:w w:val="85"/>
            </w:rPr>
            <w:t>y</w:t>
          </w:r>
          <w:r w:rsidRPr="001E56ED">
            <w:rPr>
              <w:spacing w:val="-9"/>
              <w:w w:val="85"/>
            </w:rPr>
            <w:t xml:space="preserve"> </w:t>
          </w:r>
          <w:r w:rsidRPr="001E56ED">
            <w:rPr>
              <w:w w:val="85"/>
            </w:rPr>
            <w:t>objetivos</w:t>
          </w:r>
          <w:r w:rsidRPr="001E56ED">
            <w:rPr>
              <w:spacing w:val="-8"/>
              <w:w w:val="85"/>
            </w:rPr>
            <w:t xml:space="preserve"> </w:t>
          </w:r>
          <w:r w:rsidRPr="001E56ED">
            <w:rPr>
              <w:w w:val="85"/>
            </w:rPr>
            <w:t>de</w:t>
          </w:r>
          <w:r w:rsidRPr="001E56ED">
            <w:rPr>
              <w:spacing w:val="-8"/>
              <w:w w:val="85"/>
            </w:rPr>
            <w:t xml:space="preserve"> </w:t>
          </w:r>
          <w:r w:rsidRPr="001E56ED">
            <w:rPr>
              <w:w w:val="85"/>
            </w:rPr>
            <w:t>la</w:t>
          </w:r>
          <w:r w:rsidRPr="001E56ED">
            <w:rPr>
              <w:spacing w:val="-8"/>
              <w:w w:val="85"/>
            </w:rPr>
            <w:t xml:space="preserve"> </w:t>
          </w:r>
          <w:r w:rsidRPr="001E56ED">
            <w:rPr>
              <w:w w:val="85"/>
            </w:rPr>
            <w:t>entidad.</w:t>
          </w:r>
          <w:r w:rsidRPr="001E56ED">
            <w:rPr>
              <w:spacing w:val="-8"/>
              <w:w w:val="85"/>
            </w:rPr>
            <w:t xml:space="preserve"> </w:t>
          </w:r>
          <w:r w:rsidRPr="001E56ED">
            <w:rPr>
              <w:w w:val="85"/>
            </w:rPr>
            <w:t>Por ejemplo,</w:t>
          </w:r>
          <w:r w:rsidRPr="001E56ED">
            <w:rPr>
              <w:spacing w:val="-8"/>
              <w:w w:val="85"/>
            </w:rPr>
            <w:t xml:space="preserve"> </w:t>
          </w:r>
          <w:r w:rsidRPr="001E56ED">
            <w:rPr>
              <w:w w:val="85"/>
            </w:rPr>
            <w:t>para</w:t>
          </w:r>
          <w:r w:rsidRPr="001E56ED">
            <w:rPr>
              <w:spacing w:val="-7"/>
              <w:w w:val="85"/>
            </w:rPr>
            <w:t xml:space="preserve"> </w:t>
          </w:r>
          <w:r w:rsidRPr="001E56ED">
            <w:rPr>
              <w:w w:val="85"/>
            </w:rPr>
            <w:t>el</w:t>
          </w:r>
          <w:r w:rsidRPr="001E56ED">
            <w:rPr>
              <w:spacing w:val="-9"/>
              <w:w w:val="85"/>
            </w:rPr>
            <w:t xml:space="preserve"> </w:t>
          </w:r>
          <w:r w:rsidRPr="001E56ED">
            <w:rPr>
              <w:w w:val="85"/>
            </w:rPr>
            <w:t>ministerio</w:t>
          </w:r>
          <w:r w:rsidRPr="001E56ED">
            <w:rPr>
              <w:spacing w:val="-7"/>
              <w:w w:val="85"/>
            </w:rPr>
            <w:t xml:space="preserve"> </w:t>
          </w:r>
          <w:r w:rsidRPr="001E56ED">
            <w:rPr>
              <w:w w:val="85"/>
            </w:rPr>
            <w:t>de</w:t>
          </w:r>
          <w:r w:rsidRPr="001E56ED">
            <w:rPr>
              <w:spacing w:val="-9"/>
              <w:w w:val="85"/>
            </w:rPr>
            <w:t xml:space="preserve"> </w:t>
          </w:r>
          <w:r w:rsidRPr="001E56ED">
            <w:rPr>
              <w:w w:val="85"/>
            </w:rPr>
            <w:t>TIC</w:t>
          </w:r>
          <w:r w:rsidRPr="001E56ED">
            <w:rPr>
              <w:spacing w:val="-6"/>
              <w:w w:val="85"/>
            </w:rPr>
            <w:t xml:space="preserve"> </w:t>
          </w:r>
          <w:r w:rsidRPr="001E56ED">
            <w:rPr>
              <w:w w:val="85"/>
            </w:rPr>
            <w:t>algunos</w:t>
          </w:r>
          <w:r w:rsidRPr="001E56ED">
            <w:rPr>
              <w:spacing w:val="-5"/>
              <w:w w:val="85"/>
            </w:rPr>
            <w:t xml:space="preserve"> </w:t>
          </w:r>
          <w:r w:rsidRPr="001E56ED">
            <w:rPr>
              <w:w w:val="85"/>
            </w:rPr>
            <w:t>datos</w:t>
          </w:r>
          <w:r w:rsidRPr="001E56ED">
            <w:rPr>
              <w:spacing w:val="-9"/>
              <w:w w:val="85"/>
            </w:rPr>
            <w:t xml:space="preserve"> </w:t>
          </w:r>
          <w:r w:rsidRPr="001E56ED">
            <w:rPr>
              <w:w w:val="85"/>
            </w:rPr>
            <w:t>que</w:t>
          </w:r>
          <w:r w:rsidRPr="001E56ED">
            <w:rPr>
              <w:spacing w:val="-8"/>
              <w:w w:val="85"/>
            </w:rPr>
            <w:t xml:space="preserve"> </w:t>
          </w:r>
          <w:r w:rsidRPr="001E56ED">
            <w:rPr>
              <w:w w:val="85"/>
            </w:rPr>
            <w:t>ameritan</w:t>
          </w:r>
          <w:r w:rsidRPr="001E56ED">
            <w:rPr>
              <w:spacing w:val="-7"/>
              <w:w w:val="85"/>
            </w:rPr>
            <w:t xml:space="preserve"> </w:t>
          </w:r>
          <w:r w:rsidRPr="001E56ED">
            <w:rPr>
              <w:w w:val="85"/>
            </w:rPr>
            <w:t>ser</w:t>
          </w:r>
          <w:r w:rsidRPr="001E56ED">
            <w:rPr>
              <w:spacing w:val="-9"/>
              <w:w w:val="85"/>
            </w:rPr>
            <w:t xml:space="preserve"> </w:t>
          </w:r>
          <w:r w:rsidRPr="001E56ED">
            <w:rPr>
              <w:w w:val="85"/>
            </w:rPr>
            <w:t xml:space="preserve">definidos </w:t>
          </w:r>
          <w:r w:rsidRPr="001E56ED">
            <w:rPr>
              <w:w w:val="80"/>
            </w:rPr>
            <w:t>son: Frecuencia radioeléctrica, punto vive</w:t>
          </w:r>
          <w:r w:rsidRPr="001E56ED">
            <w:t xml:space="preserve"> </w:t>
          </w:r>
          <w:r w:rsidRPr="001E56ED">
            <w:rPr>
              <w:w w:val="80"/>
            </w:rPr>
            <w:t xml:space="preserve">digital, gestor TIC, servicio de valor </w:t>
          </w:r>
          <w:r w:rsidRPr="001E56ED">
            <w:rPr>
              <w:w w:val="85"/>
            </w:rPr>
            <w:t>agregado,</w:t>
          </w:r>
          <w:r w:rsidRPr="001E56ED">
            <w:rPr>
              <w:spacing w:val="-7"/>
              <w:w w:val="85"/>
            </w:rPr>
            <w:t xml:space="preserve"> </w:t>
          </w:r>
          <w:r w:rsidRPr="001E56ED">
            <w:rPr>
              <w:w w:val="85"/>
            </w:rPr>
            <w:t>servicio</w:t>
          </w:r>
          <w:r w:rsidRPr="001E56ED">
            <w:rPr>
              <w:spacing w:val="-4"/>
              <w:w w:val="85"/>
            </w:rPr>
            <w:t xml:space="preserve"> </w:t>
          </w:r>
          <w:r w:rsidRPr="001E56ED">
            <w:rPr>
              <w:w w:val="85"/>
            </w:rPr>
            <w:t>portador,</w:t>
          </w:r>
          <w:r w:rsidRPr="001E56ED">
            <w:rPr>
              <w:spacing w:val="-7"/>
              <w:w w:val="85"/>
            </w:rPr>
            <w:t xml:space="preserve"> </w:t>
          </w:r>
          <w:r w:rsidRPr="001E56ED">
            <w:rPr>
              <w:w w:val="85"/>
            </w:rPr>
            <w:t>operador,</w:t>
          </w:r>
          <w:r w:rsidRPr="001E56ED">
            <w:rPr>
              <w:spacing w:val="-7"/>
              <w:w w:val="85"/>
            </w:rPr>
            <w:t xml:space="preserve"> </w:t>
          </w:r>
          <w:r w:rsidRPr="001E56ED">
            <w:rPr>
              <w:w w:val="85"/>
            </w:rPr>
            <w:t>entre</w:t>
          </w:r>
          <w:r w:rsidRPr="001E56ED">
            <w:rPr>
              <w:spacing w:val="-5"/>
              <w:w w:val="85"/>
            </w:rPr>
            <w:t xml:space="preserve"> </w:t>
          </w:r>
          <w:r w:rsidRPr="001E56ED">
            <w:rPr>
              <w:w w:val="85"/>
            </w:rPr>
            <w:t>otros.</w:t>
          </w:r>
          <w:r w:rsidRPr="001E56ED">
            <w:rPr>
              <w:spacing w:val="-8"/>
              <w:w w:val="85"/>
            </w:rPr>
            <w:t xml:space="preserve"> </w:t>
          </w:r>
          <w:r w:rsidRPr="001E56ED">
            <w:rPr>
              <w:w w:val="85"/>
            </w:rPr>
            <w:t>Este</w:t>
          </w:r>
          <w:r w:rsidRPr="001E56ED">
            <w:rPr>
              <w:spacing w:val="-5"/>
              <w:w w:val="85"/>
            </w:rPr>
            <w:t xml:space="preserve"> </w:t>
          </w:r>
          <w:r w:rsidRPr="001E56ED">
            <w:rPr>
              <w:w w:val="85"/>
            </w:rPr>
            <w:t>debería</w:t>
          </w:r>
          <w:r w:rsidRPr="001E56ED">
            <w:rPr>
              <w:spacing w:val="-4"/>
              <w:w w:val="85"/>
            </w:rPr>
            <w:t xml:space="preserve"> </w:t>
          </w:r>
          <w:r w:rsidRPr="001E56ED">
            <w:rPr>
              <w:w w:val="85"/>
            </w:rPr>
            <w:t xml:space="preserve">construirse una vez se haya identificado el directorio de activos de información, con el </w:t>
          </w:r>
          <w:r w:rsidRPr="001E56ED">
            <w:rPr>
              <w:w w:val="90"/>
            </w:rPr>
            <w:t>fin</w:t>
          </w:r>
          <w:r w:rsidRPr="001E56ED">
            <w:rPr>
              <w:spacing w:val="-13"/>
              <w:w w:val="90"/>
            </w:rPr>
            <w:t xml:space="preserve"> </w:t>
          </w:r>
          <w:r w:rsidRPr="001E56ED">
            <w:rPr>
              <w:w w:val="90"/>
            </w:rPr>
            <w:t>de</w:t>
          </w:r>
          <w:r w:rsidRPr="001E56ED">
            <w:rPr>
              <w:spacing w:val="-12"/>
              <w:w w:val="90"/>
            </w:rPr>
            <w:t xml:space="preserve"> </w:t>
          </w:r>
          <w:r w:rsidRPr="001E56ED">
            <w:rPr>
              <w:w w:val="90"/>
            </w:rPr>
            <w:t>asegurar</w:t>
          </w:r>
          <w:r w:rsidRPr="001E56ED">
            <w:rPr>
              <w:spacing w:val="-13"/>
              <w:w w:val="90"/>
            </w:rPr>
            <w:t xml:space="preserve"> </w:t>
          </w:r>
          <w:r w:rsidRPr="001E56ED">
            <w:rPr>
              <w:w w:val="90"/>
            </w:rPr>
            <w:t>que</w:t>
          </w:r>
          <w:r w:rsidRPr="001E56ED">
            <w:rPr>
              <w:spacing w:val="-12"/>
              <w:w w:val="90"/>
            </w:rPr>
            <w:t xml:space="preserve"> </w:t>
          </w:r>
          <w:r w:rsidRPr="001E56ED">
            <w:rPr>
              <w:w w:val="90"/>
            </w:rPr>
            <w:t>todos</w:t>
          </w:r>
          <w:r w:rsidRPr="001E56ED">
            <w:rPr>
              <w:spacing w:val="-12"/>
              <w:w w:val="90"/>
            </w:rPr>
            <w:t xml:space="preserve"> </w:t>
          </w:r>
          <w:r w:rsidRPr="001E56ED">
            <w:rPr>
              <w:w w:val="90"/>
            </w:rPr>
            <w:t>los</w:t>
          </w:r>
          <w:r w:rsidRPr="001E56ED">
            <w:rPr>
              <w:spacing w:val="-13"/>
              <w:w w:val="90"/>
            </w:rPr>
            <w:t xml:space="preserve"> </w:t>
          </w:r>
          <w:r w:rsidRPr="001E56ED">
            <w:rPr>
              <w:w w:val="90"/>
            </w:rPr>
            <w:t>datos</w:t>
          </w:r>
          <w:r w:rsidRPr="001E56ED">
            <w:rPr>
              <w:spacing w:val="-12"/>
              <w:w w:val="90"/>
            </w:rPr>
            <w:t xml:space="preserve"> </w:t>
          </w:r>
          <w:r w:rsidRPr="001E56ED">
            <w:rPr>
              <w:w w:val="90"/>
            </w:rPr>
            <w:t>que</w:t>
          </w:r>
          <w:r w:rsidRPr="001E56ED">
            <w:rPr>
              <w:spacing w:val="-12"/>
              <w:w w:val="90"/>
            </w:rPr>
            <w:t xml:space="preserve"> </w:t>
          </w:r>
          <w:r w:rsidRPr="001E56ED">
            <w:rPr>
              <w:w w:val="90"/>
            </w:rPr>
            <w:t>son</w:t>
          </w:r>
          <w:r w:rsidRPr="001E56ED">
            <w:rPr>
              <w:spacing w:val="-13"/>
              <w:w w:val="90"/>
            </w:rPr>
            <w:t xml:space="preserve"> </w:t>
          </w:r>
          <w:r w:rsidRPr="001E56ED">
            <w:rPr>
              <w:w w:val="90"/>
            </w:rPr>
            <w:t>importantes</w:t>
          </w:r>
          <w:r w:rsidRPr="001E56ED">
            <w:rPr>
              <w:spacing w:val="-12"/>
              <w:w w:val="90"/>
            </w:rPr>
            <w:t xml:space="preserve"> </w:t>
          </w:r>
          <w:r w:rsidRPr="001E56ED">
            <w:rPr>
              <w:w w:val="90"/>
            </w:rPr>
            <w:t>para</w:t>
          </w:r>
          <w:r w:rsidRPr="001E56ED">
            <w:rPr>
              <w:spacing w:val="-12"/>
              <w:w w:val="90"/>
            </w:rPr>
            <w:t xml:space="preserve"> </w:t>
          </w:r>
          <w:r w:rsidRPr="001E56ED">
            <w:rPr>
              <w:w w:val="90"/>
            </w:rPr>
            <w:t>la</w:t>
          </w:r>
          <w:r w:rsidRPr="001E56ED">
            <w:rPr>
              <w:spacing w:val="-13"/>
              <w:w w:val="90"/>
            </w:rPr>
            <w:t xml:space="preserve"> </w:t>
          </w:r>
          <w:r w:rsidRPr="001E56ED">
            <w:rPr>
              <w:w w:val="90"/>
            </w:rPr>
            <w:t>entidad sean</w:t>
          </w:r>
          <w:r w:rsidRPr="001E56ED">
            <w:rPr>
              <w:spacing w:val="-18"/>
              <w:w w:val="90"/>
            </w:rPr>
            <w:t xml:space="preserve"> </w:t>
          </w:r>
          <w:r w:rsidRPr="001E56ED">
            <w:rPr>
              <w:w w:val="90"/>
            </w:rPr>
            <w:t>definidos</w:t>
          </w:r>
          <w:r w:rsidRPr="001E56ED">
            <w:rPr>
              <w:spacing w:val="-18"/>
              <w:w w:val="90"/>
            </w:rPr>
            <w:t xml:space="preserve"> </w:t>
          </w:r>
          <w:r w:rsidRPr="001E56ED">
            <w:rPr>
              <w:w w:val="90"/>
            </w:rPr>
            <w:t>y</w:t>
          </w:r>
          <w:r w:rsidRPr="001E56ED">
            <w:rPr>
              <w:spacing w:val="-18"/>
              <w:w w:val="90"/>
            </w:rPr>
            <w:t xml:space="preserve"> </w:t>
          </w:r>
          <w:r w:rsidRPr="001E56ED">
            <w:rPr>
              <w:w w:val="90"/>
            </w:rPr>
            <w:t>conceptualizados.</w:t>
          </w:r>
        </w:p>
        <w:p w14:paraId="135A59B4" w14:textId="77777777" w:rsidR="00E17F2F" w:rsidRPr="001E56ED" w:rsidRDefault="00E17F2F" w:rsidP="00E17F2F">
          <w:pPr>
            <w:rPr>
              <w:w w:val="90"/>
            </w:rPr>
          </w:pPr>
          <w:r w:rsidRPr="001E56ED">
            <w:rPr>
              <w:w w:val="90"/>
            </w:rPr>
            <w:t>Identificar</w:t>
          </w:r>
          <w:r w:rsidRPr="001E56ED">
            <w:rPr>
              <w:spacing w:val="-9"/>
              <w:w w:val="90"/>
            </w:rPr>
            <w:t xml:space="preserve"> </w:t>
          </w:r>
          <w:r w:rsidRPr="001E56ED">
            <w:rPr>
              <w:w w:val="90"/>
            </w:rPr>
            <w:t>datos</w:t>
          </w:r>
          <w:r w:rsidRPr="001E56ED">
            <w:rPr>
              <w:spacing w:val="-9"/>
              <w:w w:val="90"/>
            </w:rPr>
            <w:t xml:space="preserve"> </w:t>
          </w:r>
          <w:r w:rsidRPr="001E56ED">
            <w:rPr>
              <w:w w:val="90"/>
            </w:rPr>
            <w:t>georreferenciados:</w:t>
          </w:r>
          <w:r w:rsidRPr="001E56ED">
            <w:rPr>
              <w:spacing w:val="-10"/>
              <w:w w:val="90"/>
            </w:rPr>
            <w:t xml:space="preserve"> </w:t>
          </w:r>
          <w:r w:rsidRPr="001E56ED">
            <w:rPr>
              <w:w w:val="90"/>
            </w:rPr>
            <w:t>Corresponde</w:t>
          </w:r>
          <w:r w:rsidRPr="001E56ED">
            <w:rPr>
              <w:spacing w:val="-9"/>
              <w:w w:val="90"/>
            </w:rPr>
            <w:t xml:space="preserve"> </w:t>
          </w:r>
          <w:r w:rsidRPr="001E56ED">
            <w:rPr>
              <w:w w:val="90"/>
            </w:rPr>
            <w:t>al</w:t>
          </w:r>
          <w:r w:rsidRPr="001E56ED">
            <w:rPr>
              <w:spacing w:val="-10"/>
              <w:w w:val="90"/>
            </w:rPr>
            <w:t xml:space="preserve"> </w:t>
          </w:r>
          <w:r w:rsidRPr="001E56ED">
            <w:rPr>
              <w:w w:val="90"/>
            </w:rPr>
            <w:t>listado</w:t>
          </w:r>
          <w:r w:rsidRPr="001E56ED">
            <w:rPr>
              <w:spacing w:val="-7"/>
              <w:w w:val="90"/>
            </w:rPr>
            <w:t xml:space="preserve"> </w:t>
          </w:r>
          <w:r w:rsidRPr="001E56ED">
            <w:rPr>
              <w:w w:val="90"/>
            </w:rPr>
            <w:t>de</w:t>
          </w:r>
          <w:r w:rsidRPr="001E56ED">
            <w:rPr>
              <w:spacing w:val="-9"/>
              <w:w w:val="90"/>
            </w:rPr>
            <w:t xml:space="preserve"> </w:t>
          </w:r>
          <w:r w:rsidRPr="001E56ED">
            <w:rPr>
              <w:w w:val="90"/>
            </w:rPr>
            <w:t>los</w:t>
          </w:r>
          <w:r w:rsidRPr="001E56ED">
            <w:rPr>
              <w:spacing w:val="-9"/>
              <w:w w:val="90"/>
            </w:rPr>
            <w:t xml:space="preserve"> </w:t>
          </w:r>
          <w:r w:rsidRPr="001E56ED">
            <w:rPr>
              <w:w w:val="90"/>
            </w:rPr>
            <w:t xml:space="preserve">datos </w:t>
          </w:r>
          <w:r w:rsidRPr="001E56ED">
            <w:rPr>
              <w:w w:val="95"/>
            </w:rPr>
            <w:t xml:space="preserve">georreferenciados que posee la entidad. Para la realización de esta </w:t>
          </w:r>
          <w:r w:rsidRPr="001E56ED">
            <w:rPr>
              <w:w w:val="80"/>
            </w:rPr>
            <w:t xml:space="preserve">identificación puede partir del registro de activos de información recolectada </w:t>
          </w:r>
          <w:r w:rsidRPr="001E56ED">
            <w:rPr>
              <w:w w:val="90"/>
            </w:rPr>
            <w:t>por</w:t>
          </w:r>
          <w:r w:rsidRPr="001E56ED">
            <w:rPr>
              <w:spacing w:val="-17"/>
              <w:w w:val="90"/>
            </w:rPr>
            <w:t xml:space="preserve"> </w:t>
          </w:r>
          <w:r w:rsidRPr="001E56ED">
            <w:rPr>
              <w:w w:val="90"/>
            </w:rPr>
            <w:t>la</w:t>
          </w:r>
          <w:r w:rsidRPr="001E56ED">
            <w:rPr>
              <w:spacing w:val="-16"/>
              <w:w w:val="90"/>
            </w:rPr>
            <w:t xml:space="preserve"> </w:t>
          </w:r>
          <w:r w:rsidRPr="001E56ED">
            <w:rPr>
              <w:w w:val="90"/>
            </w:rPr>
            <w:t>entidad</w:t>
          </w:r>
          <w:r w:rsidRPr="001E56ED">
            <w:rPr>
              <w:spacing w:val="-16"/>
              <w:w w:val="90"/>
            </w:rPr>
            <w:t xml:space="preserve"> </w:t>
          </w:r>
          <w:r w:rsidRPr="001E56ED">
            <w:rPr>
              <w:w w:val="90"/>
            </w:rPr>
            <w:t>en</w:t>
          </w:r>
          <w:r w:rsidRPr="001E56ED">
            <w:rPr>
              <w:spacing w:val="-16"/>
              <w:w w:val="90"/>
            </w:rPr>
            <w:t xml:space="preserve"> </w:t>
          </w:r>
          <w:r w:rsidRPr="001E56ED">
            <w:rPr>
              <w:w w:val="90"/>
            </w:rPr>
            <w:t>el</w:t>
          </w:r>
          <w:r w:rsidRPr="001E56ED">
            <w:rPr>
              <w:spacing w:val="-19"/>
              <w:w w:val="90"/>
            </w:rPr>
            <w:t xml:space="preserve"> </w:t>
          </w:r>
          <w:r w:rsidRPr="001E56ED">
            <w:rPr>
              <w:w w:val="90"/>
            </w:rPr>
            <w:t>paso</w:t>
          </w:r>
          <w:r w:rsidRPr="001E56ED">
            <w:rPr>
              <w:spacing w:val="-16"/>
              <w:w w:val="90"/>
            </w:rPr>
            <w:t xml:space="preserve"> </w:t>
          </w:r>
          <w:r w:rsidRPr="001E56ED">
            <w:rPr>
              <w:w w:val="90"/>
            </w:rPr>
            <w:t>anterior,</w:t>
          </w:r>
          <w:r w:rsidRPr="001E56ED">
            <w:rPr>
              <w:spacing w:val="-18"/>
              <w:w w:val="90"/>
            </w:rPr>
            <w:t xml:space="preserve"> </w:t>
          </w:r>
          <w:r w:rsidRPr="001E56ED">
            <w:rPr>
              <w:w w:val="90"/>
            </w:rPr>
            <w:t>3.1.</w:t>
          </w:r>
        </w:p>
        <w:p w14:paraId="0C300444" w14:textId="77777777" w:rsidR="00E17F2F" w:rsidRPr="001E56ED" w:rsidRDefault="00E17F2F" w:rsidP="00E17F2F"/>
        <w:p w14:paraId="5C5626AE" w14:textId="7F8581EC" w:rsidR="00E17F2F" w:rsidRDefault="00E17F2F" w:rsidP="00E17F2F">
          <w:pPr>
            <w:rPr>
              <w:w w:val="95"/>
            </w:rPr>
          </w:pPr>
          <w:r w:rsidRPr="001E56ED">
            <w:rPr>
              <w:w w:val="85"/>
            </w:rPr>
            <w:t>Una vez se hayan identificados los datos, se procede a caracterizar dichos datos, para lo cual</w:t>
          </w:r>
          <w:r w:rsidRPr="001E56ED">
            <w:rPr>
              <w:spacing w:val="-5"/>
              <w:w w:val="85"/>
            </w:rPr>
            <w:t xml:space="preserve"> </w:t>
          </w:r>
          <w:r w:rsidRPr="001E56ED">
            <w:rPr>
              <w:w w:val="85"/>
            </w:rPr>
            <w:t>se</w:t>
          </w:r>
          <w:r w:rsidRPr="001E56ED">
            <w:rPr>
              <w:spacing w:val="-4"/>
              <w:w w:val="85"/>
            </w:rPr>
            <w:t xml:space="preserve"> </w:t>
          </w:r>
          <w:r w:rsidRPr="001E56ED">
            <w:rPr>
              <w:w w:val="85"/>
            </w:rPr>
            <w:t>listan los</w:t>
          </w:r>
          <w:r w:rsidRPr="001E56ED">
            <w:rPr>
              <w:spacing w:val="-3"/>
              <w:w w:val="85"/>
            </w:rPr>
            <w:t xml:space="preserve"> </w:t>
          </w:r>
          <w:r w:rsidRPr="001E56ED">
            <w:rPr>
              <w:w w:val="85"/>
            </w:rPr>
            <w:t>siguientes</w:t>
          </w:r>
          <w:r w:rsidRPr="001E56ED">
            <w:rPr>
              <w:spacing w:val="-3"/>
              <w:w w:val="85"/>
            </w:rPr>
            <w:t xml:space="preserve"> </w:t>
          </w:r>
          <w:r w:rsidRPr="001E56ED">
            <w:rPr>
              <w:w w:val="85"/>
            </w:rPr>
            <w:t>atributos</w:t>
          </w:r>
          <w:r w:rsidRPr="001E56ED">
            <w:rPr>
              <w:spacing w:val="-3"/>
              <w:w w:val="85"/>
            </w:rPr>
            <w:t xml:space="preserve"> </w:t>
          </w:r>
          <w:r w:rsidRPr="001E56ED">
            <w:rPr>
              <w:w w:val="85"/>
            </w:rPr>
            <w:t>o criterios</w:t>
          </w:r>
          <w:r w:rsidRPr="001E56ED">
            <w:rPr>
              <w:spacing w:val="-3"/>
              <w:w w:val="85"/>
            </w:rPr>
            <w:t xml:space="preserve"> </w:t>
          </w:r>
          <w:r w:rsidRPr="001E56ED">
            <w:rPr>
              <w:w w:val="85"/>
            </w:rPr>
            <w:t>que</w:t>
          </w:r>
          <w:r w:rsidRPr="001E56ED">
            <w:rPr>
              <w:spacing w:val="-4"/>
              <w:w w:val="85"/>
            </w:rPr>
            <w:t xml:space="preserve"> </w:t>
          </w:r>
          <w:r w:rsidRPr="001E56ED">
            <w:rPr>
              <w:w w:val="85"/>
            </w:rPr>
            <w:t>permiten describir</w:t>
          </w:r>
          <w:r w:rsidRPr="001E56ED">
            <w:rPr>
              <w:spacing w:val="-3"/>
              <w:w w:val="85"/>
            </w:rPr>
            <w:t xml:space="preserve"> </w:t>
          </w:r>
          <w:r w:rsidRPr="001E56ED">
            <w:rPr>
              <w:w w:val="85"/>
            </w:rPr>
            <w:t xml:space="preserve">los </w:t>
          </w:r>
          <w:r w:rsidRPr="001E56ED">
            <w:rPr>
              <w:w w:val="95"/>
            </w:rPr>
            <w:t>datos:</w:t>
          </w:r>
        </w:p>
        <w:tbl>
          <w:tblPr>
            <w:tblStyle w:val="TablasMinTIC"/>
            <w:tblpPr w:leftFromText="141" w:rightFromText="141" w:vertAnchor="text" w:horzAnchor="margin" w:tblpXSpec="center" w:tblpY="817"/>
            <w:tblW w:w="9042" w:type="dxa"/>
            <w:tblLook w:val="04A0" w:firstRow="1" w:lastRow="0" w:firstColumn="1" w:lastColumn="0" w:noHBand="0" w:noVBand="1"/>
          </w:tblPr>
          <w:tblGrid>
            <w:gridCol w:w="3261"/>
            <w:gridCol w:w="5781"/>
          </w:tblGrid>
          <w:tr w:rsidR="00E17F2F" w:rsidRPr="00014E5D" w14:paraId="16D9149D" w14:textId="77777777" w:rsidTr="00B02E8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261" w:type="dxa"/>
              </w:tcPr>
              <w:p w14:paraId="7016BB6C" w14:textId="77777777" w:rsidR="00E17F2F" w:rsidRPr="00014E5D" w:rsidRDefault="00E17F2F" w:rsidP="003E79F0">
                <w:r w:rsidRPr="00014E5D">
                  <w:t>Código</w:t>
                </w:r>
              </w:p>
            </w:tc>
            <w:tc>
              <w:tcPr>
                <w:tcW w:w="5781" w:type="dxa"/>
              </w:tcPr>
              <w:p w14:paraId="332112C0" w14:textId="77777777" w:rsidR="00E17F2F" w:rsidRPr="00014E5D" w:rsidRDefault="00E17F2F" w:rsidP="003E79F0">
                <w:pPr>
                  <w:cnfStyle w:val="100000000000" w:firstRow="1" w:lastRow="0" w:firstColumn="0" w:lastColumn="0" w:oddVBand="0" w:evenVBand="0" w:oddHBand="0" w:evenHBand="0" w:firstRowFirstColumn="0" w:firstRowLastColumn="0" w:lastRowFirstColumn="0" w:lastRowLastColumn="0"/>
                </w:pPr>
                <w:r w:rsidRPr="00014E5D">
                  <w:t>Descripción</w:t>
                </w:r>
              </w:p>
            </w:tc>
          </w:tr>
          <w:tr w:rsidR="00E17F2F" w:rsidRPr="00014E5D" w14:paraId="30E64AC7" w14:textId="77777777" w:rsidTr="003E79F0">
            <w:trPr>
              <w:trHeight w:val="620"/>
            </w:trPr>
            <w:tc>
              <w:tcPr>
                <w:cnfStyle w:val="001000000000" w:firstRow="0" w:lastRow="0" w:firstColumn="1" w:lastColumn="0" w:oddVBand="0" w:evenVBand="0" w:oddHBand="0" w:evenHBand="0" w:firstRowFirstColumn="0" w:firstRowLastColumn="0" w:lastRowFirstColumn="0" w:lastRowLastColumn="0"/>
                <w:tcW w:w="3261" w:type="dxa"/>
                <w:vAlign w:val="top"/>
              </w:tcPr>
              <w:p w14:paraId="20F87BBE" w14:textId="77777777" w:rsidR="00E17F2F" w:rsidRPr="00014E5D" w:rsidRDefault="00E17F2F" w:rsidP="003E79F0">
                <w:pPr>
                  <w:jc w:val="left"/>
                </w:pPr>
                <w:r w:rsidRPr="002C1BF1">
                  <w:t>Código de dato</w:t>
                </w:r>
              </w:p>
            </w:tc>
            <w:tc>
              <w:tcPr>
                <w:tcW w:w="5781" w:type="dxa"/>
                <w:vAlign w:val="top"/>
              </w:tcPr>
              <w:p w14:paraId="77AFDE0B" w14:textId="77777777" w:rsidR="00E17F2F" w:rsidRPr="00014E5D" w:rsidRDefault="00E17F2F" w:rsidP="003E79F0">
                <w:pPr>
                  <w:tabs>
                    <w:tab w:val="left" w:pos="2880"/>
                  </w:tabs>
                  <w:spacing w:before="60"/>
                  <w:jc w:val="left"/>
                  <w:cnfStyle w:val="000000000000" w:firstRow="0" w:lastRow="0" w:firstColumn="0" w:lastColumn="0" w:oddVBand="0" w:evenVBand="0" w:oddHBand="0" w:evenHBand="0" w:firstRowFirstColumn="0" w:firstRowLastColumn="0" w:lastRowFirstColumn="0" w:lastRowLastColumn="0"/>
                </w:pPr>
                <w:r>
                  <w:t>En caso en que la entidad exista el código de dato este debe ser: un consecutivo o código interno asignado por la oficina de TI o área encargada de la gestión y administración de los datos.</w:t>
                </w:r>
              </w:p>
            </w:tc>
          </w:tr>
          <w:tr w:rsidR="00E17F2F" w:rsidRPr="00014E5D" w14:paraId="29939CBF" w14:textId="77777777" w:rsidTr="003E79F0">
            <w:trPr>
              <w:cnfStyle w:val="000000010000" w:firstRow="0" w:lastRow="0" w:firstColumn="0" w:lastColumn="0" w:oddVBand="0" w:evenVBand="0" w:oddHBand="0" w:evenHBand="1" w:firstRowFirstColumn="0" w:firstRowLastColumn="0" w:lastRowFirstColumn="0" w:lastRowLastColumn="0"/>
              <w:trHeight w:val="376"/>
            </w:trPr>
            <w:tc>
              <w:tcPr>
                <w:cnfStyle w:val="001000000000" w:firstRow="0" w:lastRow="0" w:firstColumn="1" w:lastColumn="0" w:oddVBand="0" w:evenVBand="0" w:oddHBand="0" w:evenHBand="0" w:firstRowFirstColumn="0" w:firstRowLastColumn="0" w:lastRowFirstColumn="0" w:lastRowLastColumn="0"/>
                <w:tcW w:w="3261" w:type="dxa"/>
                <w:vAlign w:val="top"/>
              </w:tcPr>
              <w:p w14:paraId="0DCF74A9" w14:textId="77777777" w:rsidR="00E17F2F" w:rsidRPr="00014E5D" w:rsidRDefault="00E17F2F" w:rsidP="003E79F0">
                <w:pPr>
                  <w:jc w:val="left"/>
                </w:pPr>
                <w:r w:rsidRPr="002C1BF1">
                  <w:lastRenderedPageBreak/>
                  <w:t>Dato</w:t>
                </w:r>
              </w:p>
            </w:tc>
            <w:tc>
              <w:tcPr>
                <w:tcW w:w="5781" w:type="dxa"/>
                <w:vAlign w:val="top"/>
              </w:tcPr>
              <w:p w14:paraId="6ABB2BFE" w14:textId="77777777" w:rsidR="00E17F2F" w:rsidRPr="00014E5D" w:rsidRDefault="00E17F2F" w:rsidP="003E79F0">
                <w:pPr>
                  <w:jc w:val="left"/>
                  <w:cnfStyle w:val="000000010000" w:firstRow="0" w:lastRow="0" w:firstColumn="0" w:lastColumn="0" w:oddVBand="0" w:evenVBand="0" w:oddHBand="0" w:evenHBand="1" w:firstRowFirstColumn="0" w:firstRowLastColumn="0" w:lastRowFirstColumn="0" w:lastRowLastColumn="0"/>
                </w:pPr>
                <w:r w:rsidRPr="0046333D">
                  <w:t>Nombre del dato</w:t>
                </w:r>
              </w:p>
            </w:tc>
          </w:tr>
          <w:tr w:rsidR="00E17F2F" w:rsidRPr="00014E5D" w14:paraId="282EA64B" w14:textId="77777777" w:rsidTr="003E79F0">
            <w:trPr>
              <w:trHeight w:val="565"/>
            </w:trPr>
            <w:tc>
              <w:tcPr>
                <w:cnfStyle w:val="001000000000" w:firstRow="0" w:lastRow="0" w:firstColumn="1" w:lastColumn="0" w:oddVBand="0" w:evenVBand="0" w:oddHBand="0" w:evenHBand="0" w:firstRowFirstColumn="0" w:firstRowLastColumn="0" w:lastRowFirstColumn="0" w:lastRowLastColumn="0"/>
                <w:tcW w:w="3261" w:type="dxa"/>
                <w:vAlign w:val="top"/>
              </w:tcPr>
              <w:p w14:paraId="1EF10D53" w14:textId="77777777" w:rsidR="00E17F2F" w:rsidRPr="00014E5D" w:rsidRDefault="00E17F2F" w:rsidP="003E79F0">
                <w:pPr>
                  <w:jc w:val="left"/>
                </w:pPr>
                <w:r w:rsidRPr="002C1BF1">
                  <w:t>Descripción</w:t>
                </w:r>
              </w:p>
            </w:tc>
            <w:tc>
              <w:tcPr>
                <w:tcW w:w="5781" w:type="dxa"/>
                <w:vAlign w:val="top"/>
              </w:tcPr>
              <w:p w14:paraId="2098FD00"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rsidRPr="0046333D">
                  <w:t>Breve definición de lo que significa el término dentro del contexto de la entidad.</w:t>
                </w:r>
              </w:p>
            </w:tc>
          </w:tr>
          <w:tr w:rsidR="00E17F2F" w:rsidRPr="00014E5D" w14:paraId="69F0A48B" w14:textId="77777777" w:rsidTr="003E79F0">
            <w:trPr>
              <w:cnfStyle w:val="000000010000" w:firstRow="0" w:lastRow="0" w:firstColumn="0" w:lastColumn="0" w:oddVBand="0" w:evenVBand="0" w:oddHBand="0" w:evenHBand="1"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3261" w:type="dxa"/>
                <w:vAlign w:val="top"/>
              </w:tcPr>
              <w:p w14:paraId="20AE550D" w14:textId="77777777" w:rsidR="00E17F2F" w:rsidRPr="00014E5D" w:rsidRDefault="00E17F2F" w:rsidP="003E79F0">
                <w:pPr>
                  <w:jc w:val="left"/>
                  <w:rPr>
                    <w:lang w:val="es-ES"/>
                  </w:rPr>
                </w:pPr>
                <w:r w:rsidRPr="002C1BF1">
                  <w:t>Dato Georreferenciado</w:t>
                </w:r>
              </w:p>
            </w:tc>
            <w:tc>
              <w:tcPr>
                <w:tcW w:w="5781" w:type="dxa"/>
                <w:vAlign w:val="top"/>
              </w:tcPr>
              <w:p w14:paraId="5B01AA57" w14:textId="77777777" w:rsidR="00E17F2F" w:rsidRPr="00014E5D" w:rsidRDefault="00E17F2F" w:rsidP="003E79F0">
                <w:pPr>
                  <w:keepNext/>
                  <w:jc w:val="left"/>
                  <w:cnfStyle w:val="000000010000" w:firstRow="0" w:lastRow="0" w:firstColumn="0" w:lastColumn="0" w:oddVBand="0" w:evenVBand="0" w:oddHBand="0" w:evenHBand="1" w:firstRowFirstColumn="0" w:firstRowLastColumn="0" w:lastRowFirstColumn="0" w:lastRowLastColumn="0"/>
                </w:pPr>
                <w:r w:rsidRPr="00732778">
                  <w:t>Se coloca SI o No, según SI es un dato georreferenciado.</w:t>
                </w:r>
              </w:p>
            </w:tc>
          </w:tr>
          <w:tr w:rsidR="00E17F2F" w:rsidRPr="00014E5D" w14:paraId="7683C464" w14:textId="77777777" w:rsidTr="003E79F0">
            <w:tc>
              <w:tcPr>
                <w:cnfStyle w:val="001000000000" w:firstRow="0" w:lastRow="0" w:firstColumn="1" w:lastColumn="0" w:oddVBand="0" w:evenVBand="0" w:oddHBand="0" w:evenHBand="0" w:firstRowFirstColumn="0" w:firstRowLastColumn="0" w:lastRowFirstColumn="0" w:lastRowLastColumn="0"/>
                <w:tcW w:w="3261" w:type="dxa"/>
                <w:vAlign w:val="top"/>
              </w:tcPr>
              <w:p w14:paraId="4FE559A3" w14:textId="77777777" w:rsidR="00E17F2F" w:rsidRPr="00014E5D" w:rsidRDefault="00E17F2F" w:rsidP="003E79F0">
                <w:pPr>
                  <w:jc w:val="left"/>
                </w:pPr>
                <w:r w:rsidRPr="002C1BF1">
                  <w:t>Área responsable de la gestión del dato.</w:t>
                </w:r>
              </w:p>
            </w:tc>
            <w:tc>
              <w:tcPr>
                <w:tcW w:w="5781" w:type="dxa"/>
                <w:vAlign w:val="top"/>
              </w:tcPr>
              <w:p w14:paraId="2CACA6B2"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rsidRPr="00732778">
                  <w:t>Área de la entidad responsable de la gestión (actualización, intercambio, entre otros) del dato georreferenciado.</w:t>
                </w:r>
              </w:p>
            </w:tc>
          </w:tr>
          <w:tr w:rsidR="00E17F2F" w:rsidRPr="00014E5D" w14:paraId="1203AE66" w14:textId="77777777" w:rsidTr="003E7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Align w:val="top"/>
              </w:tcPr>
              <w:p w14:paraId="38122657" w14:textId="77777777" w:rsidR="00E17F2F" w:rsidRPr="00014E5D" w:rsidRDefault="00E17F2F" w:rsidP="003E79F0">
                <w:pPr>
                  <w:jc w:val="left"/>
                </w:pPr>
                <w:r w:rsidRPr="002C1BF1">
                  <w:t>Área responsable de la custodia</w:t>
                </w:r>
              </w:p>
            </w:tc>
            <w:tc>
              <w:tcPr>
                <w:tcW w:w="5781" w:type="dxa"/>
                <w:vAlign w:val="top"/>
              </w:tcPr>
              <w:p w14:paraId="2B55B4BE" w14:textId="77777777" w:rsidR="00E17F2F" w:rsidRPr="00014E5D" w:rsidRDefault="00E17F2F" w:rsidP="003E79F0">
                <w:pPr>
                  <w:jc w:val="left"/>
                  <w:cnfStyle w:val="000000010000" w:firstRow="0" w:lastRow="0" w:firstColumn="0" w:lastColumn="0" w:oddVBand="0" w:evenVBand="0" w:oddHBand="0" w:evenHBand="1" w:firstRowFirstColumn="0" w:firstRowLastColumn="0" w:lastRowFirstColumn="0" w:lastRowLastColumn="0"/>
                </w:pPr>
                <w:r w:rsidRPr="00732778">
                  <w:t>Área de la entidad responsable de la seguridad y custodia del dato.</w:t>
                </w:r>
              </w:p>
            </w:tc>
          </w:tr>
          <w:tr w:rsidR="00E17F2F" w:rsidRPr="00014E5D" w14:paraId="36940F01" w14:textId="77777777" w:rsidTr="003E79F0">
            <w:tc>
              <w:tcPr>
                <w:cnfStyle w:val="001000000000" w:firstRow="0" w:lastRow="0" w:firstColumn="1" w:lastColumn="0" w:oddVBand="0" w:evenVBand="0" w:oddHBand="0" w:evenHBand="0" w:firstRowFirstColumn="0" w:firstRowLastColumn="0" w:lastRowFirstColumn="0" w:lastRowLastColumn="0"/>
                <w:tcW w:w="3261" w:type="dxa"/>
                <w:vAlign w:val="top"/>
              </w:tcPr>
              <w:p w14:paraId="32463C92" w14:textId="77777777" w:rsidR="00E17F2F" w:rsidRPr="00014E5D" w:rsidRDefault="00E17F2F" w:rsidP="003E79F0">
                <w:pPr>
                  <w:jc w:val="left"/>
                </w:pPr>
                <w:r w:rsidRPr="00931A6D">
                  <w:t>Áreas</w:t>
                </w:r>
                <w:r w:rsidRPr="00931A6D">
                  <w:tab/>
                  <w:t>internas consumidoras</w:t>
                </w:r>
              </w:p>
            </w:tc>
            <w:tc>
              <w:tcPr>
                <w:tcW w:w="5781" w:type="dxa"/>
                <w:vAlign w:val="top"/>
              </w:tcPr>
              <w:p w14:paraId="4B8E8BBF"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rsidRPr="009C110D">
                  <w:t>Áreas internas de la entidad que consumen o utilizan el dato.</w:t>
                </w:r>
              </w:p>
            </w:tc>
          </w:tr>
          <w:tr w:rsidR="00E17F2F" w:rsidRPr="00014E5D" w14:paraId="3B6BA260" w14:textId="77777777" w:rsidTr="003E7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Align w:val="top"/>
              </w:tcPr>
              <w:p w14:paraId="6910736D" w14:textId="77777777" w:rsidR="00E17F2F" w:rsidRPr="00014E5D" w:rsidRDefault="00E17F2F" w:rsidP="003E79F0">
                <w:pPr>
                  <w:jc w:val="left"/>
                </w:pPr>
                <w:r w:rsidRPr="002C1BF1">
                  <w:t>Entidades consumidoras</w:t>
                </w:r>
              </w:p>
            </w:tc>
            <w:tc>
              <w:tcPr>
                <w:tcW w:w="5781" w:type="dxa"/>
                <w:vAlign w:val="top"/>
              </w:tcPr>
              <w:p w14:paraId="3729032D" w14:textId="77777777" w:rsidR="00E17F2F" w:rsidRPr="00014E5D" w:rsidRDefault="00E17F2F" w:rsidP="003E79F0">
                <w:pPr>
                  <w:jc w:val="left"/>
                  <w:cnfStyle w:val="000000010000" w:firstRow="0" w:lastRow="0" w:firstColumn="0" w:lastColumn="0" w:oddVBand="0" w:evenVBand="0" w:oddHBand="0" w:evenHBand="1" w:firstRowFirstColumn="0" w:firstRowLastColumn="0" w:lastRowFirstColumn="0" w:lastRowLastColumn="0"/>
                </w:pPr>
                <w:r w:rsidRPr="009C110D">
                  <w:t>Entidades que consumen o usan el dato.</w:t>
                </w:r>
              </w:p>
            </w:tc>
          </w:tr>
          <w:tr w:rsidR="00E17F2F" w:rsidRPr="00014E5D" w14:paraId="10BB94DE" w14:textId="77777777" w:rsidTr="003E79F0">
            <w:trPr>
              <w:trHeight w:val="1050"/>
            </w:trPr>
            <w:tc>
              <w:tcPr>
                <w:cnfStyle w:val="001000000000" w:firstRow="0" w:lastRow="0" w:firstColumn="1" w:lastColumn="0" w:oddVBand="0" w:evenVBand="0" w:oddHBand="0" w:evenHBand="0" w:firstRowFirstColumn="0" w:firstRowLastColumn="0" w:lastRowFirstColumn="0" w:lastRowLastColumn="0"/>
                <w:tcW w:w="3261" w:type="dxa"/>
                <w:vAlign w:val="top"/>
              </w:tcPr>
              <w:p w14:paraId="2B410C3A" w14:textId="77777777" w:rsidR="00E17F2F" w:rsidRPr="00014E5D" w:rsidRDefault="00E17F2F" w:rsidP="003E79F0">
                <w:pPr>
                  <w:jc w:val="left"/>
                </w:pPr>
                <w:r w:rsidRPr="002C1BF1">
                  <w:t>Ubicación física del dato georreferenciado</w:t>
                </w:r>
              </w:p>
            </w:tc>
            <w:tc>
              <w:tcPr>
                <w:tcW w:w="5781" w:type="dxa"/>
                <w:vAlign w:val="top"/>
              </w:tcPr>
              <w:p w14:paraId="797ECE41"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rsidRPr="008208A2">
                  <w:t>Este atributo sólo es utilizado si la respuesta en el atributo de Dato Georreferenciado es SI. Ubicación física (servidor) donde se encuentra almacenada la fuente oficial del dato geográfico en la</w:t>
                </w:r>
              </w:p>
            </w:tc>
          </w:tr>
          <w:tr w:rsidR="00E17F2F" w:rsidRPr="00014E5D" w14:paraId="73083369" w14:textId="77777777" w:rsidTr="003E7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Align w:val="top"/>
              </w:tcPr>
              <w:p w14:paraId="074AC8DE" w14:textId="77777777" w:rsidR="00E17F2F" w:rsidRPr="00014E5D" w:rsidRDefault="00E17F2F" w:rsidP="003E79F0">
                <w:pPr>
                  <w:jc w:val="left"/>
                </w:pPr>
                <w:r w:rsidRPr="002C1BF1">
                  <w:t>Sigla</w:t>
                </w:r>
              </w:p>
            </w:tc>
            <w:tc>
              <w:tcPr>
                <w:tcW w:w="5781" w:type="dxa"/>
                <w:vAlign w:val="top"/>
              </w:tcPr>
              <w:p w14:paraId="5B08934F" w14:textId="77777777" w:rsidR="00E17F2F" w:rsidRPr="00014E5D" w:rsidRDefault="00E17F2F" w:rsidP="003E79F0">
                <w:pPr>
                  <w:jc w:val="left"/>
                  <w:cnfStyle w:val="000000010000" w:firstRow="0" w:lastRow="0" w:firstColumn="0" w:lastColumn="0" w:oddVBand="0" w:evenVBand="0" w:oddHBand="0" w:evenHBand="1" w:firstRowFirstColumn="0" w:firstRowLastColumn="0" w:lastRowFirstColumn="0" w:lastRowLastColumn="0"/>
                </w:pPr>
                <w:r w:rsidRPr="008208A2">
                  <w:t>Entidad</w:t>
                </w:r>
              </w:p>
            </w:tc>
          </w:tr>
          <w:tr w:rsidR="00E17F2F" w:rsidRPr="00014E5D" w14:paraId="6FEDD568" w14:textId="77777777" w:rsidTr="003E79F0">
            <w:tc>
              <w:tcPr>
                <w:cnfStyle w:val="001000000000" w:firstRow="0" w:lastRow="0" w:firstColumn="1" w:lastColumn="0" w:oddVBand="0" w:evenVBand="0" w:oddHBand="0" w:evenHBand="0" w:firstRowFirstColumn="0" w:firstRowLastColumn="0" w:lastRowFirstColumn="0" w:lastRowLastColumn="0"/>
                <w:tcW w:w="3261" w:type="dxa"/>
                <w:vAlign w:val="top"/>
              </w:tcPr>
              <w:p w14:paraId="1CA92AB3" w14:textId="77777777" w:rsidR="00E17F2F" w:rsidRPr="00014E5D" w:rsidRDefault="00E17F2F" w:rsidP="003E79F0">
                <w:pPr>
                  <w:jc w:val="left"/>
                </w:pPr>
                <w:r w:rsidRPr="002C1BF1">
                  <w:t>Dominio</w:t>
                </w:r>
              </w:p>
            </w:tc>
            <w:tc>
              <w:tcPr>
                <w:tcW w:w="5781" w:type="dxa"/>
                <w:vAlign w:val="top"/>
              </w:tcPr>
              <w:p w14:paraId="20D7C9B4" w14:textId="77777777" w:rsidR="00E17F2F" w:rsidRDefault="00E17F2F" w:rsidP="003E79F0">
                <w:pPr>
                  <w:jc w:val="left"/>
                  <w:cnfStyle w:val="000000000000" w:firstRow="0" w:lastRow="0" w:firstColumn="0" w:lastColumn="0" w:oddVBand="0" w:evenVBand="0" w:oddHBand="0" w:evenHBand="0" w:firstRowFirstColumn="0" w:firstRowLastColumn="0" w:lastRowFirstColumn="0" w:lastRowLastColumn="0"/>
                </w:pPr>
                <w:r>
                  <w:t>Es el conjunto de valores posibles que puede tomar un dato. Por ejemplo, entidad puede tener como dominio (pública, privada, economía mixta) o el campo sexo puede tener como dominio</w:t>
                </w:r>
              </w:p>
              <w:p w14:paraId="1161CC78"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t>femenino, masculino.</w:t>
                </w:r>
              </w:p>
            </w:tc>
          </w:tr>
          <w:tr w:rsidR="00E17F2F" w:rsidRPr="00014E5D" w14:paraId="4B717EEF" w14:textId="77777777" w:rsidTr="003E79F0">
            <w:trPr>
              <w:cnfStyle w:val="000000010000" w:firstRow="0" w:lastRow="0" w:firstColumn="0" w:lastColumn="0" w:oddVBand="0" w:evenVBand="0" w:oddHBand="0" w:evenHBand="1" w:firstRowFirstColumn="0" w:firstRowLastColumn="0" w:lastRowFirstColumn="0" w:lastRowLastColumn="0"/>
              <w:trHeight w:val="1429"/>
            </w:trPr>
            <w:tc>
              <w:tcPr>
                <w:cnfStyle w:val="001000000000" w:firstRow="0" w:lastRow="0" w:firstColumn="1" w:lastColumn="0" w:oddVBand="0" w:evenVBand="0" w:oddHBand="0" w:evenHBand="0" w:firstRowFirstColumn="0" w:firstRowLastColumn="0" w:lastRowFirstColumn="0" w:lastRowLastColumn="0"/>
                <w:tcW w:w="3261" w:type="dxa"/>
                <w:vAlign w:val="top"/>
              </w:tcPr>
              <w:p w14:paraId="1220F15E" w14:textId="77777777" w:rsidR="00E17F2F" w:rsidRPr="00014E5D" w:rsidRDefault="00E17F2F" w:rsidP="003E79F0">
                <w:pPr>
                  <w:jc w:val="left"/>
                </w:pPr>
                <w:r w:rsidRPr="00026DC4">
                  <w:t>Formato (máscara)</w:t>
                </w:r>
              </w:p>
            </w:tc>
            <w:tc>
              <w:tcPr>
                <w:tcW w:w="5781" w:type="dxa"/>
                <w:vAlign w:val="top"/>
              </w:tcPr>
              <w:p w14:paraId="14D85CEC" w14:textId="77777777" w:rsidR="00E17F2F" w:rsidRPr="00014E5D" w:rsidRDefault="00E17F2F" w:rsidP="003E79F0">
                <w:pPr>
                  <w:keepNext/>
                  <w:jc w:val="left"/>
                  <w:cnfStyle w:val="000000010000" w:firstRow="0" w:lastRow="0" w:firstColumn="0" w:lastColumn="0" w:oddVBand="0" w:evenVBand="0" w:oddHBand="0" w:evenHBand="1" w:firstRowFirstColumn="0" w:firstRowLastColumn="0" w:lastRowFirstColumn="0" w:lastRowLastColumn="0"/>
                </w:pPr>
                <w:r w:rsidRPr="00CF59DA">
                  <w:t xml:space="preserve">Corresponde al tipo de dato (texto, fecha, numérico, XML, entre otros). En algunos casos como la fecha puede tener un formato de máscara para indicar por ejemplo si es </w:t>
                </w:r>
                <w:proofErr w:type="spellStart"/>
                <w:r w:rsidRPr="00CF59DA">
                  <w:t>yyyy</w:t>
                </w:r>
                <w:proofErr w:type="spellEnd"/>
                <w:r w:rsidRPr="00CF59DA">
                  <w:t>/mm/</w:t>
                </w:r>
                <w:proofErr w:type="spellStart"/>
                <w:r w:rsidRPr="00CF59DA">
                  <w:t>dd</w:t>
                </w:r>
                <w:proofErr w:type="spellEnd"/>
                <w:r w:rsidRPr="00CF59DA">
                  <w:t xml:space="preserve"> o </w:t>
                </w:r>
                <w:proofErr w:type="spellStart"/>
                <w:r w:rsidRPr="00CF59DA">
                  <w:t>dd</w:t>
                </w:r>
                <w:proofErr w:type="spellEnd"/>
                <w:r w:rsidRPr="00CF59DA">
                  <w:t>/mm/</w:t>
                </w:r>
                <w:proofErr w:type="spellStart"/>
                <w:r w:rsidRPr="00CF59DA">
                  <w:t>yyyy</w:t>
                </w:r>
                <w:proofErr w:type="spellEnd"/>
                <w:r w:rsidRPr="00CF59DA">
                  <w:t>.</w:t>
                </w:r>
              </w:p>
            </w:tc>
          </w:tr>
        </w:tbl>
        <w:p w14:paraId="6471962E" w14:textId="77777777" w:rsidR="00E17F2F" w:rsidRDefault="00E17F2F" w:rsidP="00E17F2F">
          <w:pPr>
            <w:pStyle w:val="Descripcin"/>
          </w:pPr>
          <w:bookmarkStart w:id="21" w:name="_Toc114754736"/>
          <w:r>
            <w:t xml:space="preserve">Tabla </w:t>
          </w:r>
          <w:r>
            <w:fldChar w:fldCharType="begin"/>
          </w:r>
          <w:r>
            <w:instrText xml:space="preserve"> SEQ Tabla \* ARABIC </w:instrText>
          </w:r>
          <w:r>
            <w:fldChar w:fldCharType="separate"/>
          </w:r>
          <w:r>
            <w:rPr>
              <w:noProof/>
            </w:rPr>
            <w:t>2</w:t>
          </w:r>
          <w:r>
            <w:fldChar w:fldCharType="end"/>
          </w:r>
          <w:r>
            <w:t>. Atributos de Datos</w:t>
          </w:r>
          <w:bookmarkEnd w:id="21"/>
        </w:p>
        <w:p w14:paraId="749B490F" w14:textId="77777777" w:rsidR="00E17F2F" w:rsidRDefault="00E17F2F" w:rsidP="00E17F2F"/>
        <w:p w14:paraId="044EC94D" w14:textId="77777777" w:rsidR="00E17F2F" w:rsidRDefault="00E17F2F" w:rsidP="00E17F2F">
          <w:pPr>
            <w:pStyle w:val="Ttulo2"/>
          </w:pPr>
          <w:bookmarkStart w:id="22" w:name="_Toc114754731"/>
          <w:r>
            <w:t xml:space="preserve">3.3 </w:t>
          </w:r>
          <w:r w:rsidRPr="00164BA5">
            <w:t>Identificar los flujos de información</w:t>
          </w:r>
          <w:bookmarkEnd w:id="22"/>
        </w:p>
        <w:p w14:paraId="27A97CB4" w14:textId="77777777" w:rsidR="00B02E87" w:rsidRDefault="00B02E87" w:rsidP="00E17F2F">
          <w:pPr>
            <w:rPr>
              <w:w w:val="90"/>
            </w:rPr>
          </w:pPr>
        </w:p>
        <w:p w14:paraId="0F85C417" w14:textId="100B96EB" w:rsidR="00E17F2F" w:rsidRPr="006970A6" w:rsidRDefault="00E17F2F" w:rsidP="00E17F2F">
          <w:pPr>
            <w:rPr>
              <w:w w:val="85"/>
            </w:rPr>
          </w:pPr>
          <w:r w:rsidRPr="006970A6">
            <w:rPr>
              <w:w w:val="90"/>
            </w:rPr>
            <w:t>Para la identificación de los flujos de información se deben evaluar los flujos internos</w:t>
          </w:r>
          <w:r w:rsidRPr="006970A6">
            <w:rPr>
              <w:spacing w:val="-8"/>
              <w:w w:val="90"/>
            </w:rPr>
            <w:t xml:space="preserve"> </w:t>
          </w:r>
          <w:r w:rsidRPr="006970A6">
            <w:rPr>
              <w:w w:val="90"/>
            </w:rPr>
            <w:t>(áreas</w:t>
          </w:r>
          <w:r w:rsidRPr="006970A6">
            <w:rPr>
              <w:spacing w:val="-8"/>
              <w:w w:val="90"/>
            </w:rPr>
            <w:t xml:space="preserve"> </w:t>
          </w:r>
          <w:r w:rsidRPr="006970A6">
            <w:rPr>
              <w:w w:val="90"/>
            </w:rPr>
            <w:t>y</w:t>
          </w:r>
          <w:r w:rsidRPr="006970A6">
            <w:rPr>
              <w:spacing w:val="-8"/>
              <w:w w:val="90"/>
            </w:rPr>
            <w:t xml:space="preserve"> </w:t>
          </w:r>
          <w:r w:rsidRPr="006970A6">
            <w:rPr>
              <w:w w:val="90"/>
            </w:rPr>
            <w:t>actores</w:t>
          </w:r>
          <w:r w:rsidRPr="006970A6">
            <w:rPr>
              <w:spacing w:val="-8"/>
              <w:w w:val="90"/>
            </w:rPr>
            <w:t xml:space="preserve"> </w:t>
          </w:r>
          <w:r w:rsidRPr="006970A6">
            <w:rPr>
              <w:w w:val="90"/>
            </w:rPr>
            <w:t>de</w:t>
          </w:r>
          <w:r w:rsidRPr="006970A6">
            <w:rPr>
              <w:spacing w:val="-9"/>
              <w:w w:val="90"/>
            </w:rPr>
            <w:t xml:space="preserve"> </w:t>
          </w:r>
          <w:r w:rsidRPr="006970A6">
            <w:rPr>
              <w:w w:val="90"/>
            </w:rPr>
            <w:t>la</w:t>
          </w:r>
          <w:r w:rsidRPr="006970A6">
            <w:rPr>
              <w:spacing w:val="-8"/>
              <w:w w:val="90"/>
            </w:rPr>
            <w:t xml:space="preserve"> </w:t>
          </w:r>
          <w:r w:rsidRPr="006970A6">
            <w:rPr>
              <w:w w:val="90"/>
            </w:rPr>
            <w:t>entidad)</w:t>
          </w:r>
          <w:r w:rsidRPr="006970A6">
            <w:rPr>
              <w:spacing w:val="-10"/>
              <w:w w:val="90"/>
            </w:rPr>
            <w:t xml:space="preserve"> </w:t>
          </w:r>
          <w:r w:rsidRPr="006970A6">
            <w:rPr>
              <w:w w:val="90"/>
            </w:rPr>
            <w:t>y</w:t>
          </w:r>
          <w:r w:rsidRPr="006970A6">
            <w:rPr>
              <w:spacing w:val="-8"/>
              <w:w w:val="90"/>
            </w:rPr>
            <w:t xml:space="preserve"> </w:t>
          </w:r>
          <w:r w:rsidRPr="006970A6">
            <w:rPr>
              <w:w w:val="90"/>
            </w:rPr>
            <w:t>externos</w:t>
          </w:r>
          <w:r w:rsidRPr="006970A6">
            <w:rPr>
              <w:spacing w:val="-6"/>
              <w:w w:val="90"/>
            </w:rPr>
            <w:t xml:space="preserve"> </w:t>
          </w:r>
          <w:r w:rsidRPr="006970A6">
            <w:rPr>
              <w:w w:val="90"/>
            </w:rPr>
            <w:t>de</w:t>
          </w:r>
          <w:r w:rsidRPr="006970A6">
            <w:rPr>
              <w:spacing w:val="-9"/>
              <w:w w:val="90"/>
            </w:rPr>
            <w:t xml:space="preserve"> </w:t>
          </w:r>
          <w:r w:rsidRPr="006970A6">
            <w:rPr>
              <w:w w:val="90"/>
            </w:rPr>
            <w:t>la</w:t>
          </w:r>
          <w:r w:rsidRPr="006970A6">
            <w:rPr>
              <w:spacing w:val="-5"/>
              <w:w w:val="90"/>
            </w:rPr>
            <w:t xml:space="preserve"> </w:t>
          </w:r>
          <w:r w:rsidRPr="006970A6">
            <w:rPr>
              <w:w w:val="90"/>
            </w:rPr>
            <w:t>entidad.</w:t>
          </w:r>
          <w:r w:rsidRPr="006970A6">
            <w:rPr>
              <w:spacing w:val="-8"/>
              <w:w w:val="90"/>
            </w:rPr>
            <w:t xml:space="preserve"> </w:t>
          </w:r>
          <w:r w:rsidRPr="006970A6">
            <w:rPr>
              <w:w w:val="90"/>
            </w:rPr>
            <w:t>Se</w:t>
          </w:r>
          <w:r w:rsidRPr="006970A6">
            <w:rPr>
              <w:spacing w:val="-9"/>
              <w:w w:val="90"/>
            </w:rPr>
            <w:t xml:space="preserve"> </w:t>
          </w:r>
          <w:r w:rsidRPr="006970A6">
            <w:rPr>
              <w:w w:val="90"/>
            </w:rPr>
            <w:t xml:space="preserve">recomienda </w:t>
          </w:r>
          <w:r w:rsidRPr="006970A6">
            <w:rPr>
              <w:w w:val="85"/>
            </w:rPr>
            <w:t>realizar</w:t>
          </w:r>
          <w:r w:rsidRPr="006970A6">
            <w:rPr>
              <w:spacing w:val="-6"/>
              <w:w w:val="85"/>
            </w:rPr>
            <w:t xml:space="preserve"> </w:t>
          </w:r>
          <w:r w:rsidRPr="006970A6">
            <w:rPr>
              <w:w w:val="85"/>
            </w:rPr>
            <w:t>esta</w:t>
          </w:r>
          <w:r w:rsidRPr="006970A6">
            <w:rPr>
              <w:spacing w:val="-5"/>
              <w:w w:val="85"/>
            </w:rPr>
            <w:t xml:space="preserve"> </w:t>
          </w:r>
          <w:r w:rsidRPr="006970A6">
            <w:rPr>
              <w:w w:val="85"/>
            </w:rPr>
            <w:t>identificación</w:t>
          </w:r>
          <w:r w:rsidRPr="006970A6">
            <w:rPr>
              <w:spacing w:val="-5"/>
              <w:w w:val="85"/>
            </w:rPr>
            <w:t xml:space="preserve"> </w:t>
          </w:r>
          <w:r w:rsidRPr="006970A6">
            <w:rPr>
              <w:w w:val="85"/>
            </w:rPr>
            <w:t>de</w:t>
          </w:r>
          <w:r w:rsidRPr="006970A6">
            <w:rPr>
              <w:spacing w:val="-6"/>
              <w:w w:val="85"/>
            </w:rPr>
            <w:t xml:space="preserve"> </w:t>
          </w:r>
          <w:r w:rsidRPr="006970A6">
            <w:rPr>
              <w:w w:val="85"/>
            </w:rPr>
            <w:t>flujos de</w:t>
          </w:r>
          <w:r w:rsidRPr="006970A6">
            <w:rPr>
              <w:spacing w:val="-6"/>
              <w:w w:val="85"/>
            </w:rPr>
            <w:t xml:space="preserve"> </w:t>
          </w:r>
          <w:r w:rsidRPr="006970A6">
            <w:rPr>
              <w:w w:val="85"/>
            </w:rPr>
            <w:t>información</w:t>
          </w:r>
          <w:r w:rsidRPr="006970A6">
            <w:rPr>
              <w:spacing w:val="-4"/>
              <w:w w:val="85"/>
            </w:rPr>
            <w:t xml:space="preserve"> </w:t>
          </w:r>
          <w:r w:rsidRPr="006970A6">
            <w:rPr>
              <w:w w:val="85"/>
            </w:rPr>
            <w:t>de</w:t>
          </w:r>
          <w:r w:rsidRPr="006970A6">
            <w:rPr>
              <w:spacing w:val="-4"/>
              <w:w w:val="85"/>
            </w:rPr>
            <w:t xml:space="preserve"> </w:t>
          </w:r>
          <w:r w:rsidRPr="006970A6">
            <w:rPr>
              <w:w w:val="85"/>
            </w:rPr>
            <w:t>acuerdo con</w:t>
          </w:r>
          <w:r w:rsidRPr="006970A6">
            <w:rPr>
              <w:spacing w:val="-4"/>
              <w:w w:val="85"/>
            </w:rPr>
            <w:t xml:space="preserve"> </w:t>
          </w:r>
          <w:r w:rsidRPr="006970A6">
            <w:rPr>
              <w:w w:val="85"/>
            </w:rPr>
            <w:t>la</w:t>
          </w:r>
          <w:r w:rsidRPr="006970A6">
            <w:rPr>
              <w:spacing w:val="-5"/>
              <w:w w:val="85"/>
            </w:rPr>
            <w:t xml:space="preserve"> </w:t>
          </w:r>
          <w:r w:rsidRPr="006970A6">
            <w:rPr>
              <w:w w:val="85"/>
            </w:rPr>
            <w:t>identificación de la información y de los datos realizados en los pasos anteriores.</w:t>
          </w:r>
        </w:p>
        <w:p w14:paraId="19C06154" w14:textId="77777777" w:rsidR="00E17F2F" w:rsidRDefault="00E17F2F" w:rsidP="00E17F2F">
          <w:pPr>
            <w:rPr>
              <w:w w:val="85"/>
            </w:rPr>
          </w:pPr>
          <w:r w:rsidRPr="006970A6">
            <w:rPr>
              <w:w w:val="85"/>
            </w:rPr>
            <w:t>Una vez se hayan identificados flujos de información de la entidad, se procede a caracterizar dichos flujos,</w:t>
          </w:r>
          <w:r w:rsidRPr="006970A6">
            <w:rPr>
              <w:spacing w:val="-1"/>
              <w:w w:val="85"/>
            </w:rPr>
            <w:t xml:space="preserve"> </w:t>
          </w:r>
          <w:r w:rsidRPr="006970A6">
            <w:rPr>
              <w:w w:val="85"/>
            </w:rPr>
            <w:t>para lo cual</w:t>
          </w:r>
          <w:r w:rsidRPr="006970A6">
            <w:rPr>
              <w:spacing w:val="-1"/>
              <w:w w:val="85"/>
            </w:rPr>
            <w:t xml:space="preserve"> </w:t>
          </w:r>
          <w:r w:rsidRPr="006970A6">
            <w:rPr>
              <w:w w:val="85"/>
            </w:rPr>
            <w:t>se listan los siguientes atributos o criterios que permiten describir los flujos de información:</w:t>
          </w:r>
        </w:p>
        <w:p w14:paraId="5AA88FAF" w14:textId="77777777" w:rsidR="00B02E87" w:rsidRDefault="00B02E87" w:rsidP="00E17F2F">
          <w:pPr>
            <w:rPr>
              <w:w w:val="85"/>
            </w:rPr>
          </w:pPr>
        </w:p>
        <w:p w14:paraId="16FD5752" w14:textId="77777777" w:rsidR="00B02E87" w:rsidRDefault="00B02E87" w:rsidP="00E17F2F">
          <w:pPr>
            <w:rPr>
              <w:w w:val="85"/>
            </w:rPr>
          </w:pPr>
        </w:p>
        <w:tbl>
          <w:tblPr>
            <w:tblStyle w:val="TablasMinTIC"/>
            <w:tblpPr w:leftFromText="141" w:rightFromText="141" w:vertAnchor="text" w:horzAnchor="margin" w:tblpXSpec="center" w:tblpY="144"/>
            <w:tblW w:w="9042" w:type="dxa"/>
            <w:tblLook w:val="04A0" w:firstRow="1" w:lastRow="0" w:firstColumn="1" w:lastColumn="0" w:noHBand="0" w:noVBand="1"/>
          </w:tblPr>
          <w:tblGrid>
            <w:gridCol w:w="3261"/>
            <w:gridCol w:w="5781"/>
          </w:tblGrid>
          <w:tr w:rsidR="00E17F2F" w:rsidRPr="00014E5D" w14:paraId="6D7BB909" w14:textId="77777777" w:rsidTr="003E79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0462851F" w14:textId="77777777" w:rsidR="00E17F2F" w:rsidRPr="00014E5D" w:rsidRDefault="00E17F2F" w:rsidP="003E79F0">
                <w:r>
                  <w:lastRenderedPageBreak/>
                  <w:t>Atributo</w:t>
                </w:r>
              </w:p>
            </w:tc>
            <w:tc>
              <w:tcPr>
                <w:tcW w:w="5781" w:type="dxa"/>
              </w:tcPr>
              <w:p w14:paraId="5299B32D" w14:textId="77777777" w:rsidR="00E17F2F" w:rsidRPr="00014E5D" w:rsidRDefault="00E17F2F" w:rsidP="003E79F0">
                <w:pPr>
                  <w:cnfStyle w:val="100000000000" w:firstRow="1" w:lastRow="0" w:firstColumn="0" w:lastColumn="0" w:oddVBand="0" w:evenVBand="0" w:oddHBand="0" w:evenHBand="0" w:firstRowFirstColumn="0" w:firstRowLastColumn="0" w:lastRowFirstColumn="0" w:lastRowLastColumn="0"/>
                </w:pPr>
                <w:r w:rsidRPr="00014E5D">
                  <w:t>Descripción</w:t>
                </w:r>
              </w:p>
            </w:tc>
          </w:tr>
          <w:tr w:rsidR="00E17F2F" w:rsidRPr="00014E5D" w14:paraId="1A563D15" w14:textId="77777777" w:rsidTr="003E79F0">
            <w:trPr>
              <w:trHeight w:val="620"/>
            </w:trPr>
            <w:tc>
              <w:tcPr>
                <w:cnfStyle w:val="001000000000" w:firstRow="0" w:lastRow="0" w:firstColumn="1" w:lastColumn="0" w:oddVBand="0" w:evenVBand="0" w:oddHBand="0" w:evenHBand="0" w:firstRowFirstColumn="0" w:firstRowLastColumn="0" w:lastRowFirstColumn="0" w:lastRowLastColumn="0"/>
                <w:tcW w:w="3261" w:type="dxa"/>
                <w:vAlign w:val="top"/>
              </w:tcPr>
              <w:p w14:paraId="3E76797E" w14:textId="77777777" w:rsidR="00E17F2F" w:rsidRPr="00014E5D" w:rsidRDefault="00E17F2F" w:rsidP="003E79F0">
                <w:pPr>
                  <w:jc w:val="left"/>
                </w:pPr>
                <w:r w:rsidRPr="00007619">
                  <w:t>Código</w:t>
                </w:r>
              </w:p>
            </w:tc>
            <w:tc>
              <w:tcPr>
                <w:tcW w:w="5781" w:type="dxa"/>
                <w:vAlign w:val="top"/>
              </w:tcPr>
              <w:p w14:paraId="621FADEA" w14:textId="77777777" w:rsidR="00E17F2F" w:rsidRDefault="00E17F2F" w:rsidP="003E79F0">
                <w:pPr>
                  <w:tabs>
                    <w:tab w:val="left" w:pos="2880"/>
                  </w:tabs>
                  <w:spacing w:before="60"/>
                  <w:jc w:val="left"/>
                  <w:cnfStyle w:val="000000000000" w:firstRow="0" w:lastRow="0" w:firstColumn="0" w:lastColumn="0" w:oddVBand="0" w:evenVBand="0" w:oddHBand="0" w:evenHBand="0" w:firstRowFirstColumn="0" w:firstRowLastColumn="0" w:lastRowFirstColumn="0" w:lastRowLastColumn="0"/>
                </w:pPr>
                <w:r>
                  <w:t>En caso en que la entidad exista el código este debe ser: un</w:t>
                </w:r>
              </w:p>
              <w:p w14:paraId="745FCD5C" w14:textId="77777777" w:rsidR="00E17F2F" w:rsidRPr="00014E5D" w:rsidRDefault="00E17F2F" w:rsidP="003E79F0">
                <w:pPr>
                  <w:tabs>
                    <w:tab w:val="left" w:pos="2880"/>
                  </w:tabs>
                  <w:spacing w:before="60"/>
                  <w:jc w:val="left"/>
                  <w:cnfStyle w:val="000000000000" w:firstRow="0" w:lastRow="0" w:firstColumn="0" w:lastColumn="0" w:oddVBand="0" w:evenVBand="0" w:oddHBand="0" w:evenHBand="0" w:firstRowFirstColumn="0" w:firstRowLastColumn="0" w:lastRowFirstColumn="0" w:lastRowLastColumn="0"/>
                </w:pPr>
                <w:r>
                  <w:t>consecutivo o código interno asignado por la entidad el flujo de información</w:t>
                </w:r>
              </w:p>
            </w:tc>
          </w:tr>
          <w:tr w:rsidR="00E17F2F" w:rsidRPr="00014E5D" w14:paraId="2200C39D" w14:textId="77777777" w:rsidTr="003E79F0">
            <w:trPr>
              <w:cnfStyle w:val="000000010000" w:firstRow="0" w:lastRow="0" w:firstColumn="0" w:lastColumn="0" w:oddVBand="0" w:evenVBand="0" w:oddHBand="0" w:evenHBand="1" w:firstRowFirstColumn="0" w:firstRowLastColumn="0" w:lastRowFirstColumn="0" w:lastRowLastColumn="0"/>
              <w:trHeight w:val="376"/>
            </w:trPr>
            <w:tc>
              <w:tcPr>
                <w:cnfStyle w:val="001000000000" w:firstRow="0" w:lastRow="0" w:firstColumn="1" w:lastColumn="0" w:oddVBand="0" w:evenVBand="0" w:oddHBand="0" w:evenHBand="0" w:firstRowFirstColumn="0" w:firstRowLastColumn="0" w:lastRowFirstColumn="0" w:lastRowLastColumn="0"/>
                <w:tcW w:w="3261" w:type="dxa"/>
                <w:vAlign w:val="top"/>
              </w:tcPr>
              <w:p w14:paraId="79720F70" w14:textId="77777777" w:rsidR="00E17F2F" w:rsidRPr="00014E5D" w:rsidRDefault="00E17F2F" w:rsidP="003E79F0">
                <w:pPr>
                  <w:jc w:val="left"/>
                </w:pPr>
                <w:r w:rsidRPr="00007619">
                  <w:t>Información</w:t>
                </w:r>
              </w:p>
            </w:tc>
            <w:tc>
              <w:tcPr>
                <w:tcW w:w="5781" w:type="dxa"/>
                <w:vAlign w:val="top"/>
              </w:tcPr>
              <w:p w14:paraId="27C74076" w14:textId="77777777" w:rsidR="00E17F2F" w:rsidRPr="00014E5D" w:rsidRDefault="00E17F2F" w:rsidP="003E79F0">
                <w:pPr>
                  <w:jc w:val="left"/>
                  <w:cnfStyle w:val="000000010000" w:firstRow="0" w:lastRow="0" w:firstColumn="0" w:lastColumn="0" w:oddVBand="0" w:evenVBand="0" w:oddHBand="0" w:evenHBand="1" w:firstRowFirstColumn="0" w:firstRowLastColumn="0" w:lastRowFirstColumn="0" w:lastRowLastColumn="0"/>
                </w:pPr>
                <w:r w:rsidRPr="004746BA">
                  <w:t>Hace referencia a la información identificada en el paso 3.1 de identificación de información que produce la entidad.</w:t>
                </w:r>
              </w:p>
            </w:tc>
          </w:tr>
          <w:tr w:rsidR="00E17F2F" w:rsidRPr="00014E5D" w14:paraId="25E84159" w14:textId="77777777" w:rsidTr="003E79F0">
            <w:trPr>
              <w:trHeight w:val="565"/>
            </w:trPr>
            <w:tc>
              <w:tcPr>
                <w:cnfStyle w:val="001000000000" w:firstRow="0" w:lastRow="0" w:firstColumn="1" w:lastColumn="0" w:oddVBand="0" w:evenVBand="0" w:oddHBand="0" w:evenHBand="0" w:firstRowFirstColumn="0" w:firstRowLastColumn="0" w:lastRowFirstColumn="0" w:lastRowLastColumn="0"/>
                <w:tcW w:w="3261" w:type="dxa"/>
                <w:vAlign w:val="top"/>
              </w:tcPr>
              <w:p w14:paraId="125D2239" w14:textId="77777777" w:rsidR="00E17F2F" w:rsidRPr="00014E5D" w:rsidRDefault="00E17F2F" w:rsidP="003E79F0">
                <w:pPr>
                  <w:jc w:val="left"/>
                </w:pPr>
                <w:r w:rsidRPr="00007619">
                  <w:t>Área o Entidad que produce la información</w:t>
                </w:r>
              </w:p>
            </w:tc>
            <w:tc>
              <w:tcPr>
                <w:tcW w:w="5781" w:type="dxa"/>
                <w:vAlign w:val="top"/>
              </w:tcPr>
              <w:p w14:paraId="19F6A36D"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rsidRPr="004746BA">
                  <w:t>Área o entidad la que pertenece la información que se produce.</w:t>
                </w:r>
              </w:p>
            </w:tc>
          </w:tr>
          <w:tr w:rsidR="00E17F2F" w:rsidRPr="00014E5D" w14:paraId="717FA76A" w14:textId="77777777" w:rsidTr="003E79F0">
            <w:trPr>
              <w:cnfStyle w:val="000000010000" w:firstRow="0" w:lastRow="0" w:firstColumn="0" w:lastColumn="0" w:oddVBand="0" w:evenVBand="0" w:oddHBand="0" w:evenHBand="1"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3261" w:type="dxa"/>
                <w:vAlign w:val="top"/>
              </w:tcPr>
              <w:p w14:paraId="5A1FC860" w14:textId="77777777" w:rsidR="00E17F2F" w:rsidRPr="00014E5D" w:rsidRDefault="00E17F2F" w:rsidP="003E79F0">
                <w:pPr>
                  <w:jc w:val="left"/>
                  <w:rPr>
                    <w:lang w:val="es-ES"/>
                  </w:rPr>
                </w:pPr>
                <w:r w:rsidRPr="00007619">
                  <w:t>Orden de la Entidad productora</w:t>
                </w:r>
              </w:p>
            </w:tc>
            <w:tc>
              <w:tcPr>
                <w:tcW w:w="5781" w:type="dxa"/>
                <w:vAlign w:val="top"/>
              </w:tcPr>
              <w:p w14:paraId="1056EAF0" w14:textId="77777777" w:rsidR="00E17F2F" w:rsidRPr="00014E5D" w:rsidRDefault="00E17F2F" w:rsidP="003E79F0">
                <w:pPr>
                  <w:keepNext/>
                  <w:jc w:val="left"/>
                  <w:cnfStyle w:val="000000010000" w:firstRow="0" w:lastRow="0" w:firstColumn="0" w:lastColumn="0" w:oddVBand="0" w:evenVBand="0" w:oddHBand="0" w:evenHBand="1" w:firstRowFirstColumn="0" w:firstRowLastColumn="0" w:lastRowFirstColumn="0" w:lastRowLastColumn="0"/>
                </w:pPr>
                <w:r w:rsidRPr="00127ED5">
                  <w:t>Se refiere, si es del orden nacional o territorial.</w:t>
                </w:r>
              </w:p>
            </w:tc>
          </w:tr>
          <w:tr w:rsidR="00E17F2F" w:rsidRPr="00014E5D" w14:paraId="2DD07CBA" w14:textId="77777777" w:rsidTr="003E79F0">
            <w:tc>
              <w:tcPr>
                <w:cnfStyle w:val="001000000000" w:firstRow="0" w:lastRow="0" w:firstColumn="1" w:lastColumn="0" w:oddVBand="0" w:evenVBand="0" w:oddHBand="0" w:evenHBand="0" w:firstRowFirstColumn="0" w:firstRowLastColumn="0" w:lastRowFirstColumn="0" w:lastRowLastColumn="0"/>
                <w:tcW w:w="3261" w:type="dxa"/>
                <w:vAlign w:val="top"/>
              </w:tcPr>
              <w:p w14:paraId="4946907B" w14:textId="77777777" w:rsidR="00E17F2F" w:rsidRPr="00014E5D" w:rsidRDefault="00E17F2F" w:rsidP="003E79F0">
                <w:pPr>
                  <w:jc w:val="left"/>
                </w:pPr>
                <w:r w:rsidRPr="00007619">
                  <w:t>Área o entidad que consume la información</w:t>
                </w:r>
              </w:p>
            </w:tc>
            <w:tc>
              <w:tcPr>
                <w:tcW w:w="5781" w:type="dxa"/>
                <w:vAlign w:val="top"/>
              </w:tcPr>
              <w:p w14:paraId="3321AC01"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rsidRPr="00DF6AB2">
                  <w:t>Área o entidad la que pertenece la información que se consume.</w:t>
                </w:r>
              </w:p>
            </w:tc>
          </w:tr>
          <w:tr w:rsidR="00E17F2F" w:rsidRPr="00014E5D" w14:paraId="023A7A0A" w14:textId="77777777" w:rsidTr="003E7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Align w:val="top"/>
              </w:tcPr>
              <w:p w14:paraId="324DC7A9" w14:textId="77777777" w:rsidR="00E17F2F" w:rsidRPr="00014E5D" w:rsidRDefault="00E17F2F" w:rsidP="003E79F0">
                <w:pPr>
                  <w:jc w:val="left"/>
                </w:pPr>
                <w:r w:rsidRPr="00007619">
                  <w:t>Orden de la entidad consumidora</w:t>
                </w:r>
              </w:p>
            </w:tc>
            <w:tc>
              <w:tcPr>
                <w:tcW w:w="5781" w:type="dxa"/>
                <w:vAlign w:val="top"/>
              </w:tcPr>
              <w:p w14:paraId="6CF15AEF" w14:textId="77777777" w:rsidR="00E17F2F" w:rsidRPr="00014E5D" w:rsidRDefault="00E17F2F" w:rsidP="003E79F0">
                <w:pPr>
                  <w:jc w:val="left"/>
                  <w:cnfStyle w:val="000000010000" w:firstRow="0" w:lastRow="0" w:firstColumn="0" w:lastColumn="0" w:oddVBand="0" w:evenVBand="0" w:oddHBand="0" w:evenHBand="1" w:firstRowFirstColumn="0" w:firstRowLastColumn="0" w:lastRowFirstColumn="0" w:lastRowLastColumn="0"/>
                </w:pPr>
                <w:r w:rsidRPr="007B6077">
                  <w:t>Se refiere, si es del orden nacional o territorial.</w:t>
                </w:r>
              </w:p>
            </w:tc>
          </w:tr>
          <w:tr w:rsidR="00E17F2F" w:rsidRPr="00014E5D" w14:paraId="748AECA1" w14:textId="77777777" w:rsidTr="003E79F0">
            <w:tc>
              <w:tcPr>
                <w:cnfStyle w:val="001000000000" w:firstRow="0" w:lastRow="0" w:firstColumn="1" w:lastColumn="0" w:oddVBand="0" w:evenVBand="0" w:oddHBand="0" w:evenHBand="0" w:firstRowFirstColumn="0" w:firstRowLastColumn="0" w:lastRowFirstColumn="0" w:lastRowLastColumn="0"/>
                <w:tcW w:w="3261" w:type="dxa"/>
                <w:vAlign w:val="top"/>
              </w:tcPr>
              <w:p w14:paraId="186884D0" w14:textId="77777777" w:rsidR="00E17F2F" w:rsidRDefault="00E17F2F" w:rsidP="003E79F0">
                <w:pPr>
                  <w:jc w:val="left"/>
                </w:pPr>
                <w:r>
                  <w:t>Tipo</w:t>
                </w:r>
                <w:r>
                  <w:tab/>
                  <w:t>de</w:t>
                </w:r>
                <w:r>
                  <w:tab/>
                  <w:t>flujo</w:t>
                </w:r>
                <w:r>
                  <w:tab/>
                  <w:t>de</w:t>
                </w:r>
              </w:p>
              <w:p w14:paraId="7CBBD55C" w14:textId="77777777" w:rsidR="00E17F2F" w:rsidRPr="00014E5D" w:rsidRDefault="00E17F2F" w:rsidP="003E79F0">
                <w:pPr>
                  <w:jc w:val="left"/>
                </w:pPr>
                <w:r>
                  <w:t>información del área o entidad consumidora</w:t>
                </w:r>
              </w:p>
            </w:tc>
            <w:tc>
              <w:tcPr>
                <w:tcW w:w="5781" w:type="dxa"/>
                <w:vAlign w:val="top"/>
              </w:tcPr>
              <w:p w14:paraId="4CF52B4C"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rsidRPr="00FE1CE1">
                  <w:t>Se refiere, si es un flujo de información interno o externo.</w:t>
                </w:r>
              </w:p>
            </w:tc>
          </w:tr>
          <w:tr w:rsidR="00E17F2F" w:rsidRPr="00014E5D" w14:paraId="784FCD62" w14:textId="77777777" w:rsidTr="003E7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Align w:val="top"/>
              </w:tcPr>
              <w:p w14:paraId="10A4DD85" w14:textId="77777777" w:rsidR="00E17F2F" w:rsidRPr="00014E5D" w:rsidRDefault="00E17F2F" w:rsidP="003E79F0">
                <w:pPr>
                  <w:jc w:val="left"/>
                </w:pPr>
                <w:r w:rsidRPr="00920985">
                  <w:t>Frecuencia de intercambio</w:t>
                </w:r>
              </w:p>
            </w:tc>
            <w:tc>
              <w:tcPr>
                <w:tcW w:w="5781" w:type="dxa"/>
                <w:vAlign w:val="top"/>
              </w:tcPr>
              <w:p w14:paraId="1FD2E2B4" w14:textId="77777777" w:rsidR="00E17F2F" w:rsidRPr="00014E5D" w:rsidRDefault="00E17F2F" w:rsidP="003E79F0">
                <w:pPr>
                  <w:jc w:val="left"/>
                  <w:cnfStyle w:val="000000010000" w:firstRow="0" w:lastRow="0" w:firstColumn="0" w:lastColumn="0" w:oddVBand="0" w:evenVBand="0" w:oddHBand="0" w:evenHBand="1" w:firstRowFirstColumn="0" w:firstRowLastColumn="0" w:lastRowFirstColumn="0" w:lastRowLastColumn="0"/>
                </w:pPr>
                <w:r w:rsidRPr="006B1BCA">
                  <w:t>Periodicidad o intervalo de tiempo con que se intercambia la información entre las entidades.</w:t>
                </w:r>
              </w:p>
            </w:tc>
          </w:tr>
          <w:tr w:rsidR="00E17F2F" w:rsidRPr="00014E5D" w14:paraId="7305AF72" w14:textId="77777777" w:rsidTr="003E79F0">
            <w:trPr>
              <w:trHeight w:val="1050"/>
            </w:trPr>
            <w:tc>
              <w:tcPr>
                <w:cnfStyle w:val="001000000000" w:firstRow="0" w:lastRow="0" w:firstColumn="1" w:lastColumn="0" w:oddVBand="0" w:evenVBand="0" w:oddHBand="0" w:evenHBand="0" w:firstRowFirstColumn="0" w:firstRowLastColumn="0" w:lastRowFirstColumn="0" w:lastRowLastColumn="0"/>
                <w:tcW w:w="3261" w:type="dxa"/>
                <w:vAlign w:val="top"/>
              </w:tcPr>
              <w:p w14:paraId="28871912" w14:textId="77777777" w:rsidR="00E17F2F" w:rsidRPr="00014E5D" w:rsidRDefault="00E17F2F" w:rsidP="003E79F0">
                <w:pPr>
                  <w:jc w:val="left"/>
                </w:pPr>
                <w:r w:rsidRPr="00920985">
                  <w:t>Formato</w:t>
                </w:r>
              </w:p>
            </w:tc>
            <w:tc>
              <w:tcPr>
                <w:tcW w:w="5781" w:type="dxa"/>
                <w:vAlign w:val="top"/>
              </w:tcPr>
              <w:p w14:paraId="61D993BD"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rsidRPr="006B1BCA">
                  <w:t>Tipo de formato en que se suministra la información. Por ejemplo, en PDF, documento de Word, Excel, XML, texto, entre</w:t>
                </w:r>
                <w:r>
                  <w:t xml:space="preserve"> otros.</w:t>
                </w:r>
              </w:p>
            </w:tc>
          </w:tr>
          <w:tr w:rsidR="00E17F2F" w:rsidRPr="00014E5D" w14:paraId="5138D89A" w14:textId="77777777" w:rsidTr="003E7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Align w:val="top"/>
              </w:tcPr>
              <w:p w14:paraId="3C2896EF" w14:textId="77777777" w:rsidR="00E17F2F" w:rsidRPr="00014E5D" w:rsidRDefault="00E17F2F" w:rsidP="003E79F0">
                <w:pPr>
                  <w:jc w:val="left"/>
                </w:pPr>
                <w:r w:rsidRPr="00920985">
                  <w:t>Medio de Intercambio</w:t>
                </w:r>
              </w:p>
            </w:tc>
            <w:tc>
              <w:tcPr>
                <w:tcW w:w="5781" w:type="dxa"/>
                <w:vAlign w:val="top"/>
              </w:tcPr>
              <w:p w14:paraId="7C3325AA" w14:textId="77777777" w:rsidR="00E17F2F" w:rsidRPr="00014E5D" w:rsidRDefault="00E17F2F" w:rsidP="003E79F0">
                <w:pPr>
                  <w:jc w:val="left"/>
                  <w:cnfStyle w:val="000000010000" w:firstRow="0" w:lastRow="0" w:firstColumn="0" w:lastColumn="0" w:oddVBand="0" w:evenVBand="0" w:oddHBand="0" w:evenHBand="1" w:firstRowFirstColumn="0" w:firstRowLastColumn="0" w:lastRowFirstColumn="0" w:lastRowLastColumn="0"/>
                </w:pPr>
                <w:r w:rsidRPr="00F54AC4">
                  <w:t>Medio empleado para intercambiar la información. Por ejemplo: correo electrónico, web service, conexión ODBC, entre otros.</w:t>
                </w:r>
              </w:p>
            </w:tc>
          </w:tr>
          <w:tr w:rsidR="00E17F2F" w:rsidRPr="00014E5D" w14:paraId="49201482" w14:textId="77777777" w:rsidTr="003E79F0">
            <w:tc>
              <w:tcPr>
                <w:cnfStyle w:val="001000000000" w:firstRow="0" w:lastRow="0" w:firstColumn="1" w:lastColumn="0" w:oddVBand="0" w:evenVBand="0" w:oddHBand="0" w:evenHBand="0" w:firstRowFirstColumn="0" w:firstRowLastColumn="0" w:lastRowFirstColumn="0" w:lastRowLastColumn="0"/>
                <w:tcW w:w="3261" w:type="dxa"/>
                <w:vAlign w:val="top"/>
              </w:tcPr>
              <w:p w14:paraId="0CDA70E1" w14:textId="77777777" w:rsidR="00E17F2F" w:rsidRPr="00014E5D" w:rsidRDefault="00E17F2F" w:rsidP="003E79F0">
                <w:pPr>
                  <w:jc w:val="left"/>
                </w:pPr>
                <w:r w:rsidRPr="00920985">
                  <w:t>Normatividad que respalda el intercambio</w:t>
                </w:r>
              </w:p>
            </w:tc>
            <w:tc>
              <w:tcPr>
                <w:tcW w:w="5781" w:type="dxa"/>
                <w:vAlign w:val="top"/>
              </w:tcPr>
              <w:p w14:paraId="33290E8D"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rsidRPr="00F54AC4">
                  <w:t>Hace referencia a leyes, decretos, resoluciones y demás actos</w:t>
                </w:r>
                <w:r>
                  <w:t xml:space="preserve"> administrativos</w:t>
                </w:r>
                <w:r w:rsidRPr="00D038E3">
                  <w:t xml:space="preserve"> que definan la necesidad u obligatoriedad del intercambio de información.</w:t>
                </w:r>
              </w:p>
            </w:tc>
          </w:tr>
        </w:tbl>
        <w:p w14:paraId="569C05F6" w14:textId="77777777" w:rsidR="00E17F2F" w:rsidRDefault="00E17F2F" w:rsidP="00E17F2F">
          <w:pPr>
            <w:pStyle w:val="Descripcin"/>
          </w:pPr>
          <w:bookmarkStart w:id="23" w:name="_Toc114754737"/>
          <w:r>
            <w:t xml:space="preserve">Tabla </w:t>
          </w:r>
          <w:r>
            <w:fldChar w:fldCharType="begin"/>
          </w:r>
          <w:r>
            <w:instrText xml:space="preserve"> SEQ Tabla \* ARABIC </w:instrText>
          </w:r>
          <w:r>
            <w:fldChar w:fldCharType="separate"/>
          </w:r>
          <w:r>
            <w:rPr>
              <w:noProof/>
            </w:rPr>
            <w:t>3</w:t>
          </w:r>
          <w:r>
            <w:fldChar w:fldCharType="end"/>
          </w:r>
          <w:r>
            <w:t>. Atributos de flujo de información</w:t>
          </w:r>
          <w:bookmarkEnd w:id="23"/>
        </w:p>
        <w:p w14:paraId="3A9D87E8" w14:textId="77777777" w:rsidR="00E17F2F" w:rsidRDefault="00E17F2F" w:rsidP="00E17F2F"/>
        <w:p w14:paraId="4873AB71" w14:textId="77777777" w:rsidR="00E17F2F" w:rsidRDefault="00E17F2F" w:rsidP="00E17F2F">
          <w:pPr>
            <w:rPr>
              <w:w w:val="85"/>
            </w:rPr>
          </w:pPr>
          <w:r>
            <w:rPr>
              <w:w w:val="85"/>
            </w:rPr>
            <w:t>Adicionalmente,</w:t>
          </w:r>
          <w:r>
            <w:rPr>
              <w:spacing w:val="-10"/>
              <w:w w:val="85"/>
            </w:rPr>
            <w:t xml:space="preserve"> </w:t>
          </w:r>
          <w:r>
            <w:rPr>
              <w:w w:val="85"/>
            </w:rPr>
            <w:t>para</w:t>
          </w:r>
          <w:r>
            <w:rPr>
              <w:spacing w:val="-6"/>
              <w:w w:val="85"/>
            </w:rPr>
            <w:t xml:space="preserve"> </w:t>
          </w:r>
          <w:r>
            <w:rPr>
              <w:w w:val="85"/>
            </w:rPr>
            <w:t>entidades</w:t>
          </w:r>
          <w:r>
            <w:rPr>
              <w:spacing w:val="-8"/>
              <w:w w:val="85"/>
            </w:rPr>
            <w:t xml:space="preserve"> </w:t>
          </w:r>
          <w:r>
            <w:rPr>
              <w:w w:val="85"/>
            </w:rPr>
            <w:t>cabeza</w:t>
          </w:r>
          <w:r>
            <w:rPr>
              <w:spacing w:val="-8"/>
              <w:w w:val="85"/>
            </w:rPr>
            <w:t xml:space="preserve"> </w:t>
          </w:r>
          <w:r>
            <w:rPr>
              <w:w w:val="85"/>
            </w:rPr>
            <w:t>de</w:t>
          </w:r>
          <w:r>
            <w:rPr>
              <w:spacing w:val="-9"/>
              <w:w w:val="85"/>
            </w:rPr>
            <w:t xml:space="preserve"> </w:t>
          </w:r>
          <w:r>
            <w:rPr>
              <w:w w:val="85"/>
            </w:rPr>
            <w:t>sector,</w:t>
          </w:r>
          <w:r>
            <w:rPr>
              <w:spacing w:val="-10"/>
              <w:w w:val="85"/>
            </w:rPr>
            <w:t xml:space="preserve"> </w:t>
          </w:r>
          <w:r>
            <w:rPr>
              <w:w w:val="85"/>
            </w:rPr>
            <w:t>se</w:t>
          </w:r>
          <w:r>
            <w:rPr>
              <w:spacing w:val="-9"/>
              <w:w w:val="85"/>
            </w:rPr>
            <w:t xml:space="preserve"> </w:t>
          </w:r>
          <w:r>
            <w:rPr>
              <w:w w:val="85"/>
            </w:rPr>
            <w:t>listan</w:t>
          </w:r>
          <w:r>
            <w:rPr>
              <w:spacing w:val="-8"/>
              <w:w w:val="85"/>
            </w:rPr>
            <w:t xml:space="preserve"> </w:t>
          </w:r>
          <w:r>
            <w:rPr>
              <w:w w:val="85"/>
            </w:rPr>
            <w:t>los</w:t>
          </w:r>
          <w:r>
            <w:rPr>
              <w:spacing w:val="-8"/>
              <w:w w:val="85"/>
            </w:rPr>
            <w:t xml:space="preserve"> </w:t>
          </w:r>
          <w:r>
            <w:rPr>
              <w:w w:val="85"/>
            </w:rPr>
            <w:t>siguientes</w:t>
          </w:r>
          <w:r>
            <w:rPr>
              <w:spacing w:val="-8"/>
              <w:w w:val="85"/>
            </w:rPr>
            <w:t xml:space="preserve"> </w:t>
          </w:r>
          <w:r>
            <w:rPr>
              <w:w w:val="85"/>
            </w:rPr>
            <w:t>atributos o criterios que permiten describir los flujos de información sectorial:</w:t>
          </w:r>
        </w:p>
        <w:p w14:paraId="5B5A777D" w14:textId="77777777" w:rsidR="00E17F2F" w:rsidRDefault="00E17F2F" w:rsidP="00E17F2F">
          <w:pPr>
            <w:pStyle w:val="Textoindependiente"/>
            <w:kinsoku w:val="0"/>
            <w:overflowPunct w:val="0"/>
            <w:spacing w:line="261" w:lineRule="auto"/>
            <w:ind w:left="808" w:right="648"/>
            <w:rPr>
              <w:w w:val="85"/>
            </w:rPr>
          </w:pPr>
        </w:p>
        <w:tbl>
          <w:tblPr>
            <w:tblStyle w:val="TablasMinTIC"/>
            <w:tblpPr w:leftFromText="141" w:rightFromText="141" w:vertAnchor="text" w:horzAnchor="margin" w:tblpXSpec="center" w:tblpY="144"/>
            <w:tblW w:w="9042" w:type="dxa"/>
            <w:tblLook w:val="04A0" w:firstRow="1" w:lastRow="0" w:firstColumn="1" w:lastColumn="0" w:noHBand="0" w:noVBand="1"/>
          </w:tblPr>
          <w:tblGrid>
            <w:gridCol w:w="3261"/>
            <w:gridCol w:w="5781"/>
          </w:tblGrid>
          <w:tr w:rsidR="00E17F2F" w:rsidRPr="00014E5D" w14:paraId="31260110" w14:textId="77777777" w:rsidTr="0025551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261" w:type="dxa"/>
              </w:tcPr>
              <w:p w14:paraId="38A6EE72" w14:textId="77777777" w:rsidR="00E17F2F" w:rsidRPr="00014E5D" w:rsidRDefault="00E17F2F" w:rsidP="003E79F0">
                <w:r>
                  <w:t>Atributo</w:t>
                </w:r>
              </w:p>
            </w:tc>
            <w:tc>
              <w:tcPr>
                <w:tcW w:w="5781" w:type="dxa"/>
              </w:tcPr>
              <w:p w14:paraId="771664CD" w14:textId="77777777" w:rsidR="00E17F2F" w:rsidRPr="00014E5D" w:rsidRDefault="00E17F2F" w:rsidP="003E79F0">
                <w:pPr>
                  <w:cnfStyle w:val="100000000000" w:firstRow="1" w:lastRow="0" w:firstColumn="0" w:lastColumn="0" w:oddVBand="0" w:evenVBand="0" w:oddHBand="0" w:evenHBand="0" w:firstRowFirstColumn="0" w:firstRowLastColumn="0" w:lastRowFirstColumn="0" w:lastRowLastColumn="0"/>
                </w:pPr>
                <w:r w:rsidRPr="00014E5D">
                  <w:t>Descripción</w:t>
                </w:r>
              </w:p>
            </w:tc>
          </w:tr>
          <w:tr w:rsidR="00E17F2F" w:rsidRPr="00014E5D" w14:paraId="303BDCBE" w14:textId="77777777" w:rsidTr="003E79F0">
            <w:trPr>
              <w:trHeight w:val="620"/>
            </w:trPr>
            <w:tc>
              <w:tcPr>
                <w:cnfStyle w:val="001000000000" w:firstRow="0" w:lastRow="0" w:firstColumn="1" w:lastColumn="0" w:oddVBand="0" w:evenVBand="0" w:oddHBand="0" w:evenHBand="0" w:firstRowFirstColumn="0" w:firstRowLastColumn="0" w:lastRowFirstColumn="0" w:lastRowLastColumn="0"/>
                <w:tcW w:w="3261" w:type="dxa"/>
                <w:vAlign w:val="top"/>
              </w:tcPr>
              <w:p w14:paraId="1A038E91" w14:textId="77777777" w:rsidR="00E17F2F" w:rsidRPr="00014E5D" w:rsidRDefault="00E17F2F" w:rsidP="003E79F0">
                <w:pPr>
                  <w:jc w:val="left"/>
                </w:pPr>
                <w:r w:rsidRPr="001008BD">
                  <w:t>Código</w:t>
                </w:r>
              </w:p>
            </w:tc>
            <w:tc>
              <w:tcPr>
                <w:tcW w:w="5781" w:type="dxa"/>
                <w:vAlign w:val="top"/>
              </w:tcPr>
              <w:p w14:paraId="15811CA8" w14:textId="77777777" w:rsidR="00E17F2F" w:rsidRDefault="00E17F2F" w:rsidP="003E79F0">
                <w:pPr>
                  <w:tabs>
                    <w:tab w:val="left" w:pos="2880"/>
                  </w:tabs>
                  <w:spacing w:before="60"/>
                  <w:jc w:val="left"/>
                  <w:cnfStyle w:val="000000000000" w:firstRow="0" w:lastRow="0" w:firstColumn="0" w:lastColumn="0" w:oddVBand="0" w:evenVBand="0" w:oddHBand="0" w:evenHBand="0" w:firstRowFirstColumn="0" w:firstRowLastColumn="0" w:lastRowFirstColumn="0" w:lastRowLastColumn="0"/>
                </w:pPr>
                <w:r>
                  <w:t>En caso en que la entidad exista el código este debe ser: un</w:t>
                </w:r>
              </w:p>
              <w:p w14:paraId="1535138E" w14:textId="77777777" w:rsidR="00E17F2F" w:rsidRPr="00014E5D" w:rsidRDefault="00E17F2F" w:rsidP="003E79F0">
                <w:pPr>
                  <w:tabs>
                    <w:tab w:val="left" w:pos="2880"/>
                  </w:tabs>
                  <w:spacing w:before="60"/>
                  <w:jc w:val="left"/>
                  <w:cnfStyle w:val="000000000000" w:firstRow="0" w:lastRow="0" w:firstColumn="0" w:lastColumn="0" w:oddVBand="0" w:evenVBand="0" w:oddHBand="0" w:evenHBand="0" w:firstRowFirstColumn="0" w:firstRowLastColumn="0" w:lastRowFirstColumn="0" w:lastRowLastColumn="0"/>
                </w:pPr>
                <w:r>
                  <w:t>consecutivo o código interno asignado por la entidad el flujo de información.</w:t>
                </w:r>
              </w:p>
            </w:tc>
          </w:tr>
          <w:tr w:rsidR="00E17F2F" w:rsidRPr="00014E5D" w14:paraId="38FAE784" w14:textId="77777777" w:rsidTr="003E79F0">
            <w:trPr>
              <w:cnfStyle w:val="000000010000" w:firstRow="0" w:lastRow="0" w:firstColumn="0" w:lastColumn="0" w:oddVBand="0" w:evenVBand="0" w:oddHBand="0" w:evenHBand="1" w:firstRowFirstColumn="0" w:firstRowLastColumn="0" w:lastRowFirstColumn="0" w:lastRowLastColumn="0"/>
              <w:trHeight w:val="376"/>
            </w:trPr>
            <w:tc>
              <w:tcPr>
                <w:cnfStyle w:val="001000000000" w:firstRow="0" w:lastRow="0" w:firstColumn="1" w:lastColumn="0" w:oddVBand="0" w:evenVBand="0" w:oddHBand="0" w:evenHBand="0" w:firstRowFirstColumn="0" w:firstRowLastColumn="0" w:lastRowFirstColumn="0" w:lastRowLastColumn="0"/>
                <w:tcW w:w="3261" w:type="dxa"/>
                <w:vAlign w:val="top"/>
              </w:tcPr>
              <w:p w14:paraId="03903AAC" w14:textId="77777777" w:rsidR="00E17F2F" w:rsidRPr="00014E5D" w:rsidRDefault="00E17F2F" w:rsidP="003E79F0">
                <w:pPr>
                  <w:jc w:val="left"/>
                </w:pPr>
                <w:r w:rsidRPr="001008BD">
                  <w:t>Información</w:t>
                </w:r>
              </w:p>
            </w:tc>
            <w:tc>
              <w:tcPr>
                <w:tcW w:w="5781" w:type="dxa"/>
                <w:vAlign w:val="top"/>
              </w:tcPr>
              <w:p w14:paraId="4F277D33" w14:textId="77777777" w:rsidR="00E17F2F" w:rsidRPr="00014E5D" w:rsidRDefault="00E17F2F" w:rsidP="003E79F0">
                <w:pPr>
                  <w:jc w:val="left"/>
                  <w:cnfStyle w:val="000000010000" w:firstRow="0" w:lastRow="0" w:firstColumn="0" w:lastColumn="0" w:oddVBand="0" w:evenVBand="0" w:oddHBand="0" w:evenHBand="1" w:firstRowFirstColumn="0" w:firstRowLastColumn="0" w:lastRowFirstColumn="0" w:lastRowLastColumn="0"/>
                </w:pPr>
                <w:r w:rsidRPr="0095321D">
                  <w:t>Hace referencia a la información identificada en el paso 3.1 de identificación de información que produce la entidad.</w:t>
                </w:r>
              </w:p>
            </w:tc>
          </w:tr>
          <w:tr w:rsidR="00E17F2F" w:rsidRPr="00014E5D" w14:paraId="103DB4D8" w14:textId="77777777" w:rsidTr="003E79F0">
            <w:trPr>
              <w:trHeight w:val="565"/>
            </w:trPr>
            <w:tc>
              <w:tcPr>
                <w:cnfStyle w:val="001000000000" w:firstRow="0" w:lastRow="0" w:firstColumn="1" w:lastColumn="0" w:oddVBand="0" w:evenVBand="0" w:oddHBand="0" w:evenHBand="0" w:firstRowFirstColumn="0" w:firstRowLastColumn="0" w:lastRowFirstColumn="0" w:lastRowLastColumn="0"/>
                <w:tcW w:w="3261" w:type="dxa"/>
                <w:vAlign w:val="top"/>
              </w:tcPr>
              <w:p w14:paraId="0C909291" w14:textId="77777777" w:rsidR="00E17F2F" w:rsidRPr="00014E5D" w:rsidRDefault="00E17F2F" w:rsidP="003E79F0">
                <w:pPr>
                  <w:jc w:val="left"/>
                </w:pPr>
                <w:r w:rsidRPr="001008BD">
                  <w:lastRenderedPageBreak/>
                  <w:t>Sector entidad productora</w:t>
                </w:r>
              </w:p>
            </w:tc>
            <w:tc>
              <w:tcPr>
                <w:tcW w:w="5781" w:type="dxa"/>
                <w:vAlign w:val="top"/>
              </w:tcPr>
              <w:p w14:paraId="21536F76" w14:textId="77777777" w:rsidR="00E17F2F" w:rsidRDefault="00E17F2F" w:rsidP="003E79F0">
                <w:pPr>
                  <w:jc w:val="left"/>
                  <w:cnfStyle w:val="000000000000" w:firstRow="0" w:lastRow="0" w:firstColumn="0" w:lastColumn="0" w:oddVBand="0" w:evenVBand="0" w:oddHBand="0" w:evenHBand="0" w:firstRowFirstColumn="0" w:firstRowLastColumn="0" w:lastRowFirstColumn="0" w:lastRowLastColumn="0"/>
                </w:pPr>
                <w:r w:rsidRPr="00186434">
                  <w:t>Sector la que pertenece la entidad que produce la información</w:t>
                </w:r>
                <w:r>
                  <w:t xml:space="preserve"> (Salud, Educación, Agricultura, Ambiente y desarrollo sostenible, Trabajo, Tecnologías de la Información y las comunicaciones, Inclusión social, Defensa, Hacienda, Comercio y turismo, Ciencia y Tecnología, Estadística,</w:t>
                </w:r>
              </w:p>
              <w:p w14:paraId="18E7D0D8" w14:textId="77777777" w:rsidR="00E17F2F" w:rsidRDefault="00E17F2F" w:rsidP="003E79F0">
                <w:pPr>
                  <w:jc w:val="left"/>
                  <w:cnfStyle w:val="000000000000" w:firstRow="0" w:lastRow="0" w:firstColumn="0" w:lastColumn="0" w:oddVBand="0" w:evenVBand="0" w:oddHBand="0" w:evenHBand="0" w:firstRowFirstColumn="0" w:firstRowLastColumn="0" w:lastRowFirstColumn="0" w:lastRowLastColumn="0"/>
                </w:pPr>
                <w:r>
                  <w:t>Deporte, Planeación, función Pública, Justicia y del Derecho,</w:t>
                </w:r>
              </w:p>
              <w:p w14:paraId="1043B32E"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t>Vivienda, Presidencia). Si es territorial no colocar el sector.)</w:t>
                </w:r>
              </w:p>
            </w:tc>
          </w:tr>
          <w:tr w:rsidR="00E17F2F" w:rsidRPr="00014E5D" w14:paraId="79756222" w14:textId="77777777" w:rsidTr="003E79F0">
            <w:trPr>
              <w:cnfStyle w:val="000000010000" w:firstRow="0" w:lastRow="0" w:firstColumn="0" w:lastColumn="0" w:oddVBand="0" w:evenVBand="0" w:oddHBand="0" w:evenHBand="1"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3261" w:type="dxa"/>
                <w:vAlign w:val="top"/>
              </w:tcPr>
              <w:p w14:paraId="2A4F80BC" w14:textId="77777777" w:rsidR="00E17F2F" w:rsidRPr="00014E5D" w:rsidRDefault="00E17F2F" w:rsidP="003E79F0">
                <w:pPr>
                  <w:jc w:val="left"/>
                  <w:rPr>
                    <w:lang w:val="es-ES"/>
                  </w:rPr>
                </w:pPr>
                <w:r w:rsidRPr="0026150B">
                  <w:t>Entidad productora</w:t>
                </w:r>
              </w:p>
            </w:tc>
            <w:tc>
              <w:tcPr>
                <w:tcW w:w="5781" w:type="dxa"/>
                <w:vAlign w:val="top"/>
              </w:tcPr>
              <w:p w14:paraId="470A83F6" w14:textId="77777777" w:rsidR="00E17F2F" w:rsidRPr="00014E5D" w:rsidRDefault="00E17F2F" w:rsidP="003E79F0">
                <w:pPr>
                  <w:keepNext/>
                  <w:jc w:val="left"/>
                  <w:cnfStyle w:val="000000010000" w:firstRow="0" w:lastRow="0" w:firstColumn="0" w:lastColumn="0" w:oddVBand="0" w:evenVBand="0" w:oddHBand="0" w:evenHBand="1" w:firstRowFirstColumn="0" w:firstRowLastColumn="0" w:lastRowFirstColumn="0" w:lastRowLastColumn="0"/>
                </w:pPr>
                <w:r w:rsidRPr="0026150B">
                  <w:t>Entidad que produce la información que se intercambia.</w:t>
                </w:r>
              </w:p>
            </w:tc>
          </w:tr>
          <w:tr w:rsidR="00E17F2F" w:rsidRPr="00014E5D" w14:paraId="398B8092" w14:textId="77777777" w:rsidTr="003E79F0">
            <w:tc>
              <w:tcPr>
                <w:cnfStyle w:val="001000000000" w:firstRow="0" w:lastRow="0" w:firstColumn="1" w:lastColumn="0" w:oddVBand="0" w:evenVBand="0" w:oddHBand="0" w:evenHBand="0" w:firstRowFirstColumn="0" w:firstRowLastColumn="0" w:lastRowFirstColumn="0" w:lastRowLastColumn="0"/>
                <w:tcW w:w="3261" w:type="dxa"/>
                <w:vAlign w:val="top"/>
              </w:tcPr>
              <w:p w14:paraId="2742B687" w14:textId="77777777" w:rsidR="00E17F2F" w:rsidRPr="00014E5D" w:rsidRDefault="00E17F2F" w:rsidP="003E79F0">
                <w:pPr>
                  <w:jc w:val="left"/>
                </w:pPr>
                <w:r w:rsidRPr="00146902">
                  <w:t>Orden de la Entidad productora</w:t>
                </w:r>
              </w:p>
            </w:tc>
            <w:tc>
              <w:tcPr>
                <w:tcW w:w="5781" w:type="dxa"/>
                <w:vAlign w:val="top"/>
              </w:tcPr>
              <w:p w14:paraId="45611C67"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rsidRPr="005966B4">
                  <w:t>Se refiere, si es del orden nacional o territorial.</w:t>
                </w:r>
              </w:p>
            </w:tc>
          </w:tr>
          <w:tr w:rsidR="00E17F2F" w:rsidRPr="00014E5D" w14:paraId="197BA04D" w14:textId="77777777" w:rsidTr="003E7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Align w:val="top"/>
              </w:tcPr>
              <w:p w14:paraId="37D0431F" w14:textId="77777777" w:rsidR="00E17F2F" w:rsidRPr="00014E5D" w:rsidRDefault="00E17F2F" w:rsidP="003E79F0">
                <w:pPr>
                  <w:jc w:val="left"/>
                </w:pPr>
                <w:r w:rsidRPr="00146902">
                  <w:t>Sector entidad consumidora</w:t>
                </w:r>
              </w:p>
            </w:tc>
            <w:tc>
              <w:tcPr>
                <w:tcW w:w="5781" w:type="dxa"/>
                <w:vAlign w:val="top"/>
              </w:tcPr>
              <w:p w14:paraId="4BABCD2F" w14:textId="77777777" w:rsidR="00E17F2F" w:rsidRDefault="00E17F2F" w:rsidP="003E79F0">
                <w:pPr>
                  <w:cnfStyle w:val="000000010000" w:firstRow="0" w:lastRow="0" w:firstColumn="0" w:lastColumn="0" w:oddVBand="0" w:evenVBand="0" w:oddHBand="0" w:evenHBand="1" w:firstRowFirstColumn="0" w:firstRowLastColumn="0" w:lastRowFirstColumn="0" w:lastRowLastColumn="0"/>
                </w:pPr>
                <w:r>
                  <w:t>Sector la que pertenece la entidad que consume la información (Salud, Educación, Agricultura, Ambiente y desarrollo sostenible, Trabajo, Tecnologías de la Información y las comunicaciones, Inclusión social, Defensa, Hacienda, Comercio y turismo, Ciencia y Tecnología, Estadística, Deporte, Planeación, función Pública, Justicia y del Derecho,</w:t>
                </w:r>
              </w:p>
              <w:p w14:paraId="18EB6482" w14:textId="77777777" w:rsidR="00E17F2F" w:rsidRPr="00014E5D" w:rsidRDefault="00E17F2F" w:rsidP="003E79F0">
                <w:pPr>
                  <w:cnfStyle w:val="000000010000" w:firstRow="0" w:lastRow="0" w:firstColumn="0" w:lastColumn="0" w:oddVBand="0" w:evenVBand="0" w:oddHBand="0" w:evenHBand="1" w:firstRowFirstColumn="0" w:firstRowLastColumn="0" w:lastRowFirstColumn="0" w:lastRowLastColumn="0"/>
                </w:pPr>
                <w:r>
                  <w:t>Vivienda, Presidencia)</w:t>
                </w:r>
              </w:p>
            </w:tc>
          </w:tr>
          <w:tr w:rsidR="00E17F2F" w:rsidRPr="00014E5D" w14:paraId="14CF2936" w14:textId="77777777" w:rsidTr="003E79F0">
            <w:tc>
              <w:tcPr>
                <w:cnfStyle w:val="001000000000" w:firstRow="0" w:lastRow="0" w:firstColumn="1" w:lastColumn="0" w:oddVBand="0" w:evenVBand="0" w:oddHBand="0" w:evenHBand="0" w:firstRowFirstColumn="0" w:firstRowLastColumn="0" w:lastRowFirstColumn="0" w:lastRowLastColumn="0"/>
                <w:tcW w:w="3261" w:type="dxa"/>
                <w:vAlign w:val="top"/>
              </w:tcPr>
              <w:p w14:paraId="36C171FB" w14:textId="77777777" w:rsidR="00E17F2F" w:rsidRPr="00014E5D" w:rsidRDefault="00E17F2F" w:rsidP="003E79F0">
                <w:pPr>
                  <w:jc w:val="left"/>
                </w:pPr>
                <w:r w:rsidRPr="00146902">
                  <w:t>Entidad consumidora</w:t>
                </w:r>
              </w:p>
            </w:tc>
            <w:tc>
              <w:tcPr>
                <w:tcW w:w="5781" w:type="dxa"/>
                <w:vAlign w:val="top"/>
              </w:tcPr>
              <w:p w14:paraId="363E7304"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rsidRPr="009370AD">
                  <w:t>Entidad que consume la información que se intercambia.</w:t>
                </w:r>
              </w:p>
            </w:tc>
          </w:tr>
          <w:tr w:rsidR="00E17F2F" w:rsidRPr="00014E5D" w14:paraId="439D88D6" w14:textId="77777777" w:rsidTr="003E7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Align w:val="top"/>
              </w:tcPr>
              <w:p w14:paraId="6A6CBE67" w14:textId="77777777" w:rsidR="00E17F2F" w:rsidRPr="00014E5D" w:rsidRDefault="00E17F2F" w:rsidP="003E79F0">
                <w:pPr>
                  <w:jc w:val="left"/>
                </w:pPr>
                <w:r w:rsidRPr="00146902">
                  <w:t>Orden de la entidad consumidora</w:t>
                </w:r>
              </w:p>
            </w:tc>
            <w:tc>
              <w:tcPr>
                <w:tcW w:w="5781" w:type="dxa"/>
                <w:vAlign w:val="top"/>
              </w:tcPr>
              <w:p w14:paraId="68D161B0" w14:textId="77777777" w:rsidR="00E17F2F" w:rsidRPr="00014E5D" w:rsidRDefault="00E17F2F" w:rsidP="003E79F0">
                <w:pPr>
                  <w:jc w:val="left"/>
                  <w:cnfStyle w:val="000000010000" w:firstRow="0" w:lastRow="0" w:firstColumn="0" w:lastColumn="0" w:oddVBand="0" w:evenVBand="0" w:oddHBand="0" w:evenHBand="1" w:firstRowFirstColumn="0" w:firstRowLastColumn="0" w:lastRowFirstColumn="0" w:lastRowLastColumn="0"/>
                </w:pPr>
                <w:r w:rsidRPr="009370AD">
                  <w:t>Se refiere, si es del orden nacional o territorial.</w:t>
                </w:r>
              </w:p>
            </w:tc>
          </w:tr>
          <w:tr w:rsidR="00E17F2F" w:rsidRPr="00014E5D" w14:paraId="01E8865C" w14:textId="77777777" w:rsidTr="003E79F0">
            <w:trPr>
              <w:trHeight w:val="656"/>
            </w:trPr>
            <w:tc>
              <w:tcPr>
                <w:cnfStyle w:val="001000000000" w:firstRow="0" w:lastRow="0" w:firstColumn="1" w:lastColumn="0" w:oddVBand="0" w:evenVBand="0" w:oddHBand="0" w:evenHBand="0" w:firstRowFirstColumn="0" w:firstRowLastColumn="0" w:lastRowFirstColumn="0" w:lastRowLastColumn="0"/>
                <w:tcW w:w="3261" w:type="dxa"/>
                <w:vAlign w:val="top"/>
              </w:tcPr>
              <w:p w14:paraId="0D9742CD" w14:textId="77777777" w:rsidR="00E17F2F" w:rsidRPr="00014E5D" w:rsidRDefault="00E17F2F" w:rsidP="003E79F0">
                <w:pPr>
                  <w:jc w:val="left"/>
                </w:pPr>
                <w:r w:rsidRPr="00146902">
                  <w:t>Frecuencia de intercambio</w:t>
                </w:r>
              </w:p>
            </w:tc>
            <w:tc>
              <w:tcPr>
                <w:tcW w:w="5781" w:type="dxa"/>
                <w:vAlign w:val="top"/>
              </w:tcPr>
              <w:p w14:paraId="7EEA69C4"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rsidRPr="009370AD">
                  <w:t>Periodicidad o intervalo de tiempo con que se intercambia la información entre las entidades.</w:t>
                </w:r>
              </w:p>
            </w:tc>
          </w:tr>
          <w:tr w:rsidR="00E17F2F" w:rsidRPr="00014E5D" w14:paraId="7082E7B2" w14:textId="77777777" w:rsidTr="003E7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Align w:val="top"/>
              </w:tcPr>
              <w:p w14:paraId="5077182A" w14:textId="77777777" w:rsidR="00E17F2F" w:rsidRPr="00014E5D" w:rsidRDefault="00E17F2F" w:rsidP="003E79F0">
                <w:pPr>
                  <w:jc w:val="left"/>
                </w:pPr>
                <w:r w:rsidRPr="00146902">
                  <w:t>Formato</w:t>
                </w:r>
              </w:p>
            </w:tc>
            <w:tc>
              <w:tcPr>
                <w:tcW w:w="5781" w:type="dxa"/>
                <w:vAlign w:val="top"/>
              </w:tcPr>
              <w:p w14:paraId="03E6EB90" w14:textId="77777777" w:rsidR="00E17F2F" w:rsidRDefault="00E17F2F" w:rsidP="003E79F0">
                <w:pPr>
                  <w:jc w:val="left"/>
                  <w:cnfStyle w:val="000000010000" w:firstRow="0" w:lastRow="0" w:firstColumn="0" w:lastColumn="0" w:oddVBand="0" w:evenVBand="0" w:oddHBand="0" w:evenHBand="1" w:firstRowFirstColumn="0" w:firstRowLastColumn="0" w:lastRowFirstColumn="0" w:lastRowLastColumn="0"/>
                </w:pPr>
                <w:r>
                  <w:t>Tipo de formato en que se suministra la información. Por</w:t>
                </w:r>
              </w:p>
              <w:p w14:paraId="4CE7B7CC" w14:textId="77777777" w:rsidR="00E17F2F" w:rsidRPr="00014E5D" w:rsidRDefault="00E17F2F" w:rsidP="003E79F0">
                <w:pPr>
                  <w:jc w:val="left"/>
                  <w:cnfStyle w:val="000000010000" w:firstRow="0" w:lastRow="0" w:firstColumn="0" w:lastColumn="0" w:oddVBand="0" w:evenVBand="0" w:oddHBand="0" w:evenHBand="1" w:firstRowFirstColumn="0" w:firstRowLastColumn="0" w:lastRowFirstColumn="0" w:lastRowLastColumn="0"/>
                </w:pPr>
                <w:r>
                  <w:t>ejemplo, en PDF, documento de Word, Excel, XML, texto, entre otros.</w:t>
                </w:r>
              </w:p>
            </w:tc>
          </w:tr>
          <w:tr w:rsidR="00E17F2F" w:rsidRPr="00014E5D" w14:paraId="2C6DB860" w14:textId="77777777" w:rsidTr="003E79F0">
            <w:tc>
              <w:tcPr>
                <w:cnfStyle w:val="001000000000" w:firstRow="0" w:lastRow="0" w:firstColumn="1" w:lastColumn="0" w:oddVBand="0" w:evenVBand="0" w:oddHBand="0" w:evenHBand="0" w:firstRowFirstColumn="0" w:firstRowLastColumn="0" w:lastRowFirstColumn="0" w:lastRowLastColumn="0"/>
                <w:tcW w:w="3261" w:type="dxa"/>
                <w:vAlign w:val="top"/>
              </w:tcPr>
              <w:p w14:paraId="68FF88A7" w14:textId="77777777" w:rsidR="00E17F2F" w:rsidRPr="00014E5D" w:rsidRDefault="00E17F2F" w:rsidP="003E79F0">
                <w:pPr>
                  <w:jc w:val="left"/>
                </w:pPr>
                <w:r w:rsidRPr="00146902">
                  <w:t>Medio de Intercambio</w:t>
                </w:r>
              </w:p>
            </w:tc>
            <w:tc>
              <w:tcPr>
                <w:tcW w:w="5781" w:type="dxa"/>
                <w:vAlign w:val="top"/>
              </w:tcPr>
              <w:p w14:paraId="2E2A6B93" w14:textId="77777777" w:rsidR="00E17F2F" w:rsidRPr="00014E5D" w:rsidRDefault="00E17F2F" w:rsidP="003E79F0">
                <w:pPr>
                  <w:keepNext/>
                  <w:jc w:val="left"/>
                  <w:cnfStyle w:val="000000000000" w:firstRow="0" w:lastRow="0" w:firstColumn="0" w:lastColumn="0" w:oddVBand="0" w:evenVBand="0" w:oddHBand="0" w:evenHBand="0" w:firstRowFirstColumn="0" w:firstRowLastColumn="0" w:lastRowFirstColumn="0" w:lastRowLastColumn="0"/>
                </w:pPr>
                <w:r w:rsidRPr="00905907">
                  <w:t>Medio empleado para intercambiar la información. Por ejemplo: correo electrónico, web service, conexión ODBC, entre otros.</w:t>
                </w:r>
              </w:p>
            </w:tc>
          </w:tr>
          <w:tr w:rsidR="00E17F2F" w:rsidRPr="00014E5D" w14:paraId="4D0EDD92" w14:textId="77777777" w:rsidTr="003E7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Align w:val="top"/>
              </w:tcPr>
              <w:p w14:paraId="084709C7" w14:textId="77777777" w:rsidR="00E17F2F" w:rsidRPr="00146902" w:rsidRDefault="00E17F2F" w:rsidP="003E79F0">
                <w:pPr>
                  <w:jc w:val="left"/>
                </w:pPr>
                <w:r w:rsidRPr="009D4115">
                  <w:t>Normatividad que respalda el intercambio</w:t>
                </w:r>
              </w:p>
            </w:tc>
            <w:tc>
              <w:tcPr>
                <w:tcW w:w="5781" w:type="dxa"/>
                <w:vAlign w:val="top"/>
              </w:tcPr>
              <w:p w14:paraId="284ED509" w14:textId="77777777" w:rsidR="00E17F2F" w:rsidRDefault="00E17F2F" w:rsidP="003E79F0">
                <w:pPr>
                  <w:keepNext/>
                  <w:jc w:val="left"/>
                  <w:cnfStyle w:val="000000010000" w:firstRow="0" w:lastRow="0" w:firstColumn="0" w:lastColumn="0" w:oddVBand="0" w:evenVBand="0" w:oddHBand="0" w:evenHBand="1" w:firstRowFirstColumn="0" w:firstRowLastColumn="0" w:lastRowFirstColumn="0" w:lastRowLastColumn="0"/>
                </w:pPr>
                <w:r>
                  <w:t>Hace referencia a leyes, decretos, resoluciones y demás actos</w:t>
                </w:r>
              </w:p>
              <w:p w14:paraId="734F8785" w14:textId="77777777" w:rsidR="00E17F2F" w:rsidRPr="00014E5D" w:rsidRDefault="00E17F2F" w:rsidP="003E79F0">
                <w:pPr>
                  <w:keepNext/>
                  <w:jc w:val="left"/>
                  <w:cnfStyle w:val="000000010000" w:firstRow="0" w:lastRow="0" w:firstColumn="0" w:lastColumn="0" w:oddVBand="0" w:evenVBand="0" w:oddHBand="0" w:evenHBand="1" w:firstRowFirstColumn="0" w:firstRowLastColumn="0" w:lastRowFirstColumn="0" w:lastRowLastColumn="0"/>
                </w:pPr>
                <w:r>
                  <w:t>administrativos que definan la necesidad u obligatoriedad del intercambio de información.</w:t>
                </w:r>
              </w:p>
            </w:tc>
          </w:tr>
        </w:tbl>
        <w:p w14:paraId="59515B20" w14:textId="77777777" w:rsidR="00E17F2F" w:rsidRDefault="00E17F2F" w:rsidP="00E17F2F">
          <w:pPr>
            <w:pStyle w:val="Descripcin"/>
          </w:pPr>
          <w:bookmarkStart w:id="24" w:name="_Toc114754738"/>
          <w:r>
            <w:t xml:space="preserve">Tabla </w:t>
          </w:r>
          <w:r>
            <w:fldChar w:fldCharType="begin"/>
          </w:r>
          <w:r>
            <w:instrText xml:space="preserve"> SEQ Tabla \* ARABIC </w:instrText>
          </w:r>
          <w:r>
            <w:fldChar w:fldCharType="separate"/>
          </w:r>
          <w:r>
            <w:rPr>
              <w:noProof/>
            </w:rPr>
            <w:t>4</w:t>
          </w:r>
          <w:r>
            <w:fldChar w:fldCharType="end"/>
          </w:r>
          <w:r>
            <w:t>. Atributos de flujo de información sectorial</w:t>
          </w:r>
          <w:bookmarkEnd w:id="24"/>
        </w:p>
        <w:p w14:paraId="2121B3B8" w14:textId="77777777" w:rsidR="00E17F2F" w:rsidRDefault="00E17F2F" w:rsidP="00E17F2F"/>
        <w:p w14:paraId="380222A0" w14:textId="77777777" w:rsidR="00E60763" w:rsidRDefault="00E60763" w:rsidP="00E17F2F"/>
        <w:p w14:paraId="24F84C33" w14:textId="77777777" w:rsidR="00E17F2F" w:rsidRDefault="00E17F2F" w:rsidP="00E17F2F">
          <w:pPr>
            <w:pStyle w:val="Ttulo2"/>
          </w:pPr>
          <w:bookmarkStart w:id="25" w:name="_Toc114754732"/>
          <w:r>
            <w:lastRenderedPageBreak/>
            <w:t xml:space="preserve">3.4 </w:t>
          </w:r>
          <w:r w:rsidRPr="00A82B5C">
            <w:t>Identificar qué servicios soportan la información</w:t>
          </w:r>
          <w:bookmarkEnd w:id="25"/>
        </w:p>
        <w:p w14:paraId="648FF666" w14:textId="77777777" w:rsidR="00E17F2F" w:rsidRPr="008A7F5E" w:rsidRDefault="00E17F2F" w:rsidP="00E17F2F"/>
        <w:p w14:paraId="01EC97E7" w14:textId="77777777" w:rsidR="00E17F2F" w:rsidRDefault="00E17F2F" w:rsidP="00E17F2F">
          <w:pPr>
            <w:rPr>
              <w:w w:val="90"/>
            </w:rPr>
          </w:pPr>
          <w:r>
            <w:rPr>
              <w:spacing w:val="-2"/>
              <w:w w:val="95"/>
            </w:rPr>
            <w:t>Esta</w:t>
          </w:r>
          <w:r>
            <w:rPr>
              <w:spacing w:val="-10"/>
              <w:w w:val="95"/>
            </w:rPr>
            <w:t xml:space="preserve"> </w:t>
          </w:r>
          <w:r>
            <w:rPr>
              <w:spacing w:val="-2"/>
              <w:w w:val="95"/>
            </w:rPr>
            <w:t>identificación</w:t>
          </w:r>
          <w:r>
            <w:rPr>
              <w:spacing w:val="-10"/>
              <w:w w:val="95"/>
            </w:rPr>
            <w:t xml:space="preserve"> </w:t>
          </w:r>
          <w:r>
            <w:rPr>
              <w:spacing w:val="-2"/>
              <w:w w:val="95"/>
            </w:rPr>
            <w:t>hace</w:t>
          </w:r>
          <w:r>
            <w:rPr>
              <w:spacing w:val="-11"/>
              <w:w w:val="95"/>
            </w:rPr>
            <w:t xml:space="preserve"> </w:t>
          </w:r>
          <w:r>
            <w:rPr>
              <w:spacing w:val="-2"/>
              <w:w w:val="95"/>
            </w:rPr>
            <w:t>referencia</w:t>
          </w:r>
          <w:r>
            <w:rPr>
              <w:spacing w:val="-10"/>
              <w:w w:val="95"/>
            </w:rPr>
            <w:t xml:space="preserve"> </w:t>
          </w:r>
          <w:r>
            <w:rPr>
              <w:spacing w:val="-2"/>
              <w:w w:val="95"/>
            </w:rPr>
            <w:t>al</w:t>
          </w:r>
          <w:r>
            <w:rPr>
              <w:spacing w:val="-11"/>
              <w:w w:val="95"/>
            </w:rPr>
            <w:t xml:space="preserve"> </w:t>
          </w:r>
          <w:r>
            <w:rPr>
              <w:spacing w:val="-2"/>
              <w:w w:val="95"/>
            </w:rPr>
            <w:t>listado</w:t>
          </w:r>
          <w:r>
            <w:rPr>
              <w:spacing w:val="-10"/>
              <w:w w:val="95"/>
            </w:rPr>
            <w:t xml:space="preserve"> </w:t>
          </w:r>
          <w:r>
            <w:rPr>
              <w:spacing w:val="-2"/>
              <w:w w:val="95"/>
            </w:rPr>
            <w:t>o</w:t>
          </w:r>
          <w:r>
            <w:rPr>
              <w:spacing w:val="-10"/>
              <w:w w:val="95"/>
            </w:rPr>
            <w:t xml:space="preserve"> </w:t>
          </w:r>
          <w:r>
            <w:rPr>
              <w:spacing w:val="-2"/>
              <w:w w:val="95"/>
            </w:rPr>
            <w:t>inventario</w:t>
          </w:r>
          <w:r>
            <w:rPr>
              <w:spacing w:val="-10"/>
              <w:w w:val="95"/>
            </w:rPr>
            <w:t xml:space="preserve"> </w:t>
          </w:r>
          <w:r>
            <w:rPr>
              <w:spacing w:val="-2"/>
              <w:w w:val="95"/>
            </w:rPr>
            <w:t>de</w:t>
          </w:r>
          <w:r>
            <w:rPr>
              <w:spacing w:val="-10"/>
              <w:w w:val="95"/>
            </w:rPr>
            <w:t xml:space="preserve"> </w:t>
          </w:r>
          <w:r>
            <w:rPr>
              <w:spacing w:val="-2"/>
              <w:w w:val="95"/>
            </w:rPr>
            <w:t>los</w:t>
          </w:r>
          <w:r>
            <w:rPr>
              <w:spacing w:val="-10"/>
              <w:w w:val="95"/>
            </w:rPr>
            <w:t xml:space="preserve"> </w:t>
          </w:r>
          <w:r>
            <w:rPr>
              <w:spacing w:val="-2"/>
              <w:w w:val="95"/>
            </w:rPr>
            <w:t>servicios</w:t>
          </w:r>
          <w:r>
            <w:rPr>
              <w:spacing w:val="-10"/>
              <w:w w:val="95"/>
            </w:rPr>
            <w:t xml:space="preserve"> </w:t>
          </w:r>
          <w:r>
            <w:rPr>
              <w:spacing w:val="-2"/>
              <w:w w:val="95"/>
            </w:rPr>
            <w:t xml:space="preserve">de </w:t>
          </w:r>
          <w:r>
            <w:rPr>
              <w:w w:val="85"/>
            </w:rPr>
            <w:t xml:space="preserve">información que tiene la entidad para ofrecer y ser consumidos o utilizados por otros. Dichos servicios de información pueden ser de uso interno o para uso de </w:t>
          </w:r>
          <w:r>
            <w:rPr>
              <w:w w:val="90"/>
            </w:rPr>
            <w:t>entidades</w:t>
          </w:r>
          <w:r>
            <w:rPr>
              <w:spacing w:val="-2"/>
              <w:w w:val="90"/>
            </w:rPr>
            <w:t xml:space="preserve"> </w:t>
          </w:r>
          <w:r>
            <w:rPr>
              <w:w w:val="90"/>
            </w:rPr>
            <w:t>externas.</w:t>
          </w:r>
        </w:p>
        <w:p w14:paraId="6C8C1B28" w14:textId="77777777" w:rsidR="00E17F2F" w:rsidRDefault="00E17F2F" w:rsidP="00E17F2F">
          <w:pPr>
            <w:rPr>
              <w:w w:val="85"/>
            </w:rPr>
          </w:pPr>
          <w:r>
            <w:rPr>
              <w:w w:val="95"/>
            </w:rPr>
            <w:t>Una</w:t>
          </w:r>
          <w:r>
            <w:rPr>
              <w:spacing w:val="-1"/>
              <w:w w:val="95"/>
            </w:rPr>
            <w:t xml:space="preserve"> </w:t>
          </w:r>
          <w:r>
            <w:rPr>
              <w:w w:val="95"/>
            </w:rPr>
            <w:t>vez</w:t>
          </w:r>
          <w:r>
            <w:rPr>
              <w:spacing w:val="-1"/>
              <w:w w:val="95"/>
            </w:rPr>
            <w:t xml:space="preserve"> </w:t>
          </w:r>
          <w:r>
            <w:rPr>
              <w:w w:val="95"/>
            </w:rPr>
            <w:t>se</w:t>
          </w:r>
          <w:r>
            <w:rPr>
              <w:spacing w:val="-2"/>
              <w:w w:val="95"/>
            </w:rPr>
            <w:t xml:space="preserve"> </w:t>
          </w:r>
          <w:r>
            <w:rPr>
              <w:w w:val="95"/>
            </w:rPr>
            <w:t>hayan</w:t>
          </w:r>
          <w:r>
            <w:rPr>
              <w:spacing w:val="-1"/>
              <w:w w:val="95"/>
            </w:rPr>
            <w:t xml:space="preserve"> </w:t>
          </w:r>
          <w:r>
            <w:rPr>
              <w:w w:val="95"/>
            </w:rPr>
            <w:t>identificados</w:t>
          </w:r>
          <w:r>
            <w:rPr>
              <w:spacing w:val="-1"/>
              <w:w w:val="95"/>
            </w:rPr>
            <w:t xml:space="preserve"> </w:t>
          </w:r>
          <w:r>
            <w:rPr>
              <w:w w:val="95"/>
            </w:rPr>
            <w:t>los servicios</w:t>
          </w:r>
          <w:r>
            <w:rPr>
              <w:spacing w:val="-1"/>
              <w:w w:val="95"/>
            </w:rPr>
            <w:t xml:space="preserve"> </w:t>
          </w:r>
          <w:r>
            <w:rPr>
              <w:w w:val="95"/>
            </w:rPr>
            <w:t>de</w:t>
          </w:r>
          <w:r>
            <w:rPr>
              <w:spacing w:val="-2"/>
              <w:w w:val="95"/>
            </w:rPr>
            <w:t xml:space="preserve"> </w:t>
          </w:r>
          <w:r>
            <w:rPr>
              <w:w w:val="95"/>
            </w:rPr>
            <w:t>información,</w:t>
          </w:r>
          <w:r>
            <w:rPr>
              <w:spacing w:val="-1"/>
              <w:w w:val="95"/>
            </w:rPr>
            <w:t xml:space="preserve"> </w:t>
          </w:r>
          <w:r>
            <w:rPr>
              <w:w w:val="95"/>
            </w:rPr>
            <w:t>se</w:t>
          </w:r>
          <w:r>
            <w:rPr>
              <w:spacing w:val="-1"/>
              <w:w w:val="95"/>
            </w:rPr>
            <w:t xml:space="preserve"> </w:t>
          </w:r>
          <w:r>
            <w:rPr>
              <w:w w:val="95"/>
            </w:rPr>
            <w:t>procede</w:t>
          </w:r>
          <w:r>
            <w:rPr>
              <w:spacing w:val="-2"/>
              <w:w w:val="95"/>
            </w:rPr>
            <w:t xml:space="preserve"> </w:t>
          </w:r>
          <w:r>
            <w:rPr>
              <w:w w:val="95"/>
            </w:rPr>
            <w:t xml:space="preserve">a </w:t>
          </w:r>
          <w:r>
            <w:rPr>
              <w:w w:val="90"/>
            </w:rPr>
            <w:t xml:space="preserve">caracterizar dichos servicios, para lo cual se listan los siguientes atributos o </w:t>
          </w:r>
          <w:r>
            <w:rPr>
              <w:w w:val="85"/>
            </w:rPr>
            <w:t>criterios que permiten describir los servicios:</w:t>
          </w:r>
        </w:p>
        <w:tbl>
          <w:tblPr>
            <w:tblStyle w:val="TablasMinTIC"/>
            <w:tblpPr w:leftFromText="141" w:rightFromText="141" w:vertAnchor="text" w:horzAnchor="margin" w:tblpXSpec="center" w:tblpY="144"/>
            <w:tblW w:w="9042" w:type="dxa"/>
            <w:tblLook w:val="04A0" w:firstRow="1" w:lastRow="0" w:firstColumn="1" w:lastColumn="0" w:noHBand="0" w:noVBand="1"/>
          </w:tblPr>
          <w:tblGrid>
            <w:gridCol w:w="3261"/>
            <w:gridCol w:w="5781"/>
          </w:tblGrid>
          <w:tr w:rsidR="00E17F2F" w:rsidRPr="00014E5D" w14:paraId="57BD4B1A" w14:textId="77777777" w:rsidTr="003E79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55FACE1C" w14:textId="77777777" w:rsidR="00E17F2F" w:rsidRPr="00014E5D" w:rsidRDefault="00E17F2F" w:rsidP="003E79F0">
                <w:r>
                  <w:t>Atributo</w:t>
                </w:r>
              </w:p>
            </w:tc>
            <w:tc>
              <w:tcPr>
                <w:tcW w:w="5781" w:type="dxa"/>
              </w:tcPr>
              <w:p w14:paraId="11C1ED67" w14:textId="77777777" w:rsidR="00E17F2F" w:rsidRPr="00014E5D" w:rsidRDefault="00E17F2F" w:rsidP="003E79F0">
                <w:pPr>
                  <w:cnfStyle w:val="100000000000" w:firstRow="1" w:lastRow="0" w:firstColumn="0" w:lastColumn="0" w:oddVBand="0" w:evenVBand="0" w:oddHBand="0" w:evenHBand="0" w:firstRowFirstColumn="0" w:firstRowLastColumn="0" w:lastRowFirstColumn="0" w:lastRowLastColumn="0"/>
                </w:pPr>
                <w:r w:rsidRPr="00014E5D">
                  <w:t>Descripción</w:t>
                </w:r>
              </w:p>
            </w:tc>
          </w:tr>
          <w:tr w:rsidR="00E17F2F" w:rsidRPr="00014E5D" w14:paraId="1AECE83D" w14:textId="77777777" w:rsidTr="003E79F0">
            <w:trPr>
              <w:trHeight w:val="620"/>
            </w:trPr>
            <w:tc>
              <w:tcPr>
                <w:cnfStyle w:val="001000000000" w:firstRow="0" w:lastRow="0" w:firstColumn="1" w:lastColumn="0" w:oddVBand="0" w:evenVBand="0" w:oddHBand="0" w:evenHBand="0" w:firstRowFirstColumn="0" w:firstRowLastColumn="0" w:lastRowFirstColumn="0" w:lastRowLastColumn="0"/>
                <w:tcW w:w="3261" w:type="dxa"/>
                <w:vAlign w:val="top"/>
              </w:tcPr>
              <w:p w14:paraId="13F7179D" w14:textId="77777777" w:rsidR="00E17F2F" w:rsidRPr="00014E5D" w:rsidRDefault="00E17F2F" w:rsidP="003E79F0">
                <w:pPr>
                  <w:jc w:val="left"/>
                </w:pPr>
                <w:r w:rsidRPr="00757434">
                  <w:t>Código servicio</w:t>
                </w:r>
              </w:p>
            </w:tc>
            <w:tc>
              <w:tcPr>
                <w:tcW w:w="5781" w:type="dxa"/>
                <w:vAlign w:val="top"/>
              </w:tcPr>
              <w:p w14:paraId="09519C7C" w14:textId="77777777" w:rsidR="00E17F2F" w:rsidRPr="00014E5D" w:rsidRDefault="00E17F2F" w:rsidP="003E79F0">
                <w:pPr>
                  <w:tabs>
                    <w:tab w:val="left" w:pos="2880"/>
                  </w:tabs>
                  <w:spacing w:before="60"/>
                  <w:jc w:val="left"/>
                  <w:cnfStyle w:val="000000000000" w:firstRow="0" w:lastRow="0" w:firstColumn="0" w:lastColumn="0" w:oddVBand="0" w:evenVBand="0" w:oddHBand="0" w:evenHBand="0" w:firstRowFirstColumn="0" w:firstRowLastColumn="0" w:lastRowFirstColumn="0" w:lastRowLastColumn="0"/>
                </w:pPr>
                <w:r w:rsidRPr="00694158">
                  <w:t>Consecutivo o código interno asignado por la entidad al servicio de información. (si existe)</w:t>
                </w:r>
              </w:p>
            </w:tc>
          </w:tr>
          <w:tr w:rsidR="00E17F2F" w:rsidRPr="00014E5D" w14:paraId="316550F7" w14:textId="77777777" w:rsidTr="003E79F0">
            <w:trPr>
              <w:cnfStyle w:val="000000010000" w:firstRow="0" w:lastRow="0" w:firstColumn="0" w:lastColumn="0" w:oddVBand="0" w:evenVBand="0" w:oddHBand="0" w:evenHBand="1" w:firstRowFirstColumn="0" w:firstRowLastColumn="0" w:lastRowFirstColumn="0" w:lastRowLastColumn="0"/>
              <w:trHeight w:val="376"/>
            </w:trPr>
            <w:tc>
              <w:tcPr>
                <w:cnfStyle w:val="001000000000" w:firstRow="0" w:lastRow="0" w:firstColumn="1" w:lastColumn="0" w:oddVBand="0" w:evenVBand="0" w:oddHBand="0" w:evenHBand="0" w:firstRowFirstColumn="0" w:firstRowLastColumn="0" w:lastRowFirstColumn="0" w:lastRowLastColumn="0"/>
                <w:tcW w:w="3261" w:type="dxa"/>
                <w:vAlign w:val="top"/>
              </w:tcPr>
              <w:p w14:paraId="0D961F90" w14:textId="77777777" w:rsidR="00E17F2F" w:rsidRPr="00014E5D" w:rsidRDefault="00E17F2F" w:rsidP="003E79F0">
                <w:pPr>
                  <w:jc w:val="left"/>
                </w:pPr>
                <w:r w:rsidRPr="00757434">
                  <w:t>Nombre del servicio</w:t>
                </w:r>
              </w:p>
            </w:tc>
            <w:tc>
              <w:tcPr>
                <w:tcW w:w="5781" w:type="dxa"/>
                <w:vAlign w:val="top"/>
              </w:tcPr>
              <w:p w14:paraId="5345A204" w14:textId="77777777" w:rsidR="00E17F2F" w:rsidRPr="00014E5D" w:rsidRDefault="00E17F2F" w:rsidP="003E79F0">
                <w:pPr>
                  <w:jc w:val="left"/>
                  <w:cnfStyle w:val="000000010000" w:firstRow="0" w:lastRow="0" w:firstColumn="0" w:lastColumn="0" w:oddVBand="0" w:evenVBand="0" w:oddHBand="0" w:evenHBand="1" w:firstRowFirstColumn="0" w:firstRowLastColumn="0" w:lastRowFirstColumn="0" w:lastRowLastColumn="0"/>
                </w:pPr>
                <w:r w:rsidRPr="00C610D4">
                  <w:t>Nombre del servicio de información</w:t>
                </w:r>
              </w:p>
            </w:tc>
          </w:tr>
          <w:tr w:rsidR="00E17F2F" w:rsidRPr="00014E5D" w14:paraId="4BF6B000" w14:textId="77777777" w:rsidTr="003E79F0">
            <w:trPr>
              <w:trHeight w:val="565"/>
            </w:trPr>
            <w:tc>
              <w:tcPr>
                <w:cnfStyle w:val="001000000000" w:firstRow="0" w:lastRow="0" w:firstColumn="1" w:lastColumn="0" w:oddVBand="0" w:evenVBand="0" w:oddHBand="0" w:evenHBand="0" w:firstRowFirstColumn="0" w:firstRowLastColumn="0" w:lastRowFirstColumn="0" w:lastRowLastColumn="0"/>
                <w:tcW w:w="3261" w:type="dxa"/>
                <w:vAlign w:val="top"/>
              </w:tcPr>
              <w:p w14:paraId="16DFE195" w14:textId="77777777" w:rsidR="00E17F2F" w:rsidRPr="00014E5D" w:rsidRDefault="00E17F2F" w:rsidP="003E79F0">
                <w:pPr>
                  <w:jc w:val="left"/>
                </w:pPr>
                <w:r w:rsidRPr="00757434">
                  <w:t>Descripción del servicio</w:t>
                </w:r>
              </w:p>
            </w:tc>
            <w:tc>
              <w:tcPr>
                <w:tcW w:w="5781" w:type="dxa"/>
                <w:vAlign w:val="top"/>
              </w:tcPr>
              <w:p w14:paraId="25DDE068"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rsidRPr="00CF5C04">
                  <w:t>Es una breve descripción que describe que hace u ofrece el servicio de información.</w:t>
                </w:r>
              </w:p>
            </w:tc>
          </w:tr>
          <w:tr w:rsidR="00E17F2F" w:rsidRPr="00014E5D" w14:paraId="48744C23" w14:textId="77777777" w:rsidTr="003E79F0">
            <w:trPr>
              <w:cnfStyle w:val="000000010000" w:firstRow="0" w:lastRow="0" w:firstColumn="0" w:lastColumn="0" w:oddVBand="0" w:evenVBand="0" w:oddHBand="0" w:evenHBand="1"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3261" w:type="dxa"/>
                <w:vAlign w:val="top"/>
              </w:tcPr>
              <w:p w14:paraId="51CACF02" w14:textId="77777777" w:rsidR="00E17F2F" w:rsidRPr="00014E5D" w:rsidRDefault="00E17F2F" w:rsidP="003E79F0">
                <w:pPr>
                  <w:jc w:val="left"/>
                  <w:rPr>
                    <w:lang w:val="es-ES"/>
                  </w:rPr>
                </w:pPr>
                <w:r w:rsidRPr="00757434">
                  <w:t>Ruta de acceso</w:t>
                </w:r>
              </w:p>
            </w:tc>
            <w:tc>
              <w:tcPr>
                <w:tcW w:w="5781" w:type="dxa"/>
                <w:vAlign w:val="top"/>
              </w:tcPr>
              <w:p w14:paraId="6C7465DA" w14:textId="77777777" w:rsidR="00E17F2F" w:rsidRPr="00014E5D" w:rsidRDefault="00E17F2F" w:rsidP="003E79F0">
                <w:pPr>
                  <w:keepNext/>
                  <w:jc w:val="left"/>
                  <w:cnfStyle w:val="000000010000" w:firstRow="0" w:lastRow="0" w:firstColumn="0" w:lastColumn="0" w:oddVBand="0" w:evenVBand="0" w:oddHBand="0" w:evenHBand="1" w:firstRowFirstColumn="0" w:firstRowLastColumn="0" w:lastRowFirstColumn="0" w:lastRowLastColumn="0"/>
                </w:pPr>
                <w:r w:rsidRPr="00CF5C04">
                  <w:t>Dirección electrónica mediante la cual puede ser accedida.</w:t>
                </w:r>
              </w:p>
            </w:tc>
          </w:tr>
          <w:tr w:rsidR="00E17F2F" w:rsidRPr="00014E5D" w14:paraId="29919160" w14:textId="77777777" w:rsidTr="003E79F0">
            <w:tc>
              <w:tcPr>
                <w:cnfStyle w:val="001000000000" w:firstRow="0" w:lastRow="0" w:firstColumn="1" w:lastColumn="0" w:oddVBand="0" w:evenVBand="0" w:oddHBand="0" w:evenHBand="0" w:firstRowFirstColumn="0" w:firstRowLastColumn="0" w:lastRowFirstColumn="0" w:lastRowLastColumn="0"/>
                <w:tcW w:w="3261" w:type="dxa"/>
                <w:vAlign w:val="top"/>
              </w:tcPr>
              <w:p w14:paraId="3099C2F1" w14:textId="77777777" w:rsidR="00E17F2F" w:rsidRPr="00014E5D" w:rsidRDefault="00E17F2F" w:rsidP="003E79F0">
                <w:pPr>
                  <w:jc w:val="left"/>
                </w:pPr>
                <w:r w:rsidRPr="00757434">
                  <w:t>Versión del servicio</w:t>
                </w:r>
              </w:p>
            </w:tc>
            <w:tc>
              <w:tcPr>
                <w:tcW w:w="5781" w:type="dxa"/>
                <w:vAlign w:val="top"/>
              </w:tcPr>
              <w:p w14:paraId="15D8646E"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rsidRPr="00276623">
                  <w:t>Corresponde a la última versión estable y disponible del servicio de información.</w:t>
                </w:r>
              </w:p>
            </w:tc>
          </w:tr>
          <w:tr w:rsidR="00E17F2F" w:rsidRPr="00014E5D" w14:paraId="12DF27C6" w14:textId="77777777" w:rsidTr="003E7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Align w:val="top"/>
              </w:tcPr>
              <w:p w14:paraId="5082D94E" w14:textId="77777777" w:rsidR="00E17F2F" w:rsidRPr="00014E5D" w:rsidRDefault="00E17F2F" w:rsidP="003E79F0">
                <w:pPr>
                  <w:jc w:val="left"/>
                </w:pPr>
                <w:r w:rsidRPr="00757434">
                  <w:t>Ubicación física del servicio</w:t>
                </w:r>
              </w:p>
            </w:tc>
            <w:tc>
              <w:tcPr>
                <w:tcW w:w="5781" w:type="dxa"/>
                <w:vAlign w:val="top"/>
              </w:tcPr>
              <w:p w14:paraId="46D75F79" w14:textId="77777777" w:rsidR="00E17F2F" w:rsidRDefault="00E17F2F" w:rsidP="003E79F0">
                <w:pPr>
                  <w:cnfStyle w:val="000000010000" w:firstRow="0" w:lastRow="0" w:firstColumn="0" w:lastColumn="0" w:oddVBand="0" w:evenVBand="0" w:oddHBand="0" w:evenHBand="1" w:firstRowFirstColumn="0" w:firstRowLastColumn="0" w:lastRowFirstColumn="0" w:lastRowLastColumn="0"/>
                </w:pPr>
                <w:r>
                  <w:t>Corresponder con un componente tecnológico identificado en el catálogo de servicios tecnológicos de la entidad. Si el servicio</w:t>
                </w:r>
              </w:p>
              <w:p w14:paraId="4F769280" w14:textId="77777777" w:rsidR="00E17F2F" w:rsidRPr="00014E5D" w:rsidRDefault="00E17F2F" w:rsidP="003E79F0">
                <w:pPr>
                  <w:cnfStyle w:val="000000010000" w:firstRow="0" w:lastRow="0" w:firstColumn="0" w:lastColumn="0" w:oddVBand="0" w:evenVBand="0" w:oddHBand="0" w:evenHBand="1" w:firstRowFirstColumn="0" w:firstRowLastColumn="0" w:lastRowFirstColumn="0" w:lastRowLastColumn="0"/>
                </w:pPr>
                <w:r>
                  <w:t>está en la nube indicar el proveedor.</w:t>
                </w:r>
              </w:p>
            </w:tc>
          </w:tr>
          <w:tr w:rsidR="00E17F2F" w:rsidRPr="00014E5D" w14:paraId="5BD3294A" w14:textId="77777777" w:rsidTr="003E79F0">
            <w:tc>
              <w:tcPr>
                <w:cnfStyle w:val="001000000000" w:firstRow="0" w:lastRow="0" w:firstColumn="1" w:lastColumn="0" w:oddVBand="0" w:evenVBand="0" w:oddHBand="0" w:evenHBand="0" w:firstRowFirstColumn="0" w:firstRowLastColumn="0" w:lastRowFirstColumn="0" w:lastRowLastColumn="0"/>
                <w:tcW w:w="3261" w:type="dxa"/>
                <w:vAlign w:val="top"/>
              </w:tcPr>
              <w:p w14:paraId="1605804B" w14:textId="77777777" w:rsidR="00E17F2F" w:rsidRPr="00014E5D" w:rsidRDefault="00E17F2F" w:rsidP="003E79F0">
                <w:pPr>
                  <w:jc w:val="left"/>
                </w:pPr>
                <w:r w:rsidRPr="00757434">
                  <w:t>Estado</w:t>
                </w:r>
              </w:p>
            </w:tc>
            <w:tc>
              <w:tcPr>
                <w:tcW w:w="5781" w:type="dxa"/>
                <w:vAlign w:val="top"/>
              </w:tcPr>
              <w:p w14:paraId="6C177AE9"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t>Hace referencia a si está activo (disponible) o desactivado.</w:t>
                </w:r>
              </w:p>
            </w:tc>
          </w:tr>
          <w:tr w:rsidR="00E17F2F" w:rsidRPr="00014E5D" w14:paraId="7B7102B2" w14:textId="77777777" w:rsidTr="003E7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Align w:val="top"/>
              </w:tcPr>
              <w:p w14:paraId="4EE3E468" w14:textId="77777777" w:rsidR="00E17F2F" w:rsidRPr="00014E5D" w:rsidRDefault="00E17F2F" w:rsidP="003E79F0">
                <w:pPr>
                  <w:jc w:val="left"/>
                </w:pPr>
                <w:r w:rsidRPr="00757434">
                  <w:t>Tipo de Automatización.</w:t>
                </w:r>
              </w:p>
            </w:tc>
            <w:tc>
              <w:tcPr>
                <w:tcW w:w="5781" w:type="dxa"/>
                <w:vAlign w:val="top"/>
              </w:tcPr>
              <w:p w14:paraId="17BE5289" w14:textId="77777777" w:rsidR="00E17F2F" w:rsidRPr="00014E5D" w:rsidRDefault="00E17F2F" w:rsidP="003E79F0">
                <w:pPr>
                  <w:jc w:val="left"/>
                  <w:cnfStyle w:val="000000010000" w:firstRow="0" w:lastRow="0" w:firstColumn="0" w:lastColumn="0" w:oddVBand="0" w:evenVBand="0" w:oddHBand="0" w:evenHBand="1" w:firstRowFirstColumn="0" w:firstRowLastColumn="0" w:lastRowFirstColumn="0" w:lastRowLastColumn="0"/>
                </w:pPr>
                <w:r>
                  <w:t>Se refiere si el servicio esta automatizado o no y que tipo de automatización (web service, transferencia ftp, demonios entre otros)</w:t>
                </w:r>
              </w:p>
            </w:tc>
          </w:tr>
          <w:tr w:rsidR="00E17F2F" w:rsidRPr="00014E5D" w14:paraId="6245E6EF" w14:textId="77777777" w:rsidTr="003E79F0">
            <w:trPr>
              <w:trHeight w:val="656"/>
            </w:trPr>
            <w:tc>
              <w:tcPr>
                <w:cnfStyle w:val="001000000000" w:firstRow="0" w:lastRow="0" w:firstColumn="1" w:lastColumn="0" w:oddVBand="0" w:evenVBand="0" w:oddHBand="0" w:evenHBand="0" w:firstRowFirstColumn="0" w:firstRowLastColumn="0" w:lastRowFirstColumn="0" w:lastRowLastColumn="0"/>
                <w:tcW w:w="3261" w:type="dxa"/>
                <w:vAlign w:val="top"/>
              </w:tcPr>
              <w:p w14:paraId="398157F5" w14:textId="77777777" w:rsidR="00E17F2F" w:rsidRPr="00014E5D" w:rsidRDefault="00E17F2F" w:rsidP="003E79F0">
                <w:pPr>
                  <w:jc w:val="left"/>
                </w:pPr>
                <w:r w:rsidRPr="00757434">
                  <w:t>Incorporación del Lenguaje común de</w:t>
                </w:r>
                <w:r>
                  <w:t xml:space="preserve"> Intercambio</w:t>
                </w:r>
              </w:p>
            </w:tc>
            <w:tc>
              <w:tcPr>
                <w:tcW w:w="5781" w:type="dxa"/>
                <w:vAlign w:val="top"/>
              </w:tcPr>
              <w:p w14:paraId="32181E0F"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rsidRPr="00593A57">
                  <w:t>Se coloca SI o No, según SI utiliza el lenguaje común de intercambio en su estructura de datos.</w:t>
                </w:r>
              </w:p>
            </w:tc>
          </w:tr>
          <w:tr w:rsidR="00E17F2F" w:rsidRPr="00014E5D" w14:paraId="23193626" w14:textId="77777777" w:rsidTr="003E7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Align w:val="top"/>
              </w:tcPr>
              <w:p w14:paraId="2EB95596" w14:textId="77777777" w:rsidR="00E17F2F" w:rsidRPr="00014E5D" w:rsidRDefault="00E17F2F" w:rsidP="003E79F0">
                <w:pPr>
                  <w:jc w:val="left"/>
                </w:pPr>
                <w:r w:rsidRPr="00D34B3A">
                  <w:t>Disponible en PDI</w:t>
                </w:r>
              </w:p>
            </w:tc>
            <w:tc>
              <w:tcPr>
                <w:tcW w:w="5781" w:type="dxa"/>
                <w:vAlign w:val="top"/>
              </w:tcPr>
              <w:p w14:paraId="17153183" w14:textId="77777777" w:rsidR="00E17F2F" w:rsidRPr="00014E5D" w:rsidRDefault="00E17F2F" w:rsidP="003E79F0">
                <w:pPr>
                  <w:jc w:val="left"/>
                  <w:cnfStyle w:val="000000010000" w:firstRow="0" w:lastRow="0" w:firstColumn="0" w:lastColumn="0" w:oddVBand="0" w:evenVBand="0" w:oddHBand="0" w:evenHBand="1" w:firstRowFirstColumn="0" w:firstRowLastColumn="0" w:lastRowFirstColumn="0" w:lastRowLastColumn="0"/>
                </w:pPr>
                <w:r w:rsidRPr="00790F82">
                  <w:t>Se coloca SI o No, según si se encuentra disponible y publicado en la Plataforma de Interoperabilidad del Estado.</w:t>
                </w:r>
              </w:p>
            </w:tc>
          </w:tr>
          <w:tr w:rsidR="00E17F2F" w:rsidRPr="00014E5D" w14:paraId="7C2F2445" w14:textId="77777777" w:rsidTr="003E79F0">
            <w:tc>
              <w:tcPr>
                <w:cnfStyle w:val="001000000000" w:firstRow="0" w:lastRow="0" w:firstColumn="1" w:lastColumn="0" w:oddVBand="0" w:evenVBand="0" w:oddHBand="0" w:evenHBand="0" w:firstRowFirstColumn="0" w:firstRowLastColumn="0" w:lastRowFirstColumn="0" w:lastRowLastColumn="0"/>
                <w:tcW w:w="3261" w:type="dxa"/>
                <w:vAlign w:val="top"/>
              </w:tcPr>
              <w:p w14:paraId="193F1531" w14:textId="77777777" w:rsidR="00E17F2F" w:rsidRPr="00014E5D" w:rsidRDefault="00E17F2F" w:rsidP="003E79F0">
                <w:pPr>
                  <w:jc w:val="left"/>
                </w:pPr>
                <w:r w:rsidRPr="00D34B3A">
                  <w:t>Consumidores internos</w:t>
                </w:r>
              </w:p>
            </w:tc>
            <w:tc>
              <w:tcPr>
                <w:tcW w:w="5781" w:type="dxa"/>
                <w:vAlign w:val="top"/>
              </w:tcPr>
              <w:p w14:paraId="241CB3EC" w14:textId="77777777" w:rsidR="00E17F2F" w:rsidRPr="00014E5D" w:rsidRDefault="00E17F2F" w:rsidP="003E79F0">
                <w:pPr>
                  <w:keepNext/>
                  <w:jc w:val="left"/>
                  <w:cnfStyle w:val="000000000000" w:firstRow="0" w:lastRow="0" w:firstColumn="0" w:lastColumn="0" w:oddVBand="0" w:evenVBand="0" w:oddHBand="0" w:evenHBand="0" w:firstRowFirstColumn="0" w:firstRowLastColumn="0" w:lastRowFirstColumn="0" w:lastRowLastColumn="0"/>
                </w:pPr>
                <w:r w:rsidRPr="00790F82">
                  <w:t>Corresponde a áreas o dependencias internas de la entidad que hacen uso del servicio de información.</w:t>
                </w:r>
              </w:p>
            </w:tc>
          </w:tr>
          <w:tr w:rsidR="00E17F2F" w:rsidRPr="00014E5D" w14:paraId="1D86352C" w14:textId="77777777" w:rsidTr="003E7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Align w:val="top"/>
              </w:tcPr>
              <w:p w14:paraId="378F6C78" w14:textId="77777777" w:rsidR="00E17F2F" w:rsidRPr="00146902" w:rsidRDefault="00E17F2F" w:rsidP="003E79F0">
                <w:pPr>
                  <w:jc w:val="left"/>
                </w:pPr>
                <w:r w:rsidRPr="00D34B3A">
                  <w:t>Consumidores externos</w:t>
                </w:r>
              </w:p>
            </w:tc>
            <w:tc>
              <w:tcPr>
                <w:tcW w:w="5781" w:type="dxa"/>
                <w:vAlign w:val="top"/>
              </w:tcPr>
              <w:p w14:paraId="144105BF" w14:textId="77777777" w:rsidR="00E17F2F" w:rsidRPr="00014E5D" w:rsidRDefault="00E17F2F" w:rsidP="003E79F0">
                <w:pPr>
                  <w:keepNext/>
                  <w:jc w:val="left"/>
                  <w:cnfStyle w:val="000000010000" w:firstRow="0" w:lastRow="0" w:firstColumn="0" w:lastColumn="0" w:oddVBand="0" w:evenVBand="0" w:oddHBand="0" w:evenHBand="1" w:firstRowFirstColumn="0" w:firstRowLastColumn="0" w:lastRowFirstColumn="0" w:lastRowLastColumn="0"/>
                </w:pPr>
                <w:r w:rsidRPr="00790F82">
                  <w:t>Corresponde a los grupos de interés (ciudadanos, entidades) externas que hacen uso del servicio de información.</w:t>
                </w:r>
              </w:p>
            </w:tc>
          </w:tr>
        </w:tbl>
        <w:p w14:paraId="065DD3FE" w14:textId="77777777" w:rsidR="00E17F2F" w:rsidRDefault="00E17F2F" w:rsidP="00E17F2F">
          <w:pPr>
            <w:pStyle w:val="Descripcin"/>
          </w:pPr>
          <w:bookmarkStart w:id="26" w:name="_Toc114754739"/>
          <w:r>
            <w:t xml:space="preserve">Tabla </w:t>
          </w:r>
          <w:r>
            <w:fldChar w:fldCharType="begin"/>
          </w:r>
          <w:r>
            <w:instrText xml:space="preserve"> SEQ Tabla \* ARABIC </w:instrText>
          </w:r>
          <w:r>
            <w:fldChar w:fldCharType="separate"/>
          </w:r>
          <w:r>
            <w:rPr>
              <w:noProof/>
            </w:rPr>
            <w:t>5</w:t>
          </w:r>
          <w:r>
            <w:fldChar w:fldCharType="end"/>
          </w:r>
          <w:r>
            <w:t>. Atributo del Servicio de Información</w:t>
          </w:r>
          <w:bookmarkEnd w:id="26"/>
        </w:p>
        <w:p w14:paraId="4CF7DCD1" w14:textId="23B72FCF" w:rsidR="00E17F2F" w:rsidRDefault="00E17F2F" w:rsidP="00E17F2F">
          <w:r>
            <w:rPr>
              <w:w w:val="85"/>
            </w:rPr>
            <w:t>Adjunto</w:t>
          </w:r>
          <w:r>
            <w:rPr>
              <w:spacing w:val="-4"/>
              <w:w w:val="85"/>
            </w:rPr>
            <w:t xml:space="preserve"> </w:t>
          </w:r>
          <w:r>
            <w:rPr>
              <w:w w:val="85"/>
            </w:rPr>
            <w:t>a</w:t>
          </w:r>
          <w:r>
            <w:rPr>
              <w:spacing w:val="-1"/>
              <w:w w:val="85"/>
            </w:rPr>
            <w:t xml:space="preserve"> </w:t>
          </w:r>
          <w:r>
            <w:rPr>
              <w:w w:val="85"/>
            </w:rPr>
            <w:t>la</w:t>
          </w:r>
          <w:r>
            <w:rPr>
              <w:spacing w:val="-4"/>
              <w:w w:val="85"/>
            </w:rPr>
            <w:t xml:space="preserve"> </w:t>
          </w:r>
          <w:r>
            <w:rPr>
              <w:w w:val="85"/>
            </w:rPr>
            <w:t>guía,</w:t>
          </w:r>
          <w:r>
            <w:rPr>
              <w:spacing w:val="-7"/>
              <w:w w:val="85"/>
            </w:rPr>
            <w:t xml:space="preserve"> </w:t>
          </w:r>
          <w:r>
            <w:rPr>
              <w:w w:val="85"/>
            </w:rPr>
            <w:t>se</w:t>
          </w:r>
          <w:r>
            <w:rPr>
              <w:spacing w:val="-2"/>
              <w:w w:val="85"/>
            </w:rPr>
            <w:t xml:space="preserve"> </w:t>
          </w:r>
          <w:r>
            <w:rPr>
              <w:w w:val="85"/>
            </w:rPr>
            <w:t>encuentra</w:t>
          </w:r>
          <w:r>
            <w:rPr>
              <w:spacing w:val="-4"/>
              <w:w w:val="85"/>
            </w:rPr>
            <w:t xml:space="preserve"> </w:t>
          </w:r>
          <w:r>
            <w:rPr>
              <w:w w:val="85"/>
            </w:rPr>
            <w:t>el</w:t>
          </w:r>
          <w:r>
            <w:rPr>
              <w:spacing w:val="-6"/>
              <w:w w:val="85"/>
            </w:rPr>
            <w:t xml:space="preserve"> </w:t>
          </w:r>
          <w:r>
            <w:rPr>
              <w:w w:val="85"/>
            </w:rPr>
            <w:t>instrumento</w:t>
          </w:r>
          <w:r>
            <w:rPr>
              <w:spacing w:val="-1"/>
              <w:w w:val="85"/>
            </w:rPr>
            <w:t xml:space="preserve"> </w:t>
          </w:r>
          <w:r>
            <w:rPr>
              <w:w w:val="85"/>
            </w:rPr>
            <w:t>de</w:t>
          </w:r>
          <w:r>
            <w:rPr>
              <w:spacing w:val="-5"/>
              <w:w w:val="85"/>
            </w:rPr>
            <w:t xml:space="preserve"> </w:t>
          </w:r>
          <w:r>
            <w:rPr>
              <w:w w:val="85"/>
            </w:rPr>
            <w:t>componentes</w:t>
          </w:r>
          <w:r>
            <w:rPr>
              <w:spacing w:val="-2"/>
              <w:w w:val="85"/>
            </w:rPr>
            <w:t xml:space="preserve"> </w:t>
          </w:r>
          <w:r>
            <w:rPr>
              <w:w w:val="85"/>
            </w:rPr>
            <w:t>de</w:t>
          </w:r>
          <w:r>
            <w:rPr>
              <w:spacing w:val="-4"/>
              <w:w w:val="85"/>
            </w:rPr>
            <w:t xml:space="preserve"> </w:t>
          </w:r>
          <w:r>
            <w:rPr>
              <w:w w:val="85"/>
            </w:rPr>
            <w:t>información,</w:t>
          </w:r>
          <w:r>
            <w:rPr>
              <w:spacing w:val="-7"/>
              <w:w w:val="85"/>
            </w:rPr>
            <w:t xml:space="preserve"> </w:t>
          </w:r>
          <w:r>
            <w:rPr>
              <w:w w:val="85"/>
            </w:rPr>
            <w:t xml:space="preserve">el </w:t>
          </w:r>
          <w:r>
            <w:rPr>
              <w:w w:val="95"/>
            </w:rPr>
            <w:t>cual</w:t>
          </w:r>
          <w:r>
            <w:rPr>
              <w:spacing w:val="-13"/>
              <w:w w:val="95"/>
            </w:rPr>
            <w:t xml:space="preserve"> </w:t>
          </w:r>
          <w:r>
            <w:rPr>
              <w:w w:val="95"/>
            </w:rPr>
            <w:t>se</w:t>
          </w:r>
          <w:r>
            <w:rPr>
              <w:spacing w:val="-12"/>
              <w:w w:val="95"/>
            </w:rPr>
            <w:t xml:space="preserve"> </w:t>
          </w:r>
          <w:r>
            <w:rPr>
              <w:w w:val="95"/>
            </w:rPr>
            <w:t>deberá</w:t>
          </w:r>
          <w:r>
            <w:rPr>
              <w:spacing w:val="-11"/>
              <w:w w:val="95"/>
            </w:rPr>
            <w:t xml:space="preserve"> </w:t>
          </w:r>
          <w:r>
            <w:rPr>
              <w:w w:val="95"/>
            </w:rPr>
            <w:t>completar</w:t>
          </w:r>
          <w:r>
            <w:rPr>
              <w:spacing w:val="-10"/>
              <w:w w:val="95"/>
            </w:rPr>
            <w:t xml:space="preserve"> </w:t>
          </w:r>
          <w:r>
            <w:rPr>
              <w:w w:val="95"/>
            </w:rPr>
            <w:t>de</w:t>
          </w:r>
          <w:r>
            <w:rPr>
              <w:spacing w:val="-12"/>
              <w:w w:val="95"/>
            </w:rPr>
            <w:t xml:space="preserve"> </w:t>
          </w:r>
          <w:r>
            <w:rPr>
              <w:w w:val="95"/>
            </w:rPr>
            <w:t>acuerdo</w:t>
          </w:r>
          <w:r>
            <w:rPr>
              <w:spacing w:val="-11"/>
              <w:w w:val="95"/>
            </w:rPr>
            <w:t xml:space="preserve"> </w:t>
          </w:r>
          <w:r>
            <w:rPr>
              <w:w w:val="95"/>
            </w:rPr>
            <w:t>con</w:t>
          </w:r>
          <w:r>
            <w:rPr>
              <w:spacing w:val="-11"/>
              <w:w w:val="95"/>
            </w:rPr>
            <w:t xml:space="preserve"> </w:t>
          </w:r>
          <w:r>
            <w:rPr>
              <w:w w:val="95"/>
            </w:rPr>
            <w:t>cada</w:t>
          </w:r>
          <w:r>
            <w:rPr>
              <w:spacing w:val="-11"/>
              <w:w w:val="95"/>
            </w:rPr>
            <w:t xml:space="preserve"> </w:t>
          </w:r>
          <w:r>
            <w:rPr>
              <w:w w:val="95"/>
            </w:rPr>
            <w:t>uno</w:t>
          </w:r>
          <w:r>
            <w:rPr>
              <w:spacing w:val="-11"/>
              <w:w w:val="95"/>
            </w:rPr>
            <w:t xml:space="preserve"> </w:t>
          </w:r>
          <w:r>
            <w:rPr>
              <w:w w:val="95"/>
            </w:rPr>
            <w:t>de</w:t>
          </w:r>
          <w:r>
            <w:rPr>
              <w:spacing w:val="-12"/>
              <w:w w:val="95"/>
            </w:rPr>
            <w:t xml:space="preserve"> </w:t>
          </w:r>
          <w:r>
            <w:rPr>
              <w:w w:val="95"/>
            </w:rPr>
            <w:t>los</w:t>
          </w:r>
          <w:r>
            <w:rPr>
              <w:spacing w:val="-10"/>
              <w:w w:val="95"/>
            </w:rPr>
            <w:t xml:space="preserve"> </w:t>
          </w:r>
          <w:r>
            <w:rPr>
              <w:w w:val="95"/>
            </w:rPr>
            <w:t>pasos</w:t>
          </w:r>
          <w:r>
            <w:rPr>
              <w:spacing w:val="-12"/>
              <w:w w:val="95"/>
            </w:rPr>
            <w:t xml:space="preserve"> </w:t>
          </w:r>
          <w:r>
            <w:rPr>
              <w:w w:val="95"/>
            </w:rPr>
            <w:t xml:space="preserve">presentados </w:t>
          </w:r>
          <w:r>
            <w:rPr>
              <w:w w:val="85"/>
            </w:rPr>
            <w:t xml:space="preserve">anteriormente, donde se evidenciará la relación entre componentes por medio de </w:t>
          </w:r>
          <w:r>
            <w:rPr>
              <w:w w:val="90"/>
            </w:rPr>
            <w:t>los</w:t>
          </w:r>
          <w:r>
            <w:rPr>
              <w:spacing w:val="-14"/>
              <w:w w:val="90"/>
            </w:rPr>
            <w:t xml:space="preserve"> </w:t>
          </w:r>
          <w:r>
            <w:rPr>
              <w:w w:val="90"/>
            </w:rPr>
            <w:t>códigos</w:t>
          </w:r>
          <w:r>
            <w:rPr>
              <w:spacing w:val="-14"/>
              <w:w w:val="90"/>
            </w:rPr>
            <w:t xml:space="preserve"> </w:t>
          </w:r>
          <w:r>
            <w:rPr>
              <w:w w:val="90"/>
            </w:rPr>
            <w:t>establecidos.</w:t>
          </w:r>
        </w:p>
        <w:bookmarkStart w:id="27" w:name="_Toc114754733" w:displacedByCustomXml="next"/>
        <w:bookmarkStart w:id="28" w:name="_Toc84257902" w:displacedByCustomXml="next"/>
        <w:sdt>
          <w:sdtPr>
            <w:rPr>
              <w:rFonts w:eastAsia="Times New Roman" w:cstheme="minorBidi"/>
              <w:b w:val="0"/>
              <w:color w:val="auto"/>
              <w:sz w:val="22"/>
              <w:szCs w:val="22"/>
            </w:rPr>
            <w:id w:val="953757299"/>
            <w:docPartObj>
              <w:docPartGallery w:val="Cover Pages"/>
            </w:docPartObj>
          </w:sdtPr>
          <w:sdtEndPr>
            <w:rPr>
              <w:rFonts w:eastAsiaTheme="minorHAnsi"/>
              <w:noProof/>
            </w:rPr>
          </w:sdtEndPr>
          <w:sdtContent>
            <w:p w14:paraId="4A9727AB" w14:textId="77777777" w:rsidR="00E17F2F" w:rsidRPr="005E0125" w:rsidRDefault="00E17F2F" w:rsidP="00E17F2F">
              <w:pPr>
                <w:pStyle w:val="Sinespaciado"/>
                <w:numPr>
                  <w:ilvl w:val="0"/>
                  <w:numId w:val="11"/>
                </w:numPr>
                <w:rPr>
                  <w:rFonts w:eastAsia="Times New Roman"/>
                </w:rPr>
              </w:pPr>
              <w:r w:rsidRPr="005E0125">
                <w:rPr>
                  <w:rFonts w:eastAsia="Times New Roman"/>
                  <w:noProof/>
                  <w:lang w:eastAsia="es-CO"/>
                </w:rPr>
                <w:drawing>
                  <wp:anchor distT="0" distB="0" distL="114300" distR="114300" simplePos="0" relativeHeight="251693074" behindDoc="1" locked="0" layoutInCell="1" allowOverlap="1" wp14:anchorId="7A39ECFC" wp14:editId="1B456E5E">
                    <wp:simplePos x="0" y="0"/>
                    <wp:positionH relativeFrom="column">
                      <wp:posOffset>-910590</wp:posOffset>
                    </wp:positionH>
                    <wp:positionV relativeFrom="paragraph">
                      <wp:posOffset>-1138555</wp:posOffset>
                    </wp:positionV>
                    <wp:extent cx="2480310" cy="10287000"/>
                    <wp:effectExtent l="0" t="0" r="0" b="0"/>
                    <wp:wrapNone/>
                    <wp:docPr id="30" name="Gráfico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2480310" cy="10287000"/>
                            </a:xfrm>
                            <a:prstGeom prst="rect">
                              <a:avLst/>
                            </a:prstGeom>
                          </pic:spPr>
                        </pic:pic>
                      </a:graphicData>
                    </a:graphic>
                    <wp14:sizeRelH relativeFrom="margin">
                      <wp14:pctWidth>0</wp14:pctWidth>
                    </wp14:sizeRelH>
                    <wp14:sizeRelV relativeFrom="margin">
                      <wp14:pctHeight>0</wp14:pctHeight>
                    </wp14:sizeRelV>
                  </wp:anchor>
                </w:drawing>
              </w:r>
              <w:r w:rsidRPr="005E0125">
                <w:rPr>
                  <w:rFonts w:eastAsia="Times New Roman"/>
                  <w:noProof/>
                  <w:lang w:eastAsia="es-CO"/>
                </w:rPr>
                <mc:AlternateContent>
                  <mc:Choice Requires="wps">
                    <w:drawing>
                      <wp:anchor distT="0" distB="0" distL="114300" distR="114300" simplePos="0" relativeHeight="251694098" behindDoc="1" locked="0" layoutInCell="1" allowOverlap="1" wp14:anchorId="51A7D880" wp14:editId="2F2983DD">
                        <wp:simplePos x="0" y="0"/>
                        <wp:positionH relativeFrom="column">
                          <wp:posOffset>-1135380</wp:posOffset>
                        </wp:positionH>
                        <wp:positionV relativeFrom="paragraph">
                          <wp:posOffset>-369407</wp:posOffset>
                        </wp:positionV>
                        <wp:extent cx="2263140" cy="2115185"/>
                        <wp:effectExtent l="0" t="0" r="3810" b="0"/>
                        <wp:wrapNone/>
                        <wp:docPr id="28" name="Elipse 28"/>
                        <wp:cNvGraphicFramePr/>
                        <a:graphic xmlns:a="http://schemas.openxmlformats.org/drawingml/2006/main">
                          <a:graphicData uri="http://schemas.microsoft.com/office/word/2010/wordprocessingShape">
                            <wps:wsp>
                              <wps:cNvSpPr/>
                              <wps:spPr>
                                <a:xfrm>
                                  <a:off x="0" y="0"/>
                                  <a:ext cx="2263140" cy="2115185"/>
                                </a:xfrm>
                                <a:prstGeom prst="ellipse">
                                  <a:avLst/>
                                </a:prstGeom>
                                <a:solidFill>
                                  <a:srgbClr val="3366CA">
                                    <a:alpha val="64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82C93F" id="Elipse 28" o:spid="_x0000_s1026" style="position:absolute;margin-left:-89.4pt;margin-top:-29.1pt;width:178.2pt;height:166.55pt;z-index:-2516223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" fillcolor="#3366ca" stroked="f" strokeweight="1pt">
                        <v:fill opacity="41891f"/>
                        <v:stroke joinstyle="miter"/>
                      </v:oval>
                    </w:pict>
                  </mc:Fallback>
                </mc:AlternateContent>
              </w:r>
              <w:r w:rsidRPr="005E0125">
                <w:rPr>
                  <w:rFonts w:eastAsia="Times New Roman"/>
                </w:rPr>
                <w:t xml:space="preserve">  </w:t>
              </w:r>
              <w:r>
                <w:rPr>
                  <w:rFonts w:eastAsia="Times New Roman"/>
                </w:rPr>
                <w:t>Glosario</w:t>
              </w:r>
              <w:bookmarkEnd w:id="28"/>
              <w:bookmarkEnd w:id="27"/>
            </w:p>
            <w:p w14:paraId="23D99DC5" w14:textId="77777777" w:rsidR="00E17F2F" w:rsidRPr="005E0125" w:rsidRDefault="00E17F2F" w:rsidP="00E17F2F">
              <w:pPr>
                <w:rPr>
                  <w:rFonts w:eastAsia="Calibri"/>
                </w:rPr>
              </w:pPr>
            </w:p>
            <w:p w14:paraId="6E864F74" w14:textId="77777777" w:rsidR="00E17F2F" w:rsidRPr="005E0125" w:rsidRDefault="00E17F2F" w:rsidP="00E17F2F">
              <w:pPr>
                <w:rPr>
                  <w:rFonts w:eastAsia="Calibri"/>
                </w:rPr>
              </w:pPr>
            </w:p>
            <w:p w14:paraId="31A2FA85" w14:textId="77777777" w:rsidR="00E17F2F" w:rsidRDefault="00E17F2F" w:rsidP="00E17F2F">
              <w:pPr>
                <w:rPr>
                  <w:rFonts w:eastAsia="Calibri"/>
                </w:rPr>
              </w:pPr>
              <w:r>
                <w:rPr>
                  <w:noProof/>
                  <w:lang w:eastAsia="es-CO"/>
                </w:rPr>
                <w:drawing>
                  <wp:anchor distT="0" distB="0" distL="114300" distR="114300" simplePos="0" relativeHeight="251696146" behindDoc="0" locked="0" layoutInCell="1" allowOverlap="1" wp14:anchorId="66B47532" wp14:editId="3400FD0B">
                    <wp:simplePos x="0" y="0"/>
                    <wp:positionH relativeFrom="column">
                      <wp:posOffset>1916592</wp:posOffset>
                    </wp:positionH>
                    <wp:positionV relativeFrom="paragraph">
                      <wp:posOffset>1781795</wp:posOffset>
                    </wp:positionV>
                    <wp:extent cx="4994275" cy="4058920"/>
                    <wp:effectExtent l="0" t="0" r="0" b="0"/>
                    <wp:wrapThrough wrapText="bothSides">
                      <wp:wrapPolygon edited="0">
                        <wp:start x="9063" y="2298"/>
                        <wp:lineTo x="8843" y="2703"/>
                        <wp:lineTo x="8843" y="3041"/>
                        <wp:lineTo x="9008" y="3582"/>
                        <wp:lineTo x="10546" y="4596"/>
                        <wp:lineTo x="4504" y="5272"/>
                        <wp:lineTo x="3405" y="5474"/>
                        <wp:lineTo x="2801" y="6421"/>
                        <wp:lineTo x="2801" y="6758"/>
                        <wp:lineTo x="3241" y="7840"/>
                        <wp:lineTo x="659" y="8178"/>
                        <wp:lineTo x="220" y="8313"/>
                        <wp:lineTo x="220" y="9056"/>
                        <wp:lineTo x="934" y="10003"/>
                        <wp:lineTo x="3790" y="15409"/>
                        <wp:lineTo x="3845" y="16018"/>
                        <wp:lineTo x="4559" y="16491"/>
                        <wp:lineTo x="5493" y="16491"/>
                        <wp:lineTo x="6811" y="17572"/>
                        <wp:lineTo x="6866" y="18180"/>
                        <wp:lineTo x="10711" y="18653"/>
                        <wp:lineTo x="6317" y="18856"/>
                        <wp:lineTo x="6317" y="19262"/>
                        <wp:lineTo x="21257" y="19262"/>
                        <wp:lineTo x="21367" y="18991"/>
                        <wp:lineTo x="21092" y="18856"/>
                        <wp:lineTo x="19499" y="18653"/>
                        <wp:lineTo x="19444" y="17572"/>
                        <wp:lineTo x="20323" y="16491"/>
                        <wp:lineTo x="20488" y="15409"/>
                        <wp:lineTo x="20268" y="14328"/>
                        <wp:lineTo x="19938" y="13247"/>
                        <wp:lineTo x="19444" y="12165"/>
                        <wp:lineTo x="19334" y="10003"/>
                        <wp:lineTo x="19005" y="8921"/>
                        <wp:lineTo x="19115" y="7096"/>
                        <wp:lineTo x="17247" y="6894"/>
                        <wp:lineTo x="16149" y="6556"/>
                        <wp:lineTo x="16917" y="6488"/>
                        <wp:lineTo x="16698" y="5677"/>
                        <wp:lineTo x="15270" y="4596"/>
                        <wp:lineTo x="14336" y="3379"/>
                        <wp:lineTo x="13128" y="3176"/>
                        <wp:lineTo x="9447" y="2298"/>
                        <wp:lineTo x="9063" y="2298"/>
                      </wp:wrapPolygon>
                    </wp:wrapThrough>
                    <wp:docPr id="197" name="Imagen 197" descr="Interfaz de usuario gráfica, Aplicación, 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Imagen 197" descr="Interfaz de usuario gráfica, Aplicación, Icono&#10;&#10;Descripción generada automáticamente"/>
                            <pic:cNvPicPr/>
                          </pic:nvPicPr>
                          <pic:blipFill>
                            <a:blip r:embed="rId26">
                              <a:alphaModFix amt="66000"/>
                              <a:extLst>
                                <a:ext uri="{28A0092B-C50C-407E-A947-70E740481C1C}">
                                  <a14:useLocalDpi xmlns:a14="http://schemas.microsoft.com/office/drawing/2010/main" val="0"/>
                                </a:ext>
                              </a:extLst>
                            </a:blip>
                            <a:stretch>
                              <a:fillRect/>
                            </a:stretch>
                          </pic:blipFill>
                          <pic:spPr>
                            <a:xfrm>
                              <a:off x="0" y="0"/>
                              <a:ext cx="4994275" cy="4058920"/>
                            </a:xfrm>
                            <a:prstGeom prst="rect">
                              <a:avLst/>
                            </a:prstGeom>
                          </pic:spPr>
                        </pic:pic>
                      </a:graphicData>
                    </a:graphic>
                    <wp14:sizeRelH relativeFrom="page">
                      <wp14:pctWidth>0</wp14:pctWidth>
                    </wp14:sizeRelH>
                    <wp14:sizeRelV relativeFrom="page">
                      <wp14:pctHeight>0</wp14:pctHeight>
                    </wp14:sizeRelV>
                  </wp:anchor>
                </w:drawing>
              </w:r>
              <w:r>
                <w:rPr>
                  <w:noProof/>
                  <w:lang w:eastAsia="es-CO"/>
                </w:rPr>
                <mc:AlternateContent>
                  <mc:Choice Requires="wps">
                    <w:drawing>
                      <wp:anchor distT="0" distB="0" distL="114300" distR="114300" simplePos="0" relativeHeight="251695122" behindDoc="0" locked="0" layoutInCell="1" allowOverlap="1" wp14:anchorId="24F86ED5" wp14:editId="69C0A111">
                        <wp:simplePos x="0" y="0"/>
                        <wp:positionH relativeFrom="column">
                          <wp:posOffset>1481340</wp:posOffset>
                        </wp:positionH>
                        <wp:positionV relativeFrom="paragraph">
                          <wp:posOffset>816610</wp:posOffset>
                        </wp:positionV>
                        <wp:extent cx="6033201" cy="6108631"/>
                        <wp:effectExtent l="0" t="0" r="5715" b="6985"/>
                        <wp:wrapNone/>
                        <wp:docPr id="22" name="Elipse 22"/>
                        <wp:cNvGraphicFramePr/>
                        <a:graphic xmlns:a="http://schemas.openxmlformats.org/drawingml/2006/main">
                          <a:graphicData uri="http://schemas.microsoft.com/office/word/2010/wordprocessingShape">
                            <wps:wsp>
                              <wps:cNvSpPr/>
                              <wps:spPr>
                                <a:xfrm>
                                  <a:off x="0" y="0"/>
                                  <a:ext cx="6033201" cy="6108631"/>
                                </a:xfrm>
                                <a:prstGeom prst="ellipse">
                                  <a:avLst/>
                                </a:prstGeom>
                                <a:solidFill>
                                  <a:schemeClr val="accent1">
                                    <a:alpha val="31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D857AE7" id="Elipse 22" o:spid="_x0000_s1026" style="position:absolute;margin-left:116.65pt;margin-top:64.3pt;width:475.05pt;height:481pt;z-index:25169512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" fillcolor="#3366ca [3204]" stroked="f" strokeweight="1pt">
                        <v:fill opacity="20303f"/>
                        <v:stroke joinstyle="miter"/>
                      </v:oval>
                    </w:pict>
                  </mc:Fallback>
                </mc:AlternateContent>
              </w:r>
              <w:r w:rsidRPr="005E0125">
                <w:rPr>
                  <w:rFonts w:eastAsia="Calibri"/>
                </w:rPr>
                <w:br w:type="page"/>
              </w:r>
            </w:p>
            <w:p w14:paraId="54719103" w14:textId="77777777" w:rsidR="00E17F2F" w:rsidRPr="006362D6" w:rsidRDefault="00E17F2F" w:rsidP="00E17F2F">
              <w:pPr>
                <w:rPr>
                  <w:w w:val="85"/>
                </w:rPr>
              </w:pPr>
              <w:r w:rsidRPr="006362D6">
                <w:rPr>
                  <w:rFonts w:cs="Calibri"/>
                  <w:b/>
                  <w:bCs/>
                  <w:color w:val="004884"/>
                  <w:w w:val="95"/>
                </w:rPr>
                <w:lastRenderedPageBreak/>
                <w:t>Catálogo</w:t>
              </w:r>
              <w:r w:rsidRPr="006362D6">
                <w:rPr>
                  <w:rFonts w:cs="Calibri"/>
                  <w:b/>
                  <w:bCs/>
                  <w:color w:val="004884"/>
                  <w:spacing w:val="-12"/>
                  <w:w w:val="95"/>
                </w:rPr>
                <w:t xml:space="preserve"> </w:t>
              </w:r>
              <w:r w:rsidRPr="006362D6">
                <w:rPr>
                  <w:rFonts w:cs="Calibri"/>
                  <w:b/>
                  <w:bCs/>
                  <w:color w:val="004884"/>
                  <w:w w:val="95"/>
                </w:rPr>
                <w:t>de</w:t>
              </w:r>
              <w:r w:rsidRPr="006362D6">
                <w:rPr>
                  <w:rFonts w:cs="Calibri"/>
                  <w:b/>
                  <w:bCs/>
                  <w:color w:val="004884"/>
                  <w:spacing w:val="-12"/>
                  <w:w w:val="95"/>
                </w:rPr>
                <w:t xml:space="preserve"> </w:t>
              </w:r>
              <w:r w:rsidRPr="006362D6">
                <w:rPr>
                  <w:rFonts w:cs="Calibri"/>
                  <w:b/>
                  <w:bCs/>
                  <w:color w:val="004884"/>
                  <w:w w:val="95"/>
                </w:rPr>
                <w:t>componentes</w:t>
              </w:r>
              <w:r w:rsidRPr="006362D6">
                <w:rPr>
                  <w:rFonts w:cs="Calibri"/>
                  <w:b/>
                  <w:bCs/>
                  <w:color w:val="004884"/>
                  <w:spacing w:val="-12"/>
                  <w:w w:val="95"/>
                </w:rPr>
                <w:t xml:space="preserve"> </w:t>
              </w:r>
              <w:r w:rsidRPr="006362D6">
                <w:rPr>
                  <w:rFonts w:cs="Calibri"/>
                  <w:b/>
                  <w:bCs/>
                  <w:color w:val="004884"/>
                  <w:w w:val="95"/>
                </w:rPr>
                <w:t>de</w:t>
              </w:r>
              <w:r w:rsidRPr="006362D6">
                <w:rPr>
                  <w:rFonts w:cs="Calibri"/>
                  <w:b/>
                  <w:bCs/>
                  <w:color w:val="004884"/>
                  <w:spacing w:val="-12"/>
                  <w:w w:val="95"/>
                </w:rPr>
                <w:t xml:space="preserve"> </w:t>
              </w:r>
              <w:r w:rsidRPr="006362D6">
                <w:rPr>
                  <w:rFonts w:cs="Calibri"/>
                  <w:b/>
                  <w:bCs/>
                  <w:color w:val="004884"/>
                  <w:w w:val="95"/>
                </w:rPr>
                <w:t>información:</w:t>
              </w:r>
              <w:r w:rsidRPr="006362D6">
                <w:rPr>
                  <w:rFonts w:cs="Calibri"/>
                  <w:b/>
                  <w:bCs/>
                  <w:color w:val="006FC0"/>
                  <w:spacing w:val="-11"/>
                  <w:w w:val="95"/>
                </w:rPr>
                <w:t xml:space="preserve"> </w:t>
              </w:r>
              <w:r w:rsidRPr="006362D6">
                <w:rPr>
                  <w:w w:val="95"/>
                </w:rPr>
                <w:t>Es</w:t>
              </w:r>
              <w:r w:rsidRPr="006362D6">
                <w:rPr>
                  <w:spacing w:val="-17"/>
                  <w:w w:val="95"/>
                </w:rPr>
                <w:t xml:space="preserve"> </w:t>
              </w:r>
              <w:r w:rsidRPr="006362D6">
                <w:rPr>
                  <w:w w:val="95"/>
                </w:rPr>
                <w:t>el</w:t>
              </w:r>
              <w:r w:rsidRPr="006362D6">
                <w:rPr>
                  <w:spacing w:val="-16"/>
                  <w:w w:val="95"/>
                </w:rPr>
                <w:t xml:space="preserve"> </w:t>
              </w:r>
              <w:r w:rsidRPr="006362D6">
                <w:rPr>
                  <w:w w:val="95"/>
                </w:rPr>
                <w:t>listado</w:t>
              </w:r>
              <w:r w:rsidRPr="006362D6">
                <w:rPr>
                  <w:spacing w:val="-17"/>
                  <w:w w:val="95"/>
                </w:rPr>
                <w:t xml:space="preserve"> </w:t>
              </w:r>
              <w:r w:rsidRPr="006362D6">
                <w:rPr>
                  <w:w w:val="95"/>
                </w:rPr>
                <w:t>detallado</w:t>
              </w:r>
              <w:r w:rsidRPr="006362D6">
                <w:rPr>
                  <w:spacing w:val="-16"/>
                  <w:w w:val="95"/>
                </w:rPr>
                <w:t xml:space="preserve"> </w:t>
              </w:r>
              <w:r w:rsidRPr="006362D6">
                <w:rPr>
                  <w:w w:val="95"/>
                </w:rPr>
                <w:t>y</w:t>
              </w:r>
              <w:r w:rsidRPr="006362D6">
                <w:rPr>
                  <w:spacing w:val="-17"/>
                  <w:w w:val="95"/>
                </w:rPr>
                <w:t xml:space="preserve"> </w:t>
              </w:r>
              <w:r w:rsidRPr="006362D6">
                <w:rPr>
                  <w:w w:val="95"/>
                </w:rPr>
                <w:t xml:space="preserve">documentado </w:t>
              </w:r>
              <w:r w:rsidRPr="006362D6">
                <w:rPr>
                  <w:w w:val="85"/>
                </w:rPr>
                <w:t>del conjunto de componentes de información que tiene una institución o sector.</w:t>
              </w:r>
            </w:p>
            <w:p w14:paraId="23D511FC" w14:textId="77777777" w:rsidR="00E17F2F" w:rsidRPr="006362D6" w:rsidRDefault="00E17F2F" w:rsidP="00E17F2F">
              <w:pPr>
                <w:rPr>
                  <w:w w:val="85"/>
                </w:rPr>
              </w:pPr>
              <w:r w:rsidRPr="006362D6">
                <w:rPr>
                  <w:rFonts w:cs="Calibri"/>
                  <w:b/>
                  <w:bCs/>
                  <w:color w:val="004884"/>
                  <w:spacing w:val="-2"/>
                  <w:w w:val="95"/>
                </w:rPr>
                <w:t>Componente</w:t>
              </w:r>
              <w:r w:rsidRPr="006362D6">
                <w:rPr>
                  <w:rFonts w:cs="Calibri"/>
                  <w:b/>
                  <w:bCs/>
                  <w:color w:val="004884"/>
                  <w:spacing w:val="-10"/>
                  <w:w w:val="95"/>
                </w:rPr>
                <w:t xml:space="preserve"> </w:t>
              </w:r>
              <w:r w:rsidRPr="006362D6">
                <w:rPr>
                  <w:rFonts w:cs="Calibri"/>
                  <w:b/>
                  <w:bCs/>
                  <w:color w:val="004884"/>
                  <w:spacing w:val="-2"/>
                  <w:w w:val="95"/>
                </w:rPr>
                <w:t>de</w:t>
              </w:r>
              <w:r w:rsidRPr="006362D6">
                <w:rPr>
                  <w:rFonts w:cs="Calibri"/>
                  <w:b/>
                  <w:bCs/>
                  <w:color w:val="004884"/>
                  <w:spacing w:val="-3"/>
                </w:rPr>
                <w:t xml:space="preserve"> </w:t>
              </w:r>
              <w:r w:rsidRPr="006362D6">
                <w:rPr>
                  <w:rFonts w:cs="Calibri"/>
                  <w:b/>
                  <w:bCs/>
                  <w:color w:val="004884"/>
                  <w:spacing w:val="-2"/>
                  <w:w w:val="95"/>
                </w:rPr>
                <w:t>información:</w:t>
              </w:r>
              <w:r w:rsidRPr="006362D6">
                <w:rPr>
                  <w:rFonts w:cs="Calibri"/>
                  <w:b/>
                  <w:bCs/>
                  <w:color w:val="006FC0"/>
                </w:rPr>
                <w:t xml:space="preserve"> </w:t>
              </w:r>
              <w:r w:rsidRPr="006362D6">
                <w:rPr>
                  <w:spacing w:val="-2"/>
                  <w:w w:val="95"/>
                </w:rPr>
                <w:t>Es</w:t>
              </w:r>
              <w:r w:rsidRPr="006362D6">
                <w:rPr>
                  <w:spacing w:val="-15"/>
                  <w:w w:val="95"/>
                </w:rPr>
                <w:t xml:space="preserve"> </w:t>
              </w:r>
              <w:r w:rsidRPr="006362D6">
                <w:rPr>
                  <w:spacing w:val="-2"/>
                  <w:w w:val="95"/>
                </w:rPr>
                <w:t>el</w:t>
              </w:r>
              <w:r w:rsidRPr="006362D6">
                <w:rPr>
                  <w:spacing w:val="-14"/>
                  <w:w w:val="95"/>
                </w:rPr>
                <w:t xml:space="preserve"> </w:t>
              </w:r>
              <w:r w:rsidRPr="006362D6">
                <w:rPr>
                  <w:spacing w:val="-2"/>
                  <w:w w:val="95"/>
                </w:rPr>
                <w:t>término</w:t>
              </w:r>
              <w:r w:rsidRPr="006362D6">
                <w:rPr>
                  <w:spacing w:val="-15"/>
                  <w:w w:val="95"/>
                </w:rPr>
                <w:t xml:space="preserve"> </w:t>
              </w:r>
              <w:r w:rsidRPr="006362D6">
                <w:rPr>
                  <w:spacing w:val="-2"/>
                  <w:w w:val="95"/>
                </w:rPr>
                <w:t>agrupador</w:t>
              </w:r>
              <w:r w:rsidRPr="006362D6">
                <w:rPr>
                  <w:spacing w:val="-14"/>
                  <w:w w:val="95"/>
                </w:rPr>
                <w:t xml:space="preserve"> </w:t>
              </w:r>
              <w:r w:rsidRPr="006362D6">
                <w:rPr>
                  <w:spacing w:val="-2"/>
                  <w:w w:val="95"/>
                </w:rPr>
                <w:t>utilizado</w:t>
              </w:r>
              <w:r w:rsidRPr="006362D6">
                <w:rPr>
                  <w:spacing w:val="-15"/>
                  <w:w w:val="95"/>
                </w:rPr>
                <w:t xml:space="preserve"> </w:t>
              </w:r>
              <w:r w:rsidRPr="006362D6">
                <w:rPr>
                  <w:spacing w:val="-2"/>
                  <w:w w:val="95"/>
                </w:rPr>
                <w:t>para</w:t>
              </w:r>
              <w:r w:rsidRPr="006362D6">
                <w:rPr>
                  <w:spacing w:val="-14"/>
                  <w:w w:val="95"/>
                </w:rPr>
                <w:t xml:space="preserve"> </w:t>
              </w:r>
              <w:r w:rsidRPr="006362D6">
                <w:rPr>
                  <w:spacing w:val="-2"/>
                  <w:w w:val="95"/>
                </w:rPr>
                <w:t>referirse</w:t>
              </w:r>
              <w:r w:rsidRPr="006362D6">
                <w:rPr>
                  <w:spacing w:val="-15"/>
                  <w:w w:val="95"/>
                </w:rPr>
                <w:t xml:space="preserve"> </w:t>
              </w:r>
              <w:r w:rsidRPr="006362D6">
                <w:rPr>
                  <w:spacing w:val="-2"/>
                  <w:w w:val="95"/>
                </w:rPr>
                <w:t xml:space="preserve">al </w:t>
              </w:r>
              <w:r w:rsidRPr="006362D6">
                <w:rPr>
                  <w:w w:val="80"/>
                </w:rPr>
                <w:t>conjunto de los</w:t>
              </w:r>
              <w:r w:rsidRPr="006362D6">
                <w:t xml:space="preserve"> </w:t>
              </w:r>
              <w:r w:rsidRPr="006362D6">
                <w:rPr>
                  <w:w w:val="80"/>
                </w:rPr>
                <w:t>datos, entidades</w:t>
              </w:r>
              <w:r w:rsidRPr="006362D6">
                <w:t xml:space="preserve"> </w:t>
              </w:r>
              <w:r w:rsidRPr="006362D6">
                <w:rPr>
                  <w:w w:val="80"/>
                </w:rPr>
                <w:t>de negocio, unidades de información, los servicios</w:t>
              </w:r>
              <w:r w:rsidRPr="006362D6">
                <w:rPr>
                  <w:spacing w:val="40"/>
                </w:rPr>
                <w:t xml:space="preserve"> </w:t>
              </w:r>
              <w:r w:rsidRPr="006362D6">
                <w:rPr>
                  <w:w w:val="85"/>
                </w:rPr>
                <w:t>de información y los flujos de información bajo un único nombre.</w:t>
              </w:r>
            </w:p>
            <w:p w14:paraId="401FA79F" w14:textId="77777777" w:rsidR="00E17F2F" w:rsidRPr="006362D6" w:rsidRDefault="00E17F2F" w:rsidP="00E17F2F">
              <w:pPr>
                <w:rPr>
                  <w:w w:val="90"/>
                </w:rPr>
              </w:pPr>
              <w:r w:rsidRPr="006362D6">
                <w:rPr>
                  <w:rFonts w:cs="Calibri"/>
                  <w:b/>
                  <w:bCs/>
                  <w:color w:val="004884"/>
                  <w:w w:val="85"/>
                </w:rPr>
                <w:t>Datos</w:t>
              </w:r>
              <w:r w:rsidRPr="006362D6">
                <w:rPr>
                  <w:rFonts w:cs="Calibri"/>
                  <w:b/>
                  <w:bCs/>
                  <w:color w:val="004884"/>
                  <w:spacing w:val="32"/>
                </w:rPr>
                <w:t xml:space="preserve"> </w:t>
              </w:r>
              <w:r w:rsidRPr="006362D6">
                <w:rPr>
                  <w:rFonts w:cs="Calibri"/>
                  <w:b/>
                  <w:bCs/>
                  <w:color w:val="004884"/>
                  <w:w w:val="85"/>
                </w:rPr>
                <w:t>abiertos:</w:t>
              </w:r>
              <w:r w:rsidRPr="006362D6">
                <w:rPr>
                  <w:rFonts w:cs="Calibri"/>
                  <w:b/>
                  <w:bCs/>
                  <w:color w:val="006FC0"/>
                </w:rPr>
                <w:t xml:space="preserve"> </w:t>
              </w:r>
              <w:r w:rsidRPr="006362D6">
                <w:rPr>
                  <w:w w:val="85"/>
                </w:rPr>
                <w:t xml:space="preserve">Todos aquellos datos primarios o sin procesar, que se encuentran en formatos estándar e interoperables que facilitan su acceso y reutilización, los </w:t>
              </w:r>
              <w:r w:rsidRPr="006362D6">
                <w:rPr>
                  <w:spacing w:val="-2"/>
                  <w:w w:val="85"/>
                </w:rPr>
                <w:t xml:space="preserve">cuales están bajo la custodia de las entidades públicas o privadas que cumplen con </w:t>
              </w:r>
              <w:r w:rsidRPr="006362D6">
                <w:rPr>
                  <w:spacing w:val="-2"/>
                  <w:w w:val="90"/>
                </w:rPr>
                <w:t>funciones</w:t>
              </w:r>
              <w:r w:rsidRPr="006362D6">
                <w:rPr>
                  <w:spacing w:val="-4"/>
                  <w:w w:val="90"/>
                </w:rPr>
                <w:t xml:space="preserve"> </w:t>
              </w:r>
              <w:r w:rsidRPr="006362D6">
                <w:rPr>
                  <w:spacing w:val="-2"/>
                  <w:w w:val="90"/>
                </w:rPr>
                <w:t>públicas</w:t>
              </w:r>
              <w:r w:rsidRPr="006362D6">
                <w:rPr>
                  <w:spacing w:val="-4"/>
                  <w:w w:val="90"/>
                </w:rPr>
                <w:t xml:space="preserve"> </w:t>
              </w:r>
              <w:r w:rsidRPr="006362D6">
                <w:rPr>
                  <w:spacing w:val="-2"/>
                  <w:w w:val="90"/>
                </w:rPr>
                <w:t>y</w:t>
              </w:r>
              <w:r w:rsidRPr="006362D6">
                <w:rPr>
                  <w:spacing w:val="-5"/>
                  <w:w w:val="90"/>
                </w:rPr>
                <w:t xml:space="preserve"> </w:t>
              </w:r>
              <w:r w:rsidRPr="006362D6">
                <w:rPr>
                  <w:spacing w:val="-2"/>
                  <w:w w:val="90"/>
                </w:rPr>
                <w:t>que</w:t>
              </w:r>
              <w:r w:rsidRPr="006362D6">
                <w:rPr>
                  <w:spacing w:val="-4"/>
                  <w:w w:val="90"/>
                </w:rPr>
                <w:t xml:space="preserve"> </w:t>
              </w:r>
              <w:r w:rsidRPr="006362D6">
                <w:rPr>
                  <w:spacing w:val="-2"/>
                  <w:w w:val="90"/>
                </w:rPr>
                <w:t>son</w:t>
              </w:r>
              <w:r w:rsidRPr="006362D6">
                <w:rPr>
                  <w:spacing w:val="-4"/>
                  <w:w w:val="90"/>
                </w:rPr>
                <w:t xml:space="preserve"> </w:t>
              </w:r>
              <w:r w:rsidRPr="006362D6">
                <w:rPr>
                  <w:spacing w:val="-2"/>
                  <w:w w:val="90"/>
                </w:rPr>
                <w:t>puestos</w:t>
              </w:r>
              <w:r w:rsidRPr="006362D6">
                <w:rPr>
                  <w:spacing w:val="-4"/>
                  <w:w w:val="90"/>
                </w:rPr>
                <w:t xml:space="preserve"> </w:t>
              </w:r>
              <w:r w:rsidRPr="006362D6">
                <w:rPr>
                  <w:spacing w:val="-2"/>
                  <w:w w:val="90"/>
                </w:rPr>
                <w:t>a</w:t>
              </w:r>
              <w:r w:rsidRPr="006362D6">
                <w:rPr>
                  <w:spacing w:val="-3"/>
                  <w:w w:val="90"/>
                </w:rPr>
                <w:t xml:space="preserve"> </w:t>
              </w:r>
              <w:r w:rsidRPr="006362D6">
                <w:rPr>
                  <w:spacing w:val="-2"/>
                  <w:w w:val="90"/>
                </w:rPr>
                <w:t>disposición</w:t>
              </w:r>
              <w:r w:rsidRPr="006362D6">
                <w:rPr>
                  <w:spacing w:val="-3"/>
                  <w:w w:val="90"/>
                </w:rPr>
                <w:t xml:space="preserve"> </w:t>
              </w:r>
              <w:r w:rsidRPr="006362D6">
                <w:rPr>
                  <w:spacing w:val="-2"/>
                  <w:w w:val="90"/>
                </w:rPr>
                <w:t>de</w:t>
              </w:r>
              <w:r w:rsidRPr="006362D6">
                <w:rPr>
                  <w:spacing w:val="-4"/>
                  <w:w w:val="90"/>
                </w:rPr>
                <w:t xml:space="preserve"> </w:t>
              </w:r>
              <w:r w:rsidRPr="006362D6">
                <w:rPr>
                  <w:spacing w:val="-2"/>
                  <w:w w:val="90"/>
                </w:rPr>
                <w:t>cualquier</w:t>
              </w:r>
              <w:r w:rsidRPr="006362D6">
                <w:rPr>
                  <w:spacing w:val="-4"/>
                  <w:w w:val="90"/>
                </w:rPr>
                <w:t xml:space="preserve"> </w:t>
              </w:r>
              <w:r w:rsidRPr="006362D6">
                <w:rPr>
                  <w:spacing w:val="-2"/>
                  <w:w w:val="90"/>
                </w:rPr>
                <w:t>ciudadano,</w:t>
              </w:r>
              <w:r w:rsidRPr="006362D6">
                <w:rPr>
                  <w:spacing w:val="-5"/>
                  <w:w w:val="90"/>
                </w:rPr>
                <w:t xml:space="preserve"> </w:t>
              </w:r>
              <w:r w:rsidRPr="006362D6">
                <w:rPr>
                  <w:spacing w:val="-2"/>
                  <w:w w:val="90"/>
                </w:rPr>
                <w:t xml:space="preserve">de </w:t>
              </w:r>
              <w:r w:rsidRPr="006362D6">
                <w:rPr>
                  <w:w w:val="80"/>
                </w:rPr>
                <w:t xml:space="preserve">forma libre y sin restricciones, con el fin de que terceros puedan reutilizarlos y crear </w:t>
              </w:r>
              <w:r w:rsidRPr="006362D6">
                <w:rPr>
                  <w:w w:val="90"/>
                </w:rPr>
                <w:t>servicios</w:t>
              </w:r>
              <w:r w:rsidRPr="006362D6">
                <w:rPr>
                  <w:spacing w:val="-18"/>
                  <w:w w:val="90"/>
                </w:rPr>
                <w:t xml:space="preserve"> </w:t>
              </w:r>
              <w:r w:rsidRPr="006362D6">
                <w:rPr>
                  <w:w w:val="90"/>
                </w:rPr>
                <w:t>derivados</w:t>
              </w:r>
              <w:r w:rsidRPr="006362D6">
                <w:rPr>
                  <w:spacing w:val="-15"/>
                  <w:w w:val="90"/>
                </w:rPr>
                <w:t xml:space="preserve"> </w:t>
              </w:r>
              <w:r w:rsidRPr="006362D6">
                <w:rPr>
                  <w:w w:val="90"/>
                </w:rPr>
                <w:t>de</w:t>
              </w:r>
              <w:r w:rsidRPr="006362D6">
                <w:rPr>
                  <w:spacing w:val="-16"/>
                  <w:w w:val="90"/>
                </w:rPr>
                <w:t xml:space="preserve"> </w:t>
              </w:r>
              <w:r w:rsidRPr="006362D6">
                <w:rPr>
                  <w:w w:val="90"/>
                </w:rPr>
                <w:t>los</w:t>
              </w:r>
              <w:r w:rsidRPr="006362D6">
                <w:rPr>
                  <w:spacing w:val="-17"/>
                  <w:w w:val="90"/>
                </w:rPr>
                <w:t xml:space="preserve"> </w:t>
              </w:r>
              <w:r w:rsidRPr="006362D6">
                <w:rPr>
                  <w:w w:val="90"/>
                </w:rPr>
                <w:t>mismos</w:t>
              </w:r>
              <w:r>
                <w:rPr>
                  <w:rStyle w:val="Refdenotaalpie"/>
                  <w:w w:val="90"/>
                </w:rPr>
                <w:footnoteReference w:id="2"/>
              </w:r>
              <w:r w:rsidRPr="006362D6">
                <w:rPr>
                  <w:w w:val="90"/>
                </w:rPr>
                <w:t>.</w:t>
              </w:r>
            </w:p>
            <w:p w14:paraId="196E45A6" w14:textId="77777777" w:rsidR="00E17F2F" w:rsidRPr="006362D6" w:rsidRDefault="00E17F2F" w:rsidP="00E17F2F">
              <w:pPr>
                <w:rPr>
                  <w:spacing w:val="-2"/>
                </w:rPr>
              </w:pPr>
              <w:r w:rsidRPr="006362D6">
                <w:rPr>
                  <w:rFonts w:cs="Calibri"/>
                  <w:b/>
                  <w:bCs/>
                  <w:color w:val="004884"/>
                  <w:spacing w:val="-2"/>
                  <w:w w:val="90"/>
                </w:rPr>
                <w:t>Datos</w:t>
              </w:r>
              <w:r w:rsidRPr="006362D6">
                <w:rPr>
                  <w:rFonts w:cs="Calibri"/>
                  <w:b/>
                  <w:bCs/>
                  <w:color w:val="004884"/>
                  <w:spacing w:val="11"/>
                </w:rPr>
                <w:t xml:space="preserve"> </w:t>
              </w:r>
              <w:r w:rsidRPr="006362D6">
                <w:rPr>
                  <w:rFonts w:cs="Calibri"/>
                  <w:b/>
                  <w:bCs/>
                  <w:color w:val="004884"/>
                  <w:spacing w:val="-2"/>
                  <w:w w:val="90"/>
                </w:rPr>
                <w:t>maestros:</w:t>
              </w:r>
              <w:r w:rsidRPr="006362D6">
                <w:rPr>
                  <w:rFonts w:cs="Calibri"/>
                  <w:b/>
                  <w:bCs/>
                  <w:color w:val="006FC0"/>
                  <w:spacing w:val="-2"/>
                  <w:w w:val="90"/>
                </w:rPr>
                <w:t xml:space="preserve"> </w:t>
              </w:r>
              <w:r w:rsidRPr="006362D6">
                <w:rPr>
                  <w:spacing w:val="-2"/>
                  <w:w w:val="90"/>
                </w:rPr>
                <w:t>Son</w:t>
              </w:r>
              <w:r w:rsidRPr="006362D6">
                <w:rPr>
                  <w:spacing w:val="-9"/>
                  <w:w w:val="90"/>
                </w:rPr>
                <w:t xml:space="preserve"> </w:t>
              </w:r>
              <w:r w:rsidRPr="006362D6">
                <w:rPr>
                  <w:spacing w:val="-2"/>
                  <w:w w:val="90"/>
                </w:rPr>
                <w:t>datos</w:t>
              </w:r>
              <w:r w:rsidRPr="006362D6">
                <w:rPr>
                  <w:spacing w:val="-6"/>
                  <w:w w:val="90"/>
                </w:rPr>
                <w:t xml:space="preserve"> </w:t>
              </w:r>
              <w:r w:rsidRPr="006362D6">
                <w:rPr>
                  <w:spacing w:val="-2"/>
                  <w:w w:val="90"/>
                </w:rPr>
                <w:t>transversales</w:t>
              </w:r>
              <w:r w:rsidRPr="006362D6">
                <w:rPr>
                  <w:spacing w:val="-6"/>
                  <w:w w:val="90"/>
                </w:rPr>
                <w:t xml:space="preserve"> </w:t>
              </w:r>
              <w:r w:rsidRPr="006362D6">
                <w:rPr>
                  <w:spacing w:val="-2"/>
                  <w:w w:val="90"/>
                </w:rPr>
                <w:t>a</w:t>
              </w:r>
              <w:r w:rsidRPr="006362D6">
                <w:rPr>
                  <w:spacing w:val="-5"/>
                  <w:w w:val="90"/>
                </w:rPr>
                <w:t xml:space="preserve"> </w:t>
              </w:r>
              <w:r w:rsidRPr="006362D6">
                <w:rPr>
                  <w:spacing w:val="-2"/>
                  <w:w w:val="90"/>
                </w:rPr>
                <w:t>toda</w:t>
              </w:r>
              <w:r w:rsidRPr="006362D6">
                <w:rPr>
                  <w:spacing w:val="-5"/>
                  <w:w w:val="90"/>
                </w:rPr>
                <w:t xml:space="preserve"> </w:t>
              </w:r>
              <w:r w:rsidRPr="006362D6">
                <w:rPr>
                  <w:spacing w:val="-2"/>
                  <w:w w:val="90"/>
                </w:rPr>
                <w:t>la</w:t>
              </w:r>
              <w:r w:rsidRPr="006362D6">
                <w:rPr>
                  <w:spacing w:val="-5"/>
                  <w:w w:val="90"/>
                </w:rPr>
                <w:t xml:space="preserve"> </w:t>
              </w:r>
              <w:r w:rsidRPr="006362D6">
                <w:rPr>
                  <w:spacing w:val="-2"/>
                  <w:w w:val="90"/>
                </w:rPr>
                <w:t>organización</w:t>
              </w:r>
              <w:r w:rsidRPr="006362D6">
                <w:rPr>
                  <w:spacing w:val="-5"/>
                  <w:w w:val="90"/>
                </w:rPr>
                <w:t xml:space="preserve"> </w:t>
              </w:r>
              <w:r w:rsidRPr="006362D6">
                <w:rPr>
                  <w:spacing w:val="-2"/>
                  <w:w w:val="90"/>
                </w:rPr>
                <w:t>que</w:t>
              </w:r>
              <w:r w:rsidRPr="006362D6">
                <w:rPr>
                  <w:spacing w:val="-6"/>
                  <w:w w:val="90"/>
                </w:rPr>
                <w:t xml:space="preserve"> </w:t>
              </w:r>
              <w:r w:rsidRPr="006362D6">
                <w:rPr>
                  <w:spacing w:val="-2"/>
                  <w:w w:val="90"/>
                </w:rPr>
                <w:t>describen</w:t>
              </w:r>
              <w:r w:rsidRPr="006362D6">
                <w:rPr>
                  <w:spacing w:val="-5"/>
                  <w:w w:val="90"/>
                </w:rPr>
                <w:t xml:space="preserve"> </w:t>
              </w:r>
              <w:r w:rsidRPr="006362D6">
                <w:rPr>
                  <w:spacing w:val="-2"/>
                  <w:w w:val="90"/>
                </w:rPr>
                <w:t xml:space="preserve">las </w:t>
              </w:r>
              <w:r w:rsidRPr="006362D6">
                <w:rPr>
                  <w:w w:val="90"/>
                </w:rPr>
                <w:t>entidades</w:t>
              </w:r>
              <w:r w:rsidRPr="006362D6">
                <w:rPr>
                  <w:spacing w:val="-10"/>
                  <w:w w:val="90"/>
                </w:rPr>
                <w:t xml:space="preserve"> </w:t>
              </w:r>
              <w:r w:rsidRPr="006362D6">
                <w:rPr>
                  <w:w w:val="90"/>
                </w:rPr>
                <w:t>de</w:t>
              </w:r>
              <w:r w:rsidRPr="006362D6">
                <w:rPr>
                  <w:spacing w:val="-11"/>
                  <w:w w:val="90"/>
                </w:rPr>
                <w:t xml:space="preserve"> </w:t>
              </w:r>
              <w:r w:rsidRPr="006362D6">
                <w:rPr>
                  <w:w w:val="90"/>
                </w:rPr>
                <w:t>negocio</w:t>
              </w:r>
              <w:r w:rsidRPr="006362D6">
                <w:rPr>
                  <w:spacing w:val="-10"/>
                  <w:w w:val="90"/>
                </w:rPr>
                <w:t xml:space="preserve"> </w:t>
              </w:r>
              <w:r w:rsidRPr="006362D6">
                <w:rPr>
                  <w:w w:val="90"/>
                </w:rPr>
                <w:t>como</w:t>
              </w:r>
              <w:r w:rsidRPr="006362D6">
                <w:rPr>
                  <w:spacing w:val="-11"/>
                  <w:w w:val="90"/>
                </w:rPr>
                <w:t xml:space="preserve"> </w:t>
              </w:r>
              <w:r w:rsidRPr="006362D6">
                <w:rPr>
                  <w:w w:val="90"/>
                </w:rPr>
                <w:t>ciudadano,</w:t>
              </w:r>
              <w:r w:rsidRPr="006362D6">
                <w:rPr>
                  <w:spacing w:val="-13"/>
                  <w:w w:val="90"/>
                </w:rPr>
                <w:t xml:space="preserve"> </w:t>
              </w:r>
              <w:r w:rsidRPr="006362D6">
                <w:rPr>
                  <w:w w:val="90"/>
                </w:rPr>
                <w:t>institución,</w:t>
              </w:r>
              <w:r w:rsidRPr="006362D6">
                <w:rPr>
                  <w:spacing w:val="-12"/>
                  <w:w w:val="90"/>
                </w:rPr>
                <w:t xml:space="preserve"> </w:t>
              </w:r>
              <w:r w:rsidRPr="006362D6">
                <w:rPr>
                  <w:w w:val="90"/>
                </w:rPr>
                <w:t>trámite,</w:t>
              </w:r>
              <w:r w:rsidRPr="006362D6">
                <w:rPr>
                  <w:spacing w:val="-12"/>
                  <w:w w:val="90"/>
                </w:rPr>
                <w:t xml:space="preserve"> </w:t>
              </w:r>
              <w:r w:rsidRPr="006362D6">
                <w:rPr>
                  <w:w w:val="90"/>
                </w:rPr>
                <w:t>centros</w:t>
              </w:r>
              <w:r w:rsidRPr="006362D6">
                <w:rPr>
                  <w:spacing w:val="-12"/>
                  <w:w w:val="90"/>
                </w:rPr>
                <w:t xml:space="preserve"> </w:t>
              </w:r>
              <w:r w:rsidRPr="006362D6">
                <w:rPr>
                  <w:w w:val="90"/>
                </w:rPr>
                <w:t>de</w:t>
              </w:r>
              <w:r w:rsidRPr="006362D6">
                <w:rPr>
                  <w:spacing w:val="-12"/>
                  <w:w w:val="90"/>
                </w:rPr>
                <w:t xml:space="preserve"> </w:t>
              </w:r>
              <w:r w:rsidRPr="006362D6">
                <w:rPr>
                  <w:w w:val="90"/>
                </w:rPr>
                <w:t xml:space="preserve">costos, </w:t>
              </w:r>
              <w:r w:rsidRPr="006362D6">
                <w:rPr>
                  <w:w w:val="95"/>
                </w:rPr>
                <w:t>centros de</w:t>
              </w:r>
              <w:r w:rsidRPr="006362D6">
                <w:rPr>
                  <w:spacing w:val="-1"/>
                  <w:w w:val="95"/>
                </w:rPr>
                <w:t xml:space="preserve"> </w:t>
              </w:r>
              <w:r w:rsidRPr="006362D6">
                <w:rPr>
                  <w:w w:val="95"/>
                </w:rPr>
                <w:t>atención, reportes,</w:t>
              </w:r>
              <w:r w:rsidRPr="006362D6">
                <w:rPr>
                  <w:spacing w:val="-1"/>
                  <w:w w:val="95"/>
                </w:rPr>
                <w:t xml:space="preserve"> </w:t>
              </w:r>
              <w:r w:rsidRPr="006362D6">
                <w:rPr>
                  <w:w w:val="95"/>
                </w:rPr>
                <w:t>entre</w:t>
              </w:r>
              <w:r w:rsidRPr="006362D6">
                <w:rPr>
                  <w:spacing w:val="-1"/>
                  <w:w w:val="95"/>
                </w:rPr>
                <w:t xml:space="preserve"> </w:t>
              </w:r>
              <w:r w:rsidRPr="006362D6">
                <w:rPr>
                  <w:w w:val="95"/>
                </w:rPr>
                <w:t>otros.</w:t>
              </w:r>
              <w:r w:rsidRPr="006362D6">
                <w:rPr>
                  <w:spacing w:val="-3"/>
                  <w:w w:val="95"/>
                </w:rPr>
                <w:t xml:space="preserve"> </w:t>
              </w:r>
              <w:r w:rsidRPr="006362D6">
                <w:rPr>
                  <w:w w:val="95"/>
                </w:rPr>
                <w:t>Estos</w:t>
              </w:r>
              <w:r w:rsidRPr="006362D6">
                <w:rPr>
                  <w:spacing w:val="-1"/>
                  <w:w w:val="95"/>
                </w:rPr>
                <w:t xml:space="preserve"> </w:t>
              </w:r>
              <w:r w:rsidRPr="006362D6">
                <w:rPr>
                  <w:w w:val="95"/>
                </w:rPr>
                <w:t>son</w:t>
              </w:r>
              <w:r w:rsidRPr="006362D6">
                <w:rPr>
                  <w:spacing w:val="-1"/>
                  <w:w w:val="95"/>
                </w:rPr>
                <w:t xml:space="preserve"> </w:t>
              </w:r>
              <w:r w:rsidRPr="006362D6">
                <w:rPr>
                  <w:w w:val="95"/>
                </w:rPr>
                <w:t xml:space="preserve">compartidos </w:t>
              </w:r>
              <w:proofErr w:type="spellStart"/>
              <w:r w:rsidRPr="006362D6">
                <w:rPr>
                  <w:w w:val="95"/>
                </w:rPr>
                <w:t>pos</w:t>
              </w:r>
              <w:proofErr w:type="spellEnd"/>
              <w:r w:rsidRPr="006362D6">
                <w:rPr>
                  <w:spacing w:val="-1"/>
                  <w:w w:val="95"/>
                </w:rPr>
                <w:t xml:space="preserve"> </w:t>
              </w:r>
              <w:r w:rsidRPr="006362D6">
                <w:rPr>
                  <w:w w:val="95"/>
                </w:rPr>
                <w:t xml:space="preserve">los </w:t>
              </w:r>
              <w:r w:rsidRPr="006362D6">
                <w:rPr>
                  <w:w w:val="85"/>
                </w:rPr>
                <w:t>diferentes</w:t>
              </w:r>
              <w:r w:rsidRPr="006362D6">
                <w:rPr>
                  <w:spacing w:val="-4"/>
                  <w:w w:val="85"/>
                </w:rPr>
                <w:t xml:space="preserve"> </w:t>
              </w:r>
              <w:r w:rsidRPr="006362D6">
                <w:rPr>
                  <w:w w:val="85"/>
                </w:rPr>
                <w:t>sistemas</w:t>
              </w:r>
              <w:r w:rsidRPr="006362D6">
                <w:rPr>
                  <w:spacing w:val="-1"/>
                  <w:w w:val="85"/>
                </w:rPr>
                <w:t xml:space="preserve"> </w:t>
              </w:r>
              <w:r w:rsidRPr="006362D6">
                <w:rPr>
                  <w:w w:val="85"/>
                </w:rPr>
                <w:t>de</w:t>
              </w:r>
              <w:r w:rsidRPr="006362D6">
                <w:rPr>
                  <w:spacing w:val="-5"/>
                  <w:w w:val="85"/>
                </w:rPr>
                <w:t xml:space="preserve"> </w:t>
              </w:r>
              <w:r w:rsidRPr="006362D6">
                <w:rPr>
                  <w:w w:val="85"/>
                </w:rPr>
                <w:t>información</w:t>
              </w:r>
              <w:r w:rsidRPr="006362D6">
                <w:rPr>
                  <w:spacing w:val="-4"/>
                  <w:w w:val="85"/>
                </w:rPr>
                <w:t xml:space="preserve"> </w:t>
              </w:r>
              <w:r w:rsidRPr="006362D6">
                <w:rPr>
                  <w:w w:val="85"/>
                </w:rPr>
                <w:t>de</w:t>
              </w:r>
              <w:r w:rsidRPr="006362D6">
                <w:rPr>
                  <w:spacing w:val="-5"/>
                  <w:w w:val="85"/>
                </w:rPr>
                <w:t xml:space="preserve"> </w:t>
              </w:r>
              <w:r w:rsidRPr="006362D6">
                <w:rPr>
                  <w:w w:val="85"/>
                </w:rPr>
                <w:t>la</w:t>
              </w:r>
              <w:r w:rsidRPr="006362D6">
                <w:rPr>
                  <w:spacing w:val="-4"/>
                  <w:w w:val="85"/>
                </w:rPr>
                <w:t xml:space="preserve"> </w:t>
              </w:r>
              <w:r w:rsidRPr="006362D6">
                <w:rPr>
                  <w:w w:val="85"/>
                </w:rPr>
                <w:t>institución.</w:t>
              </w:r>
              <w:r w:rsidRPr="006362D6">
                <w:rPr>
                  <w:spacing w:val="-7"/>
                  <w:w w:val="85"/>
                </w:rPr>
                <w:t xml:space="preserve"> </w:t>
              </w:r>
              <w:r w:rsidRPr="006362D6">
                <w:rPr>
                  <w:w w:val="85"/>
                </w:rPr>
                <w:t>El</w:t>
              </w:r>
              <w:r w:rsidRPr="006362D6">
                <w:rPr>
                  <w:spacing w:val="-5"/>
                  <w:w w:val="85"/>
                </w:rPr>
                <w:t xml:space="preserve"> </w:t>
              </w:r>
              <w:r w:rsidRPr="006362D6">
                <w:rPr>
                  <w:w w:val="85"/>
                </w:rPr>
                <w:t>formato</w:t>
              </w:r>
              <w:r w:rsidRPr="006362D6">
                <w:rPr>
                  <w:spacing w:val="-4"/>
                  <w:w w:val="85"/>
                </w:rPr>
                <w:t xml:space="preserve"> </w:t>
              </w:r>
              <w:r w:rsidRPr="006362D6">
                <w:rPr>
                  <w:w w:val="85"/>
                </w:rPr>
                <w:t>y</w:t>
              </w:r>
              <w:r w:rsidRPr="006362D6">
                <w:rPr>
                  <w:spacing w:val="-4"/>
                  <w:w w:val="85"/>
                </w:rPr>
                <w:t xml:space="preserve"> </w:t>
              </w:r>
              <w:r w:rsidRPr="006362D6">
                <w:rPr>
                  <w:w w:val="85"/>
                </w:rPr>
                <w:t>rango</w:t>
              </w:r>
              <w:r w:rsidRPr="006362D6">
                <w:rPr>
                  <w:spacing w:val="-4"/>
                  <w:w w:val="85"/>
                </w:rPr>
                <w:t xml:space="preserve"> </w:t>
              </w:r>
              <w:r w:rsidRPr="006362D6">
                <w:rPr>
                  <w:w w:val="85"/>
                </w:rPr>
                <w:t>de</w:t>
              </w:r>
              <w:r w:rsidRPr="006362D6">
                <w:rPr>
                  <w:spacing w:val="-5"/>
                  <w:w w:val="85"/>
                </w:rPr>
                <w:t xml:space="preserve"> </w:t>
              </w:r>
              <w:r w:rsidRPr="006362D6">
                <w:rPr>
                  <w:w w:val="85"/>
                </w:rPr>
                <w:t xml:space="preserve">valores de estos datos se establecen a partir de reglas de negocio y un único valor de la </w:t>
              </w:r>
              <w:r w:rsidRPr="006362D6">
                <w:rPr>
                  <w:spacing w:val="-2"/>
                </w:rPr>
                <w:t>verdad.</w:t>
              </w:r>
            </w:p>
            <w:p w14:paraId="36729E56" w14:textId="77777777" w:rsidR="00E17F2F" w:rsidRPr="006362D6" w:rsidRDefault="00E17F2F" w:rsidP="00E17F2F">
              <w:pPr>
                <w:rPr>
                  <w:w w:val="90"/>
                </w:rPr>
              </w:pPr>
              <w:r w:rsidRPr="006362D6">
                <w:rPr>
                  <w:rFonts w:cs="Calibri"/>
                  <w:b/>
                  <w:bCs/>
                  <w:color w:val="004884"/>
                  <w:w w:val="95"/>
                </w:rPr>
                <w:t>Información</w:t>
              </w:r>
              <w:r w:rsidRPr="006362D6">
                <w:rPr>
                  <w:rFonts w:cs="Calibri"/>
                  <w:b/>
                  <w:bCs/>
                  <w:color w:val="004884"/>
                </w:rPr>
                <w:t xml:space="preserve"> </w:t>
              </w:r>
              <w:r w:rsidRPr="006362D6">
                <w:rPr>
                  <w:rFonts w:cs="Calibri"/>
                  <w:b/>
                  <w:bCs/>
                  <w:color w:val="004884"/>
                  <w:w w:val="95"/>
                </w:rPr>
                <w:t>estructurada:</w:t>
              </w:r>
              <w:r w:rsidRPr="006362D6">
                <w:rPr>
                  <w:rFonts w:cs="Calibri"/>
                  <w:b/>
                  <w:bCs/>
                  <w:color w:val="006FC0"/>
                </w:rPr>
                <w:t xml:space="preserve"> </w:t>
              </w:r>
              <w:r w:rsidRPr="006362D6">
                <w:rPr>
                  <w:w w:val="95"/>
                </w:rPr>
                <w:t>Se</w:t>
              </w:r>
              <w:r w:rsidRPr="006362D6">
                <w:rPr>
                  <w:spacing w:val="-2"/>
                  <w:w w:val="95"/>
                </w:rPr>
                <w:t xml:space="preserve"> </w:t>
              </w:r>
              <w:r w:rsidRPr="006362D6">
                <w:rPr>
                  <w:w w:val="95"/>
                </w:rPr>
                <w:t>refiere</w:t>
              </w:r>
              <w:r w:rsidRPr="006362D6">
                <w:rPr>
                  <w:spacing w:val="-2"/>
                  <w:w w:val="95"/>
                </w:rPr>
                <w:t xml:space="preserve"> </w:t>
              </w:r>
              <w:r w:rsidRPr="006362D6">
                <w:rPr>
                  <w:w w:val="95"/>
                </w:rPr>
                <w:t>a</w:t>
              </w:r>
              <w:r w:rsidRPr="006362D6">
                <w:rPr>
                  <w:spacing w:val="-1"/>
                  <w:w w:val="95"/>
                </w:rPr>
                <w:t xml:space="preserve"> </w:t>
              </w:r>
              <w:r w:rsidRPr="006362D6">
                <w:rPr>
                  <w:w w:val="95"/>
                </w:rPr>
                <w:t>aquella</w:t>
              </w:r>
              <w:r w:rsidRPr="006362D6">
                <w:rPr>
                  <w:spacing w:val="-1"/>
                  <w:w w:val="95"/>
                </w:rPr>
                <w:t xml:space="preserve"> </w:t>
              </w:r>
              <w:r w:rsidRPr="006362D6">
                <w:rPr>
                  <w:w w:val="95"/>
                </w:rPr>
                <w:t>que</w:t>
              </w:r>
              <w:r w:rsidRPr="006362D6">
                <w:rPr>
                  <w:spacing w:val="-2"/>
                  <w:w w:val="95"/>
                </w:rPr>
                <w:t xml:space="preserve"> </w:t>
              </w:r>
              <w:r w:rsidRPr="006362D6">
                <w:rPr>
                  <w:w w:val="95"/>
                </w:rPr>
                <w:t>está</w:t>
              </w:r>
              <w:r w:rsidRPr="006362D6">
                <w:rPr>
                  <w:spacing w:val="-1"/>
                  <w:w w:val="95"/>
                </w:rPr>
                <w:t xml:space="preserve"> </w:t>
              </w:r>
              <w:r w:rsidRPr="006362D6">
                <w:rPr>
                  <w:w w:val="95"/>
                </w:rPr>
                <w:t>definida</w:t>
              </w:r>
              <w:r w:rsidRPr="006362D6">
                <w:rPr>
                  <w:spacing w:val="-1"/>
                  <w:w w:val="95"/>
                </w:rPr>
                <w:t xml:space="preserve"> </w:t>
              </w:r>
              <w:r w:rsidRPr="006362D6">
                <w:rPr>
                  <w:w w:val="95"/>
                </w:rPr>
                <w:t>y</w:t>
              </w:r>
              <w:r w:rsidRPr="006362D6">
                <w:rPr>
                  <w:spacing w:val="-2"/>
                  <w:w w:val="95"/>
                </w:rPr>
                <w:t xml:space="preserve"> </w:t>
              </w:r>
              <w:r w:rsidRPr="006362D6">
                <w:rPr>
                  <w:w w:val="95"/>
                </w:rPr>
                <w:t>sujeta a</w:t>
              </w:r>
              <w:r w:rsidRPr="006362D6">
                <w:rPr>
                  <w:spacing w:val="-1"/>
                  <w:w w:val="95"/>
                </w:rPr>
                <w:t xml:space="preserve"> </w:t>
              </w:r>
              <w:r w:rsidRPr="006362D6">
                <w:rPr>
                  <w:w w:val="95"/>
                </w:rPr>
                <w:t xml:space="preserve">un </w:t>
              </w:r>
              <w:r w:rsidRPr="006362D6">
                <w:rPr>
                  <w:w w:val="90"/>
                </w:rPr>
                <w:t>formato</w:t>
              </w:r>
              <w:r w:rsidRPr="006362D6">
                <w:rPr>
                  <w:spacing w:val="13"/>
                </w:rPr>
                <w:t xml:space="preserve"> </w:t>
              </w:r>
              <w:r w:rsidRPr="006362D6">
                <w:rPr>
                  <w:w w:val="90"/>
                </w:rPr>
                <w:t>concreto</w:t>
              </w:r>
              <w:r w:rsidRPr="006362D6">
                <w:rPr>
                  <w:spacing w:val="13"/>
                </w:rPr>
                <w:t xml:space="preserve"> </w:t>
              </w:r>
              <w:r w:rsidRPr="006362D6">
                <w:rPr>
                  <w:w w:val="90"/>
                </w:rPr>
                <w:t>que</w:t>
              </w:r>
              <w:r w:rsidRPr="006362D6">
                <w:rPr>
                  <w:spacing w:val="12"/>
                </w:rPr>
                <w:t xml:space="preserve"> </w:t>
              </w:r>
              <w:r w:rsidRPr="006362D6">
                <w:rPr>
                  <w:w w:val="90"/>
                </w:rPr>
                <w:t>facilita</w:t>
              </w:r>
              <w:r w:rsidRPr="006362D6">
                <w:rPr>
                  <w:spacing w:val="12"/>
                </w:rPr>
                <w:t xml:space="preserve"> </w:t>
              </w:r>
              <w:r w:rsidRPr="006362D6">
                <w:rPr>
                  <w:w w:val="90"/>
                </w:rPr>
                <w:t>su</w:t>
              </w:r>
              <w:r w:rsidRPr="006362D6">
                <w:rPr>
                  <w:spacing w:val="12"/>
                </w:rPr>
                <w:t xml:space="preserve"> </w:t>
              </w:r>
              <w:r w:rsidRPr="006362D6">
                <w:rPr>
                  <w:w w:val="90"/>
                </w:rPr>
                <w:t>procesamiento.</w:t>
              </w:r>
              <w:r w:rsidRPr="006362D6">
                <w:rPr>
                  <w:spacing w:val="12"/>
                </w:rPr>
                <w:t xml:space="preserve"> </w:t>
              </w:r>
              <w:r w:rsidRPr="006362D6">
                <w:rPr>
                  <w:w w:val="90"/>
                </w:rPr>
                <w:t>Por</w:t>
              </w:r>
              <w:r w:rsidRPr="006362D6">
                <w:rPr>
                  <w:spacing w:val="13"/>
                </w:rPr>
                <w:t xml:space="preserve"> </w:t>
              </w:r>
              <w:r w:rsidRPr="006362D6">
                <w:rPr>
                  <w:w w:val="90"/>
                </w:rPr>
                <w:t>ejemplo,</w:t>
              </w:r>
              <w:r w:rsidRPr="006362D6">
                <w:rPr>
                  <w:spacing w:val="12"/>
                </w:rPr>
                <w:t xml:space="preserve"> </w:t>
              </w:r>
              <w:r w:rsidRPr="006362D6">
                <w:rPr>
                  <w:w w:val="90"/>
                </w:rPr>
                <w:t>la</w:t>
              </w:r>
              <w:r w:rsidRPr="006362D6">
                <w:rPr>
                  <w:spacing w:val="13"/>
                </w:rPr>
                <w:t xml:space="preserve"> </w:t>
              </w:r>
              <w:r w:rsidRPr="006362D6">
                <w:rPr>
                  <w:spacing w:val="-2"/>
                  <w:w w:val="90"/>
                </w:rPr>
                <w:t xml:space="preserve">información </w:t>
              </w:r>
              <w:r w:rsidRPr="006362D6">
                <w:rPr>
                  <w:w w:val="90"/>
                </w:rPr>
                <w:t>organizada</w:t>
              </w:r>
              <w:r w:rsidRPr="006362D6">
                <w:rPr>
                  <w:spacing w:val="-13"/>
                  <w:w w:val="90"/>
                </w:rPr>
                <w:t xml:space="preserve"> </w:t>
              </w:r>
              <w:r w:rsidRPr="006362D6">
                <w:rPr>
                  <w:w w:val="90"/>
                </w:rPr>
                <w:t>y</w:t>
              </w:r>
              <w:r w:rsidRPr="006362D6">
                <w:rPr>
                  <w:spacing w:val="-12"/>
                  <w:w w:val="90"/>
                </w:rPr>
                <w:t xml:space="preserve"> </w:t>
              </w:r>
              <w:r w:rsidRPr="006362D6">
                <w:rPr>
                  <w:w w:val="90"/>
                </w:rPr>
                <w:t>estructurada</w:t>
              </w:r>
              <w:r w:rsidRPr="006362D6">
                <w:rPr>
                  <w:spacing w:val="-13"/>
                  <w:w w:val="90"/>
                </w:rPr>
                <w:t xml:space="preserve"> </w:t>
              </w:r>
              <w:r w:rsidRPr="006362D6">
                <w:rPr>
                  <w:w w:val="90"/>
                </w:rPr>
                <w:t>en</w:t>
              </w:r>
              <w:r w:rsidRPr="006362D6">
                <w:rPr>
                  <w:spacing w:val="-12"/>
                  <w:w w:val="90"/>
                </w:rPr>
                <w:t xml:space="preserve"> </w:t>
              </w:r>
              <w:r w:rsidRPr="006362D6">
                <w:rPr>
                  <w:w w:val="90"/>
                </w:rPr>
                <w:t>bases</w:t>
              </w:r>
              <w:r w:rsidRPr="006362D6">
                <w:rPr>
                  <w:spacing w:val="-12"/>
                  <w:w w:val="90"/>
                </w:rPr>
                <w:t xml:space="preserve"> </w:t>
              </w:r>
              <w:r w:rsidRPr="006362D6">
                <w:rPr>
                  <w:w w:val="90"/>
                </w:rPr>
                <w:t>de</w:t>
              </w:r>
              <w:r w:rsidRPr="006362D6">
                <w:rPr>
                  <w:spacing w:val="-13"/>
                  <w:w w:val="90"/>
                </w:rPr>
                <w:t xml:space="preserve"> </w:t>
              </w:r>
              <w:r w:rsidRPr="006362D6">
                <w:rPr>
                  <w:w w:val="90"/>
                </w:rPr>
                <w:t>datos</w:t>
              </w:r>
              <w:r w:rsidRPr="006362D6">
                <w:rPr>
                  <w:spacing w:val="-12"/>
                  <w:w w:val="90"/>
                </w:rPr>
                <w:t xml:space="preserve"> </w:t>
              </w:r>
              <w:r w:rsidRPr="006362D6">
                <w:rPr>
                  <w:w w:val="90"/>
                </w:rPr>
                <w:t>relacionales</w:t>
              </w:r>
              <w:r w:rsidRPr="006362D6">
                <w:rPr>
                  <w:spacing w:val="-12"/>
                  <w:w w:val="90"/>
                </w:rPr>
                <w:t xml:space="preserve"> </w:t>
              </w:r>
              <w:r w:rsidRPr="006362D6">
                <w:rPr>
                  <w:w w:val="90"/>
                </w:rPr>
                <w:t>u</w:t>
              </w:r>
              <w:r w:rsidRPr="006362D6">
                <w:rPr>
                  <w:spacing w:val="-13"/>
                  <w:w w:val="90"/>
                </w:rPr>
                <w:t xml:space="preserve"> </w:t>
              </w:r>
              <w:r w:rsidRPr="006362D6">
                <w:rPr>
                  <w:w w:val="90"/>
                </w:rPr>
                <w:t>hojas</w:t>
              </w:r>
              <w:r w:rsidRPr="006362D6">
                <w:rPr>
                  <w:spacing w:val="-12"/>
                  <w:w w:val="90"/>
                </w:rPr>
                <w:t xml:space="preserve"> </w:t>
              </w:r>
              <w:r w:rsidRPr="006362D6">
                <w:rPr>
                  <w:w w:val="90"/>
                </w:rPr>
                <w:t>de</w:t>
              </w:r>
              <w:r w:rsidRPr="006362D6">
                <w:rPr>
                  <w:spacing w:val="-12"/>
                  <w:w w:val="90"/>
                </w:rPr>
                <w:t xml:space="preserve"> </w:t>
              </w:r>
              <w:r w:rsidRPr="006362D6">
                <w:rPr>
                  <w:w w:val="90"/>
                </w:rPr>
                <w:t>cálculo</w:t>
              </w:r>
              <w:r w:rsidRPr="006362D6">
                <w:rPr>
                  <w:spacing w:val="-13"/>
                  <w:w w:val="90"/>
                </w:rPr>
                <w:t xml:space="preserve"> </w:t>
              </w:r>
              <w:r w:rsidRPr="006362D6">
                <w:rPr>
                  <w:w w:val="90"/>
                </w:rPr>
                <w:t>se considera</w:t>
              </w:r>
              <w:r w:rsidRPr="006362D6">
                <w:rPr>
                  <w:spacing w:val="-2"/>
                  <w:w w:val="90"/>
                </w:rPr>
                <w:t xml:space="preserve"> </w:t>
              </w:r>
              <w:r w:rsidRPr="006362D6">
                <w:rPr>
                  <w:w w:val="90"/>
                </w:rPr>
                <w:t>estructurada.</w:t>
              </w:r>
            </w:p>
            <w:p w14:paraId="66312973" w14:textId="77777777" w:rsidR="00E17F2F" w:rsidRPr="006362D6" w:rsidRDefault="00E17F2F" w:rsidP="00E17F2F">
              <w:pPr>
                <w:rPr>
                  <w:w w:val="85"/>
                </w:rPr>
              </w:pPr>
              <w:r w:rsidRPr="006362D6">
                <w:rPr>
                  <w:rFonts w:cs="Calibri"/>
                  <w:b/>
                  <w:bCs/>
                  <w:color w:val="004884"/>
                  <w:w w:val="90"/>
                </w:rPr>
                <w:t>Información</w:t>
              </w:r>
              <w:r w:rsidRPr="006362D6">
                <w:rPr>
                  <w:rFonts w:cs="Calibri"/>
                  <w:b/>
                  <w:bCs/>
                  <w:color w:val="004884"/>
                </w:rPr>
                <w:t xml:space="preserve"> </w:t>
              </w:r>
              <w:r w:rsidRPr="006362D6">
                <w:rPr>
                  <w:rFonts w:cs="Calibri"/>
                  <w:b/>
                  <w:bCs/>
                  <w:color w:val="004884"/>
                  <w:w w:val="90"/>
                </w:rPr>
                <w:t>no</w:t>
              </w:r>
              <w:r w:rsidRPr="006362D6">
                <w:rPr>
                  <w:rFonts w:cs="Calibri"/>
                  <w:b/>
                  <w:bCs/>
                  <w:color w:val="004884"/>
                </w:rPr>
                <w:t xml:space="preserve"> </w:t>
              </w:r>
              <w:r w:rsidRPr="006362D6">
                <w:rPr>
                  <w:rFonts w:cs="Calibri"/>
                  <w:b/>
                  <w:bCs/>
                  <w:color w:val="004884"/>
                  <w:w w:val="90"/>
                </w:rPr>
                <w:t>estructurada:</w:t>
              </w:r>
              <w:r w:rsidRPr="006362D6">
                <w:rPr>
                  <w:rFonts w:cs="Calibri"/>
                  <w:b/>
                  <w:bCs/>
                  <w:color w:val="006FC0"/>
                </w:rPr>
                <w:t xml:space="preserve"> </w:t>
              </w:r>
              <w:r w:rsidRPr="006362D6">
                <w:rPr>
                  <w:w w:val="90"/>
                </w:rPr>
                <w:t>Es</w:t>
              </w:r>
              <w:r w:rsidRPr="006362D6">
                <w:rPr>
                  <w:spacing w:val="-7"/>
                  <w:w w:val="90"/>
                </w:rPr>
                <w:t xml:space="preserve"> </w:t>
              </w:r>
              <w:r w:rsidRPr="006362D6">
                <w:rPr>
                  <w:w w:val="90"/>
                </w:rPr>
                <w:t>aquella</w:t>
              </w:r>
              <w:r w:rsidRPr="006362D6">
                <w:rPr>
                  <w:spacing w:val="-7"/>
                  <w:w w:val="90"/>
                </w:rPr>
                <w:t xml:space="preserve"> </w:t>
              </w:r>
              <w:r w:rsidRPr="006362D6">
                <w:rPr>
                  <w:w w:val="90"/>
                </w:rPr>
                <w:t>que</w:t>
              </w:r>
              <w:r w:rsidRPr="006362D6">
                <w:rPr>
                  <w:spacing w:val="-5"/>
                  <w:w w:val="90"/>
                </w:rPr>
                <w:t xml:space="preserve"> </w:t>
              </w:r>
              <w:r w:rsidRPr="006362D6">
                <w:rPr>
                  <w:w w:val="90"/>
                </w:rPr>
                <w:t>no</w:t>
              </w:r>
              <w:r w:rsidRPr="006362D6">
                <w:rPr>
                  <w:spacing w:val="-7"/>
                  <w:w w:val="90"/>
                </w:rPr>
                <w:t xml:space="preserve"> </w:t>
              </w:r>
              <w:r w:rsidRPr="006362D6">
                <w:rPr>
                  <w:w w:val="90"/>
                </w:rPr>
                <w:t>posee</w:t>
              </w:r>
              <w:r w:rsidRPr="006362D6">
                <w:rPr>
                  <w:spacing w:val="-7"/>
                  <w:w w:val="90"/>
                </w:rPr>
                <w:t xml:space="preserve"> </w:t>
              </w:r>
              <w:r w:rsidRPr="006362D6">
                <w:rPr>
                  <w:w w:val="90"/>
                </w:rPr>
                <w:t>una</w:t>
              </w:r>
              <w:r w:rsidRPr="006362D6">
                <w:rPr>
                  <w:spacing w:val="-7"/>
                  <w:w w:val="90"/>
                </w:rPr>
                <w:t xml:space="preserve"> </w:t>
              </w:r>
              <w:r w:rsidRPr="006362D6">
                <w:rPr>
                  <w:w w:val="90"/>
                </w:rPr>
                <w:t>estructura</w:t>
              </w:r>
              <w:r w:rsidRPr="006362D6">
                <w:rPr>
                  <w:spacing w:val="-7"/>
                  <w:w w:val="90"/>
                </w:rPr>
                <w:t xml:space="preserve"> </w:t>
              </w:r>
              <w:r w:rsidRPr="006362D6">
                <w:rPr>
                  <w:w w:val="90"/>
                </w:rPr>
                <w:t xml:space="preserve">predefinida, </w:t>
              </w:r>
              <w:r w:rsidRPr="006362D6">
                <w:rPr>
                  <w:w w:val="95"/>
                </w:rPr>
                <w:t>no</w:t>
              </w:r>
              <w:r w:rsidRPr="006362D6">
                <w:rPr>
                  <w:spacing w:val="-11"/>
                  <w:w w:val="95"/>
                </w:rPr>
                <w:t xml:space="preserve"> </w:t>
              </w:r>
              <w:r w:rsidRPr="006362D6">
                <w:rPr>
                  <w:w w:val="95"/>
                </w:rPr>
                <w:t>están</w:t>
              </w:r>
              <w:r w:rsidRPr="006362D6">
                <w:rPr>
                  <w:spacing w:val="-11"/>
                  <w:w w:val="95"/>
                </w:rPr>
                <w:t xml:space="preserve"> </w:t>
              </w:r>
              <w:r w:rsidRPr="006362D6">
                <w:rPr>
                  <w:w w:val="95"/>
                </w:rPr>
                <w:t>organizada</w:t>
              </w:r>
              <w:r w:rsidRPr="006362D6">
                <w:rPr>
                  <w:spacing w:val="-10"/>
                  <w:w w:val="95"/>
                </w:rPr>
                <w:t xml:space="preserve"> </w:t>
              </w:r>
              <w:r w:rsidRPr="006362D6">
                <w:rPr>
                  <w:w w:val="95"/>
                </w:rPr>
                <w:t>de</w:t>
              </w:r>
              <w:r w:rsidRPr="006362D6">
                <w:rPr>
                  <w:spacing w:val="-10"/>
                  <w:w w:val="95"/>
                </w:rPr>
                <w:t xml:space="preserve"> </w:t>
              </w:r>
              <w:r w:rsidRPr="006362D6">
                <w:rPr>
                  <w:w w:val="95"/>
                </w:rPr>
                <w:t>acuerdo</w:t>
              </w:r>
              <w:r w:rsidRPr="006362D6">
                <w:rPr>
                  <w:spacing w:val="-10"/>
                  <w:w w:val="95"/>
                </w:rPr>
                <w:t xml:space="preserve"> </w:t>
              </w:r>
              <w:r w:rsidRPr="006362D6">
                <w:rPr>
                  <w:w w:val="95"/>
                </w:rPr>
                <w:t>con</w:t>
              </w:r>
              <w:r w:rsidRPr="006362D6">
                <w:rPr>
                  <w:spacing w:val="-11"/>
                  <w:w w:val="95"/>
                </w:rPr>
                <w:t xml:space="preserve"> </w:t>
              </w:r>
              <w:r w:rsidRPr="006362D6">
                <w:rPr>
                  <w:w w:val="95"/>
                </w:rPr>
                <w:t>algún</w:t>
              </w:r>
              <w:r w:rsidRPr="006362D6">
                <w:rPr>
                  <w:spacing w:val="-11"/>
                  <w:w w:val="95"/>
                </w:rPr>
                <w:t xml:space="preserve"> </w:t>
              </w:r>
              <w:r w:rsidRPr="006362D6">
                <w:rPr>
                  <w:w w:val="95"/>
                </w:rPr>
                <w:t>patrón.</w:t>
              </w:r>
              <w:r w:rsidRPr="006362D6">
                <w:rPr>
                  <w:spacing w:val="-12"/>
                  <w:w w:val="95"/>
                </w:rPr>
                <w:t xml:space="preserve"> </w:t>
              </w:r>
              <w:r w:rsidRPr="006362D6">
                <w:rPr>
                  <w:w w:val="95"/>
                </w:rPr>
                <w:t>Entre</w:t>
              </w:r>
              <w:r w:rsidRPr="006362D6">
                <w:rPr>
                  <w:spacing w:val="-10"/>
                  <w:w w:val="95"/>
                </w:rPr>
                <w:t xml:space="preserve"> </w:t>
              </w:r>
              <w:r w:rsidRPr="006362D6">
                <w:rPr>
                  <w:w w:val="95"/>
                </w:rPr>
                <w:t>esta</w:t>
              </w:r>
              <w:r w:rsidRPr="006362D6">
                <w:rPr>
                  <w:spacing w:val="-10"/>
                  <w:w w:val="95"/>
                </w:rPr>
                <w:t xml:space="preserve"> </w:t>
              </w:r>
              <w:r w:rsidRPr="006362D6">
                <w:rPr>
                  <w:w w:val="95"/>
                </w:rPr>
                <w:t>se</w:t>
              </w:r>
              <w:r w:rsidRPr="006362D6">
                <w:rPr>
                  <w:spacing w:val="-10"/>
                  <w:w w:val="95"/>
                </w:rPr>
                <w:t xml:space="preserve"> </w:t>
              </w:r>
              <w:r w:rsidRPr="006362D6">
                <w:rPr>
                  <w:w w:val="95"/>
                </w:rPr>
                <w:t>encuentra</w:t>
              </w:r>
              <w:r w:rsidRPr="006362D6">
                <w:rPr>
                  <w:spacing w:val="-11"/>
                  <w:w w:val="95"/>
                </w:rPr>
                <w:t xml:space="preserve"> </w:t>
              </w:r>
              <w:r w:rsidRPr="006362D6">
                <w:rPr>
                  <w:w w:val="95"/>
                </w:rPr>
                <w:t xml:space="preserve">la </w:t>
              </w:r>
              <w:r w:rsidRPr="006362D6">
                <w:rPr>
                  <w:spacing w:val="-2"/>
                  <w:w w:val="85"/>
                </w:rPr>
                <w:t xml:space="preserve">información de tipo multimedia (video, voz, imagen), información generados en las </w:t>
              </w:r>
              <w:r w:rsidRPr="006362D6">
                <w:rPr>
                  <w:w w:val="85"/>
                </w:rPr>
                <w:t xml:space="preserve">redes sociales, foros, e-mails, presentaciones </w:t>
              </w:r>
              <w:proofErr w:type="spellStart"/>
              <w:r w:rsidRPr="006362D6">
                <w:rPr>
                  <w:w w:val="85"/>
                </w:rPr>
                <w:t>Power</w:t>
              </w:r>
              <w:proofErr w:type="spellEnd"/>
              <w:r w:rsidRPr="006362D6">
                <w:rPr>
                  <w:w w:val="85"/>
                </w:rPr>
                <w:t xml:space="preserve"> Point o documentos Word.</w:t>
              </w:r>
            </w:p>
            <w:p w14:paraId="07100350" w14:textId="77777777" w:rsidR="00E17F2F" w:rsidRPr="006362D6" w:rsidRDefault="00E17F2F" w:rsidP="00E17F2F">
              <w:pPr>
                <w:rPr>
                  <w:w w:val="90"/>
                </w:rPr>
              </w:pPr>
              <w:r w:rsidRPr="006362D6">
                <w:rPr>
                  <w:rFonts w:cs="Calibri"/>
                  <w:b/>
                  <w:bCs/>
                  <w:color w:val="004884"/>
                  <w:w w:val="95"/>
                </w:rPr>
                <w:t>Información</w:t>
              </w:r>
              <w:r w:rsidRPr="006362D6">
                <w:rPr>
                  <w:rFonts w:cs="Calibri"/>
                  <w:b/>
                  <w:bCs/>
                  <w:color w:val="004884"/>
                </w:rPr>
                <w:t xml:space="preserve"> </w:t>
              </w:r>
              <w:r w:rsidRPr="006362D6">
                <w:rPr>
                  <w:rFonts w:cs="Calibri"/>
                  <w:b/>
                  <w:bCs/>
                  <w:color w:val="004884"/>
                  <w:w w:val="95"/>
                </w:rPr>
                <w:t>semiestructurada</w:t>
              </w:r>
              <w:r w:rsidRPr="006362D6">
                <w:rPr>
                  <w:color w:val="004884"/>
                  <w:w w:val="95"/>
                </w:rPr>
                <w:t>:</w:t>
              </w:r>
              <w:r w:rsidRPr="006362D6">
                <w:rPr>
                  <w:color w:val="006FC0"/>
                  <w:spacing w:val="-4"/>
                  <w:w w:val="95"/>
                </w:rPr>
                <w:t xml:space="preserve"> </w:t>
              </w:r>
              <w:r w:rsidRPr="006362D6">
                <w:rPr>
                  <w:w w:val="95"/>
                </w:rPr>
                <w:t>Es</w:t>
              </w:r>
              <w:r w:rsidRPr="006362D6">
                <w:rPr>
                  <w:spacing w:val="-1"/>
                  <w:w w:val="95"/>
                </w:rPr>
                <w:t xml:space="preserve"> </w:t>
              </w:r>
              <w:r w:rsidRPr="006362D6">
                <w:rPr>
                  <w:w w:val="95"/>
                </w:rPr>
                <w:t>aquella que</w:t>
              </w:r>
              <w:r w:rsidRPr="006362D6">
                <w:rPr>
                  <w:spacing w:val="-2"/>
                  <w:w w:val="95"/>
                </w:rPr>
                <w:t xml:space="preserve"> </w:t>
              </w:r>
              <w:r w:rsidRPr="006362D6">
                <w:rPr>
                  <w:w w:val="95"/>
                </w:rPr>
                <w:t>contiene</w:t>
              </w:r>
              <w:r w:rsidRPr="006362D6">
                <w:rPr>
                  <w:spacing w:val="-2"/>
                  <w:w w:val="95"/>
                </w:rPr>
                <w:t xml:space="preserve"> </w:t>
              </w:r>
              <w:r w:rsidRPr="006362D6">
                <w:rPr>
                  <w:w w:val="95"/>
                </w:rPr>
                <w:t>marcas</w:t>
              </w:r>
              <w:r w:rsidRPr="006362D6">
                <w:rPr>
                  <w:spacing w:val="-1"/>
                  <w:w w:val="95"/>
                </w:rPr>
                <w:t xml:space="preserve"> </w:t>
              </w:r>
              <w:r w:rsidRPr="006362D6">
                <w:rPr>
                  <w:w w:val="95"/>
                </w:rPr>
                <w:t xml:space="preserve">(elementos de </w:t>
              </w:r>
              <w:r w:rsidRPr="006362D6">
                <w:rPr>
                  <w:w w:val="90"/>
                </w:rPr>
                <w:t>estructura)</w:t>
              </w:r>
              <w:r w:rsidRPr="006362D6">
                <w:rPr>
                  <w:spacing w:val="-4"/>
                  <w:w w:val="90"/>
                </w:rPr>
                <w:t xml:space="preserve"> </w:t>
              </w:r>
              <w:r w:rsidRPr="006362D6">
                <w:rPr>
                  <w:w w:val="90"/>
                </w:rPr>
                <w:t>y</w:t>
              </w:r>
              <w:r w:rsidRPr="006362D6">
                <w:rPr>
                  <w:spacing w:val="-2"/>
                  <w:w w:val="90"/>
                </w:rPr>
                <w:t xml:space="preserve"> </w:t>
              </w:r>
              <w:r w:rsidRPr="006362D6">
                <w:rPr>
                  <w:w w:val="90"/>
                </w:rPr>
                <w:t>no</w:t>
              </w:r>
              <w:r w:rsidRPr="006362D6">
                <w:rPr>
                  <w:spacing w:val="-2"/>
                  <w:w w:val="90"/>
                </w:rPr>
                <w:t xml:space="preserve"> </w:t>
              </w:r>
              <w:r w:rsidRPr="006362D6">
                <w:rPr>
                  <w:w w:val="90"/>
                </w:rPr>
                <w:t>posee</w:t>
              </w:r>
              <w:r w:rsidRPr="006362D6">
                <w:rPr>
                  <w:spacing w:val="-2"/>
                  <w:w w:val="90"/>
                </w:rPr>
                <w:t xml:space="preserve"> </w:t>
              </w:r>
              <w:r w:rsidRPr="006362D6">
                <w:rPr>
                  <w:w w:val="90"/>
                </w:rPr>
                <w:t>una</w:t>
              </w:r>
              <w:r w:rsidRPr="006362D6">
                <w:rPr>
                  <w:spacing w:val="-2"/>
                  <w:w w:val="90"/>
                </w:rPr>
                <w:t xml:space="preserve"> </w:t>
              </w:r>
              <w:r w:rsidRPr="006362D6">
                <w:rPr>
                  <w:w w:val="90"/>
                </w:rPr>
                <w:t>estructura</w:t>
              </w:r>
              <w:r w:rsidRPr="006362D6">
                <w:rPr>
                  <w:spacing w:val="-2"/>
                  <w:w w:val="90"/>
                </w:rPr>
                <w:t xml:space="preserve"> </w:t>
              </w:r>
              <w:r w:rsidRPr="006362D6">
                <w:rPr>
                  <w:w w:val="90"/>
                </w:rPr>
                <w:t>predefinida,</w:t>
              </w:r>
              <w:r w:rsidRPr="006362D6">
                <w:rPr>
                  <w:spacing w:val="-4"/>
                  <w:w w:val="90"/>
                </w:rPr>
                <w:t xml:space="preserve"> </w:t>
              </w:r>
              <w:r w:rsidRPr="006362D6">
                <w:rPr>
                  <w:w w:val="90"/>
                </w:rPr>
                <w:t>sin</w:t>
              </w:r>
              <w:r w:rsidRPr="006362D6">
                <w:rPr>
                  <w:spacing w:val="-2"/>
                  <w:w w:val="90"/>
                </w:rPr>
                <w:t xml:space="preserve"> </w:t>
              </w:r>
              <w:r w:rsidRPr="006362D6">
                <w:rPr>
                  <w:w w:val="90"/>
                </w:rPr>
                <w:t>esquema</w:t>
              </w:r>
              <w:r w:rsidRPr="006362D6">
                <w:rPr>
                  <w:spacing w:val="-1"/>
                  <w:w w:val="90"/>
                </w:rPr>
                <w:t xml:space="preserve"> </w:t>
              </w:r>
              <w:r w:rsidRPr="006362D6">
                <w:rPr>
                  <w:w w:val="90"/>
                </w:rPr>
                <w:t>definido.</w:t>
              </w:r>
              <w:r w:rsidRPr="006362D6">
                <w:rPr>
                  <w:spacing w:val="-4"/>
                  <w:w w:val="90"/>
                </w:rPr>
                <w:t xml:space="preserve"> </w:t>
              </w:r>
              <w:r w:rsidRPr="006362D6">
                <w:rPr>
                  <w:w w:val="90"/>
                </w:rPr>
                <w:t xml:space="preserve">Esta </w:t>
              </w:r>
              <w:r w:rsidRPr="006362D6">
                <w:rPr>
                  <w:w w:val="95"/>
                </w:rPr>
                <w:t>información</w:t>
              </w:r>
              <w:r w:rsidRPr="006362D6">
                <w:rPr>
                  <w:spacing w:val="-8"/>
                  <w:w w:val="95"/>
                </w:rPr>
                <w:t xml:space="preserve"> </w:t>
              </w:r>
              <w:r w:rsidRPr="006362D6">
                <w:rPr>
                  <w:w w:val="95"/>
                </w:rPr>
                <w:t>no</w:t>
              </w:r>
              <w:r w:rsidRPr="006362D6">
                <w:rPr>
                  <w:spacing w:val="-10"/>
                  <w:w w:val="95"/>
                </w:rPr>
                <w:t xml:space="preserve"> </w:t>
              </w:r>
              <w:r w:rsidRPr="006362D6">
                <w:rPr>
                  <w:w w:val="95"/>
                </w:rPr>
                <w:t>está</w:t>
              </w:r>
              <w:r w:rsidRPr="006362D6">
                <w:rPr>
                  <w:spacing w:val="-7"/>
                  <w:w w:val="95"/>
                </w:rPr>
                <w:t xml:space="preserve"> </w:t>
              </w:r>
              <w:r w:rsidRPr="006362D6">
                <w:rPr>
                  <w:w w:val="95"/>
                </w:rPr>
                <w:t>orientada</w:t>
              </w:r>
              <w:r w:rsidRPr="006362D6">
                <w:rPr>
                  <w:spacing w:val="-8"/>
                  <w:w w:val="95"/>
                </w:rPr>
                <w:t xml:space="preserve"> </w:t>
              </w:r>
              <w:r w:rsidRPr="006362D6">
                <w:rPr>
                  <w:w w:val="95"/>
                </w:rPr>
                <w:t>a</w:t>
              </w:r>
              <w:r w:rsidRPr="006362D6">
                <w:rPr>
                  <w:spacing w:val="-8"/>
                  <w:w w:val="95"/>
                </w:rPr>
                <w:t xml:space="preserve"> </w:t>
              </w:r>
              <w:r w:rsidRPr="006362D6">
                <w:rPr>
                  <w:w w:val="95"/>
                </w:rPr>
                <w:t>tablas</w:t>
              </w:r>
              <w:r w:rsidRPr="006362D6">
                <w:rPr>
                  <w:spacing w:val="-9"/>
                  <w:w w:val="95"/>
                </w:rPr>
                <w:t xml:space="preserve"> </w:t>
              </w:r>
              <w:r w:rsidRPr="006362D6">
                <w:rPr>
                  <w:w w:val="95"/>
                </w:rPr>
                <w:t>de</w:t>
              </w:r>
              <w:r w:rsidRPr="006362D6">
                <w:rPr>
                  <w:spacing w:val="-8"/>
                  <w:w w:val="95"/>
                </w:rPr>
                <w:t xml:space="preserve"> </w:t>
              </w:r>
              <w:r w:rsidRPr="006362D6">
                <w:rPr>
                  <w:w w:val="95"/>
                </w:rPr>
                <w:t>bases</w:t>
              </w:r>
              <w:r w:rsidRPr="006362D6">
                <w:rPr>
                  <w:spacing w:val="-7"/>
                  <w:w w:val="95"/>
                </w:rPr>
                <w:t xml:space="preserve"> </w:t>
              </w:r>
              <w:r w:rsidRPr="006362D6">
                <w:rPr>
                  <w:w w:val="95"/>
                </w:rPr>
                <w:t>de</w:t>
              </w:r>
              <w:r w:rsidRPr="006362D6">
                <w:rPr>
                  <w:spacing w:val="-8"/>
                  <w:w w:val="95"/>
                </w:rPr>
                <w:t xml:space="preserve"> </w:t>
              </w:r>
              <w:r w:rsidRPr="006362D6">
                <w:rPr>
                  <w:w w:val="95"/>
                </w:rPr>
                <w:t>datos</w:t>
              </w:r>
              <w:r w:rsidRPr="006362D6">
                <w:rPr>
                  <w:spacing w:val="-9"/>
                  <w:w w:val="95"/>
                </w:rPr>
                <w:t xml:space="preserve"> </w:t>
              </w:r>
              <w:r w:rsidRPr="006362D6">
                <w:rPr>
                  <w:w w:val="95"/>
                </w:rPr>
                <w:t>y</w:t>
              </w:r>
              <w:r w:rsidRPr="006362D6">
                <w:rPr>
                  <w:spacing w:val="-9"/>
                  <w:w w:val="95"/>
                </w:rPr>
                <w:t xml:space="preserve"> </w:t>
              </w:r>
              <w:r w:rsidRPr="006362D6">
                <w:rPr>
                  <w:w w:val="95"/>
                </w:rPr>
                <w:t>por</w:t>
              </w:r>
              <w:r w:rsidRPr="006362D6">
                <w:rPr>
                  <w:spacing w:val="-9"/>
                  <w:w w:val="95"/>
                </w:rPr>
                <w:t xml:space="preserve"> </w:t>
              </w:r>
              <w:r w:rsidRPr="006362D6">
                <w:rPr>
                  <w:w w:val="95"/>
                </w:rPr>
                <w:t>lo</w:t>
              </w:r>
              <w:r w:rsidRPr="006362D6">
                <w:rPr>
                  <w:spacing w:val="-8"/>
                  <w:w w:val="95"/>
                </w:rPr>
                <w:t xml:space="preserve"> </w:t>
              </w:r>
              <w:r w:rsidRPr="006362D6">
                <w:rPr>
                  <w:w w:val="95"/>
                </w:rPr>
                <w:t>tanto</w:t>
              </w:r>
              <w:r w:rsidRPr="006362D6">
                <w:rPr>
                  <w:spacing w:val="-8"/>
                  <w:w w:val="95"/>
                </w:rPr>
                <w:t xml:space="preserve"> </w:t>
              </w:r>
              <w:r w:rsidRPr="006362D6">
                <w:rPr>
                  <w:w w:val="95"/>
                </w:rPr>
                <w:t xml:space="preserve">su </w:t>
              </w:r>
              <w:r w:rsidRPr="006362D6">
                <w:rPr>
                  <w:w w:val="85"/>
                </w:rPr>
                <w:t xml:space="preserve">estructura puede ser variable, se representa mediante un conjunto de etiquetas- </w:t>
              </w:r>
              <w:r w:rsidRPr="006362D6">
                <w:rPr>
                  <w:w w:val="95"/>
                </w:rPr>
                <w:t xml:space="preserve">valor. Por ejemplo, documentos SGML (Por sus siglas en inglés Standard </w:t>
              </w:r>
              <w:proofErr w:type="spellStart"/>
              <w:r w:rsidRPr="006362D6">
                <w:rPr>
                  <w:w w:val="90"/>
                </w:rPr>
                <w:t>Generalized</w:t>
              </w:r>
              <w:proofErr w:type="spellEnd"/>
              <w:r w:rsidRPr="006362D6">
                <w:rPr>
                  <w:spacing w:val="-19"/>
                  <w:w w:val="90"/>
                </w:rPr>
                <w:t xml:space="preserve"> </w:t>
              </w:r>
              <w:proofErr w:type="spellStart"/>
              <w:r w:rsidRPr="006362D6">
                <w:rPr>
                  <w:w w:val="90"/>
                </w:rPr>
                <w:t>Markup</w:t>
              </w:r>
              <w:proofErr w:type="spellEnd"/>
              <w:r w:rsidRPr="006362D6">
                <w:rPr>
                  <w:spacing w:val="-19"/>
                  <w:w w:val="90"/>
                </w:rPr>
                <w:t xml:space="preserve"> </w:t>
              </w:r>
              <w:proofErr w:type="spellStart"/>
              <w:r w:rsidRPr="006362D6">
                <w:rPr>
                  <w:w w:val="90"/>
                </w:rPr>
                <w:t>Language</w:t>
              </w:r>
              <w:proofErr w:type="spellEnd"/>
              <w:r w:rsidRPr="006362D6">
                <w:rPr>
                  <w:w w:val="90"/>
                </w:rPr>
                <w:t>)</w:t>
              </w:r>
              <w:r w:rsidRPr="006362D6">
                <w:rPr>
                  <w:spacing w:val="-20"/>
                  <w:w w:val="90"/>
                </w:rPr>
                <w:t xml:space="preserve"> </w:t>
              </w:r>
              <w:r w:rsidRPr="006362D6">
                <w:rPr>
                  <w:w w:val="90"/>
                </w:rPr>
                <w:t>y</w:t>
              </w:r>
              <w:r w:rsidRPr="006362D6">
                <w:rPr>
                  <w:spacing w:val="-17"/>
                  <w:w w:val="90"/>
                </w:rPr>
                <w:t xml:space="preserve"> </w:t>
              </w:r>
              <w:r w:rsidRPr="006362D6">
                <w:rPr>
                  <w:w w:val="90"/>
                </w:rPr>
                <w:t>XML.</w:t>
              </w:r>
            </w:p>
            <w:p w14:paraId="0C5BC212" w14:textId="77777777" w:rsidR="00E17F2F" w:rsidRDefault="00E17F2F" w:rsidP="00E17F2F">
              <w:pPr>
                <w:jc w:val="left"/>
                <w:rPr>
                  <w:rFonts w:eastAsia="Calibri"/>
                </w:rPr>
              </w:pPr>
            </w:p>
            <w:p w14:paraId="3730F43F" w14:textId="77777777" w:rsidR="00E17F2F" w:rsidRPr="001D7C23" w:rsidRDefault="00000000" w:rsidP="00E17F2F">
              <w:pPr>
                <w:rPr>
                  <w:rFonts w:eastAsia="Calibri"/>
                </w:rPr>
              </w:pPr>
            </w:p>
          </w:sdtContent>
        </w:sdt>
        <w:bookmarkStart w:id="29" w:name="_Toc114754734" w:displacedByCustomXml="next"/>
        <w:sdt>
          <w:sdtPr>
            <w:rPr>
              <w:rFonts w:eastAsia="Times New Roman"/>
            </w:rPr>
            <w:id w:val="885378000"/>
            <w:docPartObj>
              <w:docPartGallery w:val="Cover Pages"/>
            </w:docPartObj>
          </w:sdtPr>
          <w:sdtEndPr>
            <w:rPr>
              <w:rFonts w:eastAsiaTheme="majorEastAsia"/>
            </w:rPr>
          </w:sdtEndPr>
          <w:sdtContent>
            <w:p w14:paraId="6C16E834" w14:textId="77777777" w:rsidR="00E17F2F" w:rsidRPr="00470698" w:rsidRDefault="00E17F2F" w:rsidP="00E17F2F">
              <w:pPr>
                <w:pStyle w:val="Sinespaciado"/>
                <w:numPr>
                  <w:ilvl w:val="0"/>
                  <w:numId w:val="11"/>
                </w:numPr>
                <w:rPr>
                  <w:rFonts w:eastAsia="Calibri"/>
                </w:rPr>
              </w:pPr>
              <w:r w:rsidRPr="005E0125">
                <w:rPr>
                  <w:rFonts w:eastAsia="Times New Roman"/>
                  <w:noProof/>
                  <w:lang w:eastAsia="es-CO"/>
                </w:rPr>
                <w:drawing>
                  <wp:anchor distT="0" distB="0" distL="114300" distR="114300" simplePos="0" relativeHeight="251697170" behindDoc="1" locked="0" layoutInCell="1" allowOverlap="1" wp14:anchorId="1DEFF227" wp14:editId="19298801">
                    <wp:simplePos x="0" y="0"/>
                    <wp:positionH relativeFrom="column">
                      <wp:posOffset>-910590</wp:posOffset>
                    </wp:positionH>
                    <wp:positionV relativeFrom="paragraph">
                      <wp:posOffset>-1138555</wp:posOffset>
                    </wp:positionV>
                    <wp:extent cx="2480310" cy="10287000"/>
                    <wp:effectExtent l="0" t="0" r="0" b="0"/>
                    <wp:wrapNone/>
                    <wp:docPr id="36" name="Gráfico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2480310" cy="10287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s-CO"/>
                </w:rPr>
                <w:drawing>
                  <wp:anchor distT="0" distB="0" distL="114300" distR="114300" simplePos="0" relativeHeight="251700242" behindDoc="0" locked="0" layoutInCell="1" allowOverlap="1" wp14:anchorId="69534CED" wp14:editId="3BBB13A3">
                    <wp:simplePos x="0" y="0"/>
                    <wp:positionH relativeFrom="column">
                      <wp:posOffset>2065138</wp:posOffset>
                    </wp:positionH>
                    <wp:positionV relativeFrom="paragraph">
                      <wp:posOffset>3756557</wp:posOffset>
                    </wp:positionV>
                    <wp:extent cx="4925695" cy="4003040"/>
                    <wp:effectExtent l="0" t="0" r="0" b="0"/>
                    <wp:wrapThrough wrapText="bothSides">
                      <wp:wrapPolygon edited="0">
                        <wp:start x="9245" y="2467"/>
                        <wp:lineTo x="8242" y="3084"/>
                        <wp:lineTo x="7574" y="3563"/>
                        <wp:lineTo x="5513" y="3769"/>
                        <wp:lineTo x="3509" y="4317"/>
                        <wp:lineTo x="3509" y="4797"/>
                        <wp:lineTo x="2673" y="5893"/>
                        <wp:lineTo x="2450" y="6373"/>
                        <wp:lineTo x="2228" y="6990"/>
                        <wp:lineTo x="1726" y="8086"/>
                        <wp:lineTo x="1337" y="8155"/>
                        <wp:lineTo x="334" y="8977"/>
                        <wp:lineTo x="56" y="10211"/>
                        <wp:lineTo x="56" y="10348"/>
                        <wp:lineTo x="278" y="11376"/>
                        <wp:lineTo x="278" y="11513"/>
                        <wp:lineTo x="2061" y="13569"/>
                        <wp:lineTo x="1782" y="14528"/>
                        <wp:lineTo x="1838" y="14802"/>
                        <wp:lineTo x="2228" y="15761"/>
                        <wp:lineTo x="2729" y="16858"/>
                        <wp:lineTo x="3453" y="17954"/>
                        <wp:lineTo x="1002" y="18571"/>
                        <wp:lineTo x="111" y="18845"/>
                        <wp:lineTo x="111" y="19119"/>
                        <wp:lineTo x="1225" y="19119"/>
                        <wp:lineTo x="21330" y="18982"/>
                        <wp:lineTo x="21497" y="18777"/>
                        <wp:lineTo x="18545" y="17954"/>
                        <wp:lineTo x="18545" y="16858"/>
                        <wp:lineTo x="19548" y="15761"/>
                        <wp:lineTo x="19715" y="14939"/>
                        <wp:lineTo x="19659" y="14665"/>
                        <wp:lineTo x="19269" y="13569"/>
                        <wp:lineTo x="18712" y="12472"/>
                        <wp:lineTo x="17877" y="11376"/>
                        <wp:lineTo x="20996" y="10279"/>
                        <wp:lineTo x="21219" y="8292"/>
                        <wp:lineTo x="20662" y="8086"/>
                        <wp:lineTo x="19492" y="8086"/>
                        <wp:lineTo x="20884" y="7607"/>
                        <wp:lineTo x="20884" y="6442"/>
                        <wp:lineTo x="19993" y="5962"/>
                        <wp:lineTo x="18879" y="5893"/>
                        <wp:lineTo x="18378" y="5140"/>
                        <wp:lineTo x="18211" y="4591"/>
                        <wp:lineTo x="17153" y="3838"/>
                        <wp:lineTo x="16707" y="3701"/>
                        <wp:lineTo x="16819" y="3358"/>
                        <wp:lineTo x="15315" y="3152"/>
                        <wp:lineTo x="10024" y="2467"/>
                        <wp:lineTo x="9245" y="2467"/>
                      </wp:wrapPolygon>
                    </wp:wrapThrough>
                    <wp:docPr id="224" name="Imagen 224" descr="Interfaz de usuario gráfica, Aplicación, 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Imagen 224" descr="Interfaz de usuario gráfica, Aplicación, Icono&#10;&#10;Descripción generada automáticamente"/>
                            <pic:cNvPicPr/>
                          </pic:nvPicPr>
                          <pic:blipFill>
                            <a:blip r:embed="rId27">
                              <a:alphaModFix amt="67000"/>
                              <a:extLst>
                                <a:ext uri="{28A0092B-C50C-407E-A947-70E740481C1C}">
                                  <a14:useLocalDpi xmlns:a14="http://schemas.microsoft.com/office/drawing/2010/main" val="0"/>
                                </a:ext>
                              </a:extLst>
                            </a:blip>
                            <a:stretch>
                              <a:fillRect/>
                            </a:stretch>
                          </pic:blipFill>
                          <pic:spPr>
                            <a:xfrm>
                              <a:off x="0" y="0"/>
                              <a:ext cx="4925695" cy="4003040"/>
                            </a:xfrm>
                            <a:prstGeom prst="rect">
                              <a:avLst/>
                            </a:prstGeom>
                          </pic:spPr>
                        </pic:pic>
                      </a:graphicData>
                    </a:graphic>
                    <wp14:sizeRelH relativeFrom="page">
                      <wp14:pctWidth>0</wp14:pctWidth>
                    </wp14:sizeRelH>
                    <wp14:sizeRelV relativeFrom="page">
                      <wp14:pctHeight>0</wp14:pctHeight>
                    </wp14:sizeRelV>
                  </wp:anchor>
                </w:drawing>
              </w:r>
              <w:r>
                <w:rPr>
                  <w:noProof/>
                  <w:lang w:eastAsia="es-CO"/>
                </w:rPr>
                <mc:AlternateContent>
                  <mc:Choice Requires="wps">
                    <w:drawing>
                      <wp:anchor distT="0" distB="0" distL="114300" distR="114300" simplePos="0" relativeHeight="251699218" behindDoc="0" locked="0" layoutInCell="1" allowOverlap="1" wp14:anchorId="12ED3181" wp14:editId="3090DACF">
                        <wp:simplePos x="0" y="0"/>
                        <wp:positionH relativeFrom="column">
                          <wp:posOffset>1496291</wp:posOffset>
                        </wp:positionH>
                        <wp:positionV relativeFrom="paragraph">
                          <wp:posOffset>2548775</wp:posOffset>
                        </wp:positionV>
                        <wp:extent cx="6033201" cy="6108631"/>
                        <wp:effectExtent l="0" t="0" r="0" b="0"/>
                        <wp:wrapNone/>
                        <wp:docPr id="29" name="Elipse 29"/>
                        <wp:cNvGraphicFramePr/>
                        <a:graphic xmlns:a="http://schemas.openxmlformats.org/drawingml/2006/main">
                          <a:graphicData uri="http://schemas.microsoft.com/office/word/2010/wordprocessingShape">
                            <wps:wsp>
                              <wps:cNvSpPr/>
                              <wps:spPr>
                                <a:xfrm>
                                  <a:off x="0" y="0"/>
                                  <a:ext cx="6033201" cy="6108631"/>
                                </a:xfrm>
                                <a:prstGeom prst="ellipse">
                                  <a:avLst/>
                                </a:prstGeom>
                                <a:solidFill>
                                  <a:schemeClr val="accent1">
                                    <a:alpha val="31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412E3FA" id="Elipse 29" o:spid="_x0000_s1026" style="position:absolute;margin-left:117.8pt;margin-top:200.7pt;width:475.05pt;height:481pt;z-index:25169921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" fillcolor="#3366ca [3204]" stroked="f" strokeweight="1pt">
                        <v:fill opacity="20303f"/>
                        <v:stroke joinstyle="miter"/>
                      </v:oval>
                    </w:pict>
                  </mc:Fallback>
                </mc:AlternateContent>
              </w:r>
              <w:r w:rsidRPr="005E0125">
                <w:rPr>
                  <w:rFonts w:eastAsia="Times New Roman"/>
                  <w:noProof/>
                  <w:lang w:eastAsia="es-CO"/>
                </w:rPr>
                <mc:AlternateContent>
                  <mc:Choice Requires="wps">
                    <w:drawing>
                      <wp:anchor distT="0" distB="0" distL="114300" distR="114300" simplePos="0" relativeHeight="251698194" behindDoc="1" locked="0" layoutInCell="1" allowOverlap="1" wp14:anchorId="402712D6" wp14:editId="360A7B34">
                        <wp:simplePos x="0" y="0"/>
                        <wp:positionH relativeFrom="column">
                          <wp:posOffset>-1135380</wp:posOffset>
                        </wp:positionH>
                        <wp:positionV relativeFrom="paragraph">
                          <wp:posOffset>-369407</wp:posOffset>
                        </wp:positionV>
                        <wp:extent cx="2263140" cy="2115185"/>
                        <wp:effectExtent l="0" t="0" r="3810" b="0"/>
                        <wp:wrapNone/>
                        <wp:docPr id="35" name="Elipse 35"/>
                        <wp:cNvGraphicFramePr/>
                        <a:graphic xmlns:a="http://schemas.openxmlformats.org/drawingml/2006/main">
                          <a:graphicData uri="http://schemas.microsoft.com/office/word/2010/wordprocessingShape">
                            <wps:wsp>
                              <wps:cNvSpPr/>
                              <wps:spPr>
                                <a:xfrm>
                                  <a:off x="0" y="0"/>
                                  <a:ext cx="2263140" cy="2115185"/>
                                </a:xfrm>
                                <a:prstGeom prst="ellipse">
                                  <a:avLst/>
                                </a:prstGeom>
                                <a:solidFill>
                                  <a:srgbClr val="3366CA">
                                    <a:alpha val="64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C10507" id="Elipse 35" o:spid="_x0000_s1026" style="position:absolute;margin-left:-89.4pt;margin-top:-29.1pt;width:178.2pt;height:166.55pt;z-index:-25161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" fillcolor="#3366ca" stroked="f" strokeweight="1pt">
                        <v:fill opacity="41891f"/>
                        <v:stroke joinstyle="miter"/>
                      </v:oval>
                    </w:pict>
                  </mc:Fallback>
                </mc:AlternateContent>
              </w:r>
              <w:r>
                <w:rPr>
                  <w:rFonts w:eastAsia="Times New Roman"/>
                </w:rPr>
                <w:t>Referencia</w:t>
              </w:r>
              <w:r w:rsidRPr="005E0125">
                <w:rPr>
                  <w:rFonts w:eastAsia="Calibri"/>
                </w:rPr>
                <w:br w:type="page"/>
              </w:r>
            </w:p>
          </w:sdtContent>
        </w:sdt>
        <w:bookmarkEnd w:id="29" w:displacedByCustomXml="prev"/>
        <w:p w14:paraId="3AB9E681" w14:textId="77777777" w:rsidR="00255518" w:rsidRDefault="00255518" w:rsidP="00E17F2F">
          <w:pPr>
            <w:rPr>
              <w:w w:val="85"/>
              <w:lang w:val="en-US"/>
            </w:rPr>
          </w:pPr>
        </w:p>
        <w:p w14:paraId="6A4D7576" w14:textId="77777777" w:rsidR="00E806CA" w:rsidRDefault="00E806CA" w:rsidP="00E17F2F">
          <w:pPr>
            <w:rPr>
              <w:w w:val="85"/>
              <w:lang w:val="en-US"/>
            </w:rPr>
          </w:pPr>
        </w:p>
        <w:p w14:paraId="45D7127E" w14:textId="1572A5C0" w:rsidR="00E17F2F" w:rsidRDefault="00E17F2F" w:rsidP="00E17F2F">
          <w:pPr>
            <w:rPr>
              <w:spacing w:val="-2"/>
              <w:w w:val="90"/>
            </w:rPr>
          </w:pPr>
          <w:r w:rsidRPr="007273E2">
            <w:rPr>
              <w:w w:val="85"/>
              <w:lang w:val="en-US"/>
            </w:rPr>
            <w:t xml:space="preserve">[1] M. Mosley. Functional Framework. The Data Management Association. </w:t>
          </w:r>
          <w:r>
            <w:rPr>
              <w:w w:val="85"/>
            </w:rPr>
            <w:t xml:space="preserve">DAMA- </w:t>
          </w:r>
          <w:r>
            <w:rPr>
              <w:spacing w:val="-2"/>
              <w:w w:val="90"/>
            </w:rPr>
            <w:t>Data</w:t>
          </w:r>
          <w:r>
            <w:rPr>
              <w:spacing w:val="-11"/>
              <w:w w:val="90"/>
            </w:rPr>
            <w:t xml:space="preserve"> </w:t>
          </w:r>
          <w:r>
            <w:rPr>
              <w:spacing w:val="-2"/>
              <w:w w:val="90"/>
            </w:rPr>
            <w:t>Management</w:t>
          </w:r>
          <w:r>
            <w:rPr>
              <w:spacing w:val="-11"/>
              <w:w w:val="90"/>
            </w:rPr>
            <w:t xml:space="preserve"> </w:t>
          </w:r>
          <w:r>
            <w:rPr>
              <w:spacing w:val="-2"/>
              <w:w w:val="90"/>
            </w:rPr>
            <w:t>Body</w:t>
          </w:r>
          <w:r>
            <w:rPr>
              <w:spacing w:val="-11"/>
              <w:w w:val="90"/>
            </w:rPr>
            <w:t xml:space="preserve"> </w:t>
          </w:r>
          <w:proofErr w:type="spellStart"/>
          <w:r>
            <w:rPr>
              <w:spacing w:val="-2"/>
              <w:w w:val="90"/>
            </w:rPr>
            <w:t>of</w:t>
          </w:r>
          <w:proofErr w:type="spellEnd"/>
          <w:r>
            <w:rPr>
              <w:spacing w:val="-13"/>
              <w:w w:val="90"/>
            </w:rPr>
            <w:t xml:space="preserve"> </w:t>
          </w:r>
          <w:proofErr w:type="spellStart"/>
          <w:r>
            <w:rPr>
              <w:spacing w:val="-2"/>
              <w:w w:val="90"/>
            </w:rPr>
            <w:t>Knowledge</w:t>
          </w:r>
          <w:proofErr w:type="spellEnd"/>
          <w:r>
            <w:rPr>
              <w:spacing w:val="-11"/>
              <w:w w:val="90"/>
            </w:rPr>
            <w:t xml:space="preserve"> </w:t>
          </w:r>
          <w:r>
            <w:rPr>
              <w:spacing w:val="-2"/>
              <w:w w:val="90"/>
            </w:rPr>
            <w:t>-</w:t>
          </w:r>
          <w:r>
            <w:rPr>
              <w:spacing w:val="-8"/>
              <w:w w:val="90"/>
            </w:rPr>
            <w:t xml:space="preserve"> </w:t>
          </w:r>
          <w:r>
            <w:rPr>
              <w:spacing w:val="-2"/>
              <w:w w:val="90"/>
            </w:rPr>
            <w:t>DMBOK.</w:t>
          </w:r>
          <w:r>
            <w:rPr>
              <w:spacing w:val="-15"/>
              <w:w w:val="90"/>
            </w:rPr>
            <w:t xml:space="preserve"> </w:t>
          </w:r>
          <w:proofErr w:type="spellStart"/>
          <w:r>
            <w:rPr>
              <w:spacing w:val="-2"/>
              <w:w w:val="90"/>
            </w:rPr>
            <w:t>Version</w:t>
          </w:r>
          <w:proofErr w:type="spellEnd"/>
          <w:r>
            <w:rPr>
              <w:spacing w:val="-11"/>
              <w:w w:val="90"/>
            </w:rPr>
            <w:t xml:space="preserve"> </w:t>
          </w:r>
          <w:r>
            <w:rPr>
              <w:spacing w:val="-2"/>
              <w:w w:val="90"/>
            </w:rPr>
            <w:t>3.02.</w:t>
          </w:r>
          <w:r>
            <w:rPr>
              <w:spacing w:val="-15"/>
              <w:w w:val="90"/>
            </w:rPr>
            <w:t xml:space="preserve"> </w:t>
          </w:r>
          <w:r>
            <w:rPr>
              <w:spacing w:val="-2"/>
              <w:w w:val="90"/>
            </w:rPr>
            <w:t>(2008).</w:t>
          </w:r>
        </w:p>
        <w:p w14:paraId="66ED5280" w14:textId="77777777" w:rsidR="00E17F2F" w:rsidRDefault="00E17F2F" w:rsidP="00E17F2F"/>
        <w:p w14:paraId="54F0C330" w14:textId="00FFD2A2" w:rsidR="003739CB" w:rsidRDefault="00000000" w:rsidP="003739CB"/>
        <w:bookmarkStart w:id="30" w:name="_bookmark10" w:displacedByCustomXml="next"/>
        <w:bookmarkEnd w:id="30" w:displacedByCustomXml="next"/>
      </w:sdtContent>
    </w:sdt>
    <w:sectPr w:rsidR="003739CB" w:rsidSect="00FF673C">
      <w:headerReference w:type="default" r:id="rId28"/>
      <w:footerReference w:type="default" r:id="rId29"/>
      <w:type w:val="nextColumn"/>
      <w:pgSz w:w="12240" w:h="15840"/>
      <w:pgMar w:top="1418" w:right="1134"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C7BE4" w14:textId="77777777" w:rsidR="008A516D" w:rsidRDefault="008A516D" w:rsidP="00FF27C5">
      <w:pPr>
        <w:spacing w:after="0" w:line="240" w:lineRule="auto"/>
      </w:pPr>
      <w:r>
        <w:separator/>
      </w:r>
    </w:p>
  </w:endnote>
  <w:endnote w:type="continuationSeparator" w:id="0">
    <w:p w14:paraId="236DE3A6" w14:textId="77777777" w:rsidR="008A516D" w:rsidRDefault="008A516D" w:rsidP="00FF27C5">
      <w:pPr>
        <w:spacing w:after="0" w:line="240" w:lineRule="auto"/>
      </w:pPr>
      <w:r>
        <w:continuationSeparator/>
      </w:r>
    </w:p>
  </w:endnote>
  <w:endnote w:type="continuationNotice" w:id="1">
    <w:p w14:paraId="5CFB3FCF" w14:textId="77777777" w:rsidR="008A516D" w:rsidRDefault="008A51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ork Sans">
    <w:altName w:val="Calibri"/>
    <w:charset w:val="00"/>
    <w:family w:val="auto"/>
    <w:pitch w:val="variable"/>
    <w:sig w:usb0="A00000FF" w:usb1="5000E07B" w:usb2="00000000" w:usb3="00000000" w:csb0="00000193" w:csb1="00000000"/>
  </w:font>
  <w:font w:name="Calibri Light">
    <w:panose1 w:val="020F0302020204030204"/>
    <w:charset w:val="00"/>
    <w:family w:val="swiss"/>
    <w:pitch w:val="variable"/>
    <w:sig w:usb0="E4002EFF" w:usb1="C000247B" w:usb2="00000009" w:usb3="00000000" w:csb0="000001FF" w:csb1="00000000"/>
  </w:font>
  <w:font w:name="Work Sans Black">
    <w:altName w:val="Calibri"/>
    <w:charset w:val="00"/>
    <w:family w:val="auto"/>
    <w:pitch w:val="variable"/>
    <w:sig w:usb0="A00000FF" w:usb1="5000E07B" w:usb2="00000000" w:usb3="00000000" w:csb0="00000193" w:csb1="00000000"/>
  </w:font>
  <w:font w:name="Segoe UI">
    <w:panose1 w:val="020B0502040204020203"/>
    <w:charset w:val="00"/>
    <w:family w:val="swiss"/>
    <w:pitch w:val="variable"/>
    <w:sig w:usb0="E4002EFF" w:usb1="C000E47F" w:usb2="00000009" w:usb3="00000000" w:csb0="000001FF" w:csb1="00000000"/>
  </w:font>
  <w:font w:name="Times-Roman">
    <w:altName w:val="Times New Roman"/>
    <w:panose1 w:val="00000000000000000000"/>
    <w:charset w:val="00"/>
    <w:family w:val="roman"/>
    <w:notTrueType/>
    <w:pitch w:val="default"/>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61A89" w14:textId="77777777" w:rsidR="00D41A60" w:rsidRDefault="00D41A60" w:rsidP="00FC79B1">
    <w:pPr>
      <w:tabs>
        <w:tab w:val="left" w:pos="1344"/>
      </w:tabs>
      <w:ind w:firstLine="708"/>
      <w:jc w:val="right"/>
    </w:pPr>
    <w:r>
      <w:fldChar w:fldCharType="begin"/>
    </w:r>
    <w:r>
      <w:instrText>PAGE   \* MERGEFORMAT</w:instrText>
    </w:r>
    <w:r>
      <w:fldChar w:fldCharType="separate"/>
    </w:r>
    <w:r w:rsidR="002D0181" w:rsidRPr="002D0181">
      <w:rPr>
        <w:noProof/>
        <w:lang w:val="es-ES"/>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1726336"/>
      <w:docPartObj>
        <w:docPartGallery w:val="Page Numbers (Bottom of Page)"/>
        <w:docPartUnique/>
      </w:docPartObj>
    </w:sdtPr>
    <w:sdtContent>
      <w:p w14:paraId="37407180" w14:textId="6174A733" w:rsidR="00FF673C" w:rsidRDefault="00FF673C">
        <w:pPr>
          <w:pStyle w:val="Piedepgina"/>
          <w:jc w:val="right"/>
        </w:pPr>
        <w:r>
          <w:fldChar w:fldCharType="begin"/>
        </w:r>
        <w:r>
          <w:instrText>PAGE   \* MERGEFORMAT</w:instrText>
        </w:r>
        <w:r>
          <w:fldChar w:fldCharType="separate"/>
        </w:r>
        <w:r>
          <w:rPr>
            <w:lang w:val="es-ES"/>
          </w:rPr>
          <w:t>2</w:t>
        </w:r>
        <w:r>
          <w:fldChar w:fldCharType="end"/>
        </w:r>
      </w:p>
    </w:sdtContent>
  </w:sdt>
  <w:p w14:paraId="222D19B8" w14:textId="77777777" w:rsidR="00FF673C" w:rsidRDefault="00FF673C">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C27F2" w14:textId="77777777" w:rsidR="00557E6B" w:rsidRDefault="00FC79B1" w:rsidP="00FC79B1">
    <w:pPr>
      <w:pStyle w:val="Piedepgina"/>
      <w:tabs>
        <w:tab w:val="clear" w:pos="4252"/>
        <w:tab w:val="clear" w:pos="8504"/>
        <w:tab w:val="left" w:pos="1344"/>
      </w:tabs>
      <w:ind w:firstLine="708"/>
      <w:jc w:val="right"/>
    </w:pPr>
    <w:r>
      <w:fldChar w:fldCharType="begin"/>
    </w:r>
    <w:r>
      <w:instrText>PAGE   \* MERGEFORMAT</w:instrText>
    </w:r>
    <w:r>
      <w:fldChar w:fldCharType="separate"/>
    </w:r>
    <w:r w:rsidR="002D0181" w:rsidRPr="002D0181">
      <w:rPr>
        <w:noProof/>
        <w:lang w:val="es-ES"/>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9F317" w14:textId="77777777" w:rsidR="008A516D" w:rsidRDefault="008A516D" w:rsidP="00FF27C5">
      <w:pPr>
        <w:spacing w:after="0" w:line="240" w:lineRule="auto"/>
      </w:pPr>
      <w:r>
        <w:separator/>
      </w:r>
    </w:p>
  </w:footnote>
  <w:footnote w:type="continuationSeparator" w:id="0">
    <w:p w14:paraId="6532C120" w14:textId="77777777" w:rsidR="008A516D" w:rsidRDefault="008A516D" w:rsidP="00FF27C5">
      <w:pPr>
        <w:spacing w:after="0" w:line="240" w:lineRule="auto"/>
      </w:pPr>
      <w:r>
        <w:continuationSeparator/>
      </w:r>
    </w:p>
  </w:footnote>
  <w:footnote w:type="continuationNotice" w:id="1">
    <w:p w14:paraId="7C05B945" w14:textId="77777777" w:rsidR="008A516D" w:rsidRDefault="008A516D">
      <w:pPr>
        <w:spacing w:after="0" w:line="240" w:lineRule="auto"/>
      </w:pPr>
    </w:p>
  </w:footnote>
  <w:footnote w:id="2">
    <w:p w14:paraId="4B253D1A" w14:textId="77777777" w:rsidR="00E17F2F" w:rsidRDefault="00E17F2F" w:rsidP="00E17F2F">
      <w:pPr>
        <w:pStyle w:val="Textonotapie"/>
      </w:pPr>
      <w:r>
        <w:rPr>
          <w:rStyle w:val="Refdenotaalpie"/>
        </w:rPr>
        <w:footnoteRef/>
      </w:r>
      <w:r>
        <w:t xml:space="preserve"> </w:t>
      </w:r>
      <w:r>
        <w:rPr>
          <w:rFonts w:ascii="Calibri" w:hAnsi="Calibri" w:cs="Calibri"/>
          <w:sz w:val="16"/>
          <w:szCs w:val="16"/>
        </w:rPr>
        <w:t>Ley</w:t>
      </w:r>
      <w:r>
        <w:rPr>
          <w:rFonts w:ascii="Calibri" w:hAnsi="Calibri" w:cs="Calibri"/>
          <w:spacing w:val="-3"/>
          <w:sz w:val="16"/>
          <w:szCs w:val="16"/>
        </w:rPr>
        <w:t xml:space="preserve"> </w:t>
      </w:r>
      <w:r>
        <w:rPr>
          <w:rFonts w:ascii="Calibri" w:hAnsi="Calibri" w:cs="Calibri"/>
          <w:sz w:val="16"/>
          <w:szCs w:val="16"/>
        </w:rPr>
        <w:t>1712</w:t>
      </w:r>
      <w:r>
        <w:rPr>
          <w:rFonts w:ascii="Calibri" w:hAnsi="Calibri" w:cs="Calibri"/>
          <w:spacing w:val="-3"/>
          <w:sz w:val="16"/>
          <w:szCs w:val="16"/>
        </w:rPr>
        <w:t xml:space="preserve"> </w:t>
      </w:r>
      <w:r>
        <w:rPr>
          <w:rFonts w:ascii="Calibri" w:hAnsi="Calibri" w:cs="Calibri"/>
          <w:sz w:val="16"/>
          <w:szCs w:val="16"/>
        </w:rPr>
        <w:t>de</w:t>
      </w:r>
      <w:r>
        <w:rPr>
          <w:rFonts w:ascii="Calibri" w:hAnsi="Calibri" w:cs="Calibri"/>
          <w:spacing w:val="-3"/>
          <w:sz w:val="16"/>
          <w:szCs w:val="16"/>
        </w:rPr>
        <w:t xml:space="preserve"> </w:t>
      </w:r>
      <w:r>
        <w:rPr>
          <w:rFonts w:ascii="Calibri" w:hAnsi="Calibri" w:cs="Calibri"/>
          <w:sz w:val="16"/>
          <w:szCs w:val="16"/>
        </w:rPr>
        <w:t>2014.</w:t>
      </w:r>
      <w:r>
        <w:rPr>
          <w:rFonts w:ascii="Calibri" w:hAnsi="Calibri" w:cs="Calibri"/>
          <w:spacing w:val="-2"/>
          <w:sz w:val="16"/>
          <w:szCs w:val="16"/>
        </w:rPr>
        <w:t xml:space="preserve"> </w:t>
      </w:r>
      <w:r>
        <w:rPr>
          <w:rFonts w:ascii="Calibri" w:hAnsi="Calibri" w:cs="Calibri"/>
          <w:sz w:val="16"/>
          <w:szCs w:val="16"/>
        </w:rPr>
        <w:t>Ley</w:t>
      </w:r>
      <w:r>
        <w:rPr>
          <w:rFonts w:ascii="Calibri" w:hAnsi="Calibri" w:cs="Calibri"/>
          <w:spacing w:val="-4"/>
          <w:sz w:val="16"/>
          <w:szCs w:val="16"/>
        </w:rPr>
        <w:t xml:space="preserve"> </w:t>
      </w:r>
      <w:r>
        <w:rPr>
          <w:rFonts w:ascii="Calibri" w:hAnsi="Calibri" w:cs="Calibri"/>
          <w:sz w:val="16"/>
          <w:szCs w:val="16"/>
        </w:rPr>
        <w:t>de</w:t>
      </w:r>
      <w:r>
        <w:rPr>
          <w:rFonts w:ascii="Calibri" w:hAnsi="Calibri" w:cs="Calibri"/>
          <w:spacing w:val="-3"/>
          <w:sz w:val="16"/>
          <w:szCs w:val="16"/>
        </w:rPr>
        <w:t xml:space="preserve"> </w:t>
      </w:r>
      <w:r>
        <w:rPr>
          <w:rFonts w:ascii="Calibri" w:hAnsi="Calibri" w:cs="Calibri"/>
          <w:sz w:val="16"/>
          <w:szCs w:val="16"/>
        </w:rPr>
        <w:t>Transparencia</w:t>
      </w:r>
      <w:r>
        <w:rPr>
          <w:rFonts w:ascii="Calibri" w:hAnsi="Calibri" w:cs="Calibri"/>
          <w:spacing w:val="-4"/>
          <w:sz w:val="16"/>
          <w:szCs w:val="16"/>
        </w:rPr>
        <w:t xml:space="preserve"> </w:t>
      </w:r>
      <w:r>
        <w:rPr>
          <w:rFonts w:ascii="Calibri" w:hAnsi="Calibri" w:cs="Calibri"/>
          <w:sz w:val="16"/>
          <w:szCs w:val="16"/>
        </w:rPr>
        <w:t>y</w:t>
      </w:r>
      <w:r>
        <w:rPr>
          <w:rFonts w:ascii="Calibri" w:hAnsi="Calibri" w:cs="Calibri"/>
          <w:spacing w:val="-3"/>
          <w:sz w:val="16"/>
          <w:szCs w:val="16"/>
        </w:rPr>
        <w:t xml:space="preserve"> </w:t>
      </w:r>
      <w:r>
        <w:rPr>
          <w:rFonts w:ascii="Calibri" w:hAnsi="Calibri" w:cs="Calibri"/>
          <w:sz w:val="16"/>
          <w:szCs w:val="16"/>
        </w:rPr>
        <w:t>del</w:t>
      </w:r>
      <w:r>
        <w:rPr>
          <w:rFonts w:ascii="Calibri" w:hAnsi="Calibri" w:cs="Calibri"/>
          <w:spacing w:val="-3"/>
          <w:sz w:val="16"/>
          <w:szCs w:val="16"/>
        </w:rPr>
        <w:t xml:space="preserve"> </w:t>
      </w:r>
      <w:r>
        <w:rPr>
          <w:rFonts w:ascii="Calibri" w:hAnsi="Calibri" w:cs="Calibri"/>
          <w:sz w:val="16"/>
          <w:szCs w:val="16"/>
        </w:rPr>
        <w:t>derecho</w:t>
      </w:r>
      <w:r>
        <w:rPr>
          <w:rFonts w:ascii="Calibri" w:hAnsi="Calibri" w:cs="Calibri"/>
          <w:spacing w:val="-5"/>
          <w:sz w:val="16"/>
          <w:szCs w:val="16"/>
        </w:rPr>
        <w:t xml:space="preserve"> </w:t>
      </w:r>
      <w:r>
        <w:rPr>
          <w:rFonts w:ascii="Calibri" w:hAnsi="Calibri" w:cs="Calibri"/>
          <w:sz w:val="16"/>
          <w:szCs w:val="16"/>
        </w:rPr>
        <w:t>del</w:t>
      </w:r>
      <w:r>
        <w:rPr>
          <w:rFonts w:ascii="Calibri" w:hAnsi="Calibri" w:cs="Calibri"/>
          <w:spacing w:val="-3"/>
          <w:sz w:val="16"/>
          <w:szCs w:val="16"/>
        </w:rPr>
        <w:t xml:space="preserve"> </w:t>
      </w:r>
      <w:r>
        <w:rPr>
          <w:rFonts w:ascii="Calibri" w:hAnsi="Calibri" w:cs="Calibri"/>
          <w:sz w:val="16"/>
          <w:szCs w:val="16"/>
        </w:rPr>
        <w:t>acceso</w:t>
      </w:r>
      <w:r>
        <w:rPr>
          <w:rFonts w:ascii="Calibri" w:hAnsi="Calibri" w:cs="Calibri"/>
          <w:spacing w:val="-4"/>
          <w:sz w:val="16"/>
          <w:szCs w:val="16"/>
        </w:rPr>
        <w:t xml:space="preserve"> </w:t>
      </w:r>
      <w:r>
        <w:rPr>
          <w:rFonts w:ascii="Calibri" w:hAnsi="Calibri" w:cs="Calibri"/>
          <w:sz w:val="16"/>
          <w:szCs w:val="16"/>
        </w:rPr>
        <w:t>a</w:t>
      </w:r>
      <w:r>
        <w:rPr>
          <w:rFonts w:ascii="Calibri" w:hAnsi="Calibri" w:cs="Calibri"/>
          <w:spacing w:val="-4"/>
          <w:sz w:val="16"/>
          <w:szCs w:val="16"/>
        </w:rPr>
        <w:t xml:space="preserve"> </w:t>
      </w:r>
      <w:r>
        <w:rPr>
          <w:rFonts w:ascii="Calibri" w:hAnsi="Calibri" w:cs="Calibri"/>
          <w:sz w:val="16"/>
          <w:szCs w:val="16"/>
        </w:rPr>
        <w:t>la</w:t>
      </w:r>
      <w:r>
        <w:rPr>
          <w:rFonts w:ascii="Calibri" w:hAnsi="Calibri" w:cs="Calibri"/>
          <w:spacing w:val="-3"/>
          <w:sz w:val="16"/>
          <w:szCs w:val="16"/>
        </w:rPr>
        <w:t xml:space="preserve"> </w:t>
      </w:r>
      <w:r>
        <w:rPr>
          <w:rFonts w:ascii="Calibri" w:hAnsi="Calibri" w:cs="Calibri"/>
          <w:sz w:val="16"/>
          <w:szCs w:val="16"/>
        </w:rPr>
        <w:t>información</w:t>
      </w:r>
      <w:r>
        <w:rPr>
          <w:rFonts w:ascii="Calibri" w:hAnsi="Calibri" w:cs="Calibri"/>
          <w:spacing w:val="-3"/>
          <w:sz w:val="16"/>
          <w:szCs w:val="16"/>
        </w:rPr>
        <w:t xml:space="preserve"> </w:t>
      </w:r>
      <w:r>
        <w:rPr>
          <w:rFonts w:ascii="Calibri" w:hAnsi="Calibri" w:cs="Calibri"/>
          <w:sz w:val="16"/>
          <w:szCs w:val="16"/>
        </w:rPr>
        <w:t>pública.</w:t>
      </w:r>
      <w:r>
        <w:rPr>
          <w:rFonts w:ascii="Calibri" w:hAnsi="Calibri" w:cs="Calibri"/>
          <w:spacing w:val="-3"/>
          <w:sz w:val="16"/>
          <w:szCs w:val="16"/>
        </w:rPr>
        <w:t xml:space="preserve"> </w:t>
      </w:r>
      <w:r>
        <w:rPr>
          <w:rFonts w:ascii="Calibri" w:hAnsi="Calibri" w:cs="Calibri"/>
          <w:sz w:val="16"/>
          <w:szCs w:val="16"/>
        </w:rPr>
        <w:t>Literal</w:t>
      </w:r>
      <w:r>
        <w:rPr>
          <w:rFonts w:ascii="Calibri" w:hAnsi="Calibri" w:cs="Calibri"/>
          <w:spacing w:val="-4"/>
          <w:sz w:val="16"/>
          <w:szCs w:val="16"/>
        </w:rPr>
        <w:t xml:space="preserve"> </w:t>
      </w:r>
      <w:r>
        <w:rPr>
          <w:rFonts w:ascii="Calibri" w:hAnsi="Calibri" w:cs="Calibri"/>
          <w:sz w:val="16"/>
          <w:szCs w:val="16"/>
        </w:rPr>
        <w:t>J,</w:t>
      </w:r>
      <w:r>
        <w:rPr>
          <w:rFonts w:ascii="Calibri" w:hAnsi="Calibri" w:cs="Calibri"/>
          <w:spacing w:val="-3"/>
          <w:sz w:val="16"/>
          <w:szCs w:val="16"/>
        </w:rPr>
        <w:t xml:space="preserve"> </w:t>
      </w:r>
      <w:r>
        <w:rPr>
          <w:rFonts w:ascii="Calibri" w:hAnsi="Calibri" w:cs="Calibri"/>
          <w:sz w:val="16"/>
          <w:szCs w:val="16"/>
        </w:rPr>
        <w:t>artículo</w:t>
      </w:r>
      <w:r>
        <w:rPr>
          <w:rFonts w:ascii="Calibri" w:hAnsi="Calibri" w:cs="Calibri"/>
          <w:spacing w:val="-3"/>
          <w:sz w:val="16"/>
          <w:szCs w:val="16"/>
        </w:rPr>
        <w:t xml:space="preserve"> </w:t>
      </w:r>
      <w:r>
        <w:rPr>
          <w:rFonts w:ascii="Calibri" w:hAnsi="Calibri" w:cs="Calibri"/>
          <w:sz w:val="16"/>
          <w:szCs w:val="16"/>
        </w:rPr>
        <w:t>6.</w:t>
      </w:r>
      <w:r>
        <w:rPr>
          <w:rFonts w:ascii="Calibri" w:hAnsi="Calibri" w:cs="Calibri"/>
          <w:spacing w:val="-2"/>
          <w:sz w:val="16"/>
          <w:szCs w:val="16"/>
        </w:rPr>
        <w:t xml:space="preserve"> Definiciones</w:t>
      </w:r>
      <w:r>
        <w:rPr>
          <w:rFonts w:ascii="Arial" w:hAnsi="Arial" w:cs="Arial"/>
          <w:spacing w:val="-2"/>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9FCAC" w14:textId="77777777" w:rsidR="00D41A60" w:rsidRDefault="00D41A60" w:rsidP="00FC79B1">
    <w:pPr>
      <w:tabs>
        <w:tab w:val="left" w:pos="1363"/>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FED27" w14:textId="77777777" w:rsidR="00FF27C5" w:rsidRDefault="00FF27C5" w:rsidP="00FC79B1">
    <w:pPr>
      <w:pStyle w:val="Encabezado"/>
      <w:tabs>
        <w:tab w:val="clear" w:pos="4252"/>
        <w:tab w:val="clear" w:pos="8504"/>
        <w:tab w:val="left" w:pos="136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start w:val="1"/>
      <w:numFmt w:val="decimal"/>
      <w:lvlText w:val="%1"/>
      <w:lvlJc w:val="left"/>
      <w:pPr>
        <w:ind w:left="4092" w:hanging="432"/>
      </w:pPr>
      <w:rPr>
        <w:rFonts w:ascii="Calibri" w:hAnsi="Calibri" w:cs="Calibri"/>
        <w:b/>
        <w:bCs/>
        <w:i w:val="0"/>
        <w:iCs w:val="0"/>
        <w:color w:val="538DD3"/>
        <w:w w:val="110"/>
        <w:sz w:val="40"/>
        <w:szCs w:val="40"/>
      </w:rPr>
    </w:lvl>
    <w:lvl w:ilvl="1">
      <w:start w:val="1"/>
      <w:numFmt w:val="decimal"/>
      <w:lvlText w:val="%1.%2"/>
      <w:lvlJc w:val="left"/>
      <w:pPr>
        <w:ind w:left="1384" w:hanging="576"/>
      </w:pPr>
      <w:rPr>
        <w:rFonts w:ascii="Calibri" w:hAnsi="Calibri" w:cs="Calibri"/>
        <w:b/>
        <w:bCs/>
        <w:i w:val="0"/>
        <w:iCs w:val="0"/>
        <w:color w:val="538DD3"/>
        <w:spacing w:val="-6"/>
        <w:w w:val="105"/>
        <w:sz w:val="40"/>
        <w:szCs w:val="40"/>
      </w:rPr>
    </w:lvl>
    <w:lvl w:ilvl="2">
      <w:numFmt w:val="bullet"/>
      <w:lvlText w:val=""/>
      <w:lvlJc w:val="left"/>
      <w:pPr>
        <w:ind w:left="1154" w:hanging="346"/>
      </w:pPr>
      <w:rPr>
        <w:rFonts w:ascii="Wingdings" w:hAnsi="Wingdings" w:cs="Wingdings"/>
        <w:b w:val="0"/>
        <w:bCs w:val="0"/>
        <w:i w:val="0"/>
        <w:iCs w:val="0"/>
        <w:color w:val="006FC0"/>
        <w:w w:val="99"/>
        <w:sz w:val="32"/>
        <w:szCs w:val="32"/>
      </w:rPr>
    </w:lvl>
    <w:lvl w:ilvl="3">
      <w:numFmt w:val="bullet"/>
      <w:lvlText w:val="•"/>
      <w:lvlJc w:val="left"/>
      <w:pPr>
        <w:ind w:left="4875" w:hanging="346"/>
      </w:pPr>
    </w:lvl>
    <w:lvl w:ilvl="4">
      <w:numFmt w:val="bullet"/>
      <w:lvlText w:val="•"/>
      <w:lvlJc w:val="left"/>
      <w:pPr>
        <w:ind w:left="5650" w:hanging="346"/>
      </w:pPr>
    </w:lvl>
    <w:lvl w:ilvl="5">
      <w:numFmt w:val="bullet"/>
      <w:lvlText w:val="•"/>
      <w:lvlJc w:val="left"/>
      <w:pPr>
        <w:ind w:left="6425" w:hanging="346"/>
      </w:pPr>
    </w:lvl>
    <w:lvl w:ilvl="6">
      <w:numFmt w:val="bullet"/>
      <w:lvlText w:val="•"/>
      <w:lvlJc w:val="left"/>
      <w:pPr>
        <w:ind w:left="7200" w:hanging="346"/>
      </w:pPr>
    </w:lvl>
    <w:lvl w:ilvl="7">
      <w:numFmt w:val="bullet"/>
      <w:lvlText w:val="•"/>
      <w:lvlJc w:val="left"/>
      <w:pPr>
        <w:ind w:left="7975" w:hanging="346"/>
      </w:pPr>
    </w:lvl>
    <w:lvl w:ilvl="8">
      <w:numFmt w:val="bullet"/>
      <w:lvlText w:val="•"/>
      <w:lvlJc w:val="left"/>
      <w:pPr>
        <w:ind w:left="8750" w:hanging="346"/>
      </w:pPr>
    </w:lvl>
  </w:abstractNum>
  <w:abstractNum w:abstractNumId="1" w15:restartNumberingAfterBreak="0">
    <w:nsid w:val="00000404"/>
    <w:multiLevelType w:val="multilevel"/>
    <w:tmpl w:val="FFFFFFFF"/>
    <w:lvl w:ilvl="0">
      <w:start w:val="1"/>
      <w:numFmt w:val="decimal"/>
      <w:lvlText w:val="%1."/>
      <w:lvlJc w:val="left"/>
      <w:pPr>
        <w:ind w:left="117" w:hanging="245"/>
      </w:pPr>
      <w:rPr>
        <w:rFonts w:ascii="Calibri" w:hAnsi="Calibri" w:cs="Calibri"/>
        <w:b w:val="0"/>
        <w:bCs w:val="0"/>
        <w:i w:val="0"/>
        <w:iCs w:val="0"/>
        <w:color w:val="FFFFFF"/>
        <w:spacing w:val="-9"/>
        <w:w w:val="99"/>
        <w:sz w:val="26"/>
        <w:szCs w:val="26"/>
      </w:rPr>
    </w:lvl>
    <w:lvl w:ilvl="1">
      <w:numFmt w:val="bullet"/>
      <w:lvlText w:val="•"/>
      <w:lvlJc w:val="left"/>
      <w:pPr>
        <w:ind w:left="322" w:hanging="245"/>
      </w:pPr>
    </w:lvl>
    <w:lvl w:ilvl="2">
      <w:numFmt w:val="bullet"/>
      <w:lvlText w:val="•"/>
      <w:lvlJc w:val="left"/>
      <w:pPr>
        <w:ind w:left="525" w:hanging="245"/>
      </w:pPr>
    </w:lvl>
    <w:lvl w:ilvl="3">
      <w:numFmt w:val="bullet"/>
      <w:lvlText w:val="•"/>
      <w:lvlJc w:val="left"/>
      <w:pPr>
        <w:ind w:left="727" w:hanging="245"/>
      </w:pPr>
    </w:lvl>
    <w:lvl w:ilvl="4">
      <w:numFmt w:val="bullet"/>
      <w:lvlText w:val="•"/>
      <w:lvlJc w:val="left"/>
      <w:pPr>
        <w:ind w:left="930" w:hanging="245"/>
      </w:pPr>
    </w:lvl>
    <w:lvl w:ilvl="5">
      <w:numFmt w:val="bullet"/>
      <w:lvlText w:val="•"/>
      <w:lvlJc w:val="left"/>
      <w:pPr>
        <w:ind w:left="1132" w:hanging="245"/>
      </w:pPr>
    </w:lvl>
    <w:lvl w:ilvl="6">
      <w:numFmt w:val="bullet"/>
      <w:lvlText w:val="•"/>
      <w:lvlJc w:val="left"/>
      <w:pPr>
        <w:ind w:left="1335" w:hanging="245"/>
      </w:pPr>
    </w:lvl>
    <w:lvl w:ilvl="7">
      <w:numFmt w:val="bullet"/>
      <w:lvlText w:val="•"/>
      <w:lvlJc w:val="left"/>
      <w:pPr>
        <w:ind w:left="1537" w:hanging="245"/>
      </w:pPr>
    </w:lvl>
    <w:lvl w:ilvl="8">
      <w:numFmt w:val="bullet"/>
      <w:lvlText w:val="•"/>
      <w:lvlJc w:val="left"/>
      <w:pPr>
        <w:ind w:left="1740" w:hanging="245"/>
      </w:pPr>
    </w:lvl>
  </w:abstractNum>
  <w:abstractNum w:abstractNumId="2" w15:restartNumberingAfterBreak="0">
    <w:nsid w:val="00000405"/>
    <w:multiLevelType w:val="multilevel"/>
    <w:tmpl w:val="FFFFFFFF"/>
    <w:lvl w:ilvl="0">
      <w:start w:val="3"/>
      <w:numFmt w:val="decimal"/>
      <w:lvlText w:val="%1"/>
      <w:lvlJc w:val="left"/>
      <w:pPr>
        <w:ind w:left="1384" w:hanging="576"/>
      </w:pPr>
    </w:lvl>
    <w:lvl w:ilvl="1">
      <w:start w:val="1"/>
      <w:numFmt w:val="decimal"/>
      <w:lvlText w:val="%1.%2"/>
      <w:lvlJc w:val="left"/>
      <w:pPr>
        <w:ind w:left="1384" w:hanging="576"/>
      </w:pPr>
      <w:rPr>
        <w:rFonts w:ascii="Calibri" w:hAnsi="Calibri" w:cs="Calibri"/>
        <w:b/>
        <w:bCs/>
        <w:i w:val="0"/>
        <w:iCs w:val="0"/>
        <w:color w:val="538DD3"/>
        <w:spacing w:val="-6"/>
        <w:w w:val="105"/>
        <w:sz w:val="40"/>
        <w:szCs w:val="40"/>
      </w:rPr>
    </w:lvl>
    <w:lvl w:ilvl="2">
      <w:start w:val="1"/>
      <w:numFmt w:val="lowerLetter"/>
      <w:lvlText w:val="%3)"/>
      <w:lvlJc w:val="left"/>
      <w:pPr>
        <w:ind w:left="1528" w:hanging="360"/>
      </w:pPr>
      <w:rPr>
        <w:rFonts w:ascii="Lucida Sans Unicode" w:hAnsi="Lucida Sans Unicode" w:cs="Lucida Sans Unicode"/>
        <w:b w:val="0"/>
        <w:bCs w:val="0"/>
        <w:i w:val="0"/>
        <w:iCs w:val="0"/>
        <w:spacing w:val="-1"/>
        <w:w w:val="86"/>
        <w:sz w:val="26"/>
        <w:szCs w:val="26"/>
      </w:rPr>
    </w:lvl>
    <w:lvl w:ilvl="3">
      <w:numFmt w:val="bullet"/>
      <w:lvlText w:val="•"/>
      <w:lvlJc w:val="left"/>
      <w:pPr>
        <w:ind w:left="3471" w:hanging="360"/>
      </w:pPr>
    </w:lvl>
    <w:lvl w:ilvl="4">
      <w:numFmt w:val="bullet"/>
      <w:lvlText w:val="•"/>
      <w:lvlJc w:val="left"/>
      <w:pPr>
        <w:ind w:left="4446" w:hanging="360"/>
      </w:pPr>
    </w:lvl>
    <w:lvl w:ilvl="5">
      <w:numFmt w:val="bullet"/>
      <w:lvlText w:val="•"/>
      <w:lvlJc w:val="left"/>
      <w:pPr>
        <w:ind w:left="5422" w:hanging="360"/>
      </w:pPr>
    </w:lvl>
    <w:lvl w:ilvl="6">
      <w:numFmt w:val="bullet"/>
      <w:lvlText w:val="•"/>
      <w:lvlJc w:val="left"/>
      <w:pPr>
        <w:ind w:left="6397" w:hanging="360"/>
      </w:pPr>
    </w:lvl>
    <w:lvl w:ilvl="7">
      <w:numFmt w:val="bullet"/>
      <w:lvlText w:val="•"/>
      <w:lvlJc w:val="left"/>
      <w:pPr>
        <w:ind w:left="7373" w:hanging="360"/>
      </w:pPr>
    </w:lvl>
    <w:lvl w:ilvl="8">
      <w:numFmt w:val="bullet"/>
      <w:lvlText w:val="•"/>
      <w:lvlJc w:val="left"/>
      <w:pPr>
        <w:ind w:left="8348" w:hanging="360"/>
      </w:pPr>
    </w:lvl>
  </w:abstractNum>
  <w:abstractNum w:abstractNumId="3" w15:restartNumberingAfterBreak="0">
    <w:nsid w:val="03C24D5A"/>
    <w:multiLevelType w:val="hybridMultilevel"/>
    <w:tmpl w:val="FC04C490"/>
    <w:lvl w:ilvl="0" w:tplc="240A0001">
      <w:start w:val="1"/>
      <w:numFmt w:val="bullet"/>
      <w:lvlText w:val=""/>
      <w:lvlJc w:val="left"/>
      <w:pPr>
        <w:ind w:left="513" w:hanging="360"/>
      </w:pPr>
      <w:rPr>
        <w:rFonts w:ascii="Symbol" w:hAnsi="Symbol" w:hint="default"/>
        <w:b w:val="0"/>
        <w:bCs w:val="0"/>
        <w:i w:val="0"/>
        <w:iCs w:val="0"/>
        <w:w w:val="99"/>
        <w:sz w:val="20"/>
        <w:szCs w:val="20"/>
        <w:lang w:val="es-CO" w:eastAsia="en-US" w:bidi="ar-SA"/>
      </w:rPr>
    </w:lvl>
    <w:lvl w:ilvl="1" w:tplc="E526A9F2">
      <w:numFmt w:val="bullet"/>
      <w:lvlText w:val="•"/>
      <w:lvlJc w:val="left"/>
      <w:pPr>
        <w:ind w:left="1436" w:hanging="360"/>
      </w:pPr>
      <w:rPr>
        <w:rFonts w:hint="default"/>
        <w:lang w:val="es-CO" w:eastAsia="en-US" w:bidi="ar-SA"/>
      </w:rPr>
    </w:lvl>
    <w:lvl w:ilvl="2" w:tplc="4998CE0E">
      <w:numFmt w:val="bullet"/>
      <w:lvlText w:val="•"/>
      <w:lvlJc w:val="left"/>
      <w:pPr>
        <w:ind w:left="2352" w:hanging="360"/>
      </w:pPr>
      <w:rPr>
        <w:rFonts w:hint="default"/>
        <w:lang w:val="es-CO" w:eastAsia="en-US" w:bidi="ar-SA"/>
      </w:rPr>
    </w:lvl>
    <w:lvl w:ilvl="3" w:tplc="68C6F084">
      <w:numFmt w:val="bullet"/>
      <w:lvlText w:val="•"/>
      <w:lvlJc w:val="left"/>
      <w:pPr>
        <w:ind w:left="3268" w:hanging="360"/>
      </w:pPr>
      <w:rPr>
        <w:rFonts w:hint="default"/>
        <w:lang w:val="es-CO" w:eastAsia="en-US" w:bidi="ar-SA"/>
      </w:rPr>
    </w:lvl>
    <w:lvl w:ilvl="4" w:tplc="897A9040">
      <w:numFmt w:val="bullet"/>
      <w:lvlText w:val="•"/>
      <w:lvlJc w:val="left"/>
      <w:pPr>
        <w:ind w:left="4184" w:hanging="360"/>
      </w:pPr>
      <w:rPr>
        <w:rFonts w:hint="default"/>
        <w:lang w:val="es-CO" w:eastAsia="en-US" w:bidi="ar-SA"/>
      </w:rPr>
    </w:lvl>
    <w:lvl w:ilvl="5" w:tplc="59C6759A">
      <w:numFmt w:val="bullet"/>
      <w:lvlText w:val="•"/>
      <w:lvlJc w:val="left"/>
      <w:pPr>
        <w:ind w:left="5100" w:hanging="360"/>
      </w:pPr>
      <w:rPr>
        <w:rFonts w:hint="default"/>
        <w:lang w:val="es-CO" w:eastAsia="en-US" w:bidi="ar-SA"/>
      </w:rPr>
    </w:lvl>
    <w:lvl w:ilvl="6" w:tplc="166C706E">
      <w:numFmt w:val="bullet"/>
      <w:lvlText w:val="•"/>
      <w:lvlJc w:val="left"/>
      <w:pPr>
        <w:ind w:left="6016" w:hanging="360"/>
      </w:pPr>
      <w:rPr>
        <w:rFonts w:hint="default"/>
        <w:lang w:val="es-CO" w:eastAsia="en-US" w:bidi="ar-SA"/>
      </w:rPr>
    </w:lvl>
    <w:lvl w:ilvl="7" w:tplc="C50E35F0">
      <w:numFmt w:val="bullet"/>
      <w:lvlText w:val="•"/>
      <w:lvlJc w:val="left"/>
      <w:pPr>
        <w:ind w:left="6932" w:hanging="360"/>
      </w:pPr>
      <w:rPr>
        <w:rFonts w:hint="default"/>
        <w:lang w:val="es-CO" w:eastAsia="en-US" w:bidi="ar-SA"/>
      </w:rPr>
    </w:lvl>
    <w:lvl w:ilvl="8" w:tplc="A5B0DACE">
      <w:numFmt w:val="bullet"/>
      <w:lvlText w:val="•"/>
      <w:lvlJc w:val="left"/>
      <w:pPr>
        <w:ind w:left="7848" w:hanging="360"/>
      </w:pPr>
      <w:rPr>
        <w:rFonts w:hint="default"/>
        <w:lang w:val="es-CO" w:eastAsia="en-US" w:bidi="ar-SA"/>
      </w:rPr>
    </w:lvl>
  </w:abstractNum>
  <w:abstractNum w:abstractNumId="4" w15:restartNumberingAfterBreak="0">
    <w:nsid w:val="070D2B30"/>
    <w:multiLevelType w:val="hybridMultilevel"/>
    <w:tmpl w:val="96280876"/>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0BC95DFF"/>
    <w:multiLevelType w:val="multilevel"/>
    <w:tmpl w:val="91DE851A"/>
    <w:lvl w:ilvl="0">
      <w:start w:val="1"/>
      <w:numFmt w:val="decimal"/>
      <w:lvlText w:val="%1."/>
      <w:lvlJc w:val="left"/>
      <w:pPr>
        <w:ind w:left="360" w:hanging="360"/>
      </w:pPr>
      <w:rPr>
        <w:rFonts w:hint="default"/>
        <w:color w:val="FFFFFF" w:themeColor="background1"/>
        <w:sz w:val="180"/>
        <w:szCs w:val="48"/>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D8264D0"/>
    <w:multiLevelType w:val="hybridMultilevel"/>
    <w:tmpl w:val="DB16654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DC02438"/>
    <w:multiLevelType w:val="multilevel"/>
    <w:tmpl w:val="5CCEB432"/>
    <w:lvl w:ilvl="0">
      <w:start w:val="1"/>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1"/>
      <w:numFmt w:val="decimal"/>
      <w:lvlText w:val="%1.%2.%3"/>
      <w:lvlJc w:val="left"/>
      <w:pPr>
        <w:ind w:left="1440" w:hanging="1440"/>
      </w:pPr>
      <w:rPr>
        <w:rFonts w:hint="default"/>
      </w:rPr>
    </w:lvl>
    <w:lvl w:ilvl="3">
      <w:start w:val="1"/>
      <w:numFmt w:val="decimal"/>
      <w:lvlText w:val="%1.%2.%3.%4"/>
      <w:lvlJc w:val="left"/>
      <w:pPr>
        <w:ind w:left="1800" w:hanging="1800"/>
      </w:pPr>
      <w:rPr>
        <w:rFonts w:hint="default"/>
      </w:rPr>
    </w:lvl>
    <w:lvl w:ilvl="4">
      <w:start w:val="1"/>
      <w:numFmt w:val="decimal"/>
      <w:lvlText w:val="%1.%2.%3.%4.%5"/>
      <w:lvlJc w:val="left"/>
      <w:pPr>
        <w:ind w:left="2160" w:hanging="2160"/>
      </w:pPr>
      <w:rPr>
        <w:rFonts w:hint="default"/>
      </w:rPr>
    </w:lvl>
    <w:lvl w:ilvl="5">
      <w:start w:val="1"/>
      <w:numFmt w:val="decimal"/>
      <w:lvlText w:val="%1.%2.%3.%4.%5.%6"/>
      <w:lvlJc w:val="left"/>
      <w:pPr>
        <w:ind w:left="2520" w:hanging="2520"/>
      </w:pPr>
      <w:rPr>
        <w:rFonts w:hint="default"/>
      </w:rPr>
    </w:lvl>
    <w:lvl w:ilvl="6">
      <w:start w:val="1"/>
      <w:numFmt w:val="decimal"/>
      <w:lvlText w:val="%1.%2.%3.%4.%5.%6.%7"/>
      <w:lvlJc w:val="left"/>
      <w:pPr>
        <w:ind w:left="2880" w:hanging="2880"/>
      </w:pPr>
      <w:rPr>
        <w:rFonts w:hint="default"/>
      </w:rPr>
    </w:lvl>
    <w:lvl w:ilvl="7">
      <w:start w:val="1"/>
      <w:numFmt w:val="decimal"/>
      <w:lvlText w:val="%1.%2.%3.%4.%5.%6.%7.%8"/>
      <w:lvlJc w:val="left"/>
      <w:pPr>
        <w:ind w:left="3600" w:hanging="3600"/>
      </w:pPr>
      <w:rPr>
        <w:rFonts w:hint="default"/>
      </w:rPr>
    </w:lvl>
    <w:lvl w:ilvl="8">
      <w:start w:val="1"/>
      <w:numFmt w:val="decimal"/>
      <w:lvlText w:val="%1.%2.%3.%4.%5.%6.%7.%8.%9"/>
      <w:lvlJc w:val="left"/>
      <w:pPr>
        <w:ind w:left="3960" w:hanging="3960"/>
      </w:pPr>
      <w:rPr>
        <w:rFonts w:hint="default"/>
      </w:rPr>
    </w:lvl>
  </w:abstractNum>
  <w:abstractNum w:abstractNumId="8" w15:restartNumberingAfterBreak="0">
    <w:nsid w:val="0E905784"/>
    <w:multiLevelType w:val="hybridMultilevel"/>
    <w:tmpl w:val="FB244D00"/>
    <w:lvl w:ilvl="0" w:tplc="ACFE0CCA">
      <w:start w:val="1"/>
      <w:numFmt w:val="decimal"/>
      <w:lvlText w:val="%1."/>
      <w:lvlJc w:val="left"/>
      <w:pPr>
        <w:ind w:left="1275" w:hanging="91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0EC84529"/>
    <w:multiLevelType w:val="multilevel"/>
    <w:tmpl w:val="91DE851A"/>
    <w:lvl w:ilvl="0">
      <w:start w:val="1"/>
      <w:numFmt w:val="decimal"/>
      <w:lvlText w:val="%1."/>
      <w:lvlJc w:val="left"/>
      <w:pPr>
        <w:ind w:left="360" w:hanging="360"/>
      </w:pPr>
      <w:rPr>
        <w:rFonts w:hint="default"/>
        <w:color w:val="FFFFFF" w:themeColor="background1"/>
        <w:sz w:val="180"/>
        <w:szCs w:val="48"/>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F573403"/>
    <w:multiLevelType w:val="hybridMultilevel"/>
    <w:tmpl w:val="20301972"/>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1" w15:restartNumberingAfterBreak="0">
    <w:nsid w:val="18217043"/>
    <w:multiLevelType w:val="hybridMultilevel"/>
    <w:tmpl w:val="08389572"/>
    <w:lvl w:ilvl="0" w:tplc="EE0CD834">
      <w:start w:val="1"/>
      <w:numFmt w:val="bullet"/>
      <w:lvlText w:val=""/>
      <w:lvlJc w:val="left"/>
      <w:pPr>
        <w:ind w:left="720" w:hanging="360"/>
      </w:pPr>
      <w:rPr>
        <w:rFonts w:ascii="Symbol" w:hAnsi="Symbol" w:hint="default"/>
        <w:color w:val="B0C2EB" w:themeColor="accent5"/>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1F34570E"/>
    <w:multiLevelType w:val="hybridMultilevel"/>
    <w:tmpl w:val="E5BABF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33753D13"/>
    <w:multiLevelType w:val="multilevel"/>
    <w:tmpl w:val="91DE851A"/>
    <w:lvl w:ilvl="0">
      <w:start w:val="1"/>
      <w:numFmt w:val="decimal"/>
      <w:lvlText w:val="%1."/>
      <w:lvlJc w:val="left"/>
      <w:pPr>
        <w:ind w:left="360" w:hanging="360"/>
      </w:pPr>
      <w:rPr>
        <w:rFonts w:hint="default"/>
        <w:color w:val="FFFFFF" w:themeColor="background1"/>
        <w:sz w:val="180"/>
        <w:szCs w:val="48"/>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37670C1"/>
    <w:multiLevelType w:val="hybridMultilevel"/>
    <w:tmpl w:val="C0A05870"/>
    <w:lvl w:ilvl="0" w:tplc="50D202E8">
      <w:start w:val="1"/>
      <w:numFmt w:val="decimal"/>
      <w:lvlText w:val="%1."/>
      <w:lvlJc w:val="left"/>
      <w:pPr>
        <w:ind w:left="720" w:hanging="360"/>
      </w:pPr>
      <w:rPr>
        <w:rFonts w:hint="default"/>
        <w:b/>
        <w:sz w:val="28"/>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5" w15:restartNumberingAfterBreak="0">
    <w:nsid w:val="341F46FE"/>
    <w:multiLevelType w:val="hybridMultilevel"/>
    <w:tmpl w:val="DD70D69A"/>
    <w:lvl w:ilvl="0" w:tplc="601A39E2">
      <w:start w:val="1"/>
      <w:numFmt w:val="bullet"/>
      <w:lvlText w:val="•"/>
      <w:lvlJc w:val="left"/>
      <w:pPr>
        <w:tabs>
          <w:tab w:val="num" w:pos="720"/>
        </w:tabs>
        <w:ind w:left="720" w:hanging="360"/>
      </w:pPr>
      <w:rPr>
        <w:rFonts w:ascii="Times New Roman" w:hAnsi="Times New Roman" w:hint="default"/>
      </w:rPr>
    </w:lvl>
    <w:lvl w:ilvl="1" w:tplc="17461946">
      <w:numFmt w:val="none"/>
      <w:lvlText w:val=""/>
      <w:lvlJc w:val="left"/>
      <w:pPr>
        <w:tabs>
          <w:tab w:val="num" w:pos="360"/>
        </w:tabs>
      </w:pPr>
    </w:lvl>
    <w:lvl w:ilvl="2" w:tplc="D21E4452" w:tentative="1">
      <w:start w:val="1"/>
      <w:numFmt w:val="bullet"/>
      <w:lvlText w:val="•"/>
      <w:lvlJc w:val="left"/>
      <w:pPr>
        <w:tabs>
          <w:tab w:val="num" w:pos="2160"/>
        </w:tabs>
        <w:ind w:left="2160" w:hanging="360"/>
      </w:pPr>
      <w:rPr>
        <w:rFonts w:ascii="Times New Roman" w:hAnsi="Times New Roman" w:hint="default"/>
      </w:rPr>
    </w:lvl>
    <w:lvl w:ilvl="3" w:tplc="64629AC8" w:tentative="1">
      <w:start w:val="1"/>
      <w:numFmt w:val="bullet"/>
      <w:lvlText w:val="•"/>
      <w:lvlJc w:val="left"/>
      <w:pPr>
        <w:tabs>
          <w:tab w:val="num" w:pos="2880"/>
        </w:tabs>
        <w:ind w:left="2880" w:hanging="360"/>
      </w:pPr>
      <w:rPr>
        <w:rFonts w:ascii="Times New Roman" w:hAnsi="Times New Roman" w:hint="default"/>
      </w:rPr>
    </w:lvl>
    <w:lvl w:ilvl="4" w:tplc="849029CE" w:tentative="1">
      <w:start w:val="1"/>
      <w:numFmt w:val="bullet"/>
      <w:lvlText w:val="•"/>
      <w:lvlJc w:val="left"/>
      <w:pPr>
        <w:tabs>
          <w:tab w:val="num" w:pos="3600"/>
        </w:tabs>
        <w:ind w:left="3600" w:hanging="360"/>
      </w:pPr>
      <w:rPr>
        <w:rFonts w:ascii="Times New Roman" w:hAnsi="Times New Roman" w:hint="default"/>
      </w:rPr>
    </w:lvl>
    <w:lvl w:ilvl="5" w:tplc="1EE8F386" w:tentative="1">
      <w:start w:val="1"/>
      <w:numFmt w:val="bullet"/>
      <w:lvlText w:val="•"/>
      <w:lvlJc w:val="left"/>
      <w:pPr>
        <w:tabs>
          <w:tab w:val="num" w:pos="4320"/>
        </w:tabs>
        <w:ind w:left="4320" w:hanging="360"/>
      </w:pPr>
      <w:rPr>
        <w:rFonts w:ascii="Times New Roman" w:hAnsi="Times New Roman" w:hint="default"/>
      </w:rPr>
    </w:lvl>
    <w:lvl w:ilvl="6" w:tplc="FCFA99CC" w:tentative="1">
      <w:start w:val="1"/>
      <w:numFmt w:val="bullet"/>
      <w:lvlText w:val="•"/>
      <w:lvlJc w:val="left"/>
      <w:pPr>
        <w:tabs>
          <w:tab w:val="num" w:pos="5040"/>
        </w:tabs>
        <w:ind w:left="5040" w:hanging="360"/>
      </w:pPr>
      <w:rPr>
        <w:rFonts w:ascii="Times New Roman" w:hAnsi="Times New Roman" w:hint="default"/>
      </w:rPr>
    </w:lvl>
    <w:lvl w:ilvl="7" w:tplc="CAAA7646" w:tentative="1">
      <w:start w:val="1"/>
      <w:numFmt w:val="bullet"/>
      <w:lvlText w:val="•"/>
      <w:lvlJc w:val="left"/>
      <w:pPr>
        <w:tabs>
          <w:tab w:val="num" w:pos="5760"/>
        </w:tabs>
        <w:ind w:left="5760" w:hanging="360"/>
      </w:pPr>
      <w:rPr>
        <w:rFonts w:ascii="Times New Roman" w:hAnsi="Times New Roman" w:hint="default"/>
      </w:rPr>
    </w:lvl>
    <w:lvl w:ilvl="8" w:tplc="EA7C1B52"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39EE0DF5"/>
    <w:multiLevelType w:val="hybridMultilevel"/>
    <w:tmpl w:val="68FE6430"/>
    <w:lvl w:ilvl="0" w:tplc="EA902F08">
      <w:start w:val="1"/>
      <w:numFmt w:val="bullet"/>
      <w:lvlText w:val=""/>
      <w:lvlJc w:val="left"/>
      <w:pPr>
        <w:ind w:left="720" w:hanging="360"/>
      </w:pPr>
      <w:rPr>
        <w:rFonts w:ascii="Symbol" w:hAnsi="Symbol" w:hint="default"/>
        <w:color w:val="B0C2EB" w:themeColor="accent5"/>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3A2B4EFD"/>
    <w:multiLevelType w:val="hybridMultilevel"/>
    <w:tmpl w:val="FCCE21FC"/>
    <w:lvl w:ilvl="0" w:tplc="EA902F08">
      <w:start w:val="1"/>
      <w:numFmt w:val="bullet"/>
      <w:lvlText w:val=""/>
      <w:lvlJc w:val="left"/>
      <w:pPr>
        <w:ind w:left="720" w:hanging="360"/>
      </w:pPr>
      <w:rPr>
        <w:rFonts w:ascii="Symbol" w:hAnsi="Symbol" w:hint="default"/>
        <w:color w:val="B0C2EB" w:themeColor="accent5"/>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464044F4"/>
    <w:multiLevelType w:val="hybridMultilevel"/>
    <w:tmpl w:val="9878A2B0"/>
    <w:lvl w:ilvl="0" w:tplc="B020635E">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4C047012"/>
    <w:multiLevelType w:val="hybridMultilevel"/>
    <w:tmpl w:val="87DEF36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15:restartNumberingAfterBreak="0">
    <w:nsid w:val="4FFC49A6"/>
    <w:multiLevelType w:val="hybridMultilevel"/>
    <w:tmpl w:val="37D2E80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50C970CB"/>
    <w:multiLevelType w:val="hybridMultilevel"/>
    <w:tmpl w:val="D192732A"/>
    <w:lvl w:ilvl="0" w:tplc="EA902F08">
      <w:start w:val="1"/>
      <w:numFmt w:val="bullet"/>
      <w:lvlText w:val=""/>
      <w:lvlJc w:val="left"/>
      <w:pPr>
        <w:ind w:left="720" w:hanging="360"/>
      </w:pPr>
      <w:rPr>
        <w:rFonts w:ascii="Symbol" w:hAnsi="Symbol" w:hint="default"/>
        <w:color w:val="B0C2EB" w:themeColor="accent5"/>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51DB0542"/>
    <w:multiLevelType w:val="multilevel"/>
    <w:tmpl w:val="67AC87E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597D59A1"/>
    <w:multiLevelType w:val="hybridMultilevel"/>
    <w:tmpl w:val="5E3A42C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5FB72878"/>
    <w:multiLevelType w:val="multilevel"/>
    <w:tmpl w:val="7FB47FCE"/>
    <w:lvl w:ilvl="0">
      <w:start w:val="2"/>
      <w:numFmt w:val="decimal"/>
      <w:lvlText w:val="%1"/>
      <w:lvlJc w:val="left"/>
      <w:pPr>
        <w:ind w:left="858" w:hanging="720"/>
      </w:pPr>
      <w:rPr>
        <w:rFonts w:hint="default"/>
        <w:lang w:val="es-CO" w:eastAsia="en-US" w:bidi="ar-SA"/>
      </w:rPr>
    </w:lvl>
    <w:lvl w:ilvl="1">
      <w:start w:val="1"/>
      <w:numFmt w:val="decimal"/>
      <w:lvlText w:val="%1.%2"/>
      <w:lvlJc w:val="left"/>
      <w:pPr>
        <w:ind w:left="858" w:hanging="720"/>
      </w:pPr>
      <w:rPr>
        <w:rFonts w:ascii="Arial" w:eastAsia="Arial" w:hAnsi="Arial" w:cs="Arial" w:hint="default"/>
        <w:b/>
        <w:bCs/>
        <w:i w:val="0"/>
        <w:iCs w:val="0"/>
        <w:spacing w:val="-1"/>
        <w:w w:val="99"/>
        <w:sz w:val="20"/>
        <w:szCs w:val="20"/>
        <w:lang w:val="es-CO" w:eastAsia="en-US" w:bidi="ar-SA"/>
      </w:rPr>
    </w:lvl>
    <w:lvl w:ilvl="2">
      <w:start w:val="1"/>
      <w:numFmt w:val="decimal"/>
      <w:lvlText w:val="%3."/>
      <w:lvlJc w:val="left"/>
      <w:pPr>
        <w:ind w:left="858" w:hanging="360"/>
      </w:pPr>
      <w:rPr>
        <w:rFonts w:ascii="Arial" w:eastAsia="Arial" w:hAnsi="Arial" w:cs="Arial" w:hint="default"/>
        <w:b w:val="0"/>
        <w:bCs w:val="0"/>
        <w:i w:val="0"/>
        <w:iCs w:val="0"/>
        <w:spacing w:val="-1"/>
        <w:w w:val="99"/>
        <w:sz w:val="20"/>
        <w:szCs w:val="20"/>
        <w:lang w:val="es-CO" w:eastAsia="en-US" w:bidi="ar-SA"/>
      </w:rPr>
    </w:lvl>
    <w:lvl w:ilvl="3">
      <w:numFmt w:val="bullet"/>
      <w:lvlText w:val="•"/>
      <w:lvlJc w:val="left"/>
      <w:pPr>
        <w:ind w:left="3506" w:hanging="360"/>
      </w:pPr>
      <w:rPr>
        <w:rFonts w:hint="default"/>
        <w:lang w:val="es-CO" w:eastAsia="en-US" w:bidi="ar-SA"/>
      </w:rPr>
    </w:lvl>
    <w:lvl w:ilvl="4">
      <w:numFmt w:val="bullet"/>
      <w:lvlText w:val="•"/>
      <w:lvlJc w:val="left"/>
      <w:pPr>
        <w:ind w:left="4388" w:hanging="360"/>
      </w:pPr>
      <w:rPr>
        <w:rFonts w:hint="default"/>
        <w:lang w:val="es-CO" w:eastAsia="en-US" w:bidi="ar-SA"/>
      </w:rPr>
    </w:lvl>
    <w:lvl w:ilvl="5">
      <w:numFmt w:val="bullet"/>
      <w:lvlText w:val="•"/>
      <w:lvlJc w:val="left"/>
      <w:pPr>
        <w:ind w:left="5270" w:hanging="360"/>
      </w:pPr>
      <w:rPr>
        <w:rFonts w:hint="default"/>
        <w:lang w:val="es-CO" w:eastAsia="en-US" w:bidi="ar-SA"/>
      </w:rPr>
    </w:lvl>
    <w:lvl w:ilvl="6">
      <w:numFmt w:val="bullet"/>
      <w:lvlText w:val="•"/>
      <w:lvlJc w:val="left"/>
      <w:pPr>
        <w:ind w:left="6152" w:hanging="360"/>
      </w:pPr>
      <w:rPr>
        <w:rFonts w:hint="default"/>
        <w:lang w:val="es-CO" w:eastAsia="en-US" w:bidi="ar-SA"/>
      </w:rPr>
    </w:lvl>
    <w:lvl w:ilvl="7">
      <w:numFmt w:val="bullet"/>
      <w:lvlText w:val="•"/>
      <w:lvlJc w:val="left"/>
      <w:pPr>
        <w:ind w:left="7034" w:hanging="360"/>
      </w:pPr>
      <w:rPr>
        <w:rFonts w:hint="default"/>
        <w:lang w:val="es-CO" w:eastAsia="en-US" w:bidi="ar-SA"/>
      </w:rPr>
    </w:lvl>
    <w:lvl w:ilvl="8">
      <w:numFmt w:val="bullet"/>
      <w:lvlText w:val="•"/>
      <w:lvlJc w:val="left"/>
      <w:pPr>
        <w:ind w:left="7916" w:hanging="360"/>
      </w:pPr>
      <w:rPr>
        <w:rFonts w:hint="default"/>
        <w:lang w:val="es-CO" w:eastAsia="en-US" w:bidi="ar-SA"/>
      </w:rPr>
    </w:lvl>
  </w:abstractNum>
  <w:abstractNum w:abstractNumId="25" w15:restartNumberingAfterBreak="0">
    <w:nsid w:val="5FB857BB"/>
    <w:multiLevelType w:val="hybridMultilevel"/>
    <w:tmpl w:val="C73CCA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611C49C5"/>
    <w:multiLevelType w:val="hybridMultilevel"/>
    <w:tmpl w:val="B8A4FAA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62227888"/>
    <w:multiLevelType w:val="multilevel"/>
    <w:tmpl w:val="AED24526"/>
    <w:lvl w:ilvl="0">
      <w:start w:val="1"/>
      <w:numFmt w:val="decimal"/>
      <w:lvlText w:val="%1"/>
      <w:lvlJc w:val="left"/>
      <w:pPr>
        <w:ind w:left="810" w:hanging="810"/>
      </w:pPr>
      <w:rPr>
        <w:rFonts w:hint="default"/>
      </w:rPr>
    </w:lvl>
    <w:lvl w:ilvl="1">
      <w:start w:val="1"/>
      <w:numFmt w:val="decimal"/>
      <w:lvlText w:val="%1.%2"/>
      <w:lvlJc w:val="left"/>
      <w:pPr>
        <w:ind w:left="1080" w:hanging="1080"/>
      </w:pPr>
      <w:rPr>
        <w:rFonts w:hint="default"/>
      </w:rPr>
    </w:lvl>
    <w:lvl w:ilvl="2">
      <w:start w:val="1"/>
      <w:numFmt w:val="decimal"/>
      <w:lvlText w:val="%1.%2.%3"/>
      <w:lvlJc w:val="left"/>
      <w:pPr>
        <w:ind w:left="1800" w:hanging="1800"/>
      </w:pPr>
      <w:rPr>
        <w:rFonts w:hint="default"/>
      </w:rPr>
    </w:lvl>
    <w:lvl w:ilvl="3">
      <w:start w:val="1"/>
      <w:numFmt w:val="decimal"/>
      <w:lvlText w:val="%1.%2.%3.%4"/>
      <w:lvlJc w:val="left"/>
      <w:pPr>
        <w:ind w:left="2160" w:hanging="2160"/>
      </w:pPr>
      <w:rPr>
        <w:rFonts w:hint="default"/>
      </w:rPr>
    </w:lvl>
    <w:lvl w:ilvl="4">
      <w:start w:val="1"/>
      <w:numFmt w:val="decimal"/>
      <w:lvlText w:val="%1.%2.%3.%4.%5"/>
      <w:lvlJc w:val="left"/>
      <w:pPr>
        <w:ind w:left="2880" w:hanging="2880"/>
      </w:pPr>
      <w:rPr>
        <w:rFonts w:hint="default"/>
      </w:rPr>
    </w:lvl>
    <w:lvl w:ilvl="5">
      <w:start w:val="1"/>
      <w:numFmt w:val="decimal"/>
      <w:lvlText w:val="%1.%2.%3.%4.%5.%6"/>
      <w:lvlJc w:val="left"/>
      <w:pPr>
        <w:ind w:left="3240" w:hanging="3240"/>
      </w:pPr>
      <w:rPr>
        <w:rFonts w:hint="default"/>
      </w:rPr>
    </w:lvl>
    <w:lvl w:ilvl="6">
      <w:start w:val="1"/>
      <w:numFmt w:val="decimal"/>
      <w:lvlText w:val="%1.%2.%3.%4.%5.%6.%7"/>
      <w:lvlJc w:val="left"/>
      <w:pPr>
        <w:ind w:left="3960" w:hanging="3960"/>
      </w:pPr>
      <w:rPr>
        <w:rFonts w:hint="default"/>
      </w:rPr>
    </w:lvl>
    <w:lvl w:ilvl="7">
      <w:start w:val="1"/>
      <w:numFmt w:val="decimal"/>
      <w:lvlText w:val="%1.%2.%3.%4.%5.%6.%7.%8"/>
      <w:lvlJc w:val="left"/>
      <w:pPr>
        <w:ind w:left="4320" w:hanging="4320"/>
      </w:pPr>
      <w:rPr>
        <w:rFonts w:hint="default"/>
      </w:rPr>
    </w:lvl>
    <w:lvl w:ilvl="8">
      <w:start w:val="1"/>
      <w:numFmt w:val="decimal"/>
      <w:lvlText w:val="%1.%2.%3.%4.%5.%6.%7.%8.%9"/>
      <w:lvlJc w:val="left"/>
      <w:pPr>
        <w:ind w:left="5040" w:hanging="5040"/>
      </w:pPr>
      <w:rPr>
        <w:rFonts w:hint="default"/>
      </w:rPr>
    </w:lvl>
  </w:abstractNum>
  <w:abstractNum w:abstractNumId="28" w15:restartNumberingAfterBreak="0">
    <w:nsid w:val="63D9410E"/>
    <w:multiLevelType w:val="multilevel"/>
    <w:tmpl w:val="D1589302"/>
    <w:lvl w:ilvl="0">
      <w:start w:val="1"/>
      <w:numFmt w:val="decimal"/>
      <w:lvlText w:val="%1"/>
      <w:lvlJc w:val="left"/>
      <w:pPr>
        <w:ind w:left="810" w:hanging="810"/>
      </w:pPr>
      <w:rPr>
        <w:rFonts w:hint="default"/>
      </w:rPr>
    </w:lvl>
    <w:lvl w:ilvl="1">
      <w:start w:val="1"/>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99A798D"/>
    <w:multiLevelType w:val="hybridMultilevel"/>
    <w:tmpl w:val="F0D83342"/>
    <w:lvl w:ilvl="0" w:tplc="EA902F08">
      <w:start w:val="1"/>
      <w:numFmt w:val="bullet"/>
      <w:lvlText w:val=""/>
      <w:lvlJc w:val="left"/>
      <w:pPr>
        <w:ind w:left="720" w:hanging="360"/>
      </w:pPr>
      <w:rPr>
        <w:rFonts w:ascii="Symbol" w:hAnsi="Symbol" w:hint="default"/>
        <w:color w:val="B0C2EB" w:themeColor="accent5"/>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6AB14B96"/>
    <w:multiLevelType w:val="hybridMultilevel"/>
    <w:tmpl w:val="E5E4FAE2"/>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70BB0F43"/>
    <w:multiLevelType w:val="hybridMultilevel"/>
    <w:tmpl w:val="61BC06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7648040E"/>
    <w:multiLevelType w:val="hybridMultilevel"/>
    <w:tmpl w:val="6FAA6EEC"/>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79810985"/>
    <w:multiLevelType w:val="hybridMultilevel"/>
    <w:tmpl w:val="E10AE254"/>
    <w:lvl w:ilvl="0" w:tplc="A1B05B66">
      <w:start w:val="1"/>
      <w:numFmt w:val="decimalZero"/>
      <w:lvlText w:val="%1."/>
      <w:lvlJc w:val="left"/>
      <w:pPr>
        <w:ind w:left="1605" w:hanging="1245"/>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34" w15:restartNumberingAfterBreak="0">
    <w:nsid w:val="7DF97E1D"/>
    <w:multiLevelType w:val="hybridMultilevel"/>
    <w:tmpl w:val="F3FC980C"/>
    <w:lvl w:ilvl="0" w:tplc="EA902F08">
      <w:start w:val="1"/>
      <w:numFmt w:val="bullet"/>
      <w:lvlText w:val=""/>
      <w:lvlJc w:val="left"/>
      <w:pPr>
        <w:ind w:left="720" w:hanging="360"/>
      </w:pPr>
      <w:rPr>
        <w:rFonts w:ascii="Symbol" w:hAnsi="Symbol" w:hint="default"/>
        <w:color w:val="B0C2EB" w:themeColor="accent5"/>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7E251959"/>
    <w:multiLevelType w:val="hybridMultilevel"/>
    <w:tmpl w:val="FDAEA6F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82831119">
    <w:abstractNumId w:val="27"/>
  </w:num>
  <w:num w:numId="2" w16cid:durableId="849030162">
    <w:abstractNumId w:val="33"/>
  </w:num>
  <w:num w:numId="3" w16cid:durableId="1274901466">
    <w:abstractNumId w:val="14"/>
  </w:num>
  <w:num w:numId="4" w16cid:durableId="1104226525">
    <w:abstractNumId w:val="34"/>
  </w:num>
  <w:num w:numId="5" w16cid:durableId="1425152587">
    <w:abstractNumId w:val="29"/>
  </w:num>
  <w:num w:numId="6" w16cid:durableId="2105566338">
    <w:abstractNumId w:val="15"/>
  </w:num>
  <w:num w:numId="7" w16cid:durableId="1025984948">
    <w:abstractNumId w:val="11"/>
  </w:num>
  <w:num w:numId="8" w16cid:durableId="1990086384">
    <w:abstractNumId w:val="21"/>
  </w:num>
  <w:num w:numId="9" w16cid:durableId="430585543">
    <w:abstractNumId w:val="16"/>
  </w:num>
  <w:num w:numId="10" w16cid:durableId="1266423278">
    <w:abstractNumId w:val="17"/>
  </w:num>
  <w:num w:numId="11" w16cid:durableId="1773864312">
    <w:abstractNumId w:val="5"/>
  </w:num>
  <w:num w:numId="12" w16cid:durableId="1148865916">
    <w:abstractNumId w:val="8"/>
  </w:num>
  <w:num w:numId="13" w16cid:durableId="1960993272">
    <w:abstractNumId w:val="7"/>
  </w:num>
  <w:num w:numId="14" w16cid:durableId="1663703661">
    <w:abstractNumId w:val="12"/>
  </w:num>
  <w:num w:numId="15" w16cid:durableId="637804058">
    <w:abstractNumId w:val="26"/>
  </w:num>
  <w:num w:numId="16" w16cid:durableId="1888837735">
    <w:abstractNumId w:val="20"/>
  </w:num>
  <w:num w:numId="17" w16cid:durableId="660355708">
    <w:abstractNumId w:val="25"/>
  </w:num>
  <w:num w:numId="18" w16cid:durableId="1902986521">
    <w:abstractNumId w:val="31"/>
  </w:num>
  <w:num w:numId="19" w16cid:durableId="451555408">
    <w:abstractNumId w:val="19"/>
  </w:num>
  <w:num w:numId="20" w16cid:durableId="1828473244">
    <w:abstractNumId w:val="4"/>
  </w:num>
  <w:num w:numId="21" w16cid:durableId="1974094160">
    <w:abstractNumId w:val="22"/>
  </w:num>
  <w:num w:numId="22" w16cid:durableId="2015372411">
    <w:abstractNumId w:val="5"/>
    <w:lvlOverride w:ilvl="0">
      <w:lvl w:ilvl="0">
        <w:start w:val="1"/>
        <w:numFmt w:val="decimal"/>
        <w:lvlText w:val="%1."/>
        <w:lvlJc w:val="left"/>
        <w:pPr>
          <w:ind w:left="737" w:hanging="737"/>
        </w:pPr>
        <w:rPr>
          <w:rFonts w:hint="default"/>
          <w:color w:val="FFFFFF" w:themeColor="background1"/>
          <w:sz w:val="180"/>
          <w:szCs w:val="48"/>
        </w:rPr>
      </w:lvl>
    </w:lvlOverride>
    <w:lvlOverride w:ilvl="1">
      <w:lvl w:ilvl="1">
        <w:start w:val="1"/>
        <w:numFmt w:val="decimal"/>
        <w:lvlText w:val="%1.%2."/>
        <w:lvlJc w:val="left"/>
        <w:pPr>
          <w:ind w:left="792" w:hanging="792"/>
        </w:pPr>
        <w:rPr>
          <w:rFonts w:hint="default"/>
        </w:rPr>
      </w:lvl>
    </w:lvlOverride>
    <w:lvlOverride w:ilvl="2">
      <w:lvl w:ilvl="2">
        <w:start w:val="1"/>
        <w:numFmt w:val="decimal"/>
        <w:lvlText w:val="%1.%2.%3."/>
        <w:lvlJc w:val="left"/>
        <w:pPr>
          <w:ind w:left="1224" w:hanging="122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16cid:durableId="1274246561">
    <w:abstractNumId w:val="5"/>
    <w:lvlOverride w:ilvl="0">
      <w:lvl w:ilvl="0">
        <w:start w:val="1"/>
        <w:numFmt w:val="decimal"/>
        <w:lvlText w:val="%1."/>
        <w:lvlJc w:val="left"/>
        <w:pPr>
          <w:ind w:left="1701" w:hanging="1701"/>
        </w:pPr>
        <w:rPr>
          <w:rFonts w:hint="default"/>
          <w:color w:val="FFFFFF" w:themeColor="background1"/>
          <w:sz w:val="180"/>
          <w:szCs w:val="48"/>
        </w:rPr>
      </w:lvl>
    </w:lvlOverride>
    <w:lvlOverride w:ilvl="1">
      <w:lvl w:ilvl="1">
        <w:start w:val="1"/>
        <w:numFmt w:val="decimal"/>
        <w:lvlText w:val="%1.%2."/>
        <w:lvlJc w:val="left"/>
        <w:pPr>
          <w:ind w:left="792" w:hanging="792"/>
        </w:pPr>
        <w:rPr>
          <w:rFonts w:hint="default"/>
        </w:rPr>
      </w:lvl>
    </w:lvlOverride>
    <w:lvlOverride w:ilvl="2">
      <w:lvl w:ilvl="2">
        <w:start w:val="1"/>
        <w:numFmt w:val="decimal"/>
        <w:lvlText w:val="%1.%2.%3."/>
        <w:lvlJc w:val="left"/>
        <w:pPr>
          <w:ind w:left="1224" w:hanging="122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16cid:durableId="1249735265">
    <w:abstractNumId w:val="5"/>
    <w:lvlOverride w:ilvl="0">
      <w:lvl w:ilvl="0">
        <w:start w:val="1"/>
        <w:numFmt w:val="decimal"/>
        <w:lvlText w:val="%1."/>
        <w:lvlJc w:val="left"/>
        <w:pPr>
          <w:ind w:left="1701" w:hanging="1701"/>
        </w:pPr>
        <w:rPr>
          <w:rFonts w:hint="default"/>
          <w:color w:val="FFFFFF" w:themeColor="background1"/>
          <w:sz w:val="180"/>
          <w:szCs w:val="48"/>
        </w:rPr>
      </w:lvl>
    </w:lvlOverride>
    <w:lvlOverride w:ilvl="1">
      <w:lvl w:ilvl="1">
        <w:start w:val="1"/>
        <w:numFmt w:val="decimal"/>
        <w:lvlText w:val="%1.%2."/>
        <w:lvlJc w:val="left"/>
        <w:pPr>
          <w:ind w:left="792" w:hanging="792"/>
        </w:pPr>
        <w:rPr>
          <w:rFonts w:hint="default"/>
        </w:rPr>
      </w:lvl>
    </w:lvlOverride>
    <w:lvlOverride w:ilvl="2">
      <w:lvl w:ilvl="2">
        <w:start w:val="1"/>
        <w:numFmt w:val="decimal"/>
        <w:lvlText w:val="%1.%2.%3."/>
        <w:lvlJc w:val="left"/>
        <w:pPr>
          <w:ind w:left="1224" w:hanging="122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5" w16cid:durableId="1382752860">
    <w:abstractNumId w:val="9"/>
  </w:num>
  <w:num w:numId="26" w16cid:durableId="1409501206">
    <w:abstractNumId w:val="13"/>
  </w:num>
  <w:num w:numId="27" w16cid:durableId="652370373">
    <w:abstractNumId w:val="28"/>
  </w:num>
  <w:num w:numId="28" w16cid:durableId="118768685">
    <w:abstractNumId w:val="24"/>
  </w:num>
  <w:num w:numId="29" w16cid:durableId="626358622">
    <w:abstractNumId w:val="3"/>
  </w:num>
  <w:num w:numId="30" w16cid:durableId="1873373590">
    <w:abstractNumId w:val="30"/>
  </w:num>
  <w:num w:numId="31" w16cid:durableId="972295422">
    <w:abstractNumId w:val="10"/>
  </w:num>
  <w:num w:numId="32" w16cid:durableId="2124959018">
    <w:abstractNumId w:val="6"/>
  </w:num>
  <w:num w:numId="33" w16cid:durableId="1411848253">
    <w:abstractNumId w:val="0"/>
  </w:num>
  <w:num w:numId="34" w16cid:durableId="1259363653">
    <w:abstractNumId w:val="23"/>
  </w:num>
  <w:num w:numId="35" w16cid:durableId="1939293062">
    <w:abstractNumId w:val="1"/>
  </w:num>
  <w:num w:numId="36" w16cid:durableId="1379934435">
    <w:abstractNumId w:val="2"/>
  </w:num>
  <w:num w:numId="37" w16cid:durableId="67507847">
    <w:abstractNumId w:val="32"/>
  </w:num>
  <w:num w:numId="38" w16cid:durableId="1991211439">
    <w:abstractNumId w:val="35"/>
  </w:num>
  <w:num w:numId="39" w16cid:durableId="40156089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1A60"/>
    <w:rsid w:val="000015B0"/>
    <w:rsid w:val="00005D5A"/>
    <w:rsid w:val="00006108"/>
    <w:rsid w:val="00006150"/>
    <w:rsid w:val="00014BCD"/>
    <w:rsid w:val="00014DAD"/>
    <w:rsid w:val="00014E5D"/>
    <w:rsid w:val="00017158"/>
    <w:rsid w:val="00022179"/>
    <w:rsid w:val="00023F8C"/>
    <w:rsid w:val="000249E8"/>
    <w:rsid w:val="00026DC4"/>
    <w:rsid w:val="00030988"/>
    <w:rsid w:val="000315BF"/>
    <w:rsid w:val="000376B5"/>
    <w:rsid w:val="000500C6"/>
    <w:rsid w:val="00050CB8"/>
    <w:rsid w:val="000513A8"/>
    <w:rsid w:val="00051910"/>
    <w:rsid w:val="00052507"/>
    <w:rsid w:val="000544CF"/>
    <w:rsid w:val="00055314"/>
    <w:rsid w:val="0006164F"/>
    <w:rsid w:val="00064185"/>
    <w:rsid w:val="00064CAC"/>
    <w:rsid w:val="00065F2D"/>
    <w:rsid w:val="000708BC"/>
    <w:rsid w:val="0008056D"/>
    <w:rsid w:val="0008634D"/>
    <w:rsid w:val="00087C37"/>
    <w:rsid w:val="000967F7"/>
    <w:rsid w:val="000A3751"/>
    <w:rsid w:val="000B0648"/>
    <w:rsid w:val="000B27BC"/>
    <w:rsid w:val="000B2976"/>
    <w:rsid w:val="000B2C6B"/>
    <w:rsid w:val="000B2CDE"/>
    <w:rsid w:val="000B7DB1"/>
    <w:rsid w:val="000C2B64"/>
    <w:rsid w:val="000D2F52"/>
    <w:rsid w:val="000D3619"/>
    <w:rsid w:val="000D5C28"/>
    <w:rsid w:val="000D7334"/>
    <w:rsid w:val="000E40CC"/>
    <w:rsid w:val="000E6DBB"/>
    <w:rsid w:val="000F7250"/>
    <w:rsid w:val="0010247E"/>
    <w:rsid w:val="00102CB7"/>
    <w:rsid w:val="00104A3F"/>
    <w:rsid w:val="001107F6"/>
    <w:rsid w:val="00126736"/>
    <w:rsid w:val="00131DE7"/>
    <w:rsid w:val="0013479B"/>
    <w:rsid w:val="001347B9"/>
    <w:rsid w:val="00142582"/>
    <w:rsid w:val="00143003"/>
    <w:rsid w:val="0014304A"/>
    <w:rsid w:val="00152AE3"/>
    <w:rsid w:val="0015499D"/>
    <w:rsid w:val="00155107"/>
    <w:rsid w:val="00155974"/>
    <w:rsid w:val="00156072"/>
    <w:rsid w:val="00157106"/>
    <w:rsid w:val="00164BA5"/>
    <w:rsid w:val="00167CF4"/>
    <w:rsid w:val="00172909"/>
    <w:rsid w:val="00185BA5"/>
    <w:rsid w:val="00186434"/>
    <w:rsid w:val="001872BE"/>
    <w:rsid w:val="00194499"/>
    <w:rsid w:val="001B045F"/>
    <w:rsid w:val="001C243E"/>
    <w:rsid w:val="001C3B14"/>
    <w:rsid w:val="001C6D40"/>
    <w:rsid w:val="001D10AE"/>
    <w:rsid w:val="001D4827"/>
    <w:rsid w:val="001D5749"/>
    <w:rsid w:val="001E1333"/>
    <w:rsid w:val="001E56ED"/>
    <w:rsid w:val="001F6305"/>
    <w:rsid w:val="00203EE7"/>
    <w:rsid w:val="00204868"/>
    <w:rsid w:val="002056F2"/>
    <w:rsid w:val="002133F9"/>
    <w:rsid w:val="00213407"/>
    <w:rsid w:val="00213665"/>
    <w:rsid w:val="00215733"/>
    <w:rsid w:val="00215BFB"/>
    <w:rsid w:val="00216928"/>
    <w:rsid w:val="00217BEC"/>
    <w:rsid w:val="00217CE8"/>
    <w:rsid w:val="00223C54"/>
    <w:rsid w:val="0022791A"/>
    <w:rsid w:val="00232A82"/>
    <w:rsid w:val="002367C6"/>
    <w:rsid w:val="00236D3D"/>
    <w:rsid w:val="00245488"/>
    <w:rsid w:val="002530CC"/>
    <w:rsid w:val="00255518"/>
    <w:rsid w:val="00256FD1"/>
    <w:rsid w:val="00257746"/>
    <w:rsid w:val="00262509"/>
    <w:rsid w:val="002625ED"/>
    <w:rsid w:val="00262B54"/>
    <w:rsid w:val="002632AC"/>
    <w:rsid w:val="002700D7"/>
    <w:rsid w:val="00272FEF"/>
    <w:rsid w:val="00273AF1"/>
    <w:rsid w:val="00276623"/>
    <w:rsid w:val="002774EB"/>
    <w:rsid w:val="00284478"/>
    <w:rsid w:val="00285C1E"/>
    <w:rsid w:val="00292305"/>
    <w:rsid w:val="002942D4"/>
    <w:rsid w:val="002951E9"/>
    <w:rsid w:val="002A09FC"/>
    <w:rsid w:val="002A273E"/>
    <w:rsid w:val="002B12DB"/>
    <w:rsid w:val="002B6905"/>
    <w:rsid w:val="002C439E"/>
    <w:rsid w:val="002C5B52"/>
    <w:rsid w:val="002C6959"/>
    <w:rsid w:val="002D0181"/>
    <w:rsid w:val="002D3117"/>
    <w:rsid w:val="002D5290"/>
    <w:rsid w:val="002D5DF6"/>
    <w:rsid w:val="002D792F"/>
    <w:rsid w:val="002E0350"/>
    <w:rsid w:val="002E4556"/>
    <w:rsid w:val="002F5490"/>
    <w:rsid w:val="00303F06"/>
    <w:rsid w:val="00304141"/>
    <w:rsid w:val="00306F4B"/>
    <w:rsid w:val="00310BB9"/>
    <w:rsid w:val="003138B5"/>
    <w:rsid w:val="0031419C"/>
    <w:rsid w:val="00317EF8"/>
    <w:rsid w:val="00321321"/>
    <w:rsid w:val="00327F05"/>
    <w:rsid w:val="00331732"/>
    <w:rsid w:val="0034230F"/>
    <w:rsid w:val="00354FE9"/>
    <w:rsid w:val="00357204"/>
    <w:rsid w:val="00357C03"/>
    <w:rsid w:val="00360C7B"/>
    <w:rsid w:val="0036335A"/>
    <w:rsid w:val="003739CB"/>
    <w:rsid w:val="00373A16"/>
    <w:rsid w:val="0037434B"/>
    <w:rsid w:val="00374F9C"/>
    <w:rsid w:val="003823C2"/>
    <w:rsid w:val="003879B5"/>
    <w:rsid w:val="00390ECD"/>
    <w:rsid w:val="003A3378"/>
    <w:rsid w:val="003B0463"/>
    <w:rsid w:val="003B267C"/>
    <w:rsid w:val="003C1955"/>
    <w:rsid w:val="003C6C1C"/>
    <w:rsid w:val="003C7093"/>
    <w:rsid w:val="003D1D29"/>
    <w:rsid w:val="003D6068"/>
    <w:rsid w:val="003D7771"/>
    <w:rsid w:val="003E4C4C"/>
    <w:rsid w:val="003E60FF"/>
    <w:rsid w:val="003E7D73"/>
    <w:rsid w:val="003F1EEF"/>
    <w:rsid w:val="003F2801"/>
    <w:rsid w:val="00404EC1"/>
    <w:rsid w:val="00406055"/>
    <w:rsid w:val="00412033"/>
    <w:rsid w:val="00412559"/>
    <w:rsid w:val="004129AC"/>
    <w:rsid w:val="00413E4B"/>
    <w:rsid w:val="0041415E"/>
    <w:rsid w:val="00415AC3"/>
    <w:rsid w:val="00417DF6"/>
    <w:rsid w:val="00423DC1"/>
    <w:rsid w:val="00423E24"/>
    <w:rsid w:val="00425AB4"/>
    <w:rsid w:val="004346C3"/>
    <w:rsid w:val="00436490"/>
    <w:rsid w:val="004376BA"/>
    <w:rsid w:val="004473FA"/>
    <w:rsid w:val="00450ADF"/>
    <w:rsid w:val="00452DE3"/>
    <w:rsid w:val="00457F51"/>
    <w:rsid w:val="00461BC1"/>
    <w:rsid w:val="00472406"/>
    <w:rsid w:val="004826AE"/>
    <w:rsid w:val="00491A68"/>
    <w:rsid w:val="00493834"/>
    <w:rsid w:val="004941D0"/>
    <w:rsid w:val="00496B79"/>
    <w:rsid w:val="004A148A"/>
    <w:rsid w:val="004A35C4"/>
    <w:rsid w:val="004B1093"/>
    <w:rsid w:val="004B16AA"/>
    <w:rsid w:val="004B3609"/>
    <w:rsid w:val="004B55B6"/>
    <w:rsid w:val="004B7FF4"/>
    <w:rsid w:val="004C11A7"/>
    <w:rsid w:val="004C3017"/>
    <w:rsid w:val="004C7FDA"/>
    <w:rsid w:val="004D309E"/>
    <w:rsid w:val="004D45D8"/>
    <w:rsid w:val="004D4718"/>
    <w:rsid w:val="004D6420"/>
    <w:rsid w:val="004D6B8A"/>
    <w:rsid w:val="004D70DB"/>
    <w:rsid w:val="004D76C8"/>
    <w:rsid w:val="004E60CC"/>
    <w:rsid w:val="004F29D7"/>
    <w:rsid w:val="004F5675"/>
    <w:rsid w:val="004F7710"/>
    <w:rsid w:val="00500087"/>
    <w:rsid w:val="00500611"/>
    <w:rsid w:val="00502269"/>
    <w:rsid w:val="0050335B"/>
    <w:rsid w:val="00503CD1"/>
    <w:rsid w:val="0051052D"/>
    <w:rsid w:val="00520D7F"/>
    <w:rsid w:val="005238AB"/>
    <w:rsid w:val="00524143"/>
    <w:rsid w:val="00524281"/>
    <w:rsid w:val="00531228"/>
    <w:rsid w:val="00537F56"/>
    <w:rsid w:val="0054303C"/>
    <w:rsid w:val="00544AA5"/>
    <w:rsid w:val="00544BDE"/>
    <w:rsid w:val="00544CCC"/>
    <w:rsid w:val="005453FE"/>
    <w:rsid w:val="00546054"/>
    <w:rsid w:val="00550121"/>
    <w:rsid w:val="00552379"/>
    <w:rsid w:val="00554837"/>
    <w:rsid w:val="0055657F"/>
    <w:rsid w:val="00557E6B"/>
    <w:rsid w:val="005603B3"/>
    <w:rsid w:val="00560E9A"/>
    <w:rsid w:val="00566CCE"/>
    <w:rsid w:val="00567535"/>
    <w:rsid w:val="00580058"/>
    <w:rsid w:val="0058051A"/>
    <w:rsid w:val="00581C63"/>
    <w:rsid w:val="005827EB"/>
    <w:rsid w:val="00582D83"/>
    <w:rsid w:val="00593A57"/>
    <w:rsid w:val="005957D0"/>
    <w:rsid w:val="005966B4"/>
    <w:rsid w:val="0059780A"/>
    <w:rsid w:val="005A0970"/>
    <w:rsid w:val="005A1815"/>
    <w:rsid w:val="005A4ADA"/>
    <w:rsid w:val="005A6351"/>
    <w:rsid w:val="005B2DBA"/>
    <w:rsid w:val="005C36E4"/>
    <w:rsid w:val="005D13D5"/>
    <w:rsid w:val="005D30D1"/>
    <w:rsid w:val="005D5125"/>
    <w:rsid w:val="005D6A7E"/>
    <w:rsid w:val="005E1512"/>
    <w:rsid w:val="005E233D"/>
    <w:rsid w:val="005E291C"/>
    <w:rsid w:val="005E30CB"/>
    <w:rsid w:val="005F1048"/>
    <w:rsid w:val="006123F5"/>
    <w:rsid w:val="006164C4"/>
    <w:rsid w:val="00616D4E"/>
    <w:rsid w:val="00617A4D"/>
    <w:rsid w:val="00622315"/>
    <w:rsid w:val="0062410C"/>
    <w:rsid w:val="006309FA"/>
    <w:rsid w:val="00631AD7"/>
    <w:rsid w:val="006362D6"/>
    <w:rsid w:val="006414E6"/>
    <w:rsid w:val="00650925"/>
    <w:rsid w:val="006515A2"/>
    <w:rsid w:val="00651B07"/>
    <w:rsid w:val="00664833"/>
    <w:rsid w:val="00674852"/>
    <w:rsid w:val="00674C83"/>
    <w:rsid w:val="00674E52"/>
    <w:rsid w:val="00675112"/>
    <w:rsid w:val="006756D4"/>
    <w:rsid w:val="00677203"/>
    <w:rsid w:val="006804FD"/>
    <w:rsid w:val="00687EBE"/>
    <w:rsid w:val="00694158"/>
    <w:rsid w:val="006970A6"/>
    <w:rsid w:val="006A1B7D"/>
    <w:rsid w:val="006A487B"/>
    <w:rsid w:val="006A61DC"/>
    <w:rsid w:val="006B03D2"/>
    <w:rsid w:val="006B42CA"/>
    <w:rsid w:val="006B6B1B"/>
    <w:rsid w:val="006C175B"/>
    <w:rsid w:val="006C600B"/>
    <w:rsid w:val="006D0D32"/>
    <w:rsid w:val="006D2040"/>
    <w:rsid w:val="006D398C"/>
    <w:rsid w:val="006D4CEC"/>
    <w:rsid w:val="006F0C9B"/>
    <w:rsid w:val="006F1374"/>
    <w:rsid w:val="006F74BF"/>
    <w:rsid w:val="006F789A"/>
    <w:rsid w:val="00700A3E"/>
    <w:rsid w:val="00701B4E"/>
    <w:rsid w:val="007036EA"/>
    <w:rsid w:val="007042CD"/>
    <w:rsid w:val="00705412"/>
    <w:rsid w:val="0071053B"/>
    <w:rsid w:val="00713D91"/>
    <w:rsid w:val="00715C23"/>
    <w:rsid w:val="007245F1"/>
    <w:rsid w:val="007273E2"/>
    <w:rsid w:val="00727778"/>
    <w:rsid w:val="007362CB"/>
    <w:rsid w:val="00740A4E"/>
    <w:rsid w:val="0074206A"/>
    <w:rsid w:val="00745DB1"/>
    <w:rsid w:val="0075002E"/>
    <w:rsid w:val="00751878"/>
    <w:rsid w:val="00752048"/>
    <w:rsid w:val="007524EC"/>
    <w:rsid w:val="00753C32"/>
    <w:rsid w:val="00753ED1"/>
    <w:rsid w:val="0075527E"/>
    <w:rsid w:val="00764FEF"/>
    <w:rsid w:val="00772B0C"/>
    <w:rsid w:val="00773103"/>
    <w:rsid w:val="0077677D"/>
    <w:rsid w:val="007831C3"/>
    <w:rsid w:val="00791BB3"/>
    <w:rsid w:val="00793365"/>
    <w:rsid w:val="00794120"/>
    <w:rsid w:val="007967F8"/>
    <w:rsid w:val="007A2F9E"/>
    <w:rsid w:val="007A4457"/>
    <w:rsid w:val="007A45C9"/>
    <w:rsid w:val="007A48C7"/>
    <w:rsid w:val="007A7DA8"/>
    <w:rsid w:val="007B20EB"/>
    <w:rsid w:val="007B3426"/>
    <w:rsid w:val="007B3861"/>
    <w:rsid w:val="007B4547"/>
    <w:rsid w:val="007B6077"/>
    <w:rsid w:val="007C27C6"/>
    <w:rsid w:val="007C29B7"/>
    <w:rsid w:val="007C4E73"/>
    <w:rsid w:val="007C5B2A"/>
    <w:rsid w:val="007C7D7D"/>
    <w:rsid w:val="007E0C70"/>
    <w:rsid w:val="007E2725"/>
    <w:rsid w:val="007F1A5C"/>
    <w:rsid w:val="007F2A66"/>
    <w:rsid w:val="007F516E"/>
    <w:rsid w:val="007F759F"/>
    <w:rsid w:val="00802BE4"/>
    <w:rsid w:val="008052E3"/>
    <w:rsid w:val="008069AF"/>
    <w:rsid w:val="00813387"/>
    <w:rsid w:val="0081361E"/>
    <w:rsid w:val="00813BDE"/>
    <w:rsid w:val="00816196"/>
    <w:rsid w:val="008313E4"/>
    <w:rsid w:val="00834A84"/>
    <w:rsid w:val="00834EE7"/>
    <w:rsid w:val="0084388F"/>
    <w:rsid w:val="008443B4"/>
    <w:rsid w:val="00846370"/>
    <w:rsid w:val="00846A1E"/>
    <w:rsid w:val="0085110A"/>
    <w:rsid w:val="00853C93"/>
    <w:rsid w:val="00870EC1"/>
    <w:rsid w:val="00871A76"/>
    <w:rsid w:val="00877319"/>
    <w:rsid w:val="00882F96"/>
    <w:rsid w:val="00891080"/>
    <w:rsid w:val="00891533"/>
    <w:rsid w:val="008A305D"/>
    <w:rsid w:val="008A4059"/>
    <w:rsid w:val="008A516D"/>
    <w:rsid w:val="008A7F5E"/>
    <w:rsid w:val="008B1581"/>
    <w:rsid w:val="008B69AE"/>
    <w:rsid w:val="008B6C3A"/>
    <w:rsid w:val="008C4D9A"/>
    <w:rsid w:val="008C62FD"/>
    <w:rsid w:val="008D5233"/>
    <w:rsid w:val="008D5601"/>
    <w:rsid w:val="008D64FA"/>
    <w:rsid w:val="008E4A82"/>
    <w:rsid w:val="008E5CC9"/>
    <w:rsid w:val="008E614E"/>
    <w:rsid w:val="008E6F30"/>
    <w:rsid w:val="008F0FA4"/>
    <w:rsid w:val="008F1725"/>
    <w:rsid w:val="008F4557"/>
    <w:rsid w:val="0090046B"/>
    <w:rsid w:val="00901D97"/>
    <w:rsid w:val="00902A8A"/>
    <w:rsid w:val="009048BE"/>
    <w:rsid w:val="00910D4D"/>
    <w:rsid w:val="009157FF"/>
    <w:rsid w:val="00916374"/>
    <w:rsid w:val="009178C3"/>
    <w:rsid w:val="00920DAC"/>
    <w:rsid w:val="00923D93"/>
    <w:rsid w:val="0093095D"/>
    <w:rsid w:val="00931118"/>
    <w:rsid w:val="00931A6D"/>
    <w:rsid w:val="00932808"/>
    <w:rsid w:val="00937AF0"/>
    <w:rsid w:val="00946125"/>
    <w:rsid w:val="0095321D"/>
    <w:rsid w:val="00953B59"/>
    <w:rsid w:val="009605ED"/>
    <w:rsid w:val="009616DD"/>
    <w:rsid w:val="009622DA"/>
    <w:rsid w:val="009632E6"/>
    <w:rsid w:val="009654B7"/>
    <w:rsid w:val="00971C00"/>
    <w:rsid w:val="00973BF3"/>
    <w:rsid w:val="00976B65"/>
    <w:rsid w:val="009856C2"/>
    <w:rsid w:val="0099392E"/>
    <w:rsid w:val="00994EBA"/>
    <w:rsid w:val="009A2E40"/>
    <w:rsid w:val="009A56CA"/>
    <w:rsid w:val="009B1E73"/>
    <w:rsid w:val="009B4044"/>
    <w:rsid w:val="009C1075"/>
    <w:rsid w:val="009C78E2"/>
    <w:rsid w:val="009D4115"/>
    <w:rsid w:val="009D7000"/>
    <w:rsid w:val="009D7168"/>
    <w:rsid w:val="009E0F93"/>
    <w:rsid w:val="009E2B96"/>
    <w:rsid w:val="009E4050"/>
    <w:rsid w:val="009E4506"/>
    <w:rsid w:val="009F1BB0"/>
    <w:rsid w:val="009F264A"/>
    <w:rsid w:val="009F4322"/>
    <w:rsid w:val="00A04CAA"/>
    <w:rsid w:val="00A17460"/>
    <w:rsid w:val="00A20D5C"/>
    <w:rsid w:val="00A27E18"/>
    <w:rsid w:val="00A33B70"/>
    <w:rsid w:val="00A37DCC"/>
    <w:rsid w:val="00A42CDF"/>
    <w:rsid w:val="00A4416D"/>
    <w:rsid w:val="00A50C8B"/>
    <w:rsid w:val="00A61DEA"/>
    <w:rsid w:val="00A64250"/>
    <w:rsid w:val="00A6549F"/>
    <w:rsid w:val="00A82B5C"/>
    <w:rsid w:val="00A82ECA"/>
    <w:rsid w:val="00A8439B"/>
    <w:rsid w:val="00A84F70"/>
    <w:rsid w:val="00A96E82"/>
    <w:rsid w:val="00AA738D"/>
    <w:rsid w:val="00AA7561"/>
    <w:rsid w:val="00AC46F2"/>
    <w:rsid w:val="00AC724B"/>
    <w:rsid w:val="00AD0462"/>
    <w:rsid w:val="00AD3772"/>
    <w:rsid w:val="00AD4100"/>
    <w:rsid w:val="00AD52C8"/>
    <w:rsid w:val="00AE4EF5"/>
    <w:rsid w:val="00AF09CF"/>
    <w:rsid w:val="00AF3AB7"/>
    <w:rsid w:val="00AF630F"/>
    <w:rsid w:val="00B0151D"/>
    <w:rsid w:val="00B02E87"/>
    <w:rsid w:val="00B036CB"/>
    <w:rsid w:val="00B04EDA"/>
    <w:rsid w:val="00B06A9A"/>
    <w:rsid w:val="00B103E7"/>
    <w:rsid w:val="00B1077D"/>
    <w:rsid w:val="00B1503C"/>
    <w:rsid w:val="00B16579"/>
    <w:rsid w:val="00B271EF"/>
    <w:rsid w:val="00B27FA2"/>
    <w:rsid w:val="00B30FED"/>
    <w:rsid w:val="00B3492F"/>
    <w:rsid w:val="00B35D1A"/>
    <w:rsid w:val="00B35F6F"/>
    <w:rsid w:val="00B36178"/>
    <w:rsid w:val="00B40BB1"/>
    <w:rsid w:val="00B444C9"/>
    <w:rsid w:val="00B47D59"/>
    <w:rsid w:val="00B52DF3"/>
    <w:rsid w:val="00B540C9"/>
    <w:rsid w:val="00B5699D"/>
    <w:rsid w:val="00B56CBB"/>
    <w:rsid w:val="00B6061B"/>
    <w:rsid w:val="00B6319F"/>
    <w:rsid w:val="00B71620"/>
    <w:rsid w:val="00B8280C"/>
    <w:rsid w:val="00B90983"/>
    <w:rsid w:val="00BA1FF3"/>
    <w:rsid w:val="00BB1DDE"/>
    <w:rsid w:val="00BB4F06"/>
    <w:rsid w:val="00BB72A6"/>
    <w:rsid w:val="00BC1443"/>
    <w:rsid w:val="00BC14F2"/>
    <w:rsid w:val="00BC1AF1"/>
    <w:rsid w:val="00BC4820"/>
    <w:rsid w:val="00BC72BE"/>
    <w:rsid w:val="00BD4261"/>
    <w:rsid w:val="00BD7041"/>
    <w:rsid w:val="00BF10D0"/>
    <w:rsid w:val="00BF3236"/>
    <w:rsid w:val="00BF3973"/>
    <w:rsid w:val="00BF62A4"/>
    <w:rsid w:val="00BF773E"/>
    <w:rsid w:val="00C1134A"/>
    <w:rsid w:val="00C12B37"/>
    <w:rsid w:val="00C21367"/>
    <w:rsid w:val="00C26205"/>
    <w:rsid w:val="00C32344"/>
    <w:rsid w:val="00C41811"/>
    <w:rsid w:val="00C43211"/>
    <w:rsid w:val="00C47A92"/>
    <w:rsid w:val="00C51D32"/>
    <w:rsid w:val="00C56808"/>
    <w:rsid w:val="00C610D4"/>
    <w:rsid w:val="00C65DA7"/>
    <w:rsid w:val="00C77E85"/>
    <w:rsid w:val="00C81F4C"/>
    <w:rsid w:val="00C82711"/>
    <w:rsid w:val="00C9051C"/>
    <w:rsid w:val="00C917BC"/>
    <w:rsid w:val="00C9194F"/>
    <w:rsid w:val="00C924CD"/>
    <w:rsid w:val="00C9491C"/>
    <w:rsid w:val="00C97D5D"/>
    <w:rsid w:val="00CB7630"/>
    <w:rsid w:val="00CC5EC0"/>
    <w:rsid w:val="00CC75E0"/>
    <w:rsid w:val="00CC7E5D"/>
    <w:rsid w:val="00CD3009"/>
    <w:rsid w:val="00CE7031"/>
    <w:rsid w:val="00CF008D"/>
    <w:rsid w:val="00CF0536"/>
    <w:rsid w:val="00CF59DA"/>
    <w:rsid w:val="00D00622"/>
    <w:rsid w:val="00D00E20"/>
    <w:rsid w:val="00D038E3"/>
    <w:rsid w:val="00D07620"/>
    <w:rsid w:val="00D10940"/>
    <w:rsid w:val="00D10D2F"/>
    <w:rsid w:val="00D12E16"/>
    <w:rsid w:val="00D16EE9"/>
    <w:rsid w:val="00D3001F"/>
    <w:rsid w:val="00D323DE"/>
    <w:rsid w:val="00D3264F"/>
    <w:rsid w:val="00D35515"/>
    <w:rsid w:val="00D35EFD"/>
    <w:rsid w:val="00D36D50"/>
    <w:rsid w:val="00D40B13"/>
    <w:rsid w:val="00D41A60"/>
    <w:rsid w:val="00D43C2A"/>
    <w:rsid w:val="00D57865"/>
    <w:rsid w:val="00D600D3"/>
    <w:rsid w:val="00D63332"/>
    <w:rsid w:val="00D67F3D"/>
    <w:rsid w:val="00D705FE"/>
    <w:rsid w:val="00D765A9"/>
    <w:rsid w:val="00D8075B"/>
    <w:rsid w:val="00D86E5E"/>
    <w:rsid w:val="00DA1A55"/>
    <w:rsid w:val="00DA2599"/>
    <w:rsid w:val="00DA2C42"/>
    <w:rsid w:val="00DA4CEA"/>
    <w:rsid w:val="00DB264B"/>
    <w:rsid w:val="00DB72EE"/>
    <w:rsid w:val="00DB7DC8"/>
    <w:rsid w:val="00DC0C1C"/>
    <w:rsid w:val="00DC4F2E"/>
    <w:rsid w:val="00DC6F8E"/>
    <w:rsid w:val="00DC7379"/>
    <w:rsid w:val="00DD10F4"/>
    <w:rsid w:val="00DD2FAB"/>
    <w:rsid w:val="00DD393C"/>
    <w:rsid w:val="00DD6033"/>
    <w:rsid w:val="00DD644F"/>
    <w:rsid w:val="00DE23F7"/>
    <w:rsid w:val="00DE4E6D"/>
    <w:rsid w:val="00DE6D51"/>
    <w:rsid w:val="00DE72C0"/>
    <w:rsid w:val="00DF13B9"/>
    <w:rsid w:val="00DF6AB2"/>
    <w:rsid w:val="00DF75C1"/>
    <w:rsid w:val="00E072EA"/>
    <w:rsid w:val="00E1155A"/>
    <w:rsid w:val="00E12C2D"/>
    <w:rsid w:val="00E13037"/>
    <w:rsid w:val="00E13D1E"/>
    <w:rsid w:val="00E13E79"/>
    <w:rsid w:val="00E17F2F"/>
    <w:rsid w:val="00E23444"/>
    <w:rsid w:val="00E23E82"/>
    <w:rsid w:val="00E27C70"/>
    <w:rsid w:val="00E34AE1"/>
    <w:rsid w:val="00E37C53"/>
    <w:rsid w:val="00E40AE4"/>
    <w:rsid w:val="00E41B16"/>
    <w:rsid w:val="00E42C98"/>
    <w:rsid w:val="00E45D3B"/>
    <w:rsid w:val="00E511BB"/>
    <w:rsid w:val="00E51510"/>
    <w:rsid w:val="00E577CE"/>
    <w:rsid w:val="00E60763"/>
    <w:rsid w:val="00E6702D"/>
    <w:rsid w:val="00E67F32"/>
    <w:rsid w:val="00E75B0E"/>
    <w:rsid w:val="00E77069"/>
    <w:rsid w:val="00E806CA"/>
    <w:rsid w:val="00E8571B"/>
    <w:rsid w:val="00E85B5E"/>
    <w:rsid w:val="00E87320"/>
    <w:rsid w:val="00EA1EC9"/>
    <w:rsid w:val="00EA6757"/>
    <w:rsid w:val="00EA7902"/>
    <w:rsid w:val="00EB1C28"/>
    <w:rsid w:val="00EB43D4"/>
    <w:rsid w:val="00EB4CBE"/>
    <w:rsid w:val="00EB763A"/>
    <w:rsid w:val="00EC0EEE"/>
    <w:rsid w:val="00ED15D6"/>
    <w:rsid w:val="00ED3F0D"/>
    <w:rsid w:val="00ED4BC3"/>
    <w:rsid w:val="00EE2711"/>
    <w:rsid w:val="00EE3BD3"/>
    <w:rsid w:val="00EE41F2"/>
    <w:rsid w:val="00EE567A"/>
    <w:rsid w:val="00EE7EC7"/>
    <w:rsid w:val="00EF4952"/>
    <w:rsid w:val="00F02062"/>
    <w:rsid w:val="00F024C5"/>
    <w:rsid w:val="00F163AD"/>
    <w:rsid w:val="00F16785"/>
    <w:rsid w:val="00F16946"/>
    <w:rsid w:val="00F16AD8"/>
    <w:rsid w:val="00F21A9A"/>
    <w:rsid w:val="00F256D1"/>
    <w:rsid w:val="00F30D51"/>
    <w:rsid w:val="00F43D61"/>
    <w:rsid w:val="00F511F7"/>
    <w:rsid w:val="00F5523E"/>
    <w:rsid w:val="00F55B6E"/>
    <w:rsid w:val="00F5778C"/>
    <w:rsid w:val="00F66918"/>
    <w:rsid w:val="00F67517"/>
    <w:rsid w:val="00F72466"/>
    <w:rsid w:val="00F7318F"/>
    <w:rsid w:val="00F74197"/>
    <w:rsid w:val="00F82DFC"/>
    <w:rsid w:val="00F839E8"/>
    <w:rsid w:val="00F84C5A"/>
    <w:rsid w:val="00F8573F"/>
    <w:rsid w:val="00F90DFB"/>
    <w:rsid w:val="00FB0193"/>
    <w:rsid w:val="00FB0BF2"/>
    <w:rsid w:val="00FC148E"/>
    <w:rsid w:val="00FC5819"/>
    <w:rsid w:val="00FC60D7"/>
    <w:rsid w:val="00FC79B1"/>
    <w:rsid w:val="00FD33AB"/>
    <w:rsid w:val="00FD7D1F"/>
    <w:rsid w:val="00FD7E41"/>
    <w:rsid w:val="00FE0968"/>
    <w:rsid w:val="00FE1CE1"/>
    <w:rsid w:val="00FE2A90"/>
    <w:rsid w:val="00FE5E61"/>
    <w:rsid w:val="00FE694F"/>
    <w:rsid w:val="00FF27C5"/>
    <w:rsid w:val="00FF673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7BDE23"/>
  <w15:chartTrackingRefBased/>
  <w15:docId w15:val="{AAC0F7D7-A61D-465D-8974-95ABD87F7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Work Sans" w:eastAsiaTheme="minorHAnsi" w:hAnsi="Work Sans"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13B9"/>
    <w:pPr>
      <w:jc w:val="both"/>
    </w:pPr>
  </w:style>
  <w:style w:type="paragraph" w:styleId="Ttulo1">
    <w:name w:val="heading 1"/>
    <w:aliases w:val="Capítulo"/>
    <w:basedOn w:val="Normal"/>
    <w:next w:val="Normal"/>
    <w:link w:val="Ttulo1Car"/>
    <w:uiPriority w:val="9"/>
    <w:rsid w:val="00F02062"/>
    <w:pPr>
      <w:keepNext/>
      <w:keepLines/>
      <w:spacing w:before="240" w:after="0"/>
      <w:outlineLvl w:val="0"/>
    </w:pPr>
    <w:rPr>
      <w:rFonts w:eastAsiaTheme="majorEastAsia" w:cstheme="majorBidi"/>
      <w:b/>
      <w:color w:val="000000" w:themeColor="text1"/>
      <w:sz w:val="92"/>
      <w:szCs w:val="32"/>
    </w:rPr>
  </w:style>
  <w:style w:type="paragraph" w:styleId="Ttulo2">
    <w:name w:val="heading 2"/>
    <w:aliases w:val="Subcapítulo Título 2"/>
    <w:basedOn w:val="Normal"/>
    <w:next w:val="Normal"/>
    <w:link w:val="Ttulo2Car"/>
    <w:uiPriority w:val="9"/>
    <w:unhideWhenUsed/>
    <w:qFormat/>
    <w:rsid w:val="00B90983"/>
    <w:pPr>
      <w:keepNext/>
      <w:keepLines/>
      <w:spacing w:before="40" w:after="0"/>
      <w:jc w:val="left"/>
      <w:outlineLvl w:val="1"/>
    </w:pPr>
    <w:rPr>
      <w:rFonts w:eastAsiaTheme="majorEastAsia" w:cstheme="majorBidi"/>
      <w:b/>
      <w:color w:val="004884"/>
      <w:sz w:val="56"/>
      <w:szCs w:val="26"/>
    </w:rPr>
  </w:style>
  <w:style w:type="paragraph" w:styleId="Ttulo3">
    <w:name w:val="heading 3"/>
    <w:aliases w:val="Título tercer nivel"/>
    <w:basedOn w:val="Normal"/>
    <w:next w:val="Normal"/>
    <w:link w:val="Ttulo3Car"/>
    <w:uiPriority w:val="9"/>
    <w:unhideWhenUsed/>
    <w:qFormat/>
    <w:rsid w:val="00213407"/>
    <w:pPr>
      <w:keepNext/>
      <w:keepLines/>
      <w:spacing w:before="40" w:after="0"/>
      <w:outlineLvl w:val="2"/>
    </w:pPr>
    <w:rPr>
      <w:rFonts w:eastAsiaTheme="majorEastAsia" w:cstheme="majorBidi"/>
      <w:b/>
      <w:color w:val="004884"/>
      <w:sz w:val="28"/>
      <w:szCs w:val="24"/>
    </w:rPr>
  </w:style>
  <w:style w:type="paragraph" w:styleId="Ttulo4">
    <w:name w:val="heading 4"/>
    <w:aliases w:val="Nombre documento parte 2"/>
    <w:basedOn w:val="Normal"/>
    <w:next w:val="Normal"/>
    <w:link w:val="Ttulo4Car"/>
    <w:uiPriority w:val="9"/>
    <w:unhideWhenUsed/>
    <w:qFormat/>
    <w:rsid w:val="005A0970"/>
    <w:pPr>
      <w:keepNext/>
      <w:keepLines/>
      <w:spacing w:before="40" w:after="0"/>
      <w:outlineLvl w:val="3"/>
    </w:pPr>
    <w:rPr>
      <w:rFonts w:eastAsiaTheme="majorEastAsia" w:cstheme="majorBidi"/>
      <w:b/>
      <w:iCs/>
      <w:color w:val="FFFFFF" w:themeColor="background1"/>
      <w:sz w:val="30"/>
    </w:rPr>
  </w:style>
  <w:style w:type="paragraph" w:styleId="Ttulo5">
    <w:name w:val="heading 5"/>
    <w:aliases w:val="Tabla de contenido"/>
    <w:basedOn w:val="Normal"/>
    <w:next w:val="Normal"/>
    <w:link w:val="Ttulo5Car"/>
    <w:uiPriority w:val="9"/>
    <w:unhideWhenUsed/>
    <w:qFormat/>
    <w:rsid w:val="00B90983"/>
    <w:pPr>
      <w:keepNext/>
      <w:keepLines/>
      <w:spacing w:before="40" w:after="0"/>
      <w:jc w:val="center"/>
      <w:outlineLvl w:val="4"/>
    </w:pPr>
    <w:rPr>
      <w:rFonts w:eastAsiaTheme="majorEastAsia" w:cstheme="majorBidi"/>
      <w:b/>
      <w:color w:val="FF0062"/>
      <w:sz w:val="56"/>
    </w:rPr>
  </w:style>
  <w:style w:type="paragraph" w:styleId="Ttulo6">
    <w:name w:val="heading 6"/>
    <w:basedOn w:val="Normal"/>
    <w:next w:val="Normal"/>
    <w:link w:val="Ttulo6Car"/>
    <w:uiPriority w:val="9"/>
    <w:unhideWhenUsed/>
    <w:rsid w:val="005A0970"/>
    <w:pPr>
      <w:keepNext/>
      <w:keepLines/>
      <w:spacing w:before="40" w:after="0"/>
      <w:outlineLvl w:val="5"/>
    </w:pPr>
    <w:rPr>
      <w:rFonts w:asciiTheme="majorHAnsi" w:eastAsiaTheme="majorEastAsia" w:hAnsiTheme="majorHAnsi" w:cstheme="majorBidi"/>
      <w:color w:val="193264" w:themeColor="accent1" w:themeShade="7F"/>
    </w:rPr>
  </w:style>
  <w:style w:type="paragraph" w:styleId="Ttulo7">
    <w:name w:val="heading 7"/>
    <w:basedOn w:val="Normal"/>
    <w:next w:val="Normal"/>
    <w:link w:val="Ttulo7Car"/>
    <w:uiPriority w:val="9"/>
    <w:unhideWhenUsed/>
    <w:rsid w:val="005A0970"/>
    <w:pPr>
      <w:keepNext/>
      <w:keepLines/>
      <w:spacing w:before="40" w:after="0"/>
      <w:outlineLvl w:val="6"/>
    </w:pPr>
    <w:rPr>
      <w:rFonts w:asciiTheme="majorHAnsi" w:eastAsiaTheme="majorEastAsia" w:hAnsiTheme="majorHAnsi" w:cstheme="majorBidi"/>
      <w:i/>
      <w:iCs/>
      <w:color w:val="193264" w:themeColor="accent1" w:themeShade="7F"/>
    </w:rPr>
  </w:style>
  <w:style w:type="paragraph" w:styleId="Ttulo8">
    <w:name w:val="heading 8"/>
    <w:basedOn w:val="Normal"/>
    <w:next w:val="Normal"/>
    <w:link w:val="Ttulo8Car"/>
    <w:uiPriority w:val="9"/>
    <w:unhideWhenUsed/>
    <w:rsid w:val="005A0970"/>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unhideWhenUsed/>
    <w:rsid w:val="005A0970"/>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F27C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F27C5"/>
  </w:style>
  <w:style w:type="paragraph" w:styleId="Piedepgina">
    <w:name w:val="footer"/>
    <w:basedOn w:val="Normal"/>
    <w:link w:val="PiedepginaCar"/>
    <w:uiPriority w:val="99"/>
    <w:unhideWhenUsed/>
    <w:rsid w:val="00FF27C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F27C5"/>
  </w:style>
  <w:style w:type="paragraph" w:customStyle="1" w:styleId="TituloCapituloTitulos">
    <w:name w:val="Titulo Capitulo (Titulos)"/>
    <w:basedOn w:val="Normal"/>
    <w:uiPriority w:val="99"/>
    <w:rsid w:val="00C56808"/>
    <w:pPr>
      <w:suppressAutoHyphens/>
      <w:autoSpaceDE w:val="0"/>
      <w:autoSpaceDN w:val="0"/>
      <w:adjustRightInd w:val="0"/>
      <w:spacing w:after="0" w:line="288" w:lineRule="auto"/>
      <w:textAlignment w:val="center"/>
    </w:pPr>
    <w:rPr>
      <w:rFonts w:ascii="Work Sans Black" w:hAnsi="Work Sans Black" w:cs="Work Sans Black"/>
      <w:b/>
      <w:bCs/>
      <w:color w:val="000000"/>
      <w:sz w:val="92"/>
      <w:szCs w:val="92"/>
      <w:lang w:val="es-ES_tradnl"/>
    </w:rPr>
  </w:style>
  <w:style w:type="paragraph" w:styleId="Prrafodelista">
    <w:name w:val="List Paragraph"/>
    <w:basedOn w:val="Normal"/>
    <w:uiPriority w:val="1"/>
    <w:qFormat/>
    <w:rsid w:val="00581C63"/>
    <w:pPr>
      <w:ind w:left="720"/>
      <w:contextualSpacing/>
    </w:pPr>
  </w:style>
  <w:style w:type="character" w:customStyle="1" w:styleId="Ttulo2Car">
    <w:name w:val="Título 2 Car"/>
    <w:aliases w:val="Subcapítulo Título 2 Car"/>
    <w:basedOn w:val="Fuentedeprrafopredeter"/>
    <w:link w:val="Ttulo2"/>
    <w:uiPriority w:val="9"/>
    <w:rsid w:val="00B90983"/>
    <w:rPr>
      <w:rFonts w:eastAsiaTheme="majorEastAsia" w:cstheme="majorBidi"/>
      <w:b/>
      <w:color w:val="004884"/>
      <w:sz w:val="56"/>
      <w:szCs w:val="26"/>
    </w:rPr>
  </w:style>
  <w:style w:type="character" w:customStyle="1" w:styleId="Ttulo3Car">
    <w:name w:val="Título 3 Car"/>
    <w:aliases w:val="Título tercer nivel Car"/>
    <w:basedOn w:val="Fuentedeprrafopredeter"/>
    <w:link w:val="Ttulo3"/>
    <w:uiPriority w:val="9"/>
    <w:rsid w:val="00213407"/>
    <w:rPr>
      <w:rFonts w:eastAsiaTheme="majorEastAsia" w:cstheme="majorBidi"/>
      <w:b/>
      <w:color w:val="004884"/>
      <w:sz w:val="28"/>
      <w:szCs w:val="24"/>
    </w:rPr>
  </w:style>
  <w:style w:type="character" w:customStyle="1" w:styleId="Ttulo1Car">
    <w:name w:val="Título 1 Car"/>
    <w:aliases w:val="Capítulo Car"/>
    <w:basedOn w:val="Fuentedeprrafopredeter"/>
    <w:link w:val="Ttulo1"/>
    <w:uiPriority w:val="9"/>
    <w:rsid w:val="00F02062"/>
    <w:rPr>
      <w:rFonts w:eastAsiaTheme="majorEastAsia" w:cstheme="majorBidi"/>
      <w:b/>
      <w:color w:val="000000" w:themeColor="text1"/>
      <w:sz w:val="92"/>
      <w:szCs w:val="32"/>
    </w:rPr>
  </w:style>
  <w:style w:type="paragraph" w:styleId="Sinespaciado">
    <w:name w:val="No Spacing"/>
    <w:aliases w:val="Número de capítulo"/>
    <w:basedOn w:val="Ttulo1"/>
    <w:next w:val="Normal"/>
    <w:uiPriority w:val="1"/>
    <w:qFormat/>
    <w:rsid w:val="00B90983"/>
    <w:pPr>
      <w:pageBreakBefore/>
      <w:spacing w:line="240" w:lineRule="auto"/>
    </w:pPr>
    <w:rPr>
      <w:color w:val="FF0062"/>
    </w:rPr>
  </w:style>
  <w:style w:type="paragraph" w:styleId="Ttulo">
    <w:name w:val="Title"/>
    <w:aliases w:val="Autor y fecha"/>
    <w:basedOn w:val="Normal"/>
    <w:next w:val="Normal"/>
    <w:link w:val="TtuloCar"/>
    <w:uiPriority w:val="1"/>
    <w:qFormat/>
    <w:rsid w:val="005A0970"/>
    <w:pPr>
      <w:spacing w:after="0" w:line="240" w:lineRule="auto"/>
      <w:contextualSpacing/>
    </w:pPr>
    <w:rPr>
      <w:rFonts w:eastAsiaTheme="majorEastAsia" w:cstheme="majorBidi"/>
      <w:color w:val="FFFFFF" w:themeColor="background1"/>
      <w:spacing w:val="-10"/>
      <w:kern w:val="28"/>
      <w:sz w:val="24"/>
      <w:szCs w:val="56"/>
    </w:rPr>
  </w:style>
  <w:style w:type="character" w:customStyle="1" w:styleId="TtuloCar">
    <w:name w:val="Título Car"/>
    <w:aliases w:val="Autor y fecha Car"/>
    <w:basedOn w:val="Fuentedeprrafopredeter"/>
    <w:link w:val="Ttulo"/>
    <w:uiPriority w:val="10"/>
    <w:rsid w:val="005A0970"/>
    <w:rPr>
      <w:rFonts w:eastAsiaTheme="majorEastAsia" w:cstheme="majorBidi"/>
      <w:color w:val="FFFFFF" w:themeColor="background1"/>
      <w:spacing w:val="-10"/>
      <w:kern w:val="28"/>
      <w:sz w:val="24"/>
      <w:szCs w:val="56"/>
    </w:rPr>
  </w:style>
  <w:style w:type="character" w:customStyle="1" w:styleId="Ttulo4Car">
    <w:name w:val="Título 4 Car"/>
    <w:aliases w:val="Nombre documento parte 2 Car"/>
    <w:basedOn w:val="Fuentedeprrafopredeter"/>
    <w:link w:val="Ttulo4"/>
    <w:uiPriority w:val="9"/>
    <w:rsid w:val="005A0970"/>
    <w:rPr>
      <w:rFonts w:eastAsiaTheme="majorEastAsia" w:cstheme="majorBidi"/>
      <w:b/>
      <w:iCs/>
      <w:color w:val="FFFFFF" w:themeColor="background1"/>
      <w:sz w:val="30"/>
    </w:rPr>
  </w:style>
  <w:style w:type="character" w:customStyle="1" w:styleId="Ttulo5Car">
    <w:name w:val="Título 5 Car"/>
    <w:aliases w:val="Tabla de contenido Car"/>
    <w:basedOn w:val="Fuentedeprrafopredeter"/>
    <w:link w:val="Ttulo5"/>
    <w:uiPriority w:val="9"/>
    <w:rsid w:val="00B90983"/>
    <w:rPr>
      <w:rFonts w:eastAsiaTheme="majorEastAsia" w:cstheme="majorBidi"/>
      <w:b/>
      <w:color w:val="FF0062"/>
      <w:sz w:val="56"/>
    </w:rPr>
  </w:style>
  <w:style w:type="character" w:customStyle="1" w:styleId="Ttulo6Car">
    <w:name w:val="Título 6 Car"/>
    <w:basedOn w:val="Fuentedeprrafopredeter"/>
    <w:link w:val="Ttulo6"/>
    <w:uiPriority w:val="9"/>
    <w:rsid w:val="005A0970"/>
    <w:rPr>
      <w:rFonts w:asciiTheme="majorHAnsi" w:eastAsiaTheme="majorEastAsia" w:hAnsiTheme="majorHAnsi" w:cstheme="majorBidi"/>
      <w:color w:val="193264" w:themeColor="accent1" w:themeShade="7F"/>
    </w:rPr>
  </w:style>
  <w:style w:type="character" w:customStyle="1" w:styleId="Ttulo7Car">
    <w:name w:val="Título 7 Car"/>
    <w:basedOn w:val="Fuentedeprrafopredeter"/>
    <w:link w:val="Ttulo7"/>
    <w:uiPriority w:val="9"/>
    <w:rsid w:val="005A0970"/>
    <w:rPr>
      <w:rFonts w:asciiTheme="majorHAnsi" w:eastAsiaTheme="majorEastAsia" w:hAnsiTheme="majorHAnsi" w:cstheme="majorBidi"/>
      <w:i/>
      <w:iCs/>
      <w:color w:val="193264" w:themeColor="accent1" w:themeShade="7F"/>
    </w:rPr>
  </w:style>
  <w:style w:type="character" w:customStyle="1" w:styleId="Ttulo8Car">
    <w:name w:val="Título 8 Car"/>
    <w:basedOn w:val="Fuentedeprrafopredeter"/>
    <w:link w:val="Ttulo8"/>
    <w:uiPriority w:val="9"/>
    <w:rsid w:val="005A0970"/>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rsid w:val="005A0970"/>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5A0970"/>
    <w:pPr>
      <w:outlineLvl w:val="9"/>
    </w:pPr>
    <w:rPr>
      <w:rFonts w:asciiTheme="majorHAnsi" w:hAnsiTheme="majorHAnsi"/>
      <w:b w:val="0"/>
      <w:color w:val="264C97" w:themeColor="accent1" w:themeShade="BF"/>
      <w:sz w:val="32"/>
      <w:lang w:val="es-419" w:eastAsia="es-419"/>
    </w:rPr>
  </w:style>
  <w:style w:type="paragraph" w:styleId="TDC1">
    <w:name w:val="toc 1"/>
    <w:basedOn w:val="Normal"/>
    <w:next w:val="Normal"/>
    <w:autoRedefine/>
    <w:uiPriority w:val="39"/>
    <w:unhideWhenUsed/>
    <w:rsid w:val="005A0970"/>
    <w:pPr>
      <w:spacing w:after="100"/>
    </w:pPr>
  </w:style>
  <w:style w:type="paragraph" w:styleId="TDC2">
    <w:name w:val="toc 2"/>
    <w:basedOn w:val="Normal"/>
    <w:next w:val="Normal"/>
    <w:autoRedefine/>
    <w:uiPriority w:val="39"/>
    <w:unhideWhenUsed/>
    <w:rsid w:val="001D4827"/>
    <w:pPr>
      <w:tabs>
        <w:tab w:val="left" w:pos="880"/>
        <w:tab w:val="left" w:pos="1701"/>
        <w:tab w:val="right" w:leader="dot" w:pos="9962"/>
      </w:tabs>
      <w:spacing w:after="100"/>
      <w:ind w:left="220"/>
    </w:pPr>
  </w:style>
  <w:style w:type="paragraph" w:styleId="TDC3">
    <w:name w:val="toc 3"/>
    <w:basedOn w:val="Normal"/>
    <w:next w:val="Normal"/>
    <w:autoRedefine/>
    <w:uiPriority w:val="39"/>
    <w:unhideWhenUsed/>
    <w:rsid w:val="005A0970"/>
    <w:pPr>
      <w:spacing w:after="100"/>
      <w:ind w:left="440"/>
    </w:pPr>
  </w:style>
  <w:style w:type="character" w:styleId="Hipervnculo">
    <w:name w:val="Hyperlink"/>
    <w:basedOn w:val="Fuentedeprrafopredeter"/>
    <w:uiPriority w:val="99"/>
    <w:unhideWhenUsed/>
    <w:rsid w:val="005A0970"/>
    <w:rPr>
      <w:color w:val="3D63AD" w:themeColor="hyperlink"/>
      <w:u w:val="single"/>
    </w:rPr>
  </w:style>
  <w:style w:type="paragraph" w:styleId="Subttulo">
    <w:name w:val="Subtitle"/>
    <w:basedOn w:val="Normal"/>
    <w:next w:val="Normal"/>
    <w:link w:val="SubttuloCar"/>
    <w:uiPriority w:val="11"/>
    <w:rsid w:val="00557E6B"/>
    <w:pPr>
      <w:numPr>
        <w:ilvl w:val="1"/>
      </w:numPr>
    </w:pPr>
    <w:rPr>
      <w:rFonts w:asciiTheme="minorHAnsi" w:eastAsiaTheme="minorEastAsia" w:hAnsiTheme="minorHAnsi"/>
      <w:color w:val="5A5A5A" w:themeColor="text1" w:themeTint="A5"/>
      <w:spacing w:val="15"/>
    </w:rPr>
  </w:style>
  <w:style w:type="character" w:customStyle="1" w:styleId="SubttuloCar">
    <w:name w:val="Subtítulo Car"/>
    <w:basedOn w:val="Fuentedeprrafopredeter"/>
    <w:link w:val="Subttulo"/>
    <w:uiPriority w:val="11"/>
    <w:rsid w:val="00557E6B"/>
    <w:rPr>
      <w:rFonts w:asciiTheme="minorHAnsi" w:eastAsiaTheme="minorEastAsia" w:hAnsiTheme="minorHAnsi"/>
      <w:color w:val="5A5A5A" w:themeColor="text1" w:themeTint="A5"/>
      <w:spacing w:val="15"/>
    </w:rPr>
  </w:style>
  <w:style w:type="character" w:styleId="Nmerodepgina">
    <w:name w:val="page number"/>
    <w:basedOn w:val="Fuentedeprrafopredeter"/>
    <w:uiPriority w:val="99"/>
    <w:unhideWhenUsed/>
    <w:rsid w:val="00FC79B1"/>
  </w:style>
  <w:style w:type="paragraph" w:styleId="Textonotapie">
    <w:name w:val="footnote text"/>
    <w:basedOn w:val="Normal"/>
    <w:link w:val="TextonotapieCar"/>
    <w:uiPriority w:val="99"/>
    <w:semiHidden/>
    <w:unhideWhenUsed/>
    <w:rsid w:val="009C107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C1075"/>
    <w:rPr>
      <w:sz w:val="20"/>
      <w:szCs w:val="20"/>
    </w:rPr>
  </w:style>
  <w:style w:type="character" w:styleId="Refdenotaalpie">
    <w:name w:val="footnote reference"/>
    <w:basedOn w:val="Fuentedeprrafopredeter"/>
    <w:uiPriority w:val="99"/>
    <w:semiHidden/>
    <w:unhideWhenUsed/>
    <w:rsid w:val="009C1075"/>
    <w:rPr>
      <w:vertAlign w:val="superscript"/>
    </w:rPr>
  </w:style>
  <w:style w:type="paragraph" w:styleId="HTMLconformatoprevio">
    <w:name w:val="HTML Preformatted"/>
    <w:basedOn w:val="Normal"/>
    <w:link w:val="HTMLconformatoprevioCar"/>
    <w:uiPriority w:val="99"/>
    <w:semiHidden/>
    <w:unhideWhenUsed/>
    <w:rsid w:val="00FE6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CO"/>
    </w:rPr>
  </w:style>
  <w:style w:type="character" w:customStyle="1" w:styleId="HTMLconformatoprevioCar">
    <w:name w:val="HTML con formato previo Car"/>
    <w:basedOn w:val="Fuentedeprrafopredeter"/>
    <w:link w:val="HTMLconformatoprevio"/>
    <w:uiPriority w:val="99"/>
    <w:semiHidden/>
    <w:rsid w:val="00FE694F"/>
    <w:rPr>
      <w:rFonts w:ascii="Courier New" w:eastAsia="Times New Roman" w:hAnsi="Courier New" w:cs="Courier New"/>
      <w:sz w:val="20"/>
      <w:szCs w:val="20"/>
      <w:lang w:eastAsia="es-CO"/>
    </w:rPr>
  </w:style>
  <w:style w:type="character" w:customStyle="1" w:styleId="y2iqfc">
    <w:name w:val="y2iqfc"/>
    <w:basedOn w:val="Fuentedeprrafopredeter"/>
    <w:rsid w:val="00FE694F"/>
  </w:style>
  <w:style w:type="paragraph" w:styleId="Descripcin">
    <w:name w:val="caption"/>
    <w:basedOn w:val="Normal"/>
    <w:next w:val="Normal"/>
    <w:uiPriority w:val="35"/>
    <w:unhideWhenUsed/>
    <w:qFormat/>
    <w:rsid w:val="00005D5A"/>
    <w:pPr>
      <w:spacing w:after="200" w:line="240" w:lineRule="auto"/>
      <w:jc w:val="center"/>
    </w:pPr>
    <w:rPr>
      <w:i/>
      <w:iCs/>
      <w:color w:val="4B4B4B" w:themeColor="text2"/>
      <w:sz w:val="18"/>
      <w:szCs w:val="18"/>
    </w:rPr>
  </w:style>
  <w:style w:type="paragraph" w:styleId="Textodeglobo">
    <w:name w:val="Balloon Text"/>
    <w:basedOn w:val="Normal"/>
    <w:link w:val="TextodegloboCar"/>
    <w:uiPriority w:val="99"/>
    <w:semiHidden/>
    <w:unhideWhenUsed/>
    <w:rsid w:val="002133F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133F9"/>
    <w:rPr>
      <w:rFonts w:ascii="Segoe UI" w:hAnsi="Segoe UI" w:cs="Segoe UI"/>
      <w:sz w:val="18"/>
      <w:szCs w:val="18"/>
    </w:rPr>
  </w:style>
  <w:style w:type="table" w:styleId="Tablaconcuadrcula">
    <w:name w:val="Table Grid"/>
    <w:basedOn w:val="Tablanormal"/>
    <w:uiPriority w:val="39"/>
    <w:rsid w:val="00306F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4-nfasis1">
    <w:name w:val="Grid Table 4 Accent 1"/>
    <w:basedOn w:val="Tablanormal"/>
    <w:uiPriority w:val="49"/>
    <w:rsid w:val="00306F4B"/>
    <w:pPr>
      <w:spacing w:after="0" w:line="240" w:lineRule="auto"/>
    </w:pPr>
    <w:tblPr>
      <w:tblStyleRowBandSize w:val="1"/>
      <w:tblStyleColBandSize w:val="1"/>
      <w:tblBorders>
        <w:top w:val="single" w:sz="4" w:space="0" w:color="83A2E0" w:themeColor="accent1" w:themeTint="99"/>
        <w:left w:val="single" w:sz="4" w:space="0" w:color="83A2E0" w:themeColor="accent1" w:themeTint="99"/>
        <w:bottom w:val="single" w:sz="4" w:space="0" w:color="83A2E0" w:themeColor="accent1" w:themeTint="99"/>
        <w:right w:val="single" w:sz="4" w:space="0" w:color="83A2E0" w:themeColor="accent1" w:themeTint="99"/>
        <w:insideH w:val="single" w:sz="4" w:space="0" w:color="83A2E0" w:themeColor="accent1" w:themeTint="99"/>
        <w:insideV w:val="single" w:sz="4" w:space="0" w:color="83A2E0" w:themeColor="accent1" w:themeTint="99"/>
      </w:tblBorders>
    </w:tblPr>
    <w:tblStylePr w:type="firstRow">
      <w:rPr>
        <w:b/>
        <w:bCs/>
        <w:color w:val="FFFFFF" w:themeColor="background1"/>
      </w:rPr>
      <w:tblPr/>
      <w:tcPr>
        <w:tcBorders>
          <w:top w:val="single" w:sz="4" w:space="0" w:color="3366CA" w:themeColor="accent1"/>
          <w:left w:val="single" w:sz="4" w:space="0" w:color="3366CA" w:themeColor="accent1"/>
          <w:bottom w:val="single" w:sz="4" w:space="0" w:color="3366CA" w:themeColor="accent1"/>
          <w:right w:val="single" w:sz="4" w:space="0" w:color="3366CA" w:themeColor="accent1"/>
          <w:insideH w:val="nil"/>
          <w:insideV w:val="nil"/>
        </w:tcBorders>
        <w:shd w:val="clear" w:color="auto" w:fill="3366CA" w:themeFill="accent1"/>
      </w:tcPr>
    </w:tblStylePr>
    <w:tblStylePr w:type="lastRow">
      <w:rPr>
        <w:b/>
        <w:bCs/>
      </w:rPr>
      <w:tblPr/>
      <w:tcPr>
        <w:tcBorders>
          <w:top w:val="double" w:sz="4" w:space="0" w:color="3366CA" w:themeColor="accent1"/>
        </w:tcBorders>
      </w:tcPr>
    </w:tblStylePr>
    <w:tblStylePr w:type="firstCol">
      <w:rPr>
        <w:b/>
        <w:bCs/>
      </w:rPr>
    </w:tblStylePr>
    <w:tblStylePr w:type="lastCol">
      <w:rPr>
        <w:b/>
        <w:bCs/>
      </w:rPr>
    </w:tblStylePr>
    <w:tblStylePr w:type="band1Vert">
      <w:tblPr/>
      <w:tcPr>
        <w:shd w:val="clear" w:color="auto" w:fill="D5E0F4" w:themeFill="accent1" w:themeFillTint="33"/>
      </w:tcPr>
    </w:tblStylePr>
    <w:tblStylePr w:type="band1Horz">
      <w:tblPr/>
      <w:tcPr>
        <w:shd w:val="clear" w:color="auto" w:fill="D5E0F4" w:themeFill="accent1" w:themeFillTint="33"/>
      </w:tcPr>
    </w:tblStylePr>
  </w:style>
  <w:style w:type="character" w:customStyle="1" w:styleId="fontstyle01">
    <w:name w:val="fontstyle01"/>
    <w:basedOn w:val="Fuentedeprrafopredeter"/>
    <w:rsid w:val="00450ADF"/>
    <w:rPr>
      <w:rFonts w:ascii="Times-Roman" w:hAnsi="Times-Roman" w:hint="default"/>
      <w:b w:val="0"/>
      <w:bCs w:val="0"/>
      <w:i w:val="0"/>
      <w:iCs w:val="0"/>
      <w:color w:val="000000"/>
      <w:sz w:val="20"/>
      <w:szCs w:val="20"/>
    </w:rPr>
  </w:style>
  <w:style w:type="paragraph" w:styleId="Tabladeilustraciones">
    <w:name w:val="table of figures"/>
    <w:basedOn w:val="Normal"/>
    <w:next w:val="Normal"/>
    <w:uiPriority w:val="99"/>
    <w:unhideWhenUsed/>
    <w:rsid w:val="00CC75E0"/>
    <w:pPr>
      <w:spacing w:after="0"/>
    </w:pPr>
  </w:style>
  <w:style w:type="paragraph" w:customStyle="1" w:styleId="Encabezadolistagraficas">
    <w:name w:val="Encabezado lista graficas"/>
    <w:basedOn w:val="TtuloTDC"/>
    <w:qFormat/>
    <w:rsid w:val="00B90983"/>
    <w:pPr>
      <w:tabs>
        <w:tab w:val="num" w:pos="360"/>
      </w:tabs>
      <w:spacing w:before="480" w:line="240" w:lineRule="auto"/>
      <w:ind w:left="720"/>
      <w:jc w:val="center"/>
    </w:pPr>
    <w:rPr>
      <w:rFonts w:ascii="Arial" w:eastAsia="Times New Roman" w:hAnsi="Arial" w:cs="Arial"/>
      <w:b/>
      <w:bCs/>
      <w:color w:val="004884"/>
      <w:sz w:val="28"/>
      <w:szCs w:val="28"/>
      <w:lang w:val="es-ES" w:eastAsia="x-none"/>
    </w:rPr>
  </w:style>
  <w:style w:type="table" w:styleId="Tablaconcuadrcula3-nfasis2">
    <w:name w:val="Grid Table 3 Accent 2"/>
    <w:basedOn w:val="Tablanormal"/>
    <w:uiPriority w:val="48"/>
    <w:rsid w:val="004D6B8A"/>
    <w:pPr>
      <w:spacing w:after="0" w:line="240" w:lineRule="auto"/>
    </w:pPr>
    <w:tblPr>
      <w:tblStyleRowBandSize w:val="1"/>
      <w:tblStyleColBandSize w:val="1"/>
      <w:tblBorders>
        <w:top w:val="single" w:sz="4" w:space="0" w:color="FF66A0" w:themeColor="accent2" w:themeTint="99"/>
        <w:left w:val="single" w:sz="4" w:space="0" w:color="FF66A0" w:themeColor="accent2" w:themeTint="99"/>
        <w:bottom w:val="single" w:sz="4" w:space="0" w:color="FF66A0" w:themeColor="accent2" w:themeTint="99"/>
        <w:right w:val="single" w:sz="4" w:space="0" w:color="FF66A0" w:themeColor="accent2" w:themeTint="99"/>
        <w:insideH w:val="single" w:sz="4" w:space="0" w:color="FF66A0" w:themeColor="accent2" w:themeTint="99"/>
        <w:insideV w:val="single" w:sz="4" w:space="0" w:color="FF66A0"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CDF" w:themeFill="accent2" w:themeFillTint="33"/>
      </w:tcPr>
    </w:tblStylePr>
    <w:tblStylePr w:type="band1Horz">
      <w:tblPr/>
      <w:tcPr>
        <w:shd w:val="clear" w:color="auto" w:fill="FFCCDF" w:themeFill="accent2" w:themeFillTint="33"/>
      </w:tcPr>
    </w:tblStylePr>
    <w:tblStylePr w:type="neCell">
      <w:tblPr/>
      <w:tcPr>
        <w:tcBorders>
          <w:bottom w:val="single" w:sz="4" w:space="0" w:color="FF66A0" w:themeColor="accent2" w:themeTint="99"/>
        </w:tcBorders>
      </w:tcPr>
    </w:tblStylePr>
    <w:tblStylePr w:type="nwCell">
      <w:tblPr/>
      <w:tcPr>
        <w:tcBorders>
          <w:bottom w:val="single" w:sz="4" w:space="0" w:color="FF66A0" w:themeColor="accent2" w:themeTint="99"/>
        </w:tcBorders>
      </w:tcPr>
    </w:tblStylePr>
    <w:tblStylePr w:type="seCell">
      <w:tblPr/>
      <w:tcPr>
        <w:tcBorders>
          <w:top w:val="single" w:sz="4" w:space="0" w:color="FF66A0" w:themeColor="accent2" w:themeTint="99"/>
        </w:tcBorders>
      </w:tcPr>
    </w:tblStylePr>
    <w:tblStylePr w:type="swCell">
      <w:tblPr/>
      <w:tcPr>
        <w:tcBorders>
          <w:top w:val="single" w:sz="4" w:space="0" w:color="FF66A0" w:themeColor="accent2" w:themeTint="99"/>
        </w:tcBorders>
      </w:tcPr>
    </w:tblStylePr>
  </w:style>
  <w:style w:type="table" w:styleId="Tabladelista1clara-nfasis1">
    <w:name w:val="List Table 1 Light Accent 1"/>
    <w:basedOn w:val="Tablanormal"/>
    <w:uiPriority w:val="46"/>
    <w:rsid w:val="004D6B8A"/>
    <w:pPr>
      <w:spacing w:after="0" w:line="240" w:lineRule="auto"/>
    </w:pPr>
    <w:tblPr>
      <w:tblStyleRowBandSize w:val="1"/>
      <w:tblStyleColBandSize w:val="1"/>
    </w:tblPr>
    <w:tblStylePr w:type="firstRow">
      <w:rPr>
        <w:b/>
        <w:bCs/>
      </w:rPr>
      <w:tblPr/>
      <w:tcPr>
        <w:tcBorders>
          <w:bottom w:val="single" w:sz="4" w:space="0" w:color="83A2E0" w:themeColor="accent1" w:themeTint="99"/>
        </w:tcBorders>
      </w:tcPr>
    </w:tblStylePr>
    <w:tblStylePr w:type="lastRow">
      <w:rPr>
        <w:b/>
        <w:bCs/>
      </w:rPr>
      <w:tblPr/>
      <w:tcPr>
        <w:tcBorders>
          <w:top w:val="single" w:sz="4" w:space="0" w:color="83A2E0" w:themeColor="accent1" w:themeTint="99"/>
        </w:tcBorders>
      </w:tcPr>
    </w:tblStylePr>
    <w:tblStylePr w:type="firstCol">
      <w:rPr>
        <w:b/>
        <w:bCs/>
      </w:rPr>
    </w:tblStylePr>
    <w:tblStylePr w:type="lastCol">
      <w:rPr>
        <w:b/>
        <w:bCs/>
      </w:rPr>
    </w:tblStylePr>
    <w:tblStylePr w:type="band1Vert">
      <w:tblPr/>
      <w:tcPr>
        <w:shd w:val="clear" w:color="auto" w:fill="D5E0F4" w:themeFill="accent1" w:themeFillTint="33"/>
      </w:tcPr>
    </w:tblStylePr>
    <w:tblStylePr w:type="band1Horz">
      <w:tblPr/>
      <w:tcPr>
        <w:shd w:val="clear" w:color="auto" w:fill="D5E0F4" w:themeFill="accent1" w:themeFillTint="33"/>
      </w:tcPr>
    </w:tblStylePr>
  </w:style>
  <w:style w:type="table" w:styleId="Tabladelista4-nfasis1">
    <w:name w:val="List Table 4 Accent 1"/>
    <w:basedOn w:val="Tablanormal"/>
    <w:uiPriority w:val="49"/>
    <w:rsid w:val="004D6B8A"/>
    <w:pPr>
      <w:spacing w:after="0" w:line="240" w:lineRule="auto"/>
    </w:pPr>
    <w:tblPr>
      <w:tblStyleRowBandSize w:val="1"/>
      <w:tblStyleColBandSize w:val="1"/>
      <w:tblBorders>
        <w:top w:val="single" w:sz="4" w:space="0" w:color="83A2E0" w:themeColor="accent1" w:themeTint="99"/>
        <w:left w:val="single" w:sz="4" w:space="0" w:color="83A2E0" w:themeColor="accent1" w:themeTint="99"/>
        <w:bottom w:val="single" w:sz="4" w:space="0" w:color="83A2E0" w:themeColor="accent1" w:themeTint="99"/>
        <w:right w:val="single" w:sz="4" w:space="0" w:color="83A2E0" w:themeColor="accent1" w:themeTint="99"/>
        <w:insideH w:val="single" w:sz="4" w:space="0" w:color="83A2E0" w:themeColor="accent1" w:themeTint="99"/>
      </w:tblBorders>
    </w:tblPr>
    <w:tblStylePr w:type="firstRow">
      <w:rPr>
        <w:b/>
        <w:bCs/>
        <w:color w:val="FFFFFF" w:themeColor="background1"/>
      </w:rPr>
      <w:tblPr/>
      <w:tcPr>
        <w:tcBorders>
          <w:top w:val="single" w:sz="4" w:space="0" w:color="3366CA" w:themeColor="accent1"/>
          <w:left w:val="single" w:sz="4" w:space="0" w:color="3366CA" w:themeColor="accent1"/>
          <w:bottom w:val="single" w:sz="4" w:space="0" w:color="3366CA" w:themeColor="accent1"/>
          <w:right w:val="single" w:sz="4" w:space="0" w:color="3366CA" w:themeColor="accent1"/>
          <w:insideH w:val="nil"/>
        </w:tcBorders>
        <w:shd w:val="clear" w:color="auto" w:fill="3366CA" w:themeFill="accent1"/>
      </w:tcPr>
    </w:tblStylePr>
    <w:tblStylePr w:type="lastRow">
      <w:rPr>
        <w:b/>
        <w:bCs/>
      </w:rPr>
      <w:tblPr/>
      <w:tcPr>
        <w:tcBorders>
          <w:top w:val="double" w:sz="4" w:space="0" w:color="83A2E0" w:themeColor="accent1" w:themeTint="99"/>
        </w:tcBorders>
      </w:tcPr>
    </w:tblStylePr>
    <w:tblStylePr w:type="firstCol">
      <w:rPr>
        <w:b/>
        <w:bCs/>
      </w:rPr>
    </w:tblStylePr>
    <w:tblStylePr w:type="lastCol">
      <w:rPr>
        <w:b/>
        <w:bCs/>
      </w:rPr>
    </w:tblStylePr>
    <w:tblStylePr w:type="band1Vert">
      <w:tblPr/>
      <w:tcPr>
        <w:shd w:val="clear" w:color="auto" w:fill="D5E0F4" w:themeFill="accent1" w:themeFillTint="33"/>
      </w:tcPr>
    </w:tblStylePr>
    <w:tblStylePr w:type="band1Horz">
      <w:tblPr/>
      <w:tcPr>
        <w:shd w:val="clear" w:color="auto" w:fill="D5E0F4" w:themeFill="accent1" w:themeFillTint="33"/>
      </w:tcPr>
    </w:tblStylePr>
  </w:style>
  <w:style w:type="table" w:styleId="Sombreadomedio1-nfasis1">
    <w:name w:val="Medium Shading 1 Accent 1"/>
    <w:basedOn w:val="Tablanormal"/>
    <w:uiPriority w:val="63"/>
    <w:rsid w:val="00014E5D"/>
    <w:pPr>
      <w:spacing w:after="0" w:line="240" w:lineRule="auto"/>
    </w:pPr>
    <w:tblPr>
      <w:tblStyleRowBandSize w:val="1"/>
      <w:tblStyleColBandSize w:val="1"/>
      <w:tblBorders>
        <w:top w:val="single" w:sz="8" w:space="0" w:color="658BD8" w:themeColor="accent1" w:themeTint="BF"/>
        <w:left w:val="single" w:sz="8" w:space="0" w:color="658BD8" w:themeColor="accent1" w:themeTint="BF"/>
        <w:bottom w:val="single" w:sz="8" w:space="0" w:color="658BD8" w:themeColor="accent1" w:themeTint="BF"/>
        <w:right w:val="single" w:sz="8" w:space="0" w:color="658BD8" w:themeColor="accent1" w:themeTint="BF"/>
        <w:insideH w:val="single" w:sz="8" w:space="0" w:color="658BD8" w:themeColor="accent1" w:themeTint="BF"/>
      </w:tblBorders>
    </w:tblPr>
    <w:tblStylePr w:type="firstRow">
      <w:pPr>
        <w:spacing w:before="0" w:after="0" w:line="240" w:lineRule="auto"/>
      </w:pPr>
      <w:rPr>
        <w:b/>
        <w:bCs/>
        <w:color w:val="FFFFFF" w:themeColor="background1"/>
      </w:rPr>
      <w:tblPr/>
      <w:tcPr>
        <w:tcBorders>
          <w:top w:val="single" w:sz="8" w:space="0" w:color="658BD8" w:themeColor="accent1" w:themeTint="BF"/>
          <w:left w:val="single" w:sz="8" w:space="0" w:color="658BD8" w:themeColor="accent1" w:themeTint="BF"/>
          <w:bottom w:val="single" w:sz="8" w:space="0" w:color="658BD8" w:themeColor="accent1" w:themeTint="BF"/>
          <w:right w:val="single" w:sz="8" w:space="0" w:color="658BD8" w:themeColor="accent1" w:themeTint="BF"/>
          <w:insideH w:val="nil"/>
          <w:insideV w:val="nil"/>
        </w:tcBorders>
        <w:shd w:val="clear" w:color="auto" w:fill="3366CA" w:themeFill="accent1"/>
      </w:tcPr>
    </w:tblStylePr>
    <w:tblStylePr w:type="lastRow">
      <w:pPr>
        <w:spacing w:before="0" w:after="0" w:line="240" w:lineRule="auto"/>
      </w:pPr>
      <w:rPr>
        <w:b/>
        <w:bCs/>
      </w:rPr>
      <w:tblPr/>
      <w:tcPr>
        <w:tcBorders>
          <w:top w:val="double" w:sz="6" w:space="0" w:color="658BD8" w:themeColor="accent1" w:themeTint="BF"/>
          <w:left w:val="single" w:sz="8" w:space="0" w:color="658BD8" w:themeColor="accent1" w:themeTint="BF"/>
          <w:bottom w:val="single" w:sz="8" w:space="0" w:color="658BD8" w:themeColor="accent1" w:themeTint="BF"/>
          <w:right w:val="single" w:sz="8" w:space="0" w:color="658BD8" w:themeColor="accent1" w:themeTint="BF"/>
          <w:insideH w:val="nil"/>
          <w:insideV w:val="nil"/>
        </w:tcBorders>
      </w:tcPr>
    </w:tblStylePr>
    <w:tblStylePr w:type="firstCol">
      <w:rPr>
        <w:b/>
        <w:bCs/>
      </w:rPr>
    </w:tblStylePr>
    <w:tblStylePr w:type="lastCol">
      <w:rPr>
        <w:b/>
        <w:bCs/>
      </w:rPr>
    </w:tblStylePr>
    <w:tblStylePr w:type="band1Vert">
      <w:tblPr/>
      <w:tcPr>
        <w:shd w:val="clear" w:color="auto" w:fill="CCD8F2" w:themeFill="accent1" w:themeFillTint="3F"/>
      </w:tcPr>
    </w:tblStylePr>
    <w:tblStylePr w:type="band1Horz">
      <w:tblPr/>
      <w:tcPr>
        <w:tcBorders>
          <w:insideH w:val="nil"/>
          <w:insideV w:val="nil"/>
        </w:tcBorders>
        <w:shd w:val="clear" w:color="auto" w:fill="CCD8F2" w:themeFill="accent1" w:themeFillTint="3F"/>
      </w:tcPr>
    </w:tblStylePr>
    <w:tblStylePr w:type="band2Horz">
      <w:tblPr/>
      <w:tcPr>
        <w:tcBorders>
          <w:insideH w:val="nil"/>
          <w:insideV w:val="nil"/>
        </w:tcBorders>
      </w:tcPr>
    </w:tblStylePr>
  </w:style>
  <w:style w:type="table" w:styleId="Tabladelista6concolores-nfasis1">
    <w:name w:val="List Table 6 Colorful Accent 1"/>
    <w:basedOn w:val="Tablanormal"/>
    <w:uiPriority w:val="51"/>
    <w:rsid w:val="00014E5D"/>
    <w:pPr>
      <w:spacing w:after="0" w:line="240" w:lineRule="auto"/>
    </w:pPr>
    <w:rPr>
      <w:color w:val="264C97" w:themeColor="accent1" w:themeShade="BF"/>
    </w:rPr>
    <w:tblPr>
      <w:tblStyleRowBandSize w:val="1"/>
      <w:tblStyleColBandSize w:val="1"/>
      <w:tblBorders>
        <w:top w:val="single" w:sz="4" w:space="0" w:color="3366CA" w:themeColor="accent1"/>
        <w:bottom w:val="single" w:sz="4" w:space="0" w:color="3366CA" w:themeColor="accent1"/>
      </w:tblBorders>
    </w:tblPr>
    <w:tblStylePr w:type="firstRow">
      <w:rPr>
        <w:b/>
        <w:bCs/>
      </w:rPr>
      <w:tblPr/>
      <w:tcPr>
        <w:tcBorders>
          <w:bottom w:val="single" w:sz="4" w:space="0" w:color="3366CA" w:themeColor="accent1"/>
        </w:tcBorders>
      </w:tcPr>
    </w:tblStylePr>
    <w:tblStylePr w:type="lastRow">
      <w:rPr>
        <w:b/>
        <w:bCs/>
      </w:rPr>
      <w:tblPr/>
      <w:tcPr>
        <w:tcBorders>
          <w:top w:val="double" w:sz="4" w:space="0" w:color="3366CA" w:themeColor="accent1"/>
        </w:tcBorders>
      </w:tcPr>
    </w:tblStylePr>
    <w:tblStylePr w:type="firstCol">
      <w:rPr>
        <w:b/>
        <w:bCs/>
      </w:rPr>
    </w:tblStylePr>
    <w:tblStylePr w:type="lastCol">
      <w:rPr>
        <w:b/>
        <w:bCs/>
      </w:rPr>
    </w:tblStylePr>
    <w:tblStylePr w:type="band1Vert">
      <w:tblPr/>
      <w:tcPr>
        <w:shd w:val="clear" w:color="auto" w:fill="D5E0F4" w:themeFill="accent1" w:themeFillTint="33"/>
      </w:tcPr>
    </w:tblStylePr>
    <w:tblStylePr w:type="band1Horz">
      <w:tblPr/>
      <w:tcPr>
        <w:shd w:val="clear" w:color="auto" w:fill="D5E0F4" w:themeFill="accent1" w:themeFillTint="33"/>
      </w:tcPr>
    </w:tblStylePr>
  </w:style>
  <w:style w:type="table" w:styleId="Tabladelista2-nfasis1">
    <w:name w:val="List Table 2 Accent 1"/>
    <w:basedOn w:val="Tablanormal"/>
    <w:uiPriority w:val="47"/>
    <w:rsid w:val="00014E5D"/>
    <w:pPr>
      <w:spacing w:after="0" w:line="240" w:lineRule="auto"/>
    </w:pPr>
    <w:tblPr>
      <w:tblStyleRowBandSize w:val="1"/>
      <w:tblStyleColBandSize w:val="1"/>
      <w:tblBorders>
        <w:top w:val="single" w:sz="4" w:space="0" w:color="83A2E0" w:themeColor="accent1" w:themeTint="99"/>
        <w:bottom w:val="single" w:sz="4" w:space="0" w:color="83A2E0" w:themeColor="accent1" w:themeTint="99"/>
        <w:insideH w:val="single" w:sz="4" w:space="0" w:color="83A2E0"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5E0F4" w:themeFill="accent1" w:themeFillTint="33"/>
      </w:tcPr>
    </w:tblStylePr>
    <w:tblStylePr w:type="band1Horz">
      <w:tblPr/>
      <w:tcPr>
        <w:shd w:val="clear" w:color="auto" w:fill="D5E0F4" w:themeFill="accent1" w:themeFillTint="33"/>
      </w:tcPr>
    </w:tblStylePr>
  </w:style>
  <w:style w:type="table" w:customStyle="1" w:styleId="TablasMinTIC">
    <w:name w:val="Tablas MinTIC"/>
    <w:basedOn w:val="Tablanormal"/>
    <w:uiPriority w:val="99"/>
    <w:rsid w:val="00262509"/>
    <w:pPr>
      <w:spacing w:after="0" w:line="240" w:lineRule="auto"/>
    </w:pPr>
    <w:rPr>
      <w:color w:val="004884" w:themeColor="accent3"/>
    </w:rPr>
    <w:tblPr>
      <w:tblStyleRowBandSize w:val="1"/>
      <w:tblStyleColBandSize w:val="1"/>
    </w:tblPr>
    <w:tcPr>
      <w:vAlign w:val="center"/>
    </w:tcPr>
    <w:tblStylePr w:type="firstRow">
      <w:rPr>
        <w:b/>
        <w:color w:val="004884" w:themeColor="accent3"/>
        <w:sz w:val="28"/>
      </w:rPr>
      <w:tblPr/>
      <w:tcPr>
        <w:tcBorders>
          <w:top w:val="nil"/>
          <w:left w:val="nil"/>
          <w:bottom w:val="single" w:sz="18" w:space="0" w:color="004884" w:themeColor="accent3"/>
          <w:right w:val="nil"/>
          <w:insideH w:val="nil"/>
          <w:insideV w:val="nil"/>
        </w:tcBorders>
      </w:tcPr>
    </w:tblStylePr>
    <w:tblStylePr w:type="firstCol">
      <w:rPr>
        <w:b/>
      </w:rPr>
    </w:tblStylePr>
    <w:tblStylePr w:type="band1Vert">
      <w:tblPr/>
      <w:tcPr>
        <w:tcBorders>
          <w:right w:val="nil"/>
        </w:tcBorders>
      </w:tcPr>
    </w:tblStylePr>
    <w:tblStylePr w:type="band2Horz">
      <w:tblPr/>
      <w:tcPr>
        <w:shd w:val="clear" w:color="auto" w:fill="E7E6E6" w:themeFill="background2"/>
      </w:tcPr>
    </w:tblStylePr>
  </w:style>
  <w:style w:type="table" w:customStyle="1" w:styleId="TablasMinTIC02">
    <w:name w:val="Tablas MinTIC 02"/>
    <w:basedOn w:val="Tablanormal"/>
    <w:uiPriority w:val="99"/>
    <w:rsid w:val="00406055"/>
    <w:pPr>
      <w:spacing w:after="0" w:line="240" w:lineRule="auto"/>
    </w:pPr>
    <w:rPr>
      <w:color w:val="004884" w:themeColor="accent3"/>
    </w:rPr>
    <w:tblPr>
      <w:tblBorders>
        <w:top w:val="single" w:sz="4" w:space="0" w:color="004884" w:themeColor="accent3"/>
        <w:left w:val="single" w:sz="4" w:space="0" w:color="004884" w:themeColor="accent3"/>
        <w:bottom w:val="single" w:sz="4" w:space="0" w:color="004884" w:themeColor="accent3"/>
        <w:right w:val="single" w:sz="4" w:space="0" w:color="004884" w:themeColor="accent3"/>
        <w:insideH w:val="single" w:sz="4" w:space="0" w:color="004884" w:themeColor="accent3"/>
        <w:insideV w:val="single" w:sz="4" w:space="0" w:color="004884" w:themeColor="accent3"/>
      </w:tblBorders>
    </w:tblPr>
    <w:tcPr>
      <w:shd w:val="clear" w:color="auto" w:fill="FFFFFF" w:themeFill="background1"/>
      <w:vAlign w:val="center"/>
    </w:tcPr>
    <w:tblStylePr w:type="firstRow">
      <w:pPr>
        <w:jc w:val="left"/>
      </w:pPr>
      <w:rPr>
        <w:b/>
        <w:color w:val="FFFFFF" w:themeColor="background1"/>
        <w:sz w:val="22"/>
      </w:rPr>
      <w:tblPr/>
      <w:tcPr>
        <w:tcBorders>
          <w:insideH w:val="single" w:sz="4" w:space="0" w:color="FFFFFF" w:themeColor="background1"/>
          <w:insideV w:val="single" w:sz="4" w:space="0" w:color="FFFFFF" w:themeColor="background1"/>
        </w:tcBorders>
        <w:shd w:val="clear" w:color="auto" w:fill="004884" w:themeFill="accent3"/>
      </w:tcPr>
    </w:tblStylePr>
    <w:tblStylePr w:type="firstCol">
      <w:rPr>
        <w:b/>
        <w:color w:val="FFFFFF" w:themeColor="background1"/>
        <w:sz w:val="22"/>
      </w:rPr>
      <w:tblPr/>
      <w:tcPr>
        <w:tcBorders>
          <w:top w:val="nil"/>
          <w:left w:val="nil"/>
          <w:bottom w:val="nil"/>
          <w:right w:val="nil"/>
          <w:insideH w:val="single" w:sz="4" w:space="0" w:color="FFFFFF" w:themeColor="background1"/>
          <w:insideV w:val="single" w:sz="4" w:space="0" w:color="FFFFFF" w:themeColor="background1"/>
        </w:tcBorders>
        <w:shd w:val="clear" w:color="auto" w:fill="004884" w:themeFill="accent3"/>
      </w:tcPr>
    </w:tblStylePr>
  </w:style>
  <w:style w:type="table" w:customStyle="1" w:styleId="Estilo1">
    <w:name w:val="Estilo1"/>
    <w:basedOn w:val="Tablanormal"/>
    <w:uiPriority w:val="99"/>
    <w:rsid w:val="00E12C2D"/>
    <w:pPr>
      <w:spacing w:after="0" w:line="240" w:lineRule="auto"/>
    </w:pPr>
    <w:rPr>
      <w:color w:val="004884" w:themeColor="accent3"/>
    </w:rPr>
    <w:tblPr/>
    <w:tcPr>
      <w:shd w:val="clear" w:color="auto" w:fill="E7E6E6" w:themeFill="background2"/>
      <w:vAlign w:val="center"/>
    </w:tcPr>
    <w:tblStylePr w:type="lastRow">
      <w:tblPr/>
      <w:tcPr>
        <w:tcBorders>
          <w:top w:val="nil"/>
          <w:left w:val="nil"/>
          <w:bottom w:val="threeDEngrave" w:sz="12" w:space="0" w:color="D5E0F4" w:themeColor="accent1" w:themeTint="33"/>
          <w:right w:val="threeDEngrave" w:sz="12" w:space="0" w:color="D5E0F4" w:themeColor="accent1" w:themeTint="33"/>
          <w:insideH w:val="nil"/>
          <w:insideV w:val="nil"/>
          <w:tl2br w:val="nil"/>
          <w:tr2bl w:val="nil"/>
        </w:tcBorders>
        <w:shd w:val="clear" w:color="auto" w:fill="E7E6E6" w:themeFill="background2"/>
      </w:tcPr>
    </w:tblStylePr>
    <w:tblStylePr w:type="firstCol">
      <w:tblPr/>
      <w:tcPr>
        <w:tcBorders>
          <w:right w:val="single" w:sz="4" w:space="0" w:color="004884" w:themeColor="accent3"/>
        </w:tcBorders>
        <w:shd w:val="clear" w:color="auto" w:fill="E7E6E6" w:themeFill="background2"/>
      </w:tcPr>
    </w:tblStylePr>
    <w:tblStylePr w:type="lastCol">
      <w:tblPr/>
      <w:tcPr>
        <w:tcBorders>
          <w:top w:val="nil"/>
          <w:left w:val="nil"/>
          <w:bottom w:val="nil"/>
          <w:right w:val="threeDEngrave" w:sz="12" w:space="0" w:color="D5E0F4" w:themeColor="accent1" w:themeTint="33"/>
          <w:insideH w:val="nil"/>
          <w:insideV w:val="nil"/>
          <w:tl2br w:val="nil"/>
          <w:tr2bl w:val="nil"/>
        </w:tcBorders>
        <w:shd w:val="clear" w:color="auto" w:fill="E7E6E6" w:themeFill="background2"/>
      </w:tcPr>
    </w:tblStylePr>
    <w:tblStylePr w:type="swCell">
      <w:tblPr/>
      <w:tcPr>
        <w:tcBorders>
          <w:right w:val="single" w:sz="4" w:space="0" w:color="004884" w:themeColor="accent3"/>
        </w:tcBorders>
        <w:shd w:val="clear" w:color="auto" w:fill="E7E6E6" w:themeFill="background2"/>
      </w:tcPr>
    </w:tblStylePr>
  </w:style>
  <w:style w:type="paragraph" w:styleId="NormalWeb">
    <w:name w:val="Normal (Web)"/>
    <w:basedOn w:val="Normal"/>
    <w:uiPriority w:val="99"/>
    <w:semiHidden/>
    <w:unhideWhenUsed/>
    <w:rsid w:val="001F6305"/>
    <w:pPr>
      <w:spacing w:before="100" w:beforeAutospacing="1" w:after="100" w:afterAutospacing="1" w:line="240" w:lineRule="auto"/>
      <w:jc w:val="left"/>
    </w:pPr>
    <w:rPr>
      <w:rFonts w:ascii="Times New Roman" w:eastAsia="Times New Roman" w:hAnsi="Times New Roman" w:cs="Times New Roman"/>
      <w:sz w:val="24"/>
      <w:szCs w:val="24"/>
      <w:lang w:eastAsia="es-CO"/>
    </w:rPr>
  </w:style>
  <w:style w:type="table" w:styleId="Tablaweb3">
    <w:name w:val="Table Web 3"/>
    <w:basedOn w:val="Tablanormal"/>
    <w:uiPriority w:val="99"/>
    <w:semiHidden/>
    <w:unhideWhenUsed/>
    <w:rsid w:val="00E42C98"/>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oindependiente">
    <w:name w:val="Body Text"/>
    <w:basedOn w:val="Normal"/>
    <w:link w:val="TextoindependienteCar"/>
    <w:uiPriority w:val="1"/>
    <w:qFormat/>
    <w:rsid w:val="00AD52C8"/>
    <w:pPr>
      <w:widowControl w:val="0"/>
      <w:autoSpaceDE w:val="0"/>
      <w:autoSpaceDN w:val="0"/>
      <w:spacing w:after="0" w:line="240" w:lineRule="auto"/>
      <w:jc w:val="left"/>
    </w:pPr>
    <w:rPr>
      <w:rFonts w:ascii="Arial" w:eastAsia="Arial" w:hAnsi="Arial" w:cs="Arial"/>
      <w:sz w:val="20"/>
      <w:szCs w:val="20"/>
    </w:rPr>
  </w:style>
  <w:style w:type="character" w:customStyle="1" w:styleId="TextoindependienteCar">
    <w:name w:val="Texto independiente Car"/>
    <w:basedOn w:val="Fuentedeprrafopredeter"/>
    <w:link w:val="Textoindependiente"/>
    <w:uiPriority w:val="1"/>
    <w:rsid w:val="00AD52C8"/>
    <w:rPr>
      <w:rFonts w:ascii="Arial" w:eastAsia="Arial" w:hAnsi="Arial" w:cs="Arial"/>
      <w:sz w:val="20"/>
      <w:szCs w:val="20"/>
    </w:rPr>
  </w:style>
  <w:style w:type="paragraph" w:customStyle="1" w:styleId="TableParagraph">
    <w:name w:val="Table Paragraph"/>
    <w:basedOn w:val="Normal"/>
    <w:uiPriority w:val="1"/>
    <w:qFormat/>
    <w:rsid w:val="000544CF"/>
    <w:pPr>
      <w:widowControl w:val="0"/>
      <w:autoSpaceDE w:val="0"/>
      <w:autoSpaceDN w:val="0"/>
      <w:adjustRightInd w:val="0"/>
      <w:spacing w:before="56" w:after="0" w:line="240" w:lineRule="auto"/>
      <w:ind w:left="108"/>
      <w:jc w:val="left"/>
    </w:pPr>
    <w:rPr>
      <w:rFonts w:ascii="Lucida Sans Unicode" w:eastAsiaTheme="minorEastAsia" w:hAnsi="Lucida Sans Unicode" w:cs="Lucida Sans Unicode"/>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86751">
      <w:bodyDiv w:val="1"/>
      <w:marLeft w:val="0"/>
      <w:marRight w:val="0"/>
      <w:marTop w:val="0"/>
      <w:marBottom w:val="0"/>
      <w:divBdr>
        <w:top w:val="none" w:sz="0" w:space="0" w:color="auto"/>
        <w:left w:val="none" w:sz="0" w:space="0" w:color="auto"/>
        <w:bottom w:val="none" w:sz="0" w:space="0" w:color="auto"/>
        <w:right w:val="none" w:sz="0" w:space="0" w:color="auto"/>
      </w:divBdr>
    </w:div>
    <w:div w:id="78868807">
      <w:bodyDiv w:val="1"/>
      <w:marLeft w:val="0"/>
      <w:marRight w:val="0"/>
      <w:marTop w:val="0"/>
      <w:marBottom w:val="0"/>
      <w:divBdr>
        <w:top w:val="none" w:sz="0" w:space="0" w:color="auto"/>
        <w:left w:val="none" w:sz="0" w:space="0" w:color="auto"/>
        <w:bottom w:val="none" w:sz="0" w:space="0" w:color="auto"/>
        <w:right w:val="none" w:sz="0" w:space="0" w:color="auto"/>
      </w:divBdr>
    </w:div>
    <w:div w:id="117771771">
      <w:bodyDiv w:val="1"/>
      <w:marLeft w:val="0"/>
      <w:marRight w:val="0"/>
      <w:marTop w:val="0"/>
      <w:marBottom w:val="0"/>
      <w:divBdr>
        <w:top w:val="none" w:sz="0" w:space="0" w:color="auto"/>
        <w:left w:val="none" w:sz="0" w:space="0" w:color="auto"/>
        <w:bottom w:val="none" w:sz="0" w:space="0" w:color="auto"/>
        <w:right w:val="none" w:sz="0" w:space="0" w:color="auto"/>
      </w:divBdr>
    </w:div>
    <w:div w:id="240414033">
      <w:bodyDiv w:val="1"/>
      <w:marLeft w:val="0"/>
      <w:marRight w:val="0"/>
      <w:marTop w:val="0"/>
      <w:marBottom w:val="0"/>
      <w:divBdr>
        <w:top w:val="none" w:sz="0" w:space="0" w:color="auto"/>
        <w:left w:val="none" w:sz="0" w:space="0" w:color="auto"/>
        <w:bottom w:val="none" w:sz="0" w:space="0" w:color="auto"/>
        <w:right w:val="none" w:sz="0" w:space="0" w:color="auto"/>
      </w:divBdr>
      <w:divsChild>
        <w:div w:id="49036724">
          <w:marLeft w:val="1166"/>
          <w:marRight w:val="0"/>
          <w:marTop w:val="0"/>
          <w:marBottom w:val="0"/>
          <w:divBdr>
            <w:top w:val="none" w:sz="0" w:space="0" w:color="auto"/>
            <w:left w:val="none" w:sz="0" w:space="0" w:color="auto"/>
            <w:bottom w:val="none" w:sz="0" w:space="0" w:color="auto"/>
            <w:right w:val="none" w:sz="0" w:space="0" w:color="auto"/>
          </w:divBdr>
        </w:div>
        <w:div w:id="1508599190">
          <w:marLeft w:val="547"/>
          <w:marRight w:val="0"/>
          <w:marTop w:val="0"/>
          <w:marBottom w:val="0"/>
          <w:divBdr>
            <w:top w:val="none" w:sz="0" w:space="0" w:color="auto"/>
            <w:left w:val="none" w:sz="0" w:space="0" w:color="auto"/>
            <w:bottom w:val="none" w:sz="0" w:space="0" w:color="auto"/>
            <w:right w:val="none" w:sz="0" w:space="0" w:color="auto"/>
          </w:divBdr>
        </w:div>
        <w:div w:id="1818760624">
          <w:marLeft w:val="1166"/>
          <w:marRight w:val="0"/>
          <w:marTop w:val="0"/>
          <w:marBottom w:val="0"/>
          <w:divBdr>
            <w:top w:val="none" w:sz="0" w:space="0" w:color="auto"/>
            <w:left w:val="none" w:sz="0" w:space="0" w:color="auto"/>
            <w:bottom w:val="none" w:sz="0" w:space="0" w:color="auto"/>
            <w:right w:val="none" w:sz="0" w:space="0" w:color="auto"/>
          </w:divBdr>
        </w:div>
        <w:div w:id="1851489099">
          <w:marLeft w:val="1166"/>
          <w:marRight w:val="0"/>
          <w:marTop w:val="0"/>
          <w:marBottom w:val="0"/>
          <w:divBdr>
            <w:top w:val="none" w:sz="0" w:space="0" w:color="auto"/>
            <w:left w:val="none" w:sz="0" w:space="0" w:color="auto"/>
            <w:bottom w:val="none" w:sz="0" w:space="0" w:color="auto"/>
            <w:right w:val="none" w:sz="0" w:space="0" w:color="auto"/>
          </w:divBdr>
        </w:div>
        <w:div w:id="1874533895">
          <w:marLeft w:val="1166"/>
          <w:marRight w:val="0"/>
          <w:marTop w:val="0"/>
          <w:marBottom w:val="0"/>
          <w:divBdr>
            <w:top w:val="none" w:sz="0" w:space="0" w:color="auto"/>
            <w:left w:val="none" w:sz="0" w:space="0" w:color="auto"/>
            <w:bottom w:val="none" w:sz="0" w:space="0" w:color="auto"/>
            <w:right w:val="none" w:sz="0" w:space="0" w:color="auto"/>
          </w:divBdr>
        </w:div>
        <w:div w:id="1929383655">
          <w:marLeft w:val="1166"/>
          <w:marRight w:val="0"/>
          <w:marTop w:val="0"/>
          <w:marBottom w:val="0"/>
          <w:divBdr>
            <w:top w:val="none" w:sz="0" w:space="0" w:color="auto"/>
            <w:left w:val="none" w:sz="0" w:space="0" w:color="auto"/>
            <w:bottom w:val="none" w:sz="0" w:space="0" w:color="auto"/>
            <w:right w:val="none" w:sz="0" w:space="0" w:color="auto"/>
          </w:divBdr>
        </w:div>
      </w:divsChild>
    </w:div>
    <w:div w:id="318123191">
      <w:bodyDiv w:val="1"/>
      <w:marLeft w:val="0"/>
      <w:marRight w:val="0"/>
      <w:marTop w:val="0"/>
      <w:marBottom w:val="0"/>
      <w:divBdr>
        <w:top w:val="none" w:sz="0" w:space="0" w:color="auto"/>
        <w:left w:val="none" w:sz="0" w:space="0" w:color="auto"/>
        <w:bottom w:val="none" w:sz="0" w:space="0" w:color="auto"/>
        <w:right w:val="none" w:sz="0" w:space="0" w:color="auto"/>
      </w:divBdr>
    </w:div>
    <w:div w:id="361169886">
      <w:bodyDiv w:val="1"/>
      <w:marLeft w:val="0"/>
      <w:marRight w:val="0"/>
      <w:marTop w:val="0"/>
      <w:marBottom w:val="0"/>
      <w:divBdr>
        <w:top w:val="none" w:sz="0" w:space="0" w:color="auto"/>
        <w:left w:val="none" w:sz="0" w:space="0" w:color="auto"/>
        <w:bottom w:val="none" w:sz="0" w:space="0" w:color="auto"/>
        <w:right w:val="none" w:sz="0" w:space="0" w:color="auto"/>
      </w:divBdr>
    </w:div>
    <w:div w:id="495460592">
      <w:bodyDiv w:val="1"/>
      <w:marLeft w:val="0"/>
      <w:marRight w:val="0"/>
      <w:marTop w:val="0"/>
      <w:marBottom w:val="0"/>
      <w:divBdr>
        <w:top w:val="none" w:sz="0" w:space="0" w:color="auto"/>
        <w:left w:val="none" w:sz="0" w:space="0" w:color="auto"/>
        <w:bottom w:val="none" w:sz="0" w:space="0" w:color="auto"/>
        <w:right w:val="none" w:sz="0" w:space="0" w:color="auto"/>
      </w:divBdr>
    </w:div>
    <w:div w:id="570500997">
      <w:bodyDiv w:val="1"/>
      <w:marLeft w:val="0"/>
      <w:marRight w:val="0"/>
      <w:marTop w:val="0"/>
      <w:marBottom w:val="0"/>
      <w:divBdr>
        <w:top w:val="none" w:sz="0" w:space="0" w:color="auto"/>
        <w:left w:val="none" w:sz="0" w:space="0" w:color="auto"/>
        <w:bottom w:val="none" w:sz="0" w:space="0" w:color="auto"/>
        <w:right w:val="none" w:sz="0" w:space="0" w:color="auto"/>
      </w:divBdr>
    </w:div>
    <w:div w:id="599071925">
      <w:bodyDiv w:val="1"/>
      <w:marLeft w:val="0"/>
      <w:marRight w:val="0"/>
      <w:marTop w:val="0"/>
      <w:marBottom w:val="0"/>
      <w:divBdr>
        <w:top w:val="none" w:sz="0" w:space="0" w:color="auto"/>
        <w:left w:val="none" w:sz="0" w:space="0" w:color="auto"/>
        <w:bottom w:val="none" w:sz="0" w:space="0" w:color="auto"/>
        <w:right w:val="none" w:sz="0" w:space="0" w:color="auto"/>
      </w:divBdr>
      <w:divsChild>
        <w:div w:id="530849084">
          <w:marLeft w:val="1166"/>
          <w:marRight w:val="0"/>
          <w:marTop w:val="0"/>
          <w:marBottom w:val="0"/>
          <w:divBdr>
            <w:top w:val="none" w:sz="0" w:space="0" w:color="auto"/>
            <w:left w:val="none" w:sz="0" w:space="0" w:color="auto"/>
            <w:bottom w:val="none" w:sz="0" w:space="0" w:color="auto"/>
            <w:right w:val="none" w:sz="0" w:space="0" w:color="auto"/>
          </w:divBdr>
        </w:div>
        <w:div w:id="1743942422">
          <w:marLeft w:val="547"/>
          <w:marRight w:val="0"/>
          <w:marTop w:val="0"/>
          <w:marBottom w:val="0"/>
          <w:divBdr>
            <w:top w:val="none" w:sz="0" w:space="0" w:color="auto"/>
            <w:left w:val="none" w:sz="0" w:space="0" w:color="auto"/>
            <w:bottom w:val="none" w:sz="0" w:space="0" w:color="auto"/>
            <w:right w:val="none" w:sz="0" w:space="0" w:color="auto"/>
          </w:divBdr>
        </w:div>
      </w:divsChild>
    </w:div>
    <w:div w:id="753013818">
      <w:bodyDiv w:val="1"/>
      <w:marLeft w:val="0"/>
      <w:marRight w:val="0"/>
      <w:marTop w:val="0"/>
      <w:marBottom w:val="0"/>
      <w:divBdr>
        <w:top w:val="none" w:sz="0" w:space="0" w:color="auto"/>
        <w:left w:val="none" w:sz="0" w:space="0" w:color="auto"/>
        <w:bottom w:val="none" w:sz="0" w:space="0" w:color="auto"/>
        <w:right w:val="none" w:sz="0" w:space="0" w:color="auto"/>
      </w:divBdr>
    </w:div>
    <w:div w:id="778837264">
      <w:bodyDiv w:val="1"/>
      <w:marLeft w:val="0"/>
      <w:marRight w:val="0"/>
      <w:marTop w:val="0"/>
      <w:marBottom w:val="0"/>
      <w:divBdr>
        <w:top w:val="none" w:sz="0" w:space="0" w:color="auto"/>
        <w:left w:val="none" w:sz="0" w:space="0" w:color="auto"/>
        <w:bottom w:val="none" w:sz="0" w:space="0" w:color="auto"/>
        <w:right w:val="none" w:sz="0" w:space="0" w:color="auto"/>
      </w:divBdr>
      <w:divsChild>
        <w:div w:id="58673953">
          <w:marLeft w:val="547"/>
          <w:marRight w:val="0"/>
          <w:marTop w:val="0"/>
          <w:marBottom w:val="0"/>
          <w:divBdr>
            <w:top w:val="none" w:sz="0" w:space="0" w:color="auto"/>
            <w:left w:val="none" w:sz="0" w:space="0" w:color="auto"/>
            <w:bottom w:val="none" w:sz="0" w:space="0" w:color="auto"/>
            <w:right w:val="none" w:sz="0" w:space="0" w:color="auto"/>
          </w:divBdr>
        </w:div>
        <w:div w:id="1391733070">
          <w:marLeft w:val="1166"/>
          <w:marRight w:val="0"/>
          <w:marTop w:val="0"/>
          <w:marBottom w:val="0"/>
          <w:divBdr>
            <w:top w:val="none" w:sz="0" w:space="0" w:color="auto"/>
            <w:left w:val="none" w:sz="0" w:space="0" w:color="auto"/>
            <w:bottom w:val="none" w:sz="0" w:space="0" w:color="auto"/>
            <w:right w:val="none" w:sz="0" w:space="0" w:color="auto"/>
          </w:divBdr>
        </w:div>
      </w:divsChild>
    </w:div>
    <w:div w:id="887256656">
      <w:bodyDiv w:val="1"/>
      <w:marLeft w:val="0"/>
      <w:marRight w:val="0"/>
      <w:marTop w:val="0"/>
      <w:marBottom w:val="0"/>
      <w:divBdr>
        <w:top w:val="none" w:sz="0" w:space="0" w:color="auto"/>
        <w:left w:val="none" w:sz="0" w:space="0" w:color="auto"/>
        <w:bottom w:val="none" w:sz="0" w:space="0" w:color="auto"/>
        <w:right w:val="none" w:sz="0" w:space="0" w:color="auto"/>
      </w:divBdr>
    </w:div>
    <w:div w:id="915553027">
      <w:bodyDiv w:val="1"/>
      <w:marLeft w:val="0"/>
      <w:marRight w:val="0"/>
      <w:marTop w:val="0"/>
      <w:marBottom w:val="0"/>
      <w:divBdr>
        <w:top w:val="none" w:sz="0" w:space="0" w:color="auto"/>
        <w:left w:val="none" w:sz="0" w:space="0" w:color="auto"/>
        <w:bottom w:val="none" w:sz="0" w:space="0" w:color="auto"/>
        <w:right w:val="none" w:sz="0" w:space="0" w:color="auto"/>
      </w:divBdr>
    </w:div>
    <w:div w:id="1036931995">
      <w:bodyDiv w:val="1"/>
      <w:marLeft w:val="0"/>
      <w:marRight w:val="0"/>
      <w:marTop w:val="0"/>
      <w:marBottom w:val="0"/>
      <w:divBdr>
        <w:top w:val="none" w:sz="0" w:space="0" w:color="auto"/>
        <w:left w:val="none" w:sz="0" w:space="0" w:color="auto"/>
        <w:bottom w:val="none" w:sz="0" w:space="0" w:color="auto"/>
        <w:right w:val="none" w:sz="0" w:space="0" w:color="auto"/>
      </w:divBdr>
      <w:divsChild>
        <w:div w:id="124544512">
          <w:marLeft w:val="274"/>
          <w:marRight w:val="0"/>
          <w:marTop w:val="0"/>
          <w:marBottom w:val="0"/>
          <w:divBdr>
            <w:top w:val="none" w:sz="0" w:space="0" w:color="auto"/>
            <w:left w:val="none" w:sz="0" w:space="0" w:color="auto"/>
            <w:bottom w:val="none" w:sz="0" w:space="0" w:color="auto"/>
            <w:right w:val="none" w:sz="0" w:space="0" w:color="auto"/>
          </w:divBdr>
        </w:div>
        <w:div w:id="436800648">
          <w:marLeft w:val="274"/>
          <w:marRight w:val="0"/>
          <w:marTop w:val="0"/>
          <w:marBottom w:val="0"/>
          <w:divBdr>
            <w:top w:val="none" w:sz="0" w:space="0" w:color="auto"/>
            <w:left w:val="none" w:sz="0" w:space="0" w:color="auto"/>
            <w:bottom w:val="none" w:sz="0" w:space="0" w:color="auto"/>
            <w:right w:val="none" w:sz="0" w:space="0" w:color="auto"/>
          </w:divBdr>
        </w:div>
        <w:div w:id="810057316">
          <w:marLeft w:val="274"/>
          <w:marRight w:val="0"/>
          <w:marTop w:val="0"/>
          <w:marBottom w:val="0"/>
          <w:divBdr>
            <w:top w:val="none" w:sz="0" w:space="0" w:color="auto"/>
            <w:left w:val="none" w:sz="0" w:space="0" w:color="auto"/>
            <w:bottom w:val="none" w:sz="0" w:space="0" w:color="auto"/>
            <w:right w:val="none" w:sz="0" w:space="0" w:color="auto"/>
          </w:divBdr>
        </w:div>
      </w:divsChild>
    </w:div>
    <w:div w:id="1081608009">
      <w:bodyDiv w:val="1"/>
      <w:marLeft w:val="0"/>
      <w:marRight w:val="0"/>
      <w:marTop w:val="0"/>
      <w:marBottom w:val="0"/>
      <w:divBdr>
        <w:top w:val="none" w:sz="0" w:space="0" w:color="auto"/>
        <w:left w:val="none" w:sz="0" w:space="0" w:color="auto"/>
        <w:bottom w:val="none" w:sz="0" w:space="0" w:color="auto"/>
        <w:right w:val="none" w:sz="0" w:space="0" w:color="auto"/>
      </w:divBdr>
    </w:div>
    <w:div w:id="1466238186">
      <w:bodyDiv w:val="1"/>
      <w:marLeft w:val="0"/>
      <w:marRight w:val="0"/>
      <w:marTop w:val="0"/>
      <w:marBottom w:val="0"/>
      <w:divBdr>
        <w:top w:val="none" w:sz="0" w:space="0" w:color="auto"/>
        <w:left w:val="none" w:sz="0" w:space="0" w:color="auto"/>
        <w:bottom w:val="none" w:sz="0" w:space="0" w:color="auto"/>
        <w:right w:val="none" w:sz="0" w:space="0" w:color="auto"/>
      </w:divBdr>
    </w:div>
    <w:div w:id="1499886887">
      <w:bodyDiv w:val="1"/>
      <w:marLeft w:val="0"/>
      <w:marRight w:val="0"/>
      <w:marTop w:val="0"/>
      <w:marBottom w:val="0"/>
      <w:divBdr>
        <w:top w:val="none" w:sz="0" w:space="0" w:color="auto"/>
        <w:left w:val="none" w:sz="0" w:space="0" w:color="auto"/>
        <w:bottom w:val="none" w:sz="0" w:space="0" w:color="auto"/>
        <w:right w:val="none" w:sz="0" w:space="0" w:color="auto"/>
      </w:divBdr>
      <w:divsChild>
        <w:div w:id="641932004">
          <w:marLeft w:val="1166"/>
          <w:marRight w:val="0"/>
          <w:marTop w:val="0"/>
          <w:marBottom w:val="0"/>
          <w:divBdr>
            <w:top w:val="none" w:sz="0" w:space="0" w:color="auto"/>
            <w:left w:val="none" w:sz="0" w:space="0" w:color="auto"/>
            <w:bottom w:val="none" w:sz="0" w:space="0" w:color="auto"/>
            <w:right w:val="none" w:sz="0" w:space="0" w:color="auto"/>
          </w:divBdr>
        </w:div>
        <w:div w:id="1127698475">
          <w:marLeft w:val="547"/>
          <w:marRight w:val="0"/>
          <w:marTop w:val="0"/>
          <w:marBottom w:val="0"/>
          <w:divBdr>
            <w:top w:val="none" w:sz="0" w:space="0" w:color="auto"/>
            <w:left w:val="none" w:sz="0" w:space="0" w:color="auto"/>
            <w:bottom w:val="none" w:sz="0" w:space="0" w:color="auto"/>
            <w:right w:val="none" w:sz="0" w:space="0" w:color="auto"/>
          </w:divBdr>
        </w:div>
        <w:div w:id="1183011731">
          <w:marLeft w:val="1166"/>
          <w:marRight w:val="0"/>
          <w:marTop w:val="0"/>
          <w:marBottom w:val="0"/>
          <w:divBdr>
            <w:top w:val="none" w:sz="0" w:space="0" w:color="auto"/>
            <w:left w:val="none" w:sz="0" w:space="0" w:color="auto"/>
            <w:bottom w:val="none" w:sz="0" w:space="0" w:color="auto"/>
            <w:right w:val="none" w:sz="0" w:space="0" w:color="auto"/>
          </w:divBdr>
        </w:div>
        <w:div w:id="1451777094">
          <w:marLeft w:val="1166"/>
          <w:marRight w:val="0"/>
          <w:marTop w:val="0"/>
          <w:marBottom w:val="0"/>
          <w:divBdr>
            <w:top w:val="none" w:sz="0" w:space="0" w:color="auto"/>
            <w:left w:val="none" w:sz="0" w:space="0" w:color="auto"/>
            <w:bottom w:val="none" w:sz="0" w:space="0" w:color="auto"/>
            <w:right w:val="none" w:sz="0" w:space="0" w:color="auto"/>
          </w:divBdr>
        </w:div>
        <w:div w:id="1835098406">
          <w:marLeft w:val="1166"/>
          <w:marRight w:val="0"/>
          <w:marTop w:val="0"/>
          <w:marBottom w:val="0"/>
          <w:divBdr>
            <w:top w:val="none" w:sz="0" w:space="0" w:color="auto"/>
            <w:left w:val="none" w:sz="0" w:space="0" w:color="auto"/>
            <w:bottom w:val="none" w:sz="0" w:space="0" w:color="auto"/>
            <w:right w:val="none" w:sz="0" w:space="0" w:color="auto"/>
          </w:divBdr>
        </w:div>
        <w:div w:id="1848709862">
          <w:marLeft w:val="1166"/>
          <w:marRight w:val="0"/>
          <w:marTop w:val="0"/>
          <w:marBottom w:val="0"/>
          <w:divBdr>
            <w:top w:val="none" w:sz="0" w:space="0" w:color="auto"/>
            <w:left w:val="none" w:sz="0" w:space="0" w:color="auto"/>
            <w:bottom w:val="none" w:sz="0" w:space="0" w:color="auto"/>
            <w:right w:val="none" w:sz="0" w:space="0" w:color="auto"/>
          </w:divBdr>
        </w:div>
      </w:divsChild>
    </w:div>
    <w:div w:id="1532065843">
      <w:bodyDiv w:val="1"/>
      <w:marLeft w:val="0"/>
      <w:marRight w:val="0"/>
      <w:marTop w:val="0"/>
      <w:marBottom w:val="0"/>
      <w:divBdr>
        <w:top w:val="none" w:sz="0" w:space="0" w:color="auto"/>
        <w:left w:val="none" w:sz="0" w:space="0" w:color="auto"/>
        <w:bottom w:val="none" w:sz="0" w:space="0" w:color="auto"/>
        <w:right w:val="none" w:sz="0" w:space="0" w:color="auto"/>
      </w:divBdr>
      <w:divsChild>
        <w:div w:id="176702274">
          <w:marLeft w:val="547"/>
          <w:marRight w:val="0"/>
          <w:marTop w:val="0"/>
          <w:marBottom w:val="0"/>
          <w:divBdr>
            <w:top w:val="none" w:sz="0" w:space="0" w:color="auto"/>
            <w:left w:val="none" w:sz="0" w:space="0" w:color="auto"/>
            <w:bottom w:val="none" w:sz="0" w:space="0" w:color="auto"/>
            <w:right w:val="none" w:sz="0" w:space="0" w:color="auto"/>
          </w:divBdr>
        </w:div>
        <w:div w:id="188027255">
          <w:marLeft w:val="1166"/>
          <w:marRight w:val="0"/>
          <w:marTop w:val="0"/>
          <w:marBottom w:val="0"/>
          <w:divBdr>
            <w:top w:val="none" w:sz="0" w:space="0" w:color="auto"/>
            <w:left w:val="none" w:sz="0" w:space="0" w:color="auto"/>
            <w:bottom w:val="none" w:sz="0" w:space="0" w:color="auto"/>
            <w:right w:val="none" w:sz="0" w:space="0" w:color="auto"/>
          </w:divBdr>
        </w:div>
        <w:div w:id="1140423614">
          <w:marLeft w:val="1166"/>
          <w:marRight w:val="0"/>
          <w:marTop w:val="0"/>
          <w:marBottom w:val="0"/>
          <w:divBdr>
            <w:top w:val="none" w:sz="0" w:space="0" w:color="auto"/>
            <w:left w:val="none" w:sz="0" w:space="0" w:color="auto"/>
            <w:bottom w:val="none" w:sz="0" w:space="0" w:color="auto"/>
            <w:right w:val="none" w:sz="0" w:space="0" w:color="auto"/>
          </w:divBdr>
        </w:div>
        <w:div w:id="1952545641">
          <w:marLeft w:val="1166"/>
          <w:marRight w:val="0"/>
          <w:marTop w:val="0"/>
          <w:marBottom w:val="0"/>
          <w:divBdr>
            <w:top w:val="none" w:sz="0" w:space="0" w:color="auto"/>
            <w:left w:val="none" w:sz="0" w:space="0" w:color="auto"/>
            <w:bottom w:val="none" w:sz="0" w:space="0" w:color="auto"/>
            <w:right w:val="none" w:sz="0" w:space="0" w:color="auto"/>
          </w:divBdr>
        </w:div>
        <w:div w:id="1967277298">
          <w:marLeft w:val="1166"/>
          <w:marRight w:val="0"/>
          <w:marTop w:val="0"/>
          <w:marBottom w:val="0"/>
          <w:divBdr>
            <w:top w:val="none" w:sz="0" w:space="0" w:color="auto"/>
            <w:left w:val="none" w:sz="0" w:space="0" w:color="auto"/>
            <w:bottom w:val="none" w:sz="0" w:space="0" w:color="auto"/>
            <w:right w:val="none" w:sz="0" w:space="0" w:color="auto"/>
          </w:divBdr>
        </w:div>
      </w:divsChild>
    </w:div>
    <w:div w:id="1538657603">
      <w:bodyDiv w:val="1"/>
      <w:marLeft w:val="0"/>
      <w:marRight w:val="0"/>
      <w:marTop w:val="0"/>
      <w:marBottom w:val="0"/>
      <w:divBdr>
        <w:top w:val="none" w:sz="0" w:space="0" w:color="auto"/>
        <w:left w:val="none" w:sz="0" w:space="0" w:color="auto"/>
        <w:bottom w:val="none" w:sz="0" w:space="0" w:color="auto"/>
        <w:right w:val="none" w:sz="0" w:space="0" w:color="auto"/>
      </w:divBdr>
    </w:div>
    <w:div w:id="1595674675">
      <w:bodyDiv w:val="1"/>
      <w:marLeft w:val="0"/>
      <w:marRight w:val="0"/>
      <w:marTop w:val="0"/>
      <w:marBottom w:val="0"/>
      <w:divBdr>
        <w:top w:val="none" w:sz="0" w:space="0" w:color="auto"/>
        <w:left w:val="none" w:sz="0" w:space="0" w:color="auto"/>
        <w:bottom w:val="none" w:sz="0" w:space="0" w:color="auto"/>
        <w:right w:val="none" w:sz="0" w:space="0" w:color="auto"/>
      </w:divBdr>
    </w:div>
    <w:div w:id="1595936928">
      <w:bodyDiv w:val="1"/>
      <w:marLeft w:val="0"/>
      <w:marRight w:val="0"/>
      <w:marTop w:val="0"/>
      <w:marBottom w:val="0"/>
      <w:divBdr>
        <w:top w:val="none" w:sz="0" w:space="0" w:color="auto"/>
        <w:left w:val="none" w:sz="0" w:space="0" w:color="auto"/>
        <w:bottom w:val="none" w:sz="0" w:space="0" w:color="auto"/>
        <w:right w:val="none" w:sz="0" w:space="0" w:color="auto"/>
      </w:divBdr>
    </w:div>
    <w:div w:id="1721903498">
      <w:bodyDiv w:val="1"/>
      <w:marLeft w:val="0"/>
      <w:marRight w:val="0"/>
      <w:marTop w:val="0"/>
      <w:marBottom w:val="0"/>
      <w:divBdr>
        <w:top w:val="none" w:sz="0" w:space="0" w:color="auto"/>
        <w:left w:val="none" w:sz="0" w:space="0" w:color="auto"/>
        <w:bottom w:val="none" w:sz="0" w:space="0" w:color="auto"/>
        <w:right w:val="none" w:sz="0" w:space="0" w:color="auto"/>
      </w:divBdr>
    </w:div>
    <w:div w:id="1881092137">
      <w:bodyDiv w:val="1"/>
      <w:marLeft w:val="0"/>
      <w:marRight w:val="0"/>
      <w:marTop w:val="0"/>
      <w:marBottom w:val="0"/>
      <w:divBdr>
        <w:top w:val="none" w:sz="0" w:space="0" w:color="auto"/>
        <w:left w:val="none" w:sz="0" w:space="0" w:color="auto"/>
        <w:bottom w:val="none" w:sz="0" w:space="0" w:color="auto"/>
        <w:right w:val="none" w:sz="0" w:space="0" w:color="auto"/>
      </w:divBdr>
      <w:divsChild>
        <w:div w:id="218635485">
          <w:marLeft w:val="1166"/>
          <w:marRight w:val="0"/>
          <w:marTop w:val="0"/>
          <w:marBottom w:val="0"/>
          <w:divBdr>
            <w:top w:val="none" w:sz="0" w:space="0" w:color="auto"/>
            <w:left w:val="none" w:sz="0" w:space="0" w:color="auto"/>
            <w:bottom w:val="none" w:sz="0" w:space="0" w:color="auto"/>
            <w:right w:val="none" w:sz="0" w:space="0" w:color="auto"/>
          </w:divBdr>
        </w:div>
        <w:div w:id="1409420566">
          <w:marLeft w:val="1166"/>
          <w:marRight w:val="0"/>
          <w:marTop w:val="0"/>
          <w:marBottom w:val="0"/>
          <w:divBdr>
            <w:top w:val="none" w:sz="0" w:space="0" w:color="auto"/>
            <w:left w:val="none" w:sz="0" w:space="0" w:color="auto"/>
            <w:bottom w:val="none" w:sz="0" w:space="0" w:color="auto"/>
            <w:right w:val="none" w:sz="0" w:space="0" w:color="auto"/>
          </w:divBdr>
        </w:div>
        <w:div w:id="1659963182">
          <w:marLeft w:val="1166"/>
          <w:marRight w:val="0"/>
          <w:marTop w:val="0"/>
          <w:marBottom w:val="0"/>
          <w:divBdr>
            <w:top w:val="none" w:sz="0" w:space="0" w:color="auto"/>
            <w:left w:val="none" w:sz="0" w:space="0" w:color="auto"/>
            <w:bottom w:val="none" w:sz="0" w:space="0" w:color="auto"/>
            <w:right w:val="none" w:sz="0" w:space="0" w:color="auto"/>
          </w:divBdr>
        </w:div>
        <w:div w:id="1773358653">
          <w:marLeft w:val="1166"/>
          <w:marRight w:val="0"/>
          <w:marTop w:val="0"/>
          <w:marBottom w:val="0"/>
          <w:divBdr>
            <w:top w:val="none" w:sz="0" w:space="0" w:color="auto"/>
            <w:left w:val="none" w:sz="0" w:space="0" w:color="auto"/>
            <w:bottom w:val="none" w:sz="0" w:space="0" w:color="auto"/>
            <w:right w:val="none" w:sz="0" w:space="0" w:color="auto"/>
          </w:divBdr>
        </w:div>
        <w:div w:id="2000846845">
          <w:marLeft w:val="1166"/>
          <w:marRight w:val="0"/>
          <w:marTop w:val="0"/>
          <w:marBottom w:val="0"/>
          <w:divBdr>
            <w:top w:val="none" w:sz="0" w:space="0" w:color="auto"/>
            <w:left w:val="none" w:sz="0" w:space="0" w:color="auto"/>
            <w:bottom w:val="none" w:sz="0" w:space="0" w:color="auto"/>
            <w:right w:val="none" w:sz="0" w:space="0" w:color="auto"/>
          </w:divBdr>
        </w:div>
        <w:div w:id="2026516295">
          <w:marLeft w:val="547"/>
          <w:marRight w:val="0"/>
          <w:marTop w:val="0"/>
          <w:marBottom w:val="0"/>
          <w:divBdr>
            <w:top w:val="none" w:sz="0" w:space="0" w:color="auto"/>
            <w:left w:val="none" w:sz="0" w:space="0" w:color="auto"/>
            <w:bottom w:val="none" w:sz="0" w:space="0" w:color="auto"/>
            <w:right w:val="none" w:sz="0" w:space="0" w:color="auto"/>
          </w:divBdr>
        </w:div>
      </w:divsChild>
    </w:div>
    <w:div w:id="1926987183">
      <w:bodyDiv w:val="1"/>
      <w:marLeft w:val="0"/>
      <w:marRight w:val="0"/>
      <w:marTop w:val="0"/>
      <w:marBottom w:val="0"/>
      <w:divBdr>
        <w:top w:val="none" w:sz="0" w:space="0" w:color="auto"/>
        <w:left w:val="none" w:sz="0" w:space="0" w:color="auto"/>
        <w:bottom w:val="none" w:sz="0" w:space="0" w:color="auto"/>
        <w:right w:val="none" w:sz="0" w:space="0" w:color="auto"/>
      </w:divBdr>
    </w:div>
    <w:div w:id="1949502533">
      <w:bodyDiv w:val="1"/>
      <w:marLeft w:val="0"/>
      <w:marRight w:val="0"/>
      <w:marTop w:val="0"/>
      <w:marBottom w:val="0"/>
      <w:divBdr>
        <w:top w:val="none" w:sz="0" w:space="0" w:color="auto"/>
        <w:left w:val="none" w:sz="0" w:space="0" w:color="auto"/>
        <w:bottom w:val="none" w:sz="0" w:space="0" w:color="auto"/>
        <w:right w:val="none" w:sz="0" w:space="0" w:color="auto"/>
      </w:divBdr>
    </w:div>
    <w:div w:id="1980066726">
      <w:bodyDiv w:val="1"/>
      <w:marLeft w:val="0"/>
      <w:marRight w:val="0"/>
      <w:marTop w:val="0"/>
      <w:marBottom w:val="0"/>
      <w:divBdr>
        <w:top w:val="none" w:sz="0" w:space="0" w:color="auto"/>
        <w:left w:val="none" w:sz="0" w:space="0" w:color="auto"/>
        <w:bottom w:val="none" w:sz="0" w:space="0" w:color="auto"/>
        <w:right w:val="none" w:sz="0" w:space="0" w:color="auto"/>
      </w:divBdr>
    </w:div>
    <w:div w:id="2013989189">
      <w:bodyDiv w:val="1"/>
      <w:marLeft w:val="0"/>
      <w:marRight w:val="0"/>
      <w:marTop w:val="0"/>
      <w:marBottom w:val="0"/>
      <w:divBdr>
        <w:top w:val="none" w:sz="0" w:space="0" w:color="auto"/>
        <w:left w:val="none" w:sz="0" w:space="0" w:color="auto"/>
        <w:bottom w:val="none" w:sz="0" w:space="0" w:color="auto"/>
        <w:right w:val="none" w:sz="0" w:space="0" w:color="auto"/>
      </w:divBdr>
    </w:div>
    <w:div w:id="213701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3.png"/><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image" Target="media/image7.png"/><Relationship Id="rId25" Type="http://schemas.openxmlformats.org/officeDocument/2006/relationships/image" Target="media/image12.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5.svg"/><Relationship Id="rId23" Type="http://schemas.openxmlformats.org/officeDocument/2006/relationships/footer" Target="footer1.xm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1.xml"/><Relationship Id="rId27" Type="http://schemas.openxmlformats.org/officeDocument/2006/relationships/image" Target="media/image14.png"/><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shortcut-targets-by-id\1JbHCAoY6R8KNvTF4fjMBWraXJYtq2SBj\MINTIC%20MAE%202021\6.%20Repositorio%20compartido\Entregables%20para%20edici&#243;n\YB-MAE-2021-PlantillaWordEstilos.dotm.dotx" TargetMode="External"/></Relationships>
</file>

<file path=word/theme/theme1.xml><?xml version="1.0" encoding="utf-8"?>
<a:theme xmlns:a="http://schemas.openxmlformats.org/drawingml/2006/main" name="Tema de Office">
  <a:themeElements>
    <a:clrScheme name="PaletaMinTIC">
      <a:dk1>
        <a:sysClr val="windowText" lastClr="000000"/>
      </a:dk1>
      <a:lt1>
        <a:sysClr val="window" lastClr="FFFFFF"/>
      </a:lt1>
      <a:dk2>
        <a:srgbClr val="4B4B4B"/>
      </a:dk2>
      <a:lt2>
        <a:srgbClr val="E7E6E6"/>
      </a:lt2>
      <a:accent1>
        <a:srgbClr val="3366CA"/>
      </a:accent1>
      <a:accent2>
        <a:srgbClr val="FF0062"/>
      </a:accent2>
      <a:accent3>
        <a:srgbClr val="004884"/>
      </a:accent3>
      <a:accent4>
        <a:srgbClr val="FFAB00"/>
      </a:accent4>
      <a:accent5>
        <a:srgbClr val="B0C2EB"/>
      </a:accent5>
      <a:accent6>
        <a:srgbClr val="069169"/>
      </a:accent6>
      <a:hlink>
        <a:srgbClr val="3D63AD"/>
      </a:hlink>
      <a:folHlink>
        <a:srgbClr val="3772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050EFCBD19CC84EBA89BA6F3C2E7EBC" ma:contentTypeVersion="16" ma:contentTypeDescription="Crear nuevo documento." ma:contentTypeScope="" ma:versionID="d7b5e1e4c021bf0ba4a913ecf046a56c">
  <xsd:schema xmlns:xsd="http://www.w3.org/2001/XMLSchema" xmlns:xs="http://www.w3.org/2001/XMLSchema" xmlns:p="http://schemas.microsoft.com/office/2006/metadata/properties" xmlns:ns2="8a193dd1-3b04-43e6-a8c1-ca273de0df03" xmlns:ns3="b215d373-4ab1-4c9a-82d3-9624ee888acd" targetNamespace="http://schemas.microsoft.com/office/2006/metadata/properties" ma:root="true" ma:fieldsID="1d1b63591c1fde4239a1ae81da960402" ns2:_="" ns3:_="">
    <xsd:import namespace="8a193dd1-3b04-43e6-a8c1-ca273de0df03"/>
    <xsd:import namespace="b215d373-4ab1-4c9a-82d3-9624ee888a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93dd1-3b04-43e6-a8c1-ca273de0df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Etiquetas de imagen" ma:readOnly="false" ma:fieldId="{5cf76f15-5ced-4ddc-b409-7134ff3c332f}" ma:taxonomyMulti="true" ma:sspId="c427b5ec-ef2e-485d-a942-29e3b2b0a250"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215d373-4ab1-4c9a-82d3-9624ee888acd" elementFormDefault="qualified">
    <xsd:import namespace="http://schemas.microsoft.com/office/2006/documentManagement/types"/>
    <xsd:import namespace="http://schemas.microsoft.com/office/infopath/2007/PartnerControls"/>
    <xsd:element name="SharedWithUsers" ma:index="14"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les de uso compartido" ma:internalName="SharedWithDetails" ma:readOnly="true">
      <xsd:simpleType>
        <xsd:restriction base="dms:Note">
          <xsd:maxLength value="255"/>
        </xsd:restriction>
      </xsd:simpleType>
    </xsd:element>
    <xsd:element name="TaxCatchAll" ma:index="22" nillable="true" ma:displayName="Taxonomy Catch All Column" ma:hidden="true" ma:list="{bd410323-c59b-436c-97fb-4fd0689ce212}" ma:internalName="TaxCatchAll" ma:showField="CatchAllData" ma:web="b215d373-4ab1-4c9a-82d3-9624ee888a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b:Source>
    <b:Tag>Min21</b:Tag>
    <b:SourceType>InternetSite</b:SourceType>
    <b:Guid>{5BE95626-306A-4758-89DC-0047F48C9CB2}</b:Guid>
    <b:Title>Marco de Interoperabilidad</b:Title>
    <b:Year>2021</b:Year>
    <b:Author>
      <b:Author>
        <b:Corporate>MinTIC</b:Corporate>
      </b:Author>
    </b:Author>
    <b:InternetSiteTitle>Marco de Interoperabilidad</b:InternetSiteTitle>
    <b:Month>08</b:Month>
    <b:Day>28</b:Day>
    <b:URL>http://lenguaje.mintic.gov.co/marco-de-interoperabilidad</b:URL>
    <b:RefOrder>1</b:RefOrder>
  </b:Source>
</b:Sourc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a193dd1-3b04-43e6-a8c1-ca273de0df03">
      <Terms xmlns="http://schemas.microsoft.com/office/infopath/2007/PartnerControls"/>
    </lcf76f155ced4ddcb4097134ff3c332f>
    <TaxCatchAll xmlns="b215d373-4ab1-4c9a-82d3-9624ee888acd" xsi:nil="true"/>
  </documentManagement>
</p:properties>
</file>

<file path=customXml/itemProps1.xml><?xml version="1.0" encoding="utf-8"?>
<ds:datastoreItem xmlns:ds="http://schemas.openxmlformats.org/officeDocument/2006/customXml" ds:itemID="{678E37AB-0597-49A2-A951-4BC48E6AD3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193dd1-3b04-43e6-a8c1-ca273de0df03"/>
    <ds:schemaRef ds:uri="b215d373-4ab1-4c9a-82d3-9624ee888a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798D88-AA8E-473C-922E-D69CBFF29F6A}">
  <ds:schemaRefs>
    <ds:schemaRef ds:uri="http://schemas.microsoft.com/sharepoint/v3/contenttype/forms"/>
  </ds:schemaRefs>
</ds:datastoreItem>
</file>

<file path=customXml/itemProps3.xml><?xml version="1.0" encoding="utf-8"?>
<ds:datastoreItem xmlns:ds="http://schemas.openxmlformats.org/officeDocument/2006/customXml" ds:itemID="{CCC2B422-939D-4BA2-905C-8AB7871EB9B2}">
  <ds:schemaRefs>
    <ds:schemaRef ds:uri="http://schemas.openxmlformats.org/officeDocument/2006/bibliography"/>
  </ds:schemaRefs>
</ds:datastoreItem>
</file>

<file path=customXml/itemProps4.xml><?xml version="1.0" encoding="utf-8"?>
<ds:datastoreItem xmlns:ds="http://schemas.openxmlformats.org/officeDocument/2006/customXml" ds:itemID="{3AA6F51D-B146-456B-88B8-AEBF08EEEEDE}">
  <ds:schemaRefs>
    <ds:schemaRef ds:uri="http://schemas.microsoft.com/office/2006/metadata/properties"/>
    <ds:schemaRef ds:uri="http://schemas.microsoft.com/office/infopath/2007/PartnerControls"/>
    <ds:schemaRef ds:uri="8a193dd1-3b04-43e6-a8c1-ca273de0df03"/>
    <ds:schemaRef ds:uri="b215d373-4ab1-4c9a-82d3-9624ee888acd"/>
  </ds:schemaRefs>
</ds:datastoreItem>
</file>

<file path=docProps/app.xml><?xml version="1.0" encoding="utf-8"?>
<Properties xmlns="http://schemas.openxmlformats.org/officeDocument/2006/extended-properties" xmlns:vt="http://schemas.openxmlformats.org/officeDocument/2006/docPropsVTypes">
  <Template>YB-MAE-2021-PlantillaWordEstilos.dotm.dotx</Template>
  <TotalTime>229</TotalTime>
  <Pages>21</Pages>
  <Words>3722</Words>
  <Characters>20471</Characters>
  <Application>Microsoft Office Word</Application>
  <DocSecurity>0</DocSecurity>
  <Lines>170</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Yineth Ruiz</dc:creator>
  <cp:keywords/>
  <dc:description/>
  <cp:lastModifiedBy>Samuel Peña Navarro</cp:lastModifiedBy>
  <cp:revision>256</cp:revision>
  <dcterms:created xsi:type="dcterms:W3CDTF">2022-09-01T22:53:00Z</dcterms:created>
  <dcterms:modified xsi:type="dcterms:W3CDTF">2022-09-22T20:58:00Z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0x0101001050EFCBD19CC84EBA89BA6F3C2E7EBC</vt:lpwstr>
  </property>
  <property fmtid="{D5CDD505-2E9C-101B-9397-08002B2CF9AE}" pid="3" name="MediaServiceImageTags">
    <vt:lpwstr/>
  </property>
</Properties>
</file>